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C48BB" w:rsidRPr="00F65437" w:rsidRDefault="00D029D9" w:rsidP="00FC48BB">
      <w:pPr>
        <w:pStyle w:val="Heading7"/>
        <w:rPr>
          <w:rFonts w:ascii="Book Antiqua" w:hAnsi="Book Antiqua"/>
          <w:sz w:val="22"/>
          <w:szCs w:val="22"/>
        </w:rPr>
      </w:pPr>
      <w:r>
        <w:rPr>
          <w:rFonts w:ascii="Book Antiqua" w:hAnsi="Book Antiqua"/>
          <w:sz w:val="22"/>
          <w:szCs w:val="22"/>
        </w:rPr>
        <w:t xml:space="preserve"> </w:t>
      </w:r>
    </w:p>
    <w:p w:rsidR="00FC48BB" w:rsidRPr="00F65437" w:rsidRDefault="00FC48BB" w:rsidP="00CE614B">
      <w:pPr>
        <w:pStyle w:val="Heading1"/>
        <w:spacing w:before="0" w:after="0"/>
        <w:ind w:right="-340"/>
        <w:rPr>
          <w:rFonts w:ascii="Book Antiqua" w:hAnsi="Book Antiqua"/>
          <w:u w:val="single"/>
        </w:rPr>
      </w:pPr>
      <w:r w:rsidRPr="00F65437">
        <w:rPr>
          <w:rFonts w:ascii="Book Antiqua" w:hAnsi="Book Antiqua"/>
          <w:u w:val="single"/>
        </w:rPr>
        <w:t xml:space="preserve">SOUTHERN POWER DISTRIBUTION COMPANY OF T.S LIMITED </w:t>
      </w:r>
    </w:p>
    <w:p w:rsidR="00FC48BB" w:rsidRPr="00F65437" w:rsidRDefault="00FC48BB" w:rsidP="00FC48BB">
      <w:pPr>
        <w:pStyle w:val="Heading1"/>
        <w:spacing w:before="0" w:after="0"/>
        <w:jc w:val="center"/>
        <w:rPr>
          <w:rFonts w:ascii="Book Antiqua" w:hAnsi="Book Antiqua"/>
          <w:u w:val="single"/>
        </w:rPr>
      </w:pPr>
      <w:r w:rsidRPr="00F65437">
        <w:rPr>
          <w:rFonts w:ascii="Book Antiqua" w:hAnsi="Book Antiqua"/>
          <w:u w:val="single"/>
        </w:rPr>
        <w:t>Chief General Manager, Operation, Ranga Reddy Zone,</w:t>
      </w:r>
    </w:p>
    <w:p w:rsidR="00FC48BB" w:rsidRPr="00F65437" w:rsidRDefault="00FC48BB" w:rsidP="00FC48BB">
      <w:pPr>
        <w:pStyle w:val="Heading1"/>
        <w:spacing w:before="0" w:after="0"/>
        <w:jc w:val="center"/>
        <w:rPr>
          <w:rFonts w:ascii="Book Antiqua" w:hAnsi="Book Antiqua"/>
          <w:sz w:val="22"/>
          <w:szCs w:val="22"/>
          <w:u w:val="single"/>
        </w:rPr>
      </w:pPr>
      <w:r w:rsidRPr="00F65437">
        <w:rPr>
          <w:rFonts w:ascii="Book Antiqua" w:hAnsi="Book Antiqua"/>
          <w:u w:val="single"/>
        </w:rPr>
        <w:t>KPHB, Kukatpally, Hyderabad</w:t>
      </w:r>
      <w:r w:rsidRPr="00F65437">
        <w:rPr>
          <w:rFonts w:ascii="Book Antiqua" w:hAnsi="Book Antiqua"/>
          <w:sz w:val="22"/>
          <w:szCs w:val="22"/>
          <w:u w:val="single"/>
        </w:rPr>
        <w:t xml:space="preserve">     </w:t>
      </w:r>
    </w:p>
    <w:p w:rsidR="00FC48BB" w:rsidRPr="00F65437" w:rsidRDefault="00FC48BB" w:rsidP="00FC48BB">
      <w:pPr>
        <w:pStyle w:val="Heading1"/>
        <w:spacing w:before="0" w:after="0"/>
        <w:jc w:val="center"/>
        <w:rPr>
          <w:rFonts w:ascii="Book Antiqua" w:hAnsi="Book Antiqua"/>
          <w:sz w:val="22"/>
          <w:szCs w:val="22"/>
        </w:rPr>
      </w:pPr>
      <w:r w:rsidRPr="00F65437">
        <w:rPr>
          <w:rFonts w:ascii="Book Antiqua" w:hAnsi="Book Antiqua"/>
          <w:sz w:val="22"/>
          <w:szCs w:val="22"/>
        </w:rPr>
        <w:t xml:space="preserve">                                      </w:t>
      </w:r>
    </w:p>
    <w:p w:rsidR="00FC48BB" w:rsidRPr="00F65437" w:rsidRDefault="00FC48BB" w:rsidP="00FC48BB">
      <w:pPr>
        <w:pStyle w:val="Heading1"/>
        <w:jc w:val="center"/>
        <w:rPr>
          <w:rFonts w:ascii="Book Antiqua" w:hAnsi="Book Antiqua"/>
          <w:sz w:val="22"/>
          <w:szCs w:val="22"/>
        </w:rPr>
      </w:pPr>
      <w:r w:rsidRPr="00F65437">
        <w:rPr>
          <w:rFonts w:ascii="Book Antiqua" w:hAnsi="Book Antiqua"/>
          <w:noProof/>
          <w:sz w:val="22"/>
          <w:szCs w:val="22"/>
          <w:lang w:bidi="te-IN"/>
        </w:rPr>
        <w:drawing>
          <wp:inline distT="0" distB="0" distL="0" distR="0">
            <wp:extent cx="2686050" cy="1314450"/>
            <wp:effectExtent l="19050" t="0" r="0" b="0"/>
            <wp:docPr id="3" name="Picture 1" descr="TSSPDCL - Apps on Google Pla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SSPDCL - Apps on Google Play"/>
                    <pic:cNvPicPr>
                      <a:picLocks noChangeAspect="1" noChangeArrowheads="1"/>
                    </pic:cNvPicPr>
                  </pic:nvPicPr>
                  <pic:blipFill>
                    <a:blip r:embed="rId8"/>
                    <a:srcRect/>
                    <a:stretch>
                      <a:fillRect/>
                    </a:stretch>
                  </pic:blipFill>
                  <pic:spPr bwMode="auto">
                    <a:xfrm>
                      <a:off x="0" y="0"/>
                      <a:ext cx="2686050" cy="1314450"/>
                    </a:xfrm>
                    <a:prstGeom prst="rect">
                      <a:avLst/>
                    </a:prstGeom>
                    <a:noFill/>
                    <a:ln w="9525">
                      <a:noFill/>
                      <a:miter lim="800000"/>
                      <a:headEnd/>
                      <a:tailEnd/>
                    </a:ln>
                  </pic:spPr>
                </pic:pic>
              </a:graphicData>
            </a:graphic>
          </wp:inline>
        </w:drawing>
      </w:r>
    </w:p>
    <w:p w:rsidR="00FC48BB" w:rsidRPr="00F65437" w:rsidRDefault="00FC48BB" w:rsidP="00FC48BB">
      <w:pPr>
        <w:pStyle w:val="Heading1"/>
        <w:jc w:val="center"/>
        <w:rPr>
          <w:rFonts w:ascii="Book Antiqua" w:hAnsi="Book Antiqua"/>
          <w:sz w:val="22"/>
          <w:szCs w:val="22"/>
        </w:rPr>
      </w:pPr>
    </w:p>
    <w:p w:rsidR="00FC48BB" w:rsidRPr="00F65437" w:rsidRDefault="00FC48BB" w:rsidP="00FC48BB">
      <w:pPr>
        <w:pStyle w:val="Heading1"/>
        <w:jc w:val="center"/>
        <w:rPr>
          <w:rFonts w:ascii="Book Antiqua" w:hAnsi="Book Antiqua"/>
        </w:rPr>
      </w:pPr>
      <w:r w:rsidRPr="00F65437">
        <w:rPr>
          <w:rFonts w:ascii="Book Antiqua" w:hAnsi="Book Antiqua"/>
        </w:rPr>
        <w:t>BID DOCUMENT</w:t>
      </w:r>
    </w:p>
    <w:p w:rsidR="00FC48BB" w:rsidRPr="00F65437" w:rsidRDefault="00FC48BB" w:rsidP="00FC48BB">
      <w:pPr>
        <w:pStyle w:val="Heading2"/>
        <w:rPr>
          <w:rFonts w:ascii="Book Antiqua" w:hAnsi="Book Antiqua"/>
          <w:sz w:val="22"/>
          <w:szCs w:val="22"/>
        </w:rPr>
      </w:pPr>
    </w:p>
    <w:p w:rsidR="00FC48BB" w:rsidRPr="00F65437" w:rsidRDefault="00FC48BB" w:rsidP="00FC48BB">
      <w:pPr>
        <w:rPr>
          <w:rFonts w:ascii="Book Antiqua" w:hAnsi="Book Antiqua"/>
          <w:sz w:val="22"/>
          <w:szCs w:val="22"/>
        </w:rPr>
      </w:pPr>
    </w:p>
    <w:p w:rsidR="00FC48BB" w:rsidRPr="00F65437" w:rsidRDefault="00FC48BB" w:rsidP="00FC48BB">
      <w:pPr>
        <w:rPr>
          <w:rFonts w:ascii="Book Antiqua" w:hAnsi="Book Antiqua"/>
          <w:sz w:val="22"/>
          <w:szCs w:val="22"/>
        </w:rPr>
      </w:pPr>
    </w:p>
    <w:p w:rsidR="00FC48BB" w:rsidRPr="00F65437" w:rsidRDefault="00FC48BB" w:rsidP="00FC48BB">
      <w:pPr>
        <w:tabs>
          <w:tab w:val="left" w:pos="-2880"/>
        </w:tabs>
        <w:ind w:left="2347" w:right="-151" w:hanging="2347"/>
        <w:rPr>
          <w:rFonts w:ascii="Book Antiqua" w:hAnsi="Book Antiqua" w:cs="Arial"/>
          <w:b/>
          <w:bCs/>
          <w:sz w:val="22"/>
          <w:szCs w:val="22"/>
        </w:rPr>
      </w:pPr>
    </w:p>
    <w:p w:rsidR="00FC48BB" w:rsidRPr="00F65437" w:rsidRDefault="00FC48BB" w:rsidP="00FC48BB">
      <w:pPr>
        <w:ind w:left="2340" w:hanging="2340"/>
        <w:jc w:val="center"/>
        <w:rPr>
          <w:rFonts w:ascii="Book Antiqua" w:hAnsi="Book Antiqua"/>
          <w:b/>
          <w:color w:val="FF0000"/>
          <w:sz w:val="28"/>
          <w:szCs w:val="28"/>
        </w:rPr>
      </w:pPr>
      <w:r w:rsidRPr="00F65437">
        <w:rPr>
          <w:rFonts w:ascii="Book Antiqua" w:hAnsi="Book Antiqua"/>
          <w:b/>
          <w:bCs/>
          <w:sz w:val="28"/>
          <w:szCs w:val="28"/>
        </w:rPr>
        <w:t>S</w:t>
      </w:r>
      <w:r w:rsidRPr="00F65437">
        <w:rPr>
          <w:rFonts w:ascii="Book Antiqua" w:hAnsi="Book Antiqua"/>
          <w:b/>
          <w:sz w:val="28"/>
          <w:szCs w:val="28"/>
        </w:rPr>
        <w:t xml:space="preserve">pecification No:    CGM/OP/RR Zone - </w:t>
      </w:r>
      <w:r w:rsidRPr="00F65437">
        <w:rPr>
          <w:rFonts w:ascii="Book Antiqua" w:hAnsi="Book Antiqua"/>
          <w:b/>
          <w:noProof/>
          <w:sz w:val="28"/>
          <w:szCs w:val="28"/>
        </w:rPr>
        <w:t>OT-</w:t>
      </w:r>
      <w:r w:rsidR="00604C49">
        <w:rPr>
          <w:rFonts w:ascii="Book Antiqua" w:hAnsi="Book Antiqua"/>
          <w:b/>
          <w:noProof/>
          <w:sz w:val="28"/>
          <w:szCs w:val="28"/>
        </w:rPr>
        <w:t>05</w:t>
      </w:r>
      <w:r w:rsidRPr="00F65437">
        <w:rPr>
          <w:rFonts w:ascii="Book Antiqua" w:hAnsi="Book Antiqua"/>
          <w:b/>
          <w:noProof/>
          <w:sz w:val="28"/>
          <w:szCs w:val="28"/>
        </w:rPr>
        <w:t>/</w:t>
      </w:r>
      <w:r w:rsidR="00604C49">
        <w:rPr>
          <w:rFonts w:ascii="Book Antiqua" w:hAnsi="Book Antiqua"/>
          <w:b/>
          <w:noProof/>
          <w:sz w:val="28"/>
          <w:szCs w:val="28"/>
        </w:rPr>
        <w:t>2023</w:t>
      </w:r>
      <w:r w:rsidRPr="00F65437">
        <w:rPr>
          <w:rFonts w:ascii="Book Antiqua" w:hAnsi="Book Antiqua"/>
          <w:b/>
          <w:noProof/>
          <w:sz w:val="28"/>
          <w:szCs w:val="28"/>
        </w:rPr>
        <w:t>-</w:t>
      </w:r>
      <w:r w:rsidR="00604C49">
        <w:rPr>
          <w:rFonts w:ascii="Book Antiqua" w:hAnsi="Book Antiqua"/>
          <w:b/>
          <w:noProof/>
          <w:sz w:val="28"/>
          <w:szCs w:val="28"/>
        </w:rPr>
        <w:t>24</w:t>
      </w:r>
      <w:r w:rsidRPr="00F65437">
        <w:rPr>
          <w:rFonts w:ascii="Book Antiqua" w:hAnsi="Book Antiqua"/>
          <w:b/>
          <w:color w:val="FF0000"/>
          <w:sz w:val="28"/>
          <w:szCs w:val="28"/>
        </w:rPr>
        <w:t>.</w:t>
      </w:r>
    </w:p>
    <w:p w:rsidR="00FC48BB" w:rsidRPr="00F65437" w:rsidRDefault="00FC48BB" w:rsidP="00FC48BB">
      <w:pPr>
        <w:jc w:val="center"/>
        <w:rPr>
          <w:rFonts w:ascii="Book Antiqua" w:hAnsi="Book Antiqua"/>
          <w:b/>
          <w:sz w:val="28"/>
          <w:szCs w:val="28"/>
        </w:rPr>
      </w:pPr>
    </w:p>
    <w:p w:rsidR="00FC48BB" w:rsidRPr="00F65437" w:rsidRDefault="00FC48BB" w:rsidP="00FC48BB">
      <w:pPr>
        <w:rPr>
          <w:rFonts w:ascii="Book Antiqua" w:hAnsi="Book Antiqua"/>
          <w:sz w:val="28"/>
          <w:szCs w:val="28"/>
        </w:rPr>
      </w:pPr>
      <w:r w:rsidRPr="00F65437">
        <w:rPr>
          <w:rFonts w:ascii="Book Antiqua" w:hAnsi="Book Antiqua"/>
          <w:sz w:val="28"/>
          <w:szCs w:val="28"/>
        </w:rPr>
        <w:t xml:space="preserve"> </w:t>
      </w:r>
    </w:p>
    <w:p w:rsidR="00FC48BB" w:rsidRPr="00F65437" w:rsidRDefault="00FC48BB" w:rsidP="00FC48BB">
      <w:pPr>
        <w:spacing w:line="360" w:lineRule="auto"/>
        <w:jc w:val="center"/>
        <w:rPr>
          <w:rFonts w:ascii="Book Antiqua" w:hAnsi="Book Antiqua" w:cs="Arial"/>
          <w:b/>
          <w:color w:val="FF0000"/>
          <w:sz w:val="22"/>
          <w:szCs w:val="22"/>
        </w:rPr>
      </w:pPr>
      <w:r w:rsidRPr="00F65437">
        <w:rPr>
          <w:rFonts w:ascii="Book Antiqua" w:hAnsi="Book Antiqua" w:cs="Arial"/>
          <w:b/>
          <w:color w:val="FF0000"/>
          <w:sz w:val="28"/>
          <w:szCs w:val="28"/>
        </w:rPr>
        <w:t xml:space="preserve">Providing House Keeping and Maintenance of </w:t>
      </w:r>
      <w:r w:rsidR="00604C49">
        <w:rPr>
          <w:rFonts w:ascii="Book Antiqua" w:hAnsi="Book Antiqua" w:cs="Arial"/>
          <w:b/>
          <w:color w:val="FF0000"/>
          <w:sz w:val="28"/>
          <w:szCs w:val="28"/>
        </w:rPr>
        <w:t xml:space="preserve">Ranga Reddy Zonal </w:t>
      </w:r>
      <w:r w:rsidRPr="00F65437">
        <w:rPr>
          <w:rFonts w:ascii="Book Antiqua" w:hAnsi="Book Antiqua" w:cs="Arial"/>
          <w:b/>
          <w:color w:val="FF0000"/>
          <w:sz w:val="28"/>
          <w:szCs w:val="28"/>
        </w:rPr>
        <w:t xml:space="preserve">office building </w:t>
      </w:r>
      <w:r w:rsidR="00604C49">
        <w:rPr>
          <w:rFonts w:ascii="Book Antiqua" w:hAnsi="Book Antiqua" w:cs="Arial"/>
          <w:b/>
          <w:color w:val="FF0000"/>
          <w:sz w:val="28"/>
          <w:szCs w:val="28"/>
        </w:rPr>
        <w:t>at K</w:t>
      </w:r>
      <w:r w:rsidRPr="00F65437">
        <w:rPr>
          <w:rFonts w:ascii="Book Antiqua" w:hAnsi="Book Antiqua" w:cs="Arial"/>
          <w:b/>
          <w:color w:val="FF0000"/>
          <w:sz w:val="28"/>
          <w:szCs w:val="28"/>
        </w:rPr>
        <w:t>PHB Colony, Hyderabad for the period from April 202</w:t>
      </w:r>
      <w:r w:rsidR="00604C49">
        <w:rPr>
          <w:rFonts w:ascii="Book Antiqua" w:hAnsi="Book Antiqua" w:cs="Arial"/>
          <w:b/>
          <w:color w:val="FF0000"/>
          <w:sz w:val="28"/>
          <w:szCs w:val="28"/>
        </w:rPr>
        <w:t>3</w:t>
      </w:r>
      <w:r w:rsidRPr="00F65437">
        <w:rPr>
          <w:rFonts w:ascii="Book Antiqua" w:hAnsi="Book Antiqua" w:cs="Arial"/>
          <w:b/>
          <w:color w:val="FF0000"/>
          <w:sz w:val="28"/>
          <w:szCs w:val="28"/>
        </w:rPr>
        <w:t xml:space="preserve"> to March 202</w:t>
      </w:r>
      <w:r w:rsidR="00604C49">
        <w:rPr>
          <w:rFonts w:ascii="Book Antiqua" w:hAnsi="Book Antiqua" w:cs="Arial"/>
          <w:b/>
          <w:color w:val="FF0000"/>
          <w:sz w:val="28"/>
          <w:szCs w:val="28"/>
        </w:rPr>
        <w:t>4</w:t>
      </w:r>
      <w:r w:rsidRPr="00F65437">
        <w:rPr>
          <w:rFonts w:ascii="Book Antiqua" w:hAnsi="Book Antiqua" w:cs="Arial"/>
          <w:b/>
          <w:color w:val="FF0000"/>
          <w:sz w:val="28"/>
          <w:szCs w:val="28"/>
        </w:rPr>
        <w:t xml:space="preserve"> in Cybercity Circle</w:t>
      </w:r>
      <w:r w:rsidRPr="00F65437">
        <w:rPr>
          <w:rFonts w:ascii="Book Antiqua" w:hAnsi="Book Antiqua" w:cs="Arial"/>
          <w:b/>
          <w:color w:val="FF0000"/>
          <w:sz w:val="22"/>
          <w:szCs w:val="22"/>
        </w:rPr>
        <w:t xml:space="preserve"> </w:t>
      </w:r>
    </w:p>
    <w:p w:rsidR="00FC48BB" w:rsidRPr="00F65437" w:rsidRDefault="00FC48BB" w:rsidP="00FC48BB">
      <w:pPr>
        <w:rPr>
          <w:rFonts w:ascii="Book Antiqua" w:hAnsi="Book Antiqua"/>
          <w:sz w:val="22"/>
          <w:szCs w:val="22"/>
        </w:rPr>
      </w:pPr>
    </w:p>
    <w:p w:rsidR="00FC48BB" w:rsidRPr="00F65437" w:rsidRDefault="00FC48BB" w:rsidP="00FC48BB">
      <w:pPr>
        <w:rPr>
          <w:rFonts w:ascii="Book Antiqua" w:hAnsi="Book Antiqua"/>
          <w:sz w:val="22"/>
          <w:szCs w:val="22"/>
        </w:rPr>
      </w:pPr>
    </w:p>
    <w:p w:rsidR="00FC48BB" w:rsidRPr="00F65437" w:rsidRDefault="00FC48BB" w:rsidP="00FC48BB">
      <w:pPr>
        <w:rPr>
          <w:rFonts w:ascii="Book Antiqua" w:hAnsi="Book Antiqua"/>
          <w:sz w:val="22"/>
          <w:szCs w:val="22"/>
        </w:rPr>
      </w:pPr>
      <w:r w:rsidRPr="00F65437">
        <w:rPr>
          <w:rFonts w:ascii="Book Antiqua" w:hAnsi="Book Antiqua"/>
          <w:sz w:val="22"/>
          <w:szCs w:val="22"/>
        </w:rPr>
        <w:t>Issued to Sri/Smt. M/s. ---------------------------------------------------------------</w:t>
      </w:r>
    </w:p>
    <w:p w:rsidR="00FC48BB" w:rsidRPr="00F65437" w:rsidRDefault="00FC48BB" w:rsidP="00FC48BB">
      <w:pPr>
        <w:rPr>
          <w:rFonts w:ascii="Book Antiqua" w:hAnsi="Book Antiqua"/>
          <w:sz w:val="22"/>
          <w:szCs w:val="22"/>
        </w:rPr>
      </w:pPr>
    </w:p>
    <w:p w:rsidR="00FC48BB" w:rsidRPr="00F65437" w:rsidRDefault="00FC48BB" w:rsidP="00FC48BB">
      <w:pPr>
        <w:rPr>
          <w:rFonts w:ascii="Book Antiqua" w:hAnsi="Book Antiqua"/>
          <w:sz w:val="22"/>
          <w:szCs w:val="22"/>
        </w:rPr>
      </w:pPr>
      <w:r w:rsidRPr="00F65437">
        <w:rPr>
          <w:rFonts w:ascii="Book Antiqua" w:hAnsi="Book Antiqua"/>
          <w:sz w:val="22"/>
          <w:szCs w:val="22"/>
        </w:rPr>
        <w:tab/>
      </w:r>
      <w:r w:rsidRPr="00F65437">
        <w:rPr>
          <w:rFonts w:ascii="Book Antiqua" w:hAnsi="Book Antiqua"/>
          <w:sz w:val="22"/>
          <w:szCs w:val="22"/>
        </w:rPr>
        <w:tab/>
        <w:t xml:space="preserve">                ---------------------------------------------------------------</w:t>
      </w:r>
    </w:p>
    <w:p w:rsidR="00FC48BB" w:rsidRPr="00F65437" w:rsidRDefault="00FC48BB" w:rsidP="00FC48BB">
      <w:pPr>
        <w:rPr>
          <w:rFonts w:ascii="Book Antiqua" w:hAnsi="Book Antiqua"/>
          <w:sz w:val="22"/>
          <w:szCs w:val="22"/>
        </w:rPr>
      </w:pPr>
    </w:p>
    <w:p w:rsidR="00FC48BB" w:rsidRPr="00F65437" w:rsidRDefault="00FC48BB" w:rsidP="00FC48BB">
      <w:pPr>
        <w:rPr>
          <w:rFonts w:ascii="Book Antiqua" w:hAnsi="Book Antiqua"/>
          <w:sz w:val="22"/>
          <w:szCs w:val="22"/>
        </w:rPr>
      </w:pPr>
      <w:r w:rsidRPr="00F65437">
        <w:rPr>
          <w:rFonts w:ascii="Book Antiqua" w:hAnsi="Book Antiqua"/>
          <w:sz w:val="22"/>
          <w:szCs w:val="22"/>
        </w:rPr>
        <w:tab/>
      </w:r>
      <w:r w:rsidRPr="00F65437">
        <w:rPr>
          <w:rFonts w:ascii="Book Antiqua" w:hAnsi="Book Antiqua"/>
          <w:sz w:val="22"/>
          <w:szCs w:val="22"/>
        </w:rPr>
        <w:tab/>
      </w:r>
      <w:r w:rsidRPr="00F65437">
        <w:rPr>
          <w:rFonts w:ascii="Book Antiqua" w:hAnsi="Book Antiqua"/>
          <w:sz w:val="22"/>
          <w:szCs w:val="22"/>
        </w:rPr>
        <w:tab/>
        <w:t xml:space="preserve">       --------------------------------------------------------------</w:t>
      </w:r>
    </w:p>
    <w:p w:rsidR="00FC48BB" w:rsidRPr="00F65437" w:rsidRDefault="00FC48BB" w:rsidP="00FC48BB">
      <w:pPr>
        <w:rPr>
          <w:rFonts w:ascii="Book Antiqua" w:hAnsi="Book Antiqua"/>
          <w:sz w:val="22"/>
          <w:szCs w:val="22"/>
        </w:rPr>
      </w:pPr>
    </w:p>
    <w:p w:rsidR="00FC48BB" w:rsidRPr="00F65437" w:rsidRDefault="00FC48BB" w:rsidP="00FC48BB">
      <w:pPr>
        <w:rPr>
          <w:rFonts w:ascii="Book Antiqua" w:hAnsi="Book Antiqua"/>
          <w:sz w:val="22"/>
          <w:szCs w:val="22"/>
        </w:rPr>
      </w:pPr>
      <w:r w:rsidRPr="00F65437">
        <w:rPr>
          <w:rFonts w:ascii="Book Antiqua" w:hAnsi="Book Antiqua"/>
          <w:sz w:val="22"/>
          <w:szCs w:val="22"/>
        </w:rPr>
        <w:tab/>
      </w:r>
      <w:r w:rsidRPr="00F65437">
        <w:rPr>
          <w:rFonts w:ascii="Book Antiqua" w:hAnsi="Book Antiqua"/>
          <w:sz w:val="22"/>
          <w:szCs w:val="22"/>
        </w:rPr>
        <w:tab/>
      </w:r>
    </w:p>
    <w:p w:rsidR="00FC48BB" w:rsidRPr="00F65437" w:rsidRDefault="00FC48BB" w:rsidP="00FC48BB">
      <w:pPr>
        <w:rPr>
          <w:rFonts w:ascii="Book Antiqua" w:hAnsi="Book Antiqua"/>
          <w:sz w:val="22"/>
          <w:szCs w:val="22"/>
        </w:rPr>
      </w:pPr>
      <w:r w:rsidRPr="00F65437">
        <w:rPr>
          <w:rFonts w:ascii="Book Antiqua" w:hAnsi="Book Antiqua"/>
          <w:sz w:val="22"/>
          <w:szCs w:val="22"/>
        </w:rPr>
        <w:tab/>
      </w:r>
      <w:r w:rsidRPr="00F65437">
        <w:rPr>
          <w:rFonts w:ascii="Book Antiqua" w:hAnsi="Book Antiqua"/>
          <w:sz w:val="22"/>
          <w:szCs w:val="22"/>
        </w:rPr>
        <w:tab/>
        <w:t xml:space="preserve">                </w:t>
      </w:r>
    </w:p>
    <w:p w:rsidR="00FC48BB" w:rsidRPr="00F65437" w:rsidRDefault="00FC48BB" w:rsidP="00FC48BB">
      <w:pPr>
        <w:rPr>
          <w:rFonts w:ascii="Book Antiqua" w:hAnsi="Book Antiqua"/>
          <w:sz w:val="22"/>
          <w:szCs w:val="22"/>
        </w:rPr>
      </w:pPr>
    </w:p>
    <w:p w:rsidR="00FC48BB" w:rsidRPr="00F65437" w:rsidRDefault="00FC48BB" w:rsidP="00F65437">
      <w:pPr>
        <w:pStyle w:val="xl59"/>
        <w:spacing w:before="0" w:beforeAutospacing="0" w:after="0" w:afterAutospacing="0"/>
        <w:ind w:left="5760" w:firstLine="720"/>
        <w:textAlignment w:val="auto"/>
        <w:rPr>
          <w:rFonts w:ascii="Book Antiqua" w:hAnsi="Book Antiqua"/>
          <w:sz w:val="22"/>
          <w:szCs w:val="22"/>
        </w:rPr>
      </w:pPr>
      <w:r w:rsidRPr="00F65437">
        <w:rPr>
          <w:rFonts w:ascii="Book Antiqua" w:hAnsi="Book Antiqua"/>
          <w:sz w:val="22"/>
          <w:szCs w:val="22"/>
        </w:rPr>
        <w:t>Chief General Manager</w:t>
      </w:r>
    </w:p>
    <w:p w:rsidR="00FC48BB" w:rsidRPr="00F65437" w:rsidRDefault="00FC48BB" w:rsidP="00FC48BB">
      <w:pPr>
        <w:ind w:left="720" w:hanging="720"/>
        <w:rPr>
          <w:rFonts w:ascii="Book Antiqua" w:hAnsi="Book Antiqua"/>
          <w:sz w:val="22"/>
          <w:szCs w:val="22"/>
        </w:rPr>
      </w:pPr>
      <w:r w:rsidRPr="00F65437">
        <w:rPr>
          <w:rFonts w:ascii="Book Antiqua" w:hAnsi="Book Antiqua"/>
          <w:sz w:val="22"/>
          <w:szCs w:val="22"/>
        </w:rPr>
        <w:t>Phone: 040 – 23431434</w:t>
      </w:r>
      <w:r w:rsidRPr="00F65437">
        <w:rPr>
          <w:rFonts w:ascii="Book Antiqua" w:hAnsi="Book Antiqua"/>
          <w:sz w:val="22"/>
          <w:szCs w:val="22"/>
        </w:rPr>
        <w:tab/>
      </w:r>
      <w:r w:rsidRPr="00F65437">
        <w:rPr>
          <w:rFonts w:ascii="Book Antiqua" w:hAnsi="Book Antiqua"/>
          <w:sz w:val="22"/>
          <w:szCs w:val="22"/>
        </w:rPr>
        <w:tab/>
      </w:r>
      <w:r w:rsidRPr="00F65437">
        <w:rPr>
          <w:rFonts w:ascii="Book Antiqua" w:hAnsi="Book Antiqua"/>
          <w:sz w:val="22"/>
          <w:szCs w:val="22"/>
        </w:rPr>
        <w:tab/>
        <w:t xml:space="preserve">    </w:t>
      </w:r>
      <w:r w:rsidRPr="00F65437">
        <w:rPr>
          <w:rFonts w:ascii="Book Antiqua" w:hAnsi="Book Antiqua"/>
          <w:sz w:val="22"/>
          <w:szCs w:val="22"/>
        </w:rPr>
        <w:tab/>
        <w:t xml:space="preserve">   </w:t>
      </w:r>
      <w:r w:rsidR="00F65437">
        <w:rPr>
          <w:rFonts w:ascii="Book Antiqua" w:hAnsi="Book Antiqua"/>
          <w:sz w:val="22"/>
          <w:szCs w:val="22"/>
        </w:rPr>
        <w:tab/>
      </w:r>
      <w:r w:rsidR="00F65437">
        <w:rPr>
          <w:rFonts w:ascii="Book Antiqua" w:hAnsi="Book Antiqua"/>
          <w:sz w:val="22"/>
          <w:szCs w:val="22"/>
        </w:rPr>
        <w:tab/>
        <w:t xml:space="preserve">      </w:t>
      </w:r>
      <w:r w:rsidRPr="00F65437">
        <w:rPr>
          <w:rFonts w:ascii="Book Antiqua" w:hAnsi="Book Antiqua"/>
          <w:sz w:val="22"/>
          <w:szCs w:val="22"/>
        </w:rPr>
        <w:t xml:space="preserve">Ranga Reddy Zone, TSSPDCL,    </w:t>
      </w:r>
      <w:r w:rsidRPr="00F65437">
        <w:rPr>
          <w:rFonts w:ascii="Book Antiqua" w:hAnsi="Book Antiqua"/>
          <w:sz w:val="22"/>
          <w:szCs w:val="22"/>
        </w:rPr>
        <w:tab/>
      </w:r>
      <w:r w:rsidRPr="00F65437">
        <w:rPr>
          <w:rFonts w:ascii="Book Antiqua" w:hAnsi="Book Antiqua"/>
          <w:sz w:val="22"/>
          <w:szCs w:val="22"/>
        </w:rPr>
        <w:tab/>
      </w:r>
      <w:r w:rsidRPr="00F65437">
        <w:rPr>
          <w:rFonts w:ascii="Book Antiqua" w:hAnsi="Book Antiqua"/>
          <w:sz w:val="22"/>
          <w:szCs w:val="22"/>
        </w:rPr>
        <w:tab/>
      </w:r>
      <w:r w:rsidRPr="00F65437">
        <w:rPr>
          <w:rFonts w:ascii="Book Antiqua" w:hAnsi="Book Antiqua"/>
          <w:sz w:val="22"/>
          <w:szCs w:val="22"/>
        </w:rPr>
        <w:tab/>
      </w:r>
      <w:r w:rsidRPr="00F65437">
        <w:rPr>
          <w:rFonts w:ascii="Book Antiqua" w:hAnsi="Book Antiqua"/>
          <w:sz w:val="22"/>
          <w:szCs w:val="22"/>
        </w:rPr>
        <w:tab/>
        <w:t xml:space="preserve">   </w:t>
      </w:r>
      <w:r w:rsidRPr="00F65437">
        <w:rPr>
          <w:rFonts w:ascii="Book Antiqua" w:hAnsi="Book Antiqua"/>
          <w:sz w:val="22"/>
          <w:szCs w:val="22"/>
        </w:rPr>
        <w:tab/>
      </w:r>
      <w:r w:rsidRPr="00F65437">
        <w:rPr>
          <w:rFonts w:ascii="Book Antiqua" w:hAnsi="Book Antiqua"/>
          <w:sz w:val="22"/>
          <w:szCs w:val="22"/>
        </w:rPr>
        <w:tab/>
      </w:r>
      <w:r w:rsidRPr="00F65437">
        <w:rPr>
          <w:rFonts w:ascii="Book Antiqua" w:hAnsi="Book Antiqua"/>
          <w:sz w:val="22"/>
          <w:szCs w:val="22"/>
        </w:rPr>
        <w:tab/>
      </w:r>
      <w:r w:rsidR="00946639">
        <w:rPr>
          <w:rFonts w:ascii="Book Antiqua" w:hAnsi="Book Antiqua"/>
          <w:sz w:val="22"/>
          <w:szCs w:val="22"/>
        </w:rPr>
        <w:t xml:space="preserve"> </w:t>
      </w:r>
      <w:r w:rsidR="00F65437">
        <w:rPr>
          <w:rFonts w:ascii="Book Antiqua" w:hAnsi="Book Antiqua"/>
          <w:sz w:val="22"/>
          <w:szCs w:val="22"/>
        </w:rPr>
        <w:t xml:space="preserve"> </w:t>
      </w:r>
      <w:r w:rsidRPr="00F65437">
        <w:rPr>
          <w:rFonts w:ascii="Book Antiqua" w:hAnsi="Book Antiqua"/>
          <w:sz w:val="22"/>
          <w:szCs w:val="22"/>
        </w:rPr>
        <w:t>KPHB, Kukatpally, Hyderabad – 72.</w:t>
      </w:r>
    </w:p>
    <w:p w:rsidR="00FC48BB" w:rsidRPr="00F65437" w:rsidRDefault="00FC48BB">
      <w:pPr>
        <w:rPr>
          <w:rFonts w:ascii="Book Antiqua" w:hAnsi="Book Antiqua"/>
          <w:sz w:val="22"/>
          <w:szCs w:val="22"/>
        </w:rPr>
      </w:pPr>
      <w:r w:rsidRPr="00F65437">
        <w:rPr>
          <w:rFonts w:ascii="Book Antiqua" w:hAnsi="Book Antiqua"/>
          <w:sz w:val="22"/>
          <w:szCs w:val="22"/>
        </w:rPr>
        <w:br w:type="page"/>
      </w:r>
    </w:p>
    <w:p w:rsidR="00FC48BB" w:rsidRPr="00F65437" w:rsidRDefault="00FC48BB" w:rsidP="00FC48BB">
      <w:pPr>
        <w:jc w:val="center"/>
        <w:rPr>
          <w:rFonts w:ascii="Book Antiqua" w:hAnsi="Book Antiqua"/>
          <w:sz w:val="22"/>
          <w:szCs w:val="22"/>
        </w:rPr>
      </w:pPr>
    </w:p>
    <w:tbl>
      <w:tblPr>
        <w:tblW w:w="0" w:type="auto"/>
        <w:jc w:val="center"/>
        <w:tblInd w:w="-908" w:type="dxa"/>
        <w:tblLook w:val="04A0"/>
      </w:tblPr>
      <w:tblGrid>
        <w:gridCol w:w="1359"/>
        <w:gridCol w:w="7998"/>
      </w:tblGrid>
      <w:tr w:rsidR="00FC48BB" w:rsidRPr="00F65437" w:rsidTr="00290F96">
        <w:trPr>
          <w:trHeight w:val="1020"/>
          <w:jc w:val="center"/>
        </w:trPr>
        <w:tc>
          <w:tcPr>
            <w:tcW w:w="1359" w:type="dxa"/>
            <w:hideMark/>
          </w:tcPr>
          <w:p w:rsidR="00FC48BB" w:rsidRPr="00F65437" w:rsidRDefault="00FC48BB" w:rsidP="00290F96">
            <w:pPr>
              <w:pStyle w:val="BodyText2"/>
              <w:tabs>
                <w:tab w:val="center" w:pos="4320"/>
                <w:tab w:val="right" w:pos="8640"/>
              </w:tabs>
              <w:ind w:left="4320" w:right="-120" w:hanging="4320"/>
              <w:jc w:val="center"/>
              <w:rPr>
                <w:rFonts w:ascii="Book Antiqua" w:hAnsi="Book Antiqua"/>
                <w:noProof/>
                <w:sz w:val="22"/>
                <w:szCs w:val="22"/>
              </w:rPr>
            </w:pPr>
            <w:r w:rsidRPr="00F65437">
              <w:rPr>
                <w:rFonts w:ascii="Book Antiqua" w:hAnsi="Book Antiqua"/>
                <w:b/>
                <w:bCs/>
                <w:sz w:val="22"/>
                <w:szCs w:val="22"/>
              </w:rPr>
              <w:br w:type="page"/>
            </w:r>
            <w:r w:rsidRPr="00F65437">
              <w:rPr>
                <w:rFonts w:ascii="Book Antiqua" w:hAnsi="Book Antiqua"/>
                <w:b/>
                <w:sz w:val="22"/>
                <w:szCs w:val="22"/>
              </w:rPr>
              <w:br w:type="page"/>
            </w:r>
            <w:r w:rsidRPr="00F65437">
              <w:rPr>
                <w:rFonts w:ascii="Book Antiqua" w:hAnsi="Book Antiqua"/>
                <w:noProof/>
                <w:sz w:val="22"/>
                <w:szCs w:val="22"/>
                <w:lang w:bidi="te-IN"/>
              </w:rPr>
              <w:drawing>
                <wp:inline distT="0" distB="0" distL="0" distR="0">
                  <wp:extent cx="733425" cy="600075"/>
                  <wp:effectExtent l="19050" t="0" r="9525" b="0"/>
                  <wp:docPr id="4" name="Picture 1" descr="tgspdc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gspdcl"/>
                          <pic:cNvPicPr>
                            <a:picLocks noChangeAspect="1" noChangeArrowheads="1"/>
                          </pic:cNvPicPr>
                        </pic:nvPicPr>
                        <pic:blipFill>
                          <a:blip r:embed="rId9"/>
                          <a:srcRect/>
                          <a:stretch>
                            <a:fillRect/>
                          </a:stretch>
                        </pic:blipFill>
                        <pic:spPr bwMode="auto">
                          <a:xfrm>
                            <a:off x="0" y="0"/>
                            <a:ext cx="733425" cy="600075"/>
                          </a:xfrm>
                          <a:prstGeom prst="rect">
                            <a:avLst/>
                          </a:prstGeom>
                          <a:noFill/>
                          <a:ln w="9525">
                            <a:noFill/>
                            <a:miter lim="800000"/>
                            <a:headEnd/>
                            <a:tailEnd/>
                          </a:ln>
                        </pic:spPr>
                      </pic:pic>
                    </a:graphicData>
                  </a:graphic>
                </wp:inline>
              </w:drawing>
            </w:r>
          </w:p>
        </w:tc>
        <w:tc>
          <w:tcPr>
            <w:tcW w:w="7998" w:type="dxa"/>
          </w:tcPr>
          <w:p w:rsidR="00FC48BB" w:rsidRPr="00F65437" w:rsidRDefault="00FC48BB" w:rsidP="00290F96">
            <w:pPr>
              <w:pStyle w:val="NoSpacing"/>
              <w:jc w:val="center"/>
              <w:rPr>
                <w:rFonts w:ascii="Book Antiqua" w:hAnsi="Book Antiqua" w:cs="Calibri"/>
                <w:b/>
                <w:sz w:val="22"/>
                <w:szCs w:val="22"/>
              </w:rPr>
            </w:pPr>
            <w:r w:rsidRPr="00F65437">
              <w:rPr>
                <w:rFonts w:ascii="Book Antiqua" w:hAnsi="Book Antiqua" w:cs="Calibri"/>
                <w:b/>
                <w:sz w:val="22"/>
                <w:szCs w:val="22"/>
              </w:rPr>
              <w:t>SOUTHERN POWER DISTRIBUTION COMPANY OF TELANGANA LTD.</w:t>
            </w:r>
          </w:p>
          <w:p w:rsidR="00FC48BB" w:rsidRPr="00F65437" w:rsidRDefault="00FC48BB" w:rsidP="00290F96">
            <w:pPr>
              <w:pStyle w:val="NoSpacing"/>
              <w:jc w:val="center"/>
              <w:rPr>
                <w:rFonts w:ascii="Book Antiqua" w:hAnsi="Book Antiqua" w:cs="Calibri"/>
                <w:b/>
                <w:sz w:val="22"/>
                <w:szCs w:val="22"/>
              </w:rPr>
            </w:pPr>
            <w:r w:rsidRPr="00F65437">
              <w:rPr>
                <w:rFonts w:ascii="Book Antiqua" w:hAnsi="Book Antiqua" w:cs="Calibri"/>
                <w:b/>
                <w:sz w:val="22"/>
                <w:szCs w:val="22"/>
              </w:rPr>
              <w:t>RANGA REDDY ZONE, KPHB COLONY :: HYDERABAD – 72</w:t>
            </w:r>
          </w:p>
          <w:p w:rsidR="00FC48BB" w:rsidRPr="00F65437" w:rsidRDefault="00FC48BB" w:rsidP="00290F96">
            <w:pPr>
              <w:pStyle w:val="NoSpacing"/>
              <w:jc w:val="center"/>
              <w:rPr>
                <w:rFonts w:ascii="Book Antiqua" w:hAnsi="Book Antiqua"/>
                <w:sz w:val="22"/>
                <w:szCs w:val="22"/>
              </w:rPr>
            </w:pPr>
          </w:p>
        </w:tc>
      </w:tr>
    </w:tbl>
    <w:p w:rsidR="00FC48BB" w:rsidRPr="00F65437" w:rsidRDefault="00FC48BB" w:rsidP="00FC48BB">
      <w:pPr>
        <w:jc w:val="center"/>
        <w:rPr>
          <w:rFonts w:ascii="Book Antiqua" w:hAnsi="Book Antiqua"/>
          <w:b/>
          <w:sz w:val="28"/>
          <w:szCs w:val="28"/>
        </w:rPr>
      </w:pPr>
      <w:r w:rsidRPr="00F65437">
        <w:rPr>
          <w:rFonts w:ascii="Book Antiqua" w:hAnsi="Book Antiqua"/>
          <w:b/>
          <w:sz w:val="22"/>
          <w:szCs w:val="22"/>
        </w:rPr>
        <w:br/>
      </w:r>
      <w:r w:rsidRPr="00F65437">
        <w:rPr>
          <w:rFonts w:ascii="Book Antiqua" w:hAnsi="Book Antiqua"/>
          <w:b/>
          <w:sz w:val="28"/>
          <w:szCs w:val="28"/>
        </w:rPr>
        <w:t>TENDER SPECIFICATION</w:t>
      </w:r>
    </w:p>
    <w:p w:rsidR="00FC48BB" w:rsidRPr="00F65437" w:rsidRDefault="00FC48BB" w:rsidP="00FC48BB">
      <w:pPr>
        <w:jc w:val="center"/>
        <w:rPr>
          <w:rFonts w:ascii="Book Antiqua" w:hAnsi="Book Antiqua"/>
          <w:b/>
          <w:sz w:val="22"/>
          <w:szCs w:val="22"/>
        </w:rPr>
      </w:pPr>
    </w:p>
    <w:p w:rsidR="00FC48BB" w:rsidRPr="00F65437" w:rsidRDefault="00FC48BB" w:rsidP="00FC48BB">
      <w:pPr>
        <w:jc w:val="center"/>
        <w:rPr>
          <w:rFonts w:ascii="Book Antiqua" w:hAnsi="Book Antiqua"/>
          <w:sz w:val="22"/>
          <w:szCs w:val="22"/>
        </w:rPr>
      </w:pPr>
    </w:p>
    <w:p w:rsidR="00FC48BB" w:rsidRDefault="00FC48BB" w:rsidP="00FC48BB">
      <w:pPr>
        <w:framePr w:hSpace="180" w:wrap="around" w:vAnchor="text" w:hAnchor="margin" w:xAlign="center" w:y="163"/>
        <w:spacing w:line="360" w:lineRule="auto"/>
        <w:jc w:val="both"/>
        <w:rPr>
          <w:rFonts w:ascii="Book Antiqua" w:hAnsi="Book Antiqua"/>
          <w:sz w:val="22"/>
          <w:szCs w:val="22"/>
        </w:rPr>
      </w:pPr>
      <w:r w:rsidRPr="00F65437">
        <w:rPr>
          <w:rFonts w:ascii="Book Antiqua" w:hAnsi="Book Antiqua"/>
          <w:b/>
          <w:bCs/>
          <w:sz w:val="22"/>
          <w:szCs w:val="22"/>
        </w:rPr>
        <w:t>NAME OF THE WORK</w:t>
      </w:r>
      <w:r w:rsidRPr="00F65437">
        <w:rPr>
          <w:rFonts w:ascii="Book Antiqua" w:hAnsi="Book Antiqua"/>
          <w:sz w:val="22"/>
          <w:szCs w:val="22"/>
        </w:rPr>
        <w:t xml:space="preserve">  : </w:t>
      </w:r>
      <w:r w:rsidRPr="00F65437">
        <w:rPr>
          <w:rFonts w:ascii="Book Antiqua" w:hAnsi="Book Antiqua"/>
          <w:bCs/>
          <w:sz w:val="22"/>
          <w:szCs w:val="22"/>
        </w:rPr>
        <w:t>Schedule for the work</w:t>
      </w:r>
      <w:r w:rsidRPr="00F65437">
        <w:rPr>
          <w:rFonts w:ascii="Book Antiqua" w:hAnsi="Book Antiqua"/>
          <w:b/>
          <w:sz w:val="22"/>
          <w:szCs w:val="22"/>
        </w:rPr>
        <w:t xml:space="preserve"> </w:t>
      </w:r>
      <w:r w:rsidRPr="00F65437">
        <w:rPr>
          <w:rFonts w:ascii="Book Antiqua" w:hAnsi="Book Antiqua"/>
          <w:sz w:val="22"/>
          <w:szCs w:val="22"/>
        </w:rPr>
        <w:t>of  “</w:t>
      </w:r>
      <w:r w:rsidRPr="00F65437">
        <w:rPr>
          <w:rFonts w:ascii="Book Antiqua" w:hAnsi="Book Antiqua"/>
          <w:b/>
          <w:sz w:val="22"/>
          <w:szCs w:val="22"/>
        </w:rPr>
        <w:t xml:space="preserve">Providing House Keeping and Maintenance of </w:t>
      </w:r>
      <w:r w:rsidR="003166CD">
        <w:rPr>
          <w:rFonts w:ascii="Book Antiqua" w:hAnsi="Book Antiqua"/>
          <w:b/>
          <w:sz w:val="22"/>
          <w:szCs w:val="22"/>
        </w:rPr>
        <w:t xml:space="preserve">Ranga Reddy Zonal </w:t>
      </w:r>
      <w:r w:rsidRPr="00F65437">
        <w:rPr>
          <w:rFonts w:ascii="Book Antiqua" w:hAnsi="Book Antiqua"/>
          <w:b/>
          <w:sz w:val="22"/>
          <w:szCs w:val="22"/>
        </w:rPr>
        <w:t xml:space="preserve">office building </w:t>
      </w:r>
      <w:r w:rsidR="003166CD">
        <w:rPr>
          <w:rFonts w:ascii="Book Antiqua" w:hAnsi="Book Antiqua"/>
          <w:b/>
          <w:sz w:val="22"/>
          <w:szCs w:val="22"/>
        </w:rPr>
        <w:t xml:space="preserve">at </w:t>
      </w:r>
      <w:r w:rsidRPr="00F65437">
        <w:rPr>
          <w:rFonts w:ascii="Book Antiqua" w:hAnsi="Book Antiqua"/>
          <w:b/>
          <w:sz w:val="22"/>
          <w:szCs w:val="22"/>
        </w:rPr>
        <w:t xml:space="preserve"> KPHB Colony, Hyderabad for the period from April 202</w:t>
      </w:r>
      <w:r w:rsidR="003166CD">
        <w:rPr>
          <w:rFonts w:ascii="Book Antiqua" w:hAnsi="Book Antiqua"/>
          <w:b/>
          <w:sz w:val="22"/>
          <w:szCs w:val="22"/>
        </w:rPr>
        <w:t>3</w:t>
      </w:r>
      <w:r w:rsidRPr="00F65437">
        <w:rPr>
          <w:rFonts w:ascii="Book Antiqua" w:hAnsi="Book Antiqua"/>
          <w:b/>
          <w:sz w:val="22"/>
          <w:szCs w:val="22"/>
        </w:rPr>
        <w:t xml:space="preserve"> to March 202</w:t>
      </w:r>
      <w:r w:rsidR="003166CD">
        <w:rPr>
          <w:rFonts w:ascii="Book Antiqua" w:hAnsi="Book Antiqua"/>
          <w:b/>
          <w:sz w:val="22"/>
          <w:szCs w:val="22"/>
        </w:rPr>
        <w:t>4</w:t>
      </w:r>
      <w:r w:rsidRPr="00F65437">
        <w:rPr>
          <w:rFonts w:ascii="Book Antiqua" w:hAnsi="Book Antiqua"/>
          <w:b/>
          <w:sz w:val="22"/>
          <w:szCs w:val="22"/>
        </w:rPr>
        <w:t xml:space="preserve"> in Cybercity Circle”</w:t>
      </w:r>
      <w:r w:rsidRPr="00F65437">
        <w:rPr>
          <w:rFonts w:ascii="Book Antiqua" w:hAnsi="Book Antiqua"/>
          <w:sz w:val="22"/>
          <w:szCs w:val="22"/>
        </w:rPr>
        <w:t>.</w:t>
      </w:r>
    </w:p>
    <w:p w:rsidR="00F65437" w:rsidRPr="00F65437" w:rsidRDefault="00F65437" w:rsidP="00FC48BB">
      <w:pPr>
        <w:framePr w:hSpace="180" w:wrap="around" w:vAnchor="text" w:hAnchor="margin" w:xAlign="center" w:y="163"/>
        <w:spacing w:line="360" w:lineRule="auto"/>
        <w:jc w:val="both"/>
        <w:rPr>
          <w:rFonts w:ascii="Book Antiqua" w:hAnsi="Book Antiqua"/>
          <w:b/>
          <w:bCs/>
          <w:sz w:val="22"/>
          <w:szCs w:val="22"/>
        </w:rPr>
      </w:pPr>
    </w:p>
    <w:p w:rsidR="00FC48BB" w:rsidRPr="00F65437" w:rsidRDefault="00FC48BB" w:rsidP="00FC48BB">
      <w:pPr>
        <w:rPr>
          <w:rFonts w:ascii="Book Antiqua" w:hAnsi="Book Antiqua"/>
          <w:b/>
          <w:color w:val="000000"/>
          <w:sz w:val="22"/>
          <w:szCs w:val="22"/>
        </w:rPr>
      </w:pPr>
      <w:r w:rsidRPr="00F65437">
        <w:rPr>
          <w:rFonts w:ascii="Book Antiqua" w:hAnsi="Book Antiqua"/>
          <w:sz w:val="22"/>
          <w:szCs w:val="22"/>
        </w:rPr>
        <w:t>Specification No. CGM</w:t>
      </w:r>
      <w:r w:rsidRPr="00F65437">
        <w:rPr>
          <w:rFonts w:ascii="Book Antiqua" w:hAnsi="Book Antiqua"/>
          <w:sz w:val="22"/>
          <w:szCs w:val="22"/>
          <w:lang w:val="it-IT"/>
        </w:rPr>
        <w:t xml:space="preserve">/OP/RRZ/Hyd/.TS.No.     </w:t>
      </w:r>
      <w:r w:rsidRPr="00F65437">
        <w:rPr>
          <w:rFonts w:ascii="Book Antiqua" w:hAnsi="Book Antiqua"/>
          <w:b/>
          <w:sz w:val="22"/>
          <w:szCs w:val="22"/>
          <w:lang w:val="it-IT"/>
        </w:rPr>
        <w:t xml:space="preserve">OT- </w:t>
      </w:r>
      <w:r w:rsidR="003166CD">
        <w:rPr>
          <w:rFonts w:ascii="Book Antiqua" w:hAnsi="Book Antiqua"/>
          <w:b/>
          <w:sz w:val="22"/>
          <w:szCs w:val="22"/>
          <w:lang w:val="it-IT"/>
        </w:rPr>
        <w:t>05</w:t>
      </w:r>
      <w:r w:rsidRPr="00F65437">
        <w:rPr>
          <w:rFonts w:ascii="Book Antiqua" w:hAnsi="Book Antiqua"/>
          <w:b/>
          <w:sz w:val="22"/>
          <w:szCs w:val="22"/>
          <w:lang w:val="it-IT"/>
        </w:rPr>
        <w:t>/</w:t>
      </w:r>
      <w:r w:rsidRPr="00F65437">
        <w:rPr>
          <w:rFonts w:ascii="Book Antiqua" w:hAnsi="Book Antiqua"/>
          <w:b/>
          <w:color w:val="000000"/>
          <w:sz w:val="22"/>
          <w:szCs w:val="22"/>
        </w:rPr>
        <w:t>202</w:t>
      </w:r>
      <w:r w:rsidR="003166CD">
        <w:rPr>
          <w:rFonts w:ascii="Book Antiqua" w:hAnsi="Book Antiqua"/>
          <w:b/>
          <w:color w:val="000000"/>
          <w:sz w:val="22"/>
          <w:szCs w:val="22"/>
        </w:rPr>
        <w:t>3</w:t>
      </w:r>
      <w:r w:rsidRPr="00F65437">
        <w:rPr>
          <w:rFonts w:ascii="Book Antiqua" w:hAnsi="Book Antiqua"/>
          <w:b/>
          <w:color w:val="000000"/>
          <w:sz w:val="22"/>
          <w:szCs w:val="22"/>
        </w:rPr>
        <w:t>-</w:t>
      </w:r>
      <w:r w:rsidR="003166CD">
        <w:rPr>
          <w:rFonts w:ascii="Book Antiqua" w:hAnsi="Book Antiqua"/>
          <w:b/>
          <w:color w:val="000000"/>
          <w:sz w:val="22"/>
          <w:szCs w:val="22"/>
        </w:rPr>
        <w:t>24</w:t>
      </w:r>
      <w:r w:rsidRPr="00F65437">
        <w:rPr>
          <w:rFonts w:ascii="Book Antiqua" w:hAnsi="Book Antiqua"/>
          <w:b/>
          <w:color w:val="000000"/>
          <w:sz w:val="22"/>
          <w:szCs w:val="22"/>
        </w:rPr>
        <w:t xml:space="preserve">. </w:t>
      </w:r>
    </w:p>
    <w:p w:rsidR="00FC48BB" w:rsidRPr="00F65437" w:rsidRDefault="00FC48BB" w:rsidP="00FC48BB">
      <w:pPr>
        <w:rPr>
          <w:rFonts w:ascii="Book Antiqua" w:hAnsi="Book Antiqua"/>
          <w:b/>
          <w:color w:val="000000"/>
          <w:sz w:val="22"/>
          <w:szCs w:val="22"/>
        </w:rPr>
      </w:pPr>
    </w:p>
    <w:p w:rsidR="0056527B" w:rsidRDefault="00FC48BB" w:rsidP="00FC48BB">
      <w:pPr>
        <w:rPr>
          <w:rFonts w:ascii="Book Antiqua" w:hAnsi="Book Antiqua"/>
          <w:sz w:val="22"/>
          <w:szCs w:val="22"/>
        </w:rPr>
      </w:pPr>
      <w:r w:rsidRPr="00F65437">
        <w:rPr>
          <w:rFonts w:ascii="Book Antiqua" w:hAnsi="Book Antiqua"/>
          <w:sz w:val="22"/>
          <w:szCs w:val="22"/>
        </w:rPr>
        <w:t xml:space="preserve">Cost of each Tender  </w:t>
      </w:r>
      <w:r w:rsidRPr="00F65437">
        <w:rPr>
          <w:rFonts w:ascii="Book Antiqua" w:hAnsi="Book Antiqua"/>
          <w:sz w:val="22"/>
          <w:szCs w:val="22"/>
        </w:rPr>
        <w:tab/>
      </w:r>
      <w:r w:rsidRPr="00F65437">
        <w:rPr>
          <w:rFonts w:ascii="Book Antiqua" w:hAnsi="Book Antiqua"/>
          <w:sz w:val="22"/>
          <w:szCs w:val="22"/>
        </w:rPr>
        <w:tab/>
      </w:r>
      <w:r w:rsidRPr="00F65437">
        <w:rPr>
          <w:rFonts w:ascii="Book Antiqua" w:hAnsi="Book Antiqua"/>
          <w:sz w:val="22"/>
          <w:szCs w:val="22"/>
        </w:rPr>
        <w:tab/>
      </w:r>
      <w:r w:rsidRPr="00F65437">
        <w:rPr>
          <w:rFonts w:ascii="Book Antiqua" w:hAnsi="Book Antiqua"/>
          <w:sz w:val="22"/>
          <w:szCs w:val="22"/>
        </w:rPr>
        <w:tab/>
        <w:t>Rs. 560/- (Including 12% GST)</w:t>
      </w:r>
      <w:r w:rsidR="0056527B">
        <w:rPr>
          <w:rFonts w:ascii="Book Antiqua" w:hAnsi="Book Antiqua"/>
          <w:sz w:val="22"/>
          <w:szCs w:val="22"/>
        </w:rPr>
        <w:t>.</w:t>
      </w:r>
    </w:p>
    <w:p w:rsidR="0056527B" w:rsidRDefault="0056527B" w:rsidP="00FC48BB">
      <w:pPr>
        <w:rPr>
          <w:rFonts w:ascii="Book Antiqua" w:hAnsi="Book Antiqua"/>
          <w:sz w:val="22"/>
          <w:szCs w:val="22"/>
        </w:rPr>
      </w:pPr>
    </w:p>
    <w:p w:rsidR="0056527B" w:rsidRDefault="0056527B" w:rsidP="00FC48BB">
      <w:pPr>
        <w:rPr>
          <w:rFonts w:ascii="Book Antiqua" w:hAnsi="Book Antiqua"/>
          <w:sz w:val="22"/>
          <w:szCs w:val="22"/>
        </w:rPr>
      </w:pPr>
      <w:r>
        <w:rPr>
          <w:rFonts w:ascii="Book Antiqua" w:hAnsi="Book Antiqua"/>
          <w:sz w:val="22"/>
          <w:szCs w:val="22"/>
        </w:rPr>
        <w:t>Start date of sale of tenders</w:t>
      </w:r>
      <w:r>
        <w:rPr>
          <w:rFonts w:ascii="Book Antiqua" w:hAnsi="Book Antiqua"/>
          <w:sz w:val="22"/>
          <w:szCs w:val="22"/>
        </w:rPr>
        <w:tab/>
      </w:r>
      <w:r>
        <w:rPr>
          <w:rFonts w:ascii="Book Antiqua" w:hAnsi="Book Antiqua"/>
          <w:sz w:val="22"/>
          <w:szCs w:val="22"/>
        </w:rPr>
        <w:tab/>
      </w:r>
      <w:r>
        <w:rPr>
          <w:rFonts w:ascii="Book Antiqua" w:hAnsi="Book Antiqua"/>
          <w:sz w:val="22"/>
          <w:szCs w:val="22"/>
        </w:rPr>
        <w:tab/>
      </w:r>
      <w:r w:rsidR="003166CD">
        <w:rPr>
          <w:rFonts w:ascii="Book Antiqua" w:hAnsi="Book Antiqua"/>
          <w:sz w:val="22"/>
          <w:szCs w:val="22"/>
        </w:rPr>
        <w:t xml:space="preserve">    </w:t>
      </w:r>
      <w:r w:rsidR="00551DDA">
        <w:rPr>
          <w:rFonts w:ascii="Book Antiqua" w:hAnsi="Book Antiqua"/>
          <w:sz w:val="22"/>
          <w:szCs w:val="22"/>
        </w:rPr>
        <w:t>06</w:t>
      </w:r>
      <w:r>
        <w:rPr>
          <w:rFonts w:ascii="Book Antiqua" w:hAnsi="Book Antiqua"/>
          <w:sz w:val="22"/>
          <w:szCs w:val="22"/>
        </w:rPr>
        <w:t>/</w:t>
      </w:r>
      <w:r w:rsidR="00551DDA">
        <w:rPr>
          <w:rFonts w:ascii="Book Antiqua" w:hAnsi="Book Antiqua"/>
          <w:sz w:val="22"/>
          <w:szCs w:val="22"/>
        </w:rPr>
        <w:t>07</w:t>
      </w:r>
      <w:r>
        <w:rPr>
          <w:rFonts w:ascii="Book Antiqua" w:hAnsi="Book Antiqua"/>
          <w:sz w:val="22"/>
          <w:szCs w:val="22"/>
        </w:rPr>
        <w:t>/202</w:t>
      </w:r>
      <w:r w:rsidR="003166CD">
        <w:rPr>
          <w:rFonts w:ascii="Book Antiqua" w:hAnsi="Book Antiqua"/>
          <w:sz w:val="22"/>
          <w:szCs w:val="22"/>
        </w:rPr>
        <w:t>3</w:t>
      </w:r>
      <w:r>
        <w:rPr>
          <w:rFonts w:ascii="Book Antiqua" w:hAnsi="Book Antiqua"/>
          <w:sz w:val="22"/>
          <w:szCs w:val="22"/>
        </w:rPr>
        <w:t xml:space="preserve"> from 11:00 Hrs.</w:t>
      </w:r>
    </w:p>
    <w:p w:rsidR="0056527B" w:rsidRDefault="0056527B" w:rsidP="00FC48BB">
      <w:pPr>
        <w:rPr>
          <w:rFonts w:ascii="Book Antiqua" w:hAnsi="Book Antiqua"/>
          <w:sz w:val="22"/>
          <w:szCs w:val="22"/>
        </w:rPr>
      </w:pPr>
    </w:p>
    <w:p w:rsidR="00FC48BB" w:rsidRPr="00F65437" w:rsidRDefault="0056527B" w:rsidP="00FC48BB">
      <w:pPr>
        <w:rPr>
          <w:rFonts w:ascii="Book Antiqua" w:hAnsi="Book Antiqua"/>
          <w:color w:val="000000"/>
          <w:sz w:val="22"/>
          <w:szCs w:val="22"/>
        </w:rPr>
      </w:pPr>
      <w:r>
        <w:rPr>
          <w:rFonts w:ascii="Book Antiqua" w:hAnsi="Book Antiqua"/>
          <w:sz w:val="22"/>
          <w:szCs w:val="22"/>
        </w:rPr>
        <w:t>Last date of sale of tenders</w:t>
      </w:r>
      <w:r>
        <w:rPr>
          <w:rFonts w:ascii="Book Antiqua" w:hAnsi="Book Antiqua"/>
          <w:sz w:val="22"/>
          <w:szCs w:val="22"/>
        </w:rPr>
        <w:tab/>
      </w:r>
      <w:r>
        <w:rPr>
          <w:rFonts w:ascii="Book Antiqua" w:hAnsi="Book Antiqua"/>
          <w:sz w:val="22"/>
          <w:szCs w:val="22"/>
        </w:rPr>
        <w:tab/>
      </w:r>
      <w:r>
        <w:rPr>
          <w:rFonts w:ascii="Book Antiqua" w:hAnsi="Book Antiqua"/>
          <w:sz w:val="22"/>
          <w:szCs w:val="22"/>
        </w:rPr>
        <w:tab/>
      </w:r>
      <w:r w:rsidR="003166CD">
        <w:rPr>
          <w:rFonts w:ascii="Book Antiqua" w:hAnsi="Book Antiqua"/>
          <w:sz w:val="22"/>
          <w:szCs w:val="22"/>
        </w:rPr>
        <w:t xml:space="preserve">    </w:t>
      </w:r>
      <w:r w:rsidR="00551DDA">
        <w:rPr>
          <w:rFonts w:ascii="Book Antiqua" w:hAnsi="Book Antiqua"/>
          <w:sz w:val="22"/>
          <w:szCs w:val="22"/>
        </w:rPr>
        <w:t>14</w:t>
      </w:r>
      <w:r>
        <w:rPr>
          <w:rFonts w:ascii="Book Antiqua" w:hAnsi="Book Antiqua"/>
          <w:sz w:val="22"/>
          <w:szCs w:val="22"/>
        </w:rPr>
        <w:t>/</w:t>
      </w:r>
      <w:r w:rsidR="00551DDA">
        <w:rPr>
          <w:rFonts w:ascii="Book Antiqua" w:hAnsi="Book Antiqua"/>
          <w:sz w:val="22"/>
          <w:szCs w:val="22"/>
        </w:rPr>
        <w:t>07</w:t>
      </w:r>
      <w:r>
        <w:rPr>
          <w:rFonts w:ascii="Book Antiqua" w:hAnsi="Book Antiqua"/>
          <w:sz w:val="22"/>
          <w:szCs w:val="22"/>
        </w:rPr>
        <w:t>/</w:t>
      </w:r>
      <w:r w:rsidR="003166CD">
        <w:rPr>
          <w:rFonts w:ascii="Book Antiqua" w:hAnsi="Book Antiqua"/>
          <w:sz w:val="22"/>
          <w:szCs w:val="22"/>
        </w:rPr>
        <w:t>2023</w:t>
      </w:r>
      <w:r>
        <w:rPr>
          <w:rFonts w:ascii="Book Antiqua" w:hAnsi="Book Antiqua"/>
          <w:sz w:val="22"/>
          <w:szCs w:val="22"/>
        </w:rPr>
        <w:t xml:space="preserve"> upto 13:00 Hrs.</w:t>
      </w:r>
      <w:r w:rsidR="00FC48BB" w:rsidRPr="00F65437">
        <w:rPr>
          <w:rFonts w:ascii="Book Antiqua" w:hAnsi="Book Antiqua"/>
          <w:sz w:val="22"/>
          <w:szCs w:val="22"/>
        </w:rPr>
        <w:t xml:space="preserve"> </w:t>
      </w:r>
    </w:p>
    <w:p w:rsidR="00FC48BB" w:rsidRPr="00F65437" w:rsidRDefault="00FC48BB" w:rsidP="00FC48BB">
      <w:pPr>
        <w:spacing w:line="360" w:lineRule="auto"/>
        <w:rPr>
          <w:rFonts w:ascii="Book Antiqua" w:hAnsi="Book Antiqua"/>
          <w:sz w:val="22"/>
          <w:szCs w:val="22"/>
        </w:rPr>
      </w:pPr>
    </w:p>
    <w:p w:rsidR="00FC48BB" w:rsidRPr="00F65437" w:rsidRDefault="00FC48BB" w:rsidP="00FC48BB">
      <w:pPr>
        <w:spacing w:line="360" w:lineRule="auto"/>
        <w:rPr>
          <w:rFonts w:ascii="Book Antiqua" w:hAnsi="Book Antiqua"/>
          <w:sz w:val="22"/>
          <w:szCs w:val="22"/>
          <w:lang w:val="en-GB"/>
        </w:rPr>
      </w:pPr>
      <w:r w:rsidRPr="00F65437">
        <w:rPr>
          <w:rFonts w:ascii="Book Antiqua" w:hAnsi="Book Antiqua"/>
          <w:sz w:val="22"/>
          <w:szCs w:val="22"/>
        </w:rPr>
        <w:t xml:space="preserve">Last date of receipt of sealed tender is   </w:t>
      </w:r>
      <w:r w:rsidRPr="00F65437">
        <w:rPr>
          <w:rFonts w:ascii="Book Antiqua" w:hAnsi="Book Antiqua"/>
          <w:b/>
          <w:sz w:val="22"/>
          <w:szCs w:val="22"/>
        </w:rPr>
        <w:t xml:space="preserve">         </w:t>
      </w:r>
      <w:r w:rsidR="003166CD">
        <w:rPr>
          <w:rFonts w:ascii="Book Antiqua" w:hAnsi="Book Antiqua"/>
          <w:b/>
          <w:sz w:val="22"/>
          <w:szCs w:val="22"/>
        </w:rPr>
        <w:t xml:space="preserve">    </w:t>
      </w:r>
      <w:r w:rsidRPr="00F65437">
        <w:rPr>
          <w:rFonts w:ascii="Book Antiqua" w:hAnsi="Book Antiqua"/>
          <w:b/>
          <w:sz w:val="22"/>
          <w:szCs w:val="22"/>
        </w:rPr>
        <w:t xml:space="preserve"> </w:t>
      </w:r>
      <w:r w:rsidR="00551DDA">
        <w:rPr>
          <w:rFonts w:ascii="Book Antiqua" w:hAnsi="Book Antiqua"/>
          <w:b/>
          <w:sz w:val="22"/>
          <w:szCs w:val="22"/>
        </w:rPr>
        <w:t>15</w:t>
      </w:r>
      <w:r w:rsidR="003166CD">
        <w:rPr>
          <w:rFonts w:ascii="Book Antiqua" w:hAnsi="Book Antiqua"/>
          <w:b/>
          <w:sz w:val="22"/>
          <w:szCs w:val="22"/>
        </w:rPr>
        <w:t>/</w:t>
      </w:r>
      <w:r w:rsidR="00551DDA">
        <w:rPr>
          <w:rFonts w:ascii="Book Antiqua" w:hAnsi="Book Antiqua"/>
          <w:b/>
          <w:sz w:val="22"/>
          <w:szCs w:val="22"/>
        </w:rPr>
        <w:t>07</w:t>
      </w:r>
      <w:r w:rsidRPr="00F65437">
        <w:rPr>
          <w:rFonts w:ascii="Book Antiqua" w:hAnsi="Book Antiqua"/>
          <w:b/>
          <w:sz w:val="22"/>
          <w:szCs w:val="22"/>
        </w:rPr>
        <w:t>/2</w:t>
      </w:r>
      <w:r w:rsidR="003166CD">
        <w:rPr>
          <w:rFonts w:ascii="Book Antiqua" w:hAnsi="Book Antiqua"/>
          <w:b/>
          <w:sz w:val="22"/>
          <w:szCs w:val="22"/>
        </w:rPr>
        <w:t>023</w:t>
      </w:r>
      <w:r w:rsidRPr="00F65437">
        <w:rPr>
          <w:rFonts w:ascii="Book Antiqua" w:hAnsi="Book Antiqua"/>
          <w:sz w:val="22"/>
          <w:szCs w:val="22"/>
        </w:rPr>
        <w:t xml:space="preserve"> upto </w:t>
      </w:r>
      <w:r w:rsidRPr="00F65437">
        <w:rPr>
          <w:rFonts w:ascii="Book Antiqua" w:hAnsi="Book Antiqua"/>
          <w:b/>
          <w:sz w:val="22"/>
          <w:szCs w:val="22"/>
        </w:rPr>
        <w:t>13:00 Hrs</w:t>
      </w:r>
    </w:p>
    <w:p w:rsidR="00FC48BB" w:rsidRPr="00F65437" w:rsidRDefault="00FC48BB" w:rsidP="00FC48BB">
      <w:pPr>
        <w:spacing w:line="360" w:lineRule="auto"/>
        <w:rPr>
          <w:rFonts w:ascii="Book Antiqua" w:hAnsi="Book Antiqua"/>
          <w:sz w:val="22"/>
          <w:szCs w:val="22"/>
          <w:lang w:val="en-GB"/>
        </w:rPr>
      </w:pPr>
    </w:p>
    <w:p w:rsidR="00FC48BB" w:rsidRPr="00F65437" w:rsidRDefault="00FC48BB" w:rsidP="00FC48BB">
      <w:pPr>
        <w:rPr>
          <w:rFonts w:ascii="Book Antiqua" w:hAnsi="Book Antiqua"/>
          <w:sz w:val="22"/>
          <w:szCs w:val="22"/>
        </w:rPr>
      </w:pPr>
      <w:r w:rsidRPr="00F65437">
        <w:rPr>
          <w:rFonts w:ascii="Book Antiqua" w:hAnsi="Book Antiqua"/>
          <w:sz w:val="22"/>
          <w:szCs w:val="22"/>
        </w:rPr>
        <w:t xml:space="preserve">Date of opening of sealed tenders is </w:t>
      </w:r>
      <w:r w:rsidRPr="00F65437">
        <w:rPr>
          <w:rFonts w:ascii="Book Antiqua" w:hAnsi="Book Antiqua"/>
          <w:sz w:val="22"/>
          <w:szCs w:val="22"/>
        </w:rPr>
        <w:tab/>
      </w:r>
      <w:r w:rsidRPr="00F65437">
        <w:rPr>
          <w:rFonts w:ascii="Book Antiqua" w:hAnsi="Book Antiqua"/>
          <w:b/>
          <w:sz w:val="22"/>
          <w:szCs w:val="22"/>
        </w:rPr>
        <w:t xml:space="preserve">            </w:t>
      </w:r>
      <w:r w:rsidR="003166CD">
        <w:rPr>
          <w:rFonts w:ascii="Book Antiqua" w:hAnsi="Book Antiqua"/>
          <w:b/>
          <w:sz w:val="22"/>
          <w:szCs w:val="22"/>
        </w:rPr>
        <w:t xml:space="preserve">     </w:t>
      </w:r>
      <w:r w:rsidRPr="00F65437">
        <w:rPr>
          <w:rFonts w:ascii="Book Antiqua" w:hAnsi="Book Antiqua"/>
          <w:b/>
          <w:sz w:val="22"/>
          <w:szCs w:val="22"/>
        </w:rPr>
        <w:t xml:space="preserve"> </w:t>
      </w:r>
      <w:r w:rsidR="00551DDA">
        <w:rPr>
          <w:rFonts w:ascii="Book Antiqua" w:hAnsi="Book Antiqua"/>
          <w:b/>
          <w:sz w:val="22"/>
          <w:szCs w:val="22"/>
        </w:rPr>
        <w:t>15</w:t>
      </w:r>
      <w:r w:rsidR="003166CD">
        <w:rPr>
          <w:rFonts w:ascii="Book Antiqua" w:hAnsi="Book Antiqua"/>
          <w:b/>
          <w:sz w:val="22"/>
          <w:szCs w:val="22"/>
        </w:rPr>
        <w:t>/</w:t>
      </w:r>
      <w:r w:rsidR="00551DDA">
        <w:rPr>
          <w:rFonts w:ascii="Book Antiqua" w:hAnsi="Book Antiqua"/>
          <w:b/>
          <w:sz w:val="22"/>
          <w:szCs w:val="22"/>
        </w:rPr>
        <w:t>07</w:t>
      </w:r>
      <w:r w:rsidRPr="00F65437">
        <w:rPr>
          <w:rFonts w:ascii="Book Antiqua" w:hAnsi="Book Antiqua"/>
          <w:b/>
          <w:sz w:val="22"/>
          <w:szCs w:val="22"/>
        </w:rPr>
        <w:t>/</w:t>
      </w:r>
      <w:r w:rsidR="003166CD">
        <w:rPr>
          <w:rFonts w:ascii="Book Antiqua" w:hAnsi="Book Antiqua"/>
          <w:b/>
          <w:sz w:val="22"/>
          <w:szCs w:val="22"/>
        </w:rPr>
        <w:t>2023</w:t>
      </w:r>
      <w:r w:rsidRPr="00F65437">
        <w:rPr>
          <w:rFonts w:ascii="Book Antiqua" w:hAnsi="Book Antiqua"/>
          <w:sz w:val="22"/>
          <w:szCs w:val="22"/>
        </w:rPr>
        <w:t xml:space="preserve"> at </w:t>
      </w:r>
      <w:r w:rsidRPr="00F65437">
        <w:rPr>
          <w:rFonts w:ascii="Book Antiqua" w:hAnsi="Book Antiqua"/>
          <w:b/>
          <w:sz w:val="22"/>
          <w:szCs w:val="22"/>
        </w:rPr>
        <w:t>14:00 Hrs</w:t>
      </w:r>
      <w:r w:rsidRPr="00F65437">
        <w:rPr>
          <w:rFonts w:ascii="Book Antiqua" w:hAnsi="Book Antiqua"/>
          <w:sz w:val="22"/>
          <w:szCs w:val="22"/>
        </w:rPr>
        <w:t>.</w:t>
      </w:r>
    </w:p>
    <w:p w:rsidR="00FC48BB" w:rsidRPr="00F65437" w:rsidRDefault="00FC48BB" w:rsidP="00FC48BB">
      <w:pPr>
        <w:spacing w:line="360" w:lineRule="auto"/>
        <w:rPr>
          <w:rFonts w:ascii="Book Antiqua" w:hAnsi="Book Antiqua"/>
          <w:sz w:val="22"/>
          <w:szCs w:val="22"/>
          <w:lang w:val="en-GB"/>
        </w:rPr>
      </w:pPr>
    </w:p>
    <w:p w:rsidR="00FC48BB" w:rsidRPr="00F65437" w:rsidRDefault="00FC48BB" w:rsidP="00FC48BB">
      <w:pPr>
        <w:spacing w:line="360" w:lineRule="auto"/>
        <w:rPr>
          <w:rFonts w:ascii="Book Antiqua" w:hAnsi="Book Antiqua"/>
          <w:sz w:val="22"/>
          <w:szCs w:val="22"/>
          <w:lang w:val="en-GB"/>
        </w:rPr>
      </w:pPr>
    </w:p>
    <w:p w:rsidR="00FC48BB" w:rsidRPr="00F65437" w:rsidRDefault="00FC48BB" w:rsidP="00FC48BB">
      <w:pPr>
        <w:spacing w:line="360" w:lineRule="auto"/>
        <w:rPr>
          <w:rFonts w:ascii="Book Antiqua" w:hAnsi="Book Antiqua"/>
          <w:sz w:val="22"/>
          <w:szCs w:val="22"/>
        </w:rPr>
      </w:pPr>
      <w:r w:rsidRPr="00F65437">
        <w:rPr>
          <w:rFonts w:ascii="Book Antiqua" w:hAnsi="Book Antiqua"/>
          <w:sz w:val="22"/>
          <w:szCs w:val="22"/>
        </w:rPr>
        <w:t>Issued to Sri/Smt. M/s. _____________________________________________________</w:t>
      </w:r>
    </w:p>
    <w:p w:rsidR="00FC48BB" w:rsidRPr="00F65437" w:rsidRDefault="00FC48BB" w:rsidP="00FC48BB">
      <w:pPr>
        <w:spacing w:line="360" w:lineRule="auto"/>
        <w:rPr>
          <w:rFonts w:ascii="Book Antiqua" w:hAnsi="Book Antiqua"/>
          <w:sz w:val="22"/>
          <w:szCs w:val="22"/>
        </w:rPr>
      </w:pPr>
    </w:p>
    <w:p w:rsidR="00FC48BB" w:rsidRPr="00F65437" w:rsidRDefault="00FC48BB" w:rsidP="00FC48BB">
      <w:pPr>
        <w:spacing w:line="360" w:lineRule="auto"/>
        <w:ind w:left="1440" w:firstLine="720"/>
        <w:rPr>
          <w:rFonts w:ascii="Book Antiqua" w:hAnsi="Book Antiqua"/>
          <w:sz w:val="22"/>
          <w:szCs w:val="22"/>
        </w:rPr>
      </w:pPr>
      <w:r w:rsidRPr="00F65437">
        <w:rPr>
          <w:rFonts w:ascii="Book Antiqua" w:hAnsi="Book Antiqua"/>
          <w:sz w:val="22"/>
          <w:szCs w:val="22"/>
        </w:rPr>
        <w:t>_____________________________________________________</w:t>
      </w:r>
    </w:p>
    <w:p w:rsidR="00FC48BB" w:rsidRPr="00F65437" w:rsidRDefault="00FC48BB" w:rsidP="00FC48BB">
      <w:pPr>
        <w:spacing w:line="360" w:lineRule="auto"/>
        <w:rPr>
          <w:rFonts w:ascii="Book Antiqua" w:hAnsi="Book Antiqua"/>
          <w:sz w:val="22"/>
          <w:szCs w:val="22"/>
        </w:rPr>
      </w:pPr>
    </w:p>
    <w:p w:rsidR="00FC48BB" w:rsidRPr="00F65437" w:rsidRDefault="00FC48BB" w:rsidP="00FC48BB">
      <w:pPr>
        <w:spacing w:line="360" w:lineRule="auto"/>
        <w:ind w:left="1440" w:firstLine="720"/>
        <w:rPr>
          <w:rFonts w:ascii="Book Antiqua" w:hAnsi="Book Antiqua"/>
          <w:sz w:val="22"/>
          <w:szCs w:val="22"/>
        </w:rPr>
      </w:pPr>
      <w:r w:rsidRPr="00F65437">
        <w:rPr>
          <w:rFonts w:ascii="Book Antiqua" w:hAnsi="Book Antiqua"/>
          <w:sz w:val="22"/>
          <w:szCs w:val="22"/>
        </w:rPr>
        <w:t>_____________________________________________________</w:t>
      </w:r>
    </w:p>
    <w:p w:rsidR="00FC48BB" w:rsidRPr="00F65437" w:rsidRDefault="00FC48BB" w:rsidP="00FC48BB">
      <w:pPr>
        <w:spacing w:line="360" w:lineRule="auto"/>
        <w:rPr>
          <w:rFonts w:ascii="Book Antiqua" w:hAnsi="Book Antiqua"/>
          <w:sz w:val="22"/>
          <w:szCs w:val="22"/>
        </w:rPr>
      </w:pPr>
    </w:p>
    <w:p w:rsidR="00FC48BB" w:rsidRPr="00F65437" w:rsidRDefault="00FC48BB" w:rsidP="00FC48BB">
      <w:pPr>
        <w:spacing w:line="360" w:lineRule="auto"/>
        <w:ind w:left="1440" w:firstLine="720"/>
        <w:rPr>
          <w:rFonts w:ascii="Book Antiqua" w:hAnsi="Book Antiqua"/>
          <w:sz w:val="22"/>
          <w:szCs w:val="22"/>
        </w:rPr>
      </w:pPr>
      <w:r w:rsidRPr="00F65437">
        <w:rPr>
          <w:rFonts w:ascii="Book Antiqua" w:hAnsi="Book Antiqua"/>
          <w:sz w:val="22"/>
          <w:szCs w:val="22"/>
        </w:rPr>
        <w:t>_____________________________________________________</w:t>
      </w:r>
    </w:p>
    <w:p w:rsidR="00FC48BB" w:rsidRPr="00F65437" w:rsidRDefault="00FC48BB" w:rsidP="00FC48BB">
      <w:pPr>
        <w:jc w:val="center"/>
        <w:rPr>
          <w:rFonts w:ascii="Book Antiqua" w:hAnsi="Book Antiqua"/>
          <w:sz w:val="22"/>
          <w:szCs w:val="22"/>
        </w:rPr>
      </w:pPr>
    </w:p>
    <w:p w:rsidR="00FC48BB" w:rsidRPr="00F65437" w:rsidRDefault="00FC48BB" w:rsidP="00FC48BB">
      <w:pPr>
        <w:spacing w:line="360" w:lineRule="auto"/>
        <w:jc w:val="center"/>
        <w:rPr>
          <w:rFonts w:ascii="Book Antiqua" w:hAnsi="Book Antiqua"/>
          <w:sz w:val="22"/>
          <w:szCs w:val="22"/>
          <w:lang w:val="en-GB"/>
        </w:rPr>
      </w:pPr>
    </w:p>
    <w:p w:rsidR="00FC48BB" w:rsidRPr="00F65437" w:rsidRDefault="00FC48BB" w:rsidP="00FC48BB">
      <w:pPr>
        <w:spacing w:line="360" w:lineRule="auto"/>
        <w:jc w:val="center"/>
        <w:rPr>
          <w:rFonts w:ascii="Book Antiqua" w:hAnsi="Book Antiqua"/>
          <w:sz w:val="22"/>
          <w:szCs w:val="22"/>
          <w:lang w:val="en-GB"/>
        </w:rPr>
      </w:pPr>
    </w:p>
    <w:p w:rsidR="00FC48BB" w:rsidRPr="00F65437" w:rsidRDefault="00FC48BB" w:rsidP="00FC48BB">
      <w:pPr>
        <w:ind w:left="5760" w:firstLine="720"/>
        <w:jc w:val="center"/>
        <w:rPr>
          <w:rFonts w:ascii="Book Antiqua" w:hAnsi="Book Antiqua"/>
          <w:sz w:val="22"/>
          <w:szCs w:val="22"/>
        </w:rPr>
      </w:pPr>
      <w:r w:rsidRPr="00F65437">
        <w:rPr>
          <w:rFonts w:ascii="Book Antiqua" w:hAnsi="Book Antiqua"/>
          <w:sz w:val="22"/>
          <w:szCs w:val="22"/>
        </w:rPr>
        <w:t>Chief General Manager/Operation,</w:t>
      </w:r>
    </w:p>
    <w:p w:rsidR="00FC48BB" w:rsidRPr="00F65437" w:rsidRDefault="00FC48BB" w:rsidP="00FC48BB">
      <w:pPr>
        <w:ind w:left="5760" w:firstLine="720"/>
        <w:jc w:val="center"/>
        <w:rPr>
          <w:rFonts w:ascii="Book Antiqua" w:hAnsi="Book Antiqua"/>
          <w:sz w:val="22"/>
          <w:szCs w:val="22"/>
        </w:rPr>
      </w:pPr>
      <w:r w:rsidRPr="00F65437">
        <w:rPr>
          <w:rFonts w:ascii="Book Antiqua" w:hAnsi="Book Antiqua"/>
          <w:sz w:val="22"/>
          <w:szCs w:val="22"/>
        </w:rPr>
        <w:t>Ranga Reddy Zone, TSSPDCL,</w:t>
      </w:r>
    </w:p>
    <w:p w:rsidR="00FC48BB" w:rsidRPr="00F65437" w:rsidRDefault="00946639" w:rsidP="00946639">
      <w:pPr>
        <w:ind w:left="6480"/>
        <w:rPr>
          <w:rFonts w:ascii="Book Antiqua" w:hAnsi="Book Antiqua"/>
          <w:sz w:val="22"/>
          <w:szCs w:val="22"/>
        </w:rPr>
      </w:pPr>
      <w:r>
        <w:rPr>
          <w:rFonts w:ascii="Book Antiqua" w:hAnsi="Book Antiqua"/>
          <w:sz w:val="22"/>
          <w:szCs w:val="22"/>
        </w:rPr>
        <w:t xml:space="preserve">      </w:t>
      </w:r>
      <w:r w:rsidR="00FC48BB" w:rsidRPr="00F65437">
        <w:rPr>
          <w:rFonts w:ascii="Book Antiqua" w:hAnsi="Book Antiqua"/>
          <w:sz w:val="22"/>
          <w:szCs w:val="22"/>
        </w:rPr>
        <w:t>KPHB Colony, Hyderabad</w:t>
      </w:r>
      <w:r>
        <w:rPr>
          <w:rFonts w:ascii="Book Antiqua" w:hAnsi="Book Antiqua"/>
          <w:sz w:val="22"/>
          <w:szCs w:val="22"/>
        </w:rPr>
        <w:t>-72</w:t>
      </w:r>
    </w:p>
    <w:p w:rsidR="00FC48BB" w:rsidRPr="00F65437" w:rsidRDefault="00FC48BB" w:rsidP="00FC48BB">
      <w:pPr>
        <w:jc w:val="center"/>
        <w:rPr>
          <w:rFonts w:ascii="Book Antiqua" w:hAnsi="Book Antiqua"/>
          <w:sz w:val="22"/>
          <w:szCs w:val="22"/>
        </w:rPr>
      </w:pPr>
    </w:p>
    <w:p w:rsidR="00FC48BB" w:rsidRPr="00F65437" w:rsidRDefault="00FC48BB">
      <w:pPr>
        <w:rPr>
          <w:rFonts w:ascii="Book Antiqua" w:hAnsi="Book Antiqua"/>
          <w:sz w:val="22"/>
          <w:szCs w:val="22"/>
        </w:rPr>
      </w:pPr>
      <w:r w:rsidRPr="00F65437">
        <w:rPr>
          <w:rFonts w:ascii="Book Antiqua" w:hAnsi="Book Antiqua"/>
          <w:sz w:val="22"/>
          <w:szCs w:val="22"/>
        </w:rPr>
        <w:br w:type="page"/>
      </w:r>
    </w:p>
    <w:p w:rsidR="00D61CE1" w:rsidRPr="00F65437" w:rsidRDefault="00D61CE1">
      <w:pPr>
        <w:rPr>
          <w:rFonts w:ascii="Book Antiqua" w:hAnsi="Book Antiqua"/>
          <w:sz w:val="22"/>
          <w:szCs w:val="22"/>
        </w:rPr>
      </w:pPr>
    </w:p>
    <w:tbl>
      <w:tblPr>
        <w:tblW w:w="0" w:type="auto"/>
        <w:jc w:val="center"/>
        <w:tblInd w:w="-908" w:type="dxa"/>
        <w:tblLook w:val="04A0"/>
      </w:tblPr>
      <w:tblGrid>
        <w:gridCol w:w="1372"/>
        <w:gridCol w:w="8075"/>
      </w:tblGrid>
      <w:tr w:rsidR="009D6C3A" w:rsidRPr="00F65437" w:rsidTr="00FD0939">
        <w:trPr>
          <w:trHeight w:val="1066"/>
          <w:jc w:val="center"/>
        </w:trPr>
        <w:tc>
          <w:tcPr>
            <w:tcW w:w="1372" w:type="dxa"/>
            <w:hideMark/>
          </w:tcPr>
          <w:p w:rsidR="009D6C3A" w:rsidRPr="00F65437" w:rsidRDefault="009D6C3A" w:rsidP="00305282">
            <w:pPr>
              <w:pStyle w:val="BodyText2"/>
              <w:tabs>
                <w:tab w:val="center" w:pos="4320"/>
                <w:tab w:val="right" w:pos="8640"/>
              </w:tabs>
              <w:ind w:left="4320" w:right="-120" w:hanging="4320"/>
              <w:jc w:val="center"/>
              <w:rPr>
                <w:rFonts w:ascii="Book Antiqua" w:hAnsi="Book Antiqua"/>
                <w:noProof/>
                <w:sz w:val="22"/>
                <w:szCs w:val="22"/>
              </w:rPr>
            </w:pPr>
            <w:r w:rsidRPr="00F65437">
              <w:rPr>
                <w:rFonts w:ascii="Book Antiqua" w:hAnsi="Book Antiqua"/>
                <w:b/>
                <w:sz w:val="22"/>
                <w:szCs w:val="22"/>
              </w:rPr>
              <w:br w:type="page"/>
            </w:r>
            <w:r w:rsidR="00114B51" w:rsidRPr="00F65437">
              <w:rPr>
                <w:rFonts w:ascii="Book Antiqua" w:hAnsi="Book Antiqua"/>
                <w:noProof/>
                <w:sz w:val="22"/>
                <w:szCs w:val="22"/>
                <w:lang w:bidi="te-IN"/>
              </w:rPr>
              <w:drawing>
                <wp:inline distT="0" distB="0" distL="0" distR="0">
                  <wp:extent cx="733425" cy="600075"/>
                  <wp:effectExtent l="19050" t="0" r="9525" b="0"/>
                  <wp:docPr id="1" name="Picture 1" descr="tgspdc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gspdcl"/>
                          <pic:cNvPicPr>
                            <a:picLocks noChangeAspect="1" noChangeArrowheads="1"/>
                          </pic:cNvPicPr>
                        </pic:nvPicPr>
                        <pic:blipFill>
                          <a:blip r:embed="rId9"/>
                          <a:srcRect/>
                          <a:stretch>
                            <a:fillRect/>
                          </a:stretch>
                        </pic:blipFill>
                        <pic:spPr bwMode="auto">
                          <a:xfrm>
                            <a:off x="0" y="0"/>
                            <a:ext cx="733425" cy="600075"/>
                          </a:xfrm>
                          <a:prstGeom prst="rect">
                            <a:avLst/>
                          </a:prstGeom>
                          <a:noFill/>
                          <a:ln w="9525">
                            <a:noFill/>
                            <a:miter lim="800000"/>
                            <a:headEnd/>
                            <a:tailEnd/>
                          </a:ln>
                        </pic:spPr>
                      </pic:pic>
                    </a:graphicData>
                  </a:graphic>
                </wp:inline>
              </w:drawing>
            </w:r>
          </w:p>
        </w:tc>
        <w:tc>
          <w:tcPr>
            <w:tcW w:w="8075" w:type="dxa"/>
          </w:tcPr>
          <w:p w:rsidR="009D6C3A" w:rsidRPr="00F65437" w:rsidRDefault="009D6C3A" w:rsidP="00305282">
            <w:pPr>
              <w:pStyle w:val="NoSpacing"/>
              <w:jc w:val="center"/>
              <w:rPr>
                <w:rFonts w:ascii="Book Antiqua" w:hAnsi="Book Antiqua" w:cs="Calibri"/>
                <w:b/>
                <w:sz w:val="22"/>
                <w:szCs w:val="22"/>
              </w:rPr>
            </w:pPr>
            <w:r w:rsidRPr="00F65437">
              <w:rPr>
                <w:rFonts w:ascii="Book Antiqua" w:hAnsi="Book Antiqua" w:cs="Calibri"/>
                <w:b/>
                <w:sz w:val="22"/>
                <w:szCs w:val="22"/>
              </w:rPr>
              <w:t>SOUTHERN POWER DISTRIBUTION COMPANY OF TELANGANA LTD.</w:t>
            </w:r>
          </w:p>
          <w:p w:rsidR="009D6C3A" w:rsidRPr="00F65437" w:rsidRDefault="00FD0939" w:rsidP="00305282">
            <w:pPr>
              <w:pStyle w:val="NoSpacing"/>
              <w:jc w:val="center"/>
              <w:rPr>
                <w:rFonts w:ascii="Book Antiqua" w:hAnsi="Book Antiqua" w:cs="Calibri"/>
                <w:b/>
                <w:sz w:val="22"/>
                <w:szCs w:val="22"/>
              </w:rPr>
            </w:pPr>
            <w:r w:rsidRPr="00F65437">
              <w:rPr>
                <w:rFonts w:ascii="Book Antiqua" w:hAnsi="Book Antiqua" w:cs="Calibri"/>
                <w:b/>
                <w:sz w:val="22"/>
                <w:szCs w:val="22"/>
              </w:rPr>
              <w:t>RANGA REDDY ZONE</w:t>
            </w:r>
            <w:r w:rsidR="009D6C3A" w:rsidRPr="00F65437">
              <w:rPr>
                <w:rFonts w:ascii="Book Antiqua" w:hAnsi="Book Antiqua" w:cs="Calibri"/>
                <w:b/>
                <w:sz w:val="22"/>
                <w:szCs w:val="22"/>
              </w:rPr>
              <w:t xml:space="preserve">, </w:t>
            </w:r>
            <w:r w:rsidRPr="00F65437">
              <w:rPr>
                <w:rFonts w:ascii="Book Antiqua" w:hAnsi="Book Antiqua" w:cs="Calibri"/>
                <w:b/>
                <w:sz w:val="22"/>
                <w:szCs w:val="22"/>
              </w:rPr>
              <w:t>KPHB COLONY</w:t>
            </w:r>
            <w:r w:rsidR="009D6C3A" w:rsidRPr="00F65437">
              <w:rPr>
                <w:rFonts w:ascii="Book Antiqua" w:hAnsi="Book Antiqua" w:cs="Calibri"/>
                <w:b/>
                <w:sz w:val="22"/>
                <w:szCs w:val="22"/>
              </w:rPr>
              <w:t xml:space="preserve"> :: HYDERABAD – </w:t>
            </w:r>
            <w:r w:rsidRPr="00F65437">
              <w:rPr>
                <w:rFonts w:ascii="Book Antiqua" w:hAnsi="Book Antiqua" w:cs="Calibri"/>
                <w:b/>
                <w:sz w:val="22"/>
                <w:szCs w:val="22"/>
              </w:rPr>
              <w:t>72</w:t>
            </w:r>
          </w:p>
          <w:p w:rsidR="009D6C3A" w:rsidRPr="00F65437" w:rsidRDefault="009D6C3A" w:rsidP="00305282">
            <w:pPr>
              <w:pStyle w:val="NoSpacing"/>
              <w:jc w:val="center"/>
              <w:rPr>
                <w:rFonts w:ascii="Book Antiqua" w:hAnsi="Book Antiqua"/>
                <w:sz w:val="22"/>
                <w:szCs w:val="22"/>
              </w:rPr>
            </w:pPr>
          </w:p>
        </w:tc>
      </w:tr>
    </w:tbl>
    <w:p w:rsidR="009D6C3A" w:rsidRPr="00F65437" w:rsidRDefault="009D6C3A" w:rsidP="009D6C3A">
      <w:pPr>
        <w:pStyle w:val="Title"/>
        <w:jc w:val="left"/>
        <w:outlineLvl w:val="9"/>
        <w:rPr>
          <w:rFonts w:ascii="Book Antiqua" w:hAnsi="Book Antiqua"/>
          <w:sz w:val="22"/>
          <w:szCs w:val="22"/>
        </w:rPr>
      </w:pPr>
      <w:r w:rsidRPr="00F65437">
        <w:rPr>
          <w:rFonts w:ascii="Book Antiqua" w:hAnsi="Book Antiqua" w:cs="Times New Roman"/>
          <w:sz w:val="22"/>
          <w:szCs w:val="22"/>
          <w:u w:val="single"/>
        </w:rPr>
        <w:t>TENDER SPECN/ENQUIRY</w:t>
      </w:r>
    </w:p>
    <w:p w:rsidR="009D6C3A" w:rsidRPr="00F65437" w:rsidRDefault="009D6C3A" w:rsidP="009D6C3A">
      <w:pPr>
        <w:rPr>
          <w:rFonts w:ascii="Book Antiqua" w:hAnsi="Book Antiqua"/>
          <w:sz w:val="22"/>
          <w:szCs w:val="22"/>
        </w:rPr>
      </w:pPr>
      <w:r w:rsidRPr="00F65437">
        <w:rPr>
          <w:rFonts w:ascii="Book Antiqua" w:hAnsi="Book Antiqua"/>
          <w:sz w:val="22"/>
          <w:szCs w:val="22"/>
        </w:rPr>
        <w:t>From:-</w:t>
      </w:r>
      <w:r w:rsidRPr="00F65437">
        <w:rPr>
          <w:rFonts w:ascii="Book Antiqua" w:hAnsi="Book Antiqua"/>
          <w:sz w:val="22"/>
          <w:szCs w:val="22"/>
        </w:rPr>
        <w:tab/>
      </w:r>
      <w:r w:rsidRPr="00F65437">
        <w:rPr>
          <w:rFonts w:ascii="Book Antiqua" w:hAnsi="Book Antiqua"/>
          <w:sz w:val="22"/>
          <w:szCs w:val="22"/>
        </w:rPr>
        <w:tab/>
      </w:r>
      <w:r w:rsidRPr="00F65437">
        <w:rPr>
          <w:rFonts w:ascii="Book Antiqua" w:hAnsi="Book Antiqua"/>
          <w:sz w:val="22"/>
          <w:szCs w:val="22"/>
        </w:rPr>
        <w:tab/>
      </w:r>
      <w:r w:rsidRPr="00F65437">
        <w:rPr>
          <w:rFonts w:ascii="Book Antiqua" w:hAnsi="Book Antiqua"/>
          <w:sz w:val="22"/>
          <w:szCs w:val="22"/>
        </w:rPr>
        <w:tab/>
      </w:r>
      <w:r w:rsidRPr="00F65437">
        <w:rPr>
          <w:rFonts w:ascii="Book Antiqua" w:hAnsi="Book Antiqua"/>
          <w:sz w:val="22"/>
          <w:szCs w:val="22"/>
        </w:rPr>
        <w:tab/>
      </w:r>
      <w:r w:rsidRPr="00F65437">
        <w:rPr>
          <w:rFonts w:ascii="Book Antiqua" w:hAnsi="Book Antiqua"/>
          <w:sz w:val="22"/>
          <w:szCs w:val="22"/>
        </w:rPr>
        <w:tab/>
      </w:r>
      <w:r w:rsidRPr="00F65437">
        <w:rPr>
          <w:rFonts w:ascii="Book Antiqua" w:hAnsi="Book Antiqua"/>
          <w:sz w:val="22"/>
          <w:szCs w:val="22"/>
        </w:rPr>
        <w:tab/>
      </w:r>
      <w:r w:rsidRPr="00F65437">
        <w:rPr>
          <w:rFonts w:ascii="Book Antiqua" w:hAnsi="Book Antiqua"/>
          <w:sz w:val="22"/>
          <w:szCs w:val="22"/>
        </w:rPr>
        <w:tab/>
      </w:r>
      <w:r w:rsidRPr="00F65437">
        <w:rPr>
          <w:rFonts w:ascii="Book Antiqua" w:hAnsi="Book Antiqua"/>
          <w:sz w:val="22"/>
          <w:szCs w:val="22"/>
        </w:rPr>
        <w:tab/>
        <w:t xml:space="preserve">To:                                                                                   </w:t>
      </w:r>
    </w:p>
    <w:p w:rsidR="009D6C3A" w:rsidRPr="00F65437" w:rsidRDefault="009D6C3A" w:rsidP="009D6C3A">
      <w:pPr>
        <w:rPr>
          <w:rFonts w:ascii="Book Antiqua" w:hAnsi="Book Antiqua"/>
          <w:sz w:val="22"/>
          <w:szCs w:val="22"/>
        </w:rPr>
      </w:pPr>
      <w:r w:rsidRPr="00F65437">
        <w:rPr>
          <w:rFonts w:ascii="Book Antiqua" w:hAnsi="Book Antiqua"/>
          <w:sz w:val="22"/>
          <w:szCs w:val="22"/>
        </w:rPr>
        <w:t>The Chief General Manager,</w:t>
      </w:r>
    </w:p>
    <w:p w:rsidR="009D6C3A" w:rsidRPr="00F65437" w:rsidRDefault="00FD0939" w:rsidP="009D6C3A">
      <w:pPr>
        <w:rPr>
          <w:rFonts w:ascii="Book Antiqua" w:hAnsi="Book Antiqua"/>
          <w:sz w:val="22"/>
          <w:szCs w:val="22"/>
        </w:rPr>
      </w:pPr>
      <w:r w:rsidRPr="00F65437">
        <w:rPr>
          <w:rFonts w:ascii="Book Antiqua" w:hAnsi="Book Antiqua"/>
          <w:sz w:val="22"/>
          <w:szCs w:val="22"/>
        </w:rPr>
        <w:t>Ranga Reddy</w:t>
      </w:r>
      <w:r w:rsidR="009D6C3A" w:rsidRPr="00F65437">
        <w:rPr>
          <w:rFonts w:ascii="Book Antiqua" w:hAnsi="Book Antiqua"/>
          <w:sz w:val="22"/>
          <w:szCs w:val="22"/>
        </w:rPr>
        <w:t xml:space="preserve"> Zone, TSSPDCL</w:t>
      </w:r>
    </w:p>
    <w:p w:rsidR="009D6C3A" w:rsidRPr="00F65437" w:rsidRDefault="00FD0939" w:rsidP="009D6C3A">
      <w:pPr>
        <w:rPr>
          <w:rFonts w:ascii="Book Antiqua" w:hAnsi="Book Antiqua"/>
          <w:sz w:val="22"/>
          <w:szCs w:val="22"/>
        </w:rPr>
      </w:pPr>
      <w:r w:rsidRPr="00F65437">
        <w:rPr>
          <w:rFonts w:ascii="Book Antiqua" w:hAnsi="Book Antiqua"/>
          <w:sz w:val="22"/>
          <w:szCs w:val="22"/>
        </w:rPr>
        <w:t>KPHB Colony</w:t>
      </w:r>
      <w:r w:rsidR="009D6C3A" w:rsidRPr="00F65437">
        <w:rPr>
          <w:rFonts w:ascii="Book Antiqua" w:hAnsi="Book Antiqua"/>
          <w:sz w:val="22"/>
          <w:szCs w:val="22"/>
        </w:rPr>
        <w:t>, Hyderabad.</w:t>
      </w:r>
      <w:r w:rsidR="009D6C3A" w:rsidRPr="00F65437">
        <w:rPr>
          <w:rFonts w:ascii="Book Antiqua" w:hAnsi="Book Antiqua"/>
          <w:sz w:val="22"/>
          <w:szCs w:val="22"/>
        </w:rPr>
        <w:tab/>
      </w:r>
    </w:p>
    <w:p w:rsidR="005377A2" w:rsidRPr="00F65437" w:rsidRDefault="005377A2" w:rsidP="009D6C3A">
      <w:pPr>
        <w:jc w:val="both"/>
        <w:rPr>
          <w:rFonts w:ascii="Book Antiqua" w:hAnsi="Book Antiqua"/>
          <w:sz w:val="22"/>
          <w:szCs w:val="22"/>
        </w:rPr>
      </w:pPr>
    </w:p>
    <w:p w:rsidR="009D6C3A" w:rsidRPr="00F65437" w:rsidRDefault="009D6C3A" w:rsidP="009D6C3A">
      <w:pPr>
        <w:jc w:val="both"/>
        <w:rPr>
          <w:rFonts w:ascii="Book Antiqua" w:hAnsi="Book Antiqua"/>
          <w:sz w:val="22"/>
          <w:szCs w:val="22"/>
        </w:rPr>
      </w:pPr>
      <w:r w:rsidRPr="00F65437">
        <w:rPr>
          <w:rFonts w:ascii="Book Antiqua" w:hAnsi="Book Antiqua"/>
          <w:sz w:val="22"/>
          <w:szCs w:val="22"/>
        </w:rPr>
        <w:t>Sir,</w:t>
      </w:r>
    </w:p>
    <w:p w:rsidR="009D6C3A" w:rsidRPr="00F65437" w:rsidRDefault="00FD0939" w:rsidP="009D6C3A">
      <w:pPr>
        <w:pStyle w:val="Heading3"/>
        <w:ind w:left="907"/>
        <w:jc w:val="both"/>
        <w:rPr>
          <w:rFonts w:ascii="Book Antiqua" w:hAnsi="Book Antiqua"/>
          <w:b/>
          <w:bCs/>
          <w:sz w:val="22"/>
          <w:szCs w:val="22"/>
        </w:rPr>
      </w:pPr>
      <w:r w:rsidRPr="003C080E">
        <w:rPr>
          <w:rFonts w:ascii="Book Antiqua" w:hAnsi="Book Antiqua"/>
          <w:b/>
          <w:bCs/>
          <w:szCs w:val="24"/>
          <w:u w:val="single"/>
        </w:rPr>
        <w:t xml:space="preserve">TENDER </w:t>
      </w:r>
      <w:r w:rsidR="009D6C3A" w:rsidRPr="003C080E">
        <w:rPr>
          <w:rFonts w:ascii="Book Antiqua" w:hAnsi="Book Antiqua"/>
          <w:b/>
          <w:bCs/>
          <w:szCs w:val="24"/>
          <w:u w:val="single"/>
        </w:rPr>
        <w:t>SPECIFICATION:No</w:t>
      </w:r>
      <w:r w:rsidR="009D6C3A" w:rsidRPr="003C080E">
        <w:rPr>
          <w:rFonts w:ascii="Book Antiqua" w:hAnsi="Book Antiqua"/>
          <w:b/>
          <w:bCs/>
          <w:color w:val="000000"/>
          <w:szCs w:val="24"/>
          <w:u w:val="single"/>
        </w:rPr>
        <w:t>.</w:t>
      </w:r>
      <w:r w:rsidR="0024528C" w:rsidRPr="003C080E">
        <w:rPr>
          <w:rFonts w:ascii="Book Antiqua" w:hAnsi="Book Antiqua"/>
          <w:b/>
          <w:bCs/>
          <w:color w:val="000000"/>
          <w:szCs w:val="24"/>
          <w:u w:val="single"/>
        </w:rPr>
        <w:t xml:space="preserve"> </w:t>
      </w:r>
      <w:r w:rsidR="00882813" w:rsidRPr="003C080E">
        <w:rPr>
          <w:rFonts w:ascii="Book Antiqua" w:hAnsi="Book Antiqua"/>
          <w:b/>
          <w:bCs/>
          <w:color w:val="000000"/>
          <w:szCs w:val="24"/>
          <w:u w:val="single"/>
        </w:rPr>
        <w:t xml:space="preserve"> </w:t>
      </w:r>
      <w:r w:rsidR="0064674A" w:rsidRPr="003C080E">
        <w:rPr>
          <w:rFonts w:ascii="Book Antiqua" w:hAnsi="Book Antiqua"/>
          <w:b/>
          <w:bCs/>
          <w:color w:val="000000"/>
          <w:szCs w:val="24"/>
          <w:u w:val="single"/>
        </w:rPr>
        <w:t>OT-</w:t>
      </w:r>
      <w:r w:rsidR="00F01459" w:rsidRPr="003C080E">
        <w:rPr>
          <w:rFonts w:ascii="Book Antiqua" w:hAnsi="Book Antiqua"/>
          <w:b/>
          <w:bCs/>
          <w:color w:val="000000"/>
          <w:szCs w:val="24"/>
          <w:u w:val="single"/>
        </w:rPr>
        <w:t xml:space="preserve"> </w:t>
      </w:r>
      <w:r w:rsidR="003166CD">
        <w:rPr>
          <w:rFonts w:ascii="Book Antiqua" w:hAnsi="Book Antiqua"/>
          <w:b/>
          <w:bCs/>
          <w:color w:val="000000"/>
          <w:szCs w:val="24"/>
          <w:u w:val="single"/>
        </w:rPr>
        <w:t>05</w:t>
      </w:r>
      <w:r w:rsidR="00BA1227" w:rsidRPr="003C080E">
        <w:rPr>
          <w:rFonts w:ascii="Book Antiqua" w:hAnsi="Book Antiqua"/>
          <w:b/>
          <w:bCs/>
          <w:color w:val="000000"/>
          <w:szCs w:val="24"/>
          <w:u w:val="single"/>
        </w:rPr>
        <w:t>/</w:t>
      </w:r>
      <w:r w:rsidR="003166CD">
        <w:rPr>
          <w:rFonts w:ascii="Book Antiqua" w:hAnsi="Book Antiqua"/>
          <w:b/>
          <w:bCs/>
          <w:color w:val="000000"/>
          <w:szCs w:val="24"/>
          <w:u w:val="single"/>
        </w:rPr>
        <w:t>2023</w:t>
      </w:r>
      <w:r w:rsidR="00BA1227" w:rsidRPr="003C080E">
        <w:rPr>
          <w:rFonts w:ascii="Book Antiqua" w:hAnsi="Book Antiqua"/>
          <w:b/>
          <w:bCs/>
          <w:color w:val="000000"/>
          <w:szCs w:val="24"/>
          <w:u w:val="single"/>
        </w:rPr>
        <w:t>-</w:t>
      </w:r>
      <w:r w:rsidR="003166CD">
        <w:rPr>
          <w:rFonts w:ascii="Book Antiqua" w:hAnsi="Book Antiqua"/>
          <w:b/>
          <w:bCs/>
          <w:color w:val="000000"/>
          <w:szCs w:val="24"/>
          <w:u w:val="single"/>
        </w:rPr>
        <w:t>24</w:t>
      </w:r>
      <w:r w:rsidRPr="003C080E">
        <w:rPr>
          <w:rFonts w:ascii="Book Antiqua" w:hAnsi="Book Antiqua"/>
          <w:b/>
          <w:bCs/>
          <w:color w:val="000000"/>
          <w:szCs w:val="24"/>
          <w:u w:val="single"/>
        </w:rPr>
        <w:t xml:space="preserve"> OF </w:t>
      </w:r>
      <w:r w:rsidR="009D6C3A" w:rsidRPr="003C080E">
        <w:rPr>
          <w:rFonts w:ascii="Book Antiqua" w:hAnsi="Book Antiqua"/>
          <w:b/>
          <w:bCs/>
          <w:szCs w:val="24"/>
          <w:u w:val="single"/>
        </w:rPr>
        <w:t>CGM/</w:t>
      </w:r>
      <w:r w:rsidRPr="003C080E">
        <w:rPr>
          <w:rFonts w:ascii="Book Antiqua" w:hAnsi="Book Antiqua"/>
          <w:b/>
          <w:bCs/>
          <w:szCs w:val="24"/>
          <w:u w:val="single"/>
        </w:rPr>
        <w:t>OP</w:t>
      </w:r>
      <w:r w:rsidR="009D6C3A" w:rsidRPr="003C080E">
        <w:rPr>
          <w:rFonts w:ascii="Book Antiqua" w:hAnsi="Book Antiqua"/>
          <w:b/>
          <w:bCs/>
          <w:szCs w:val="24"/>
          <w:u w:val="single"/>
        </w:rPr>
        <w:t>/</w:t>
      </w:r>
      <w:r w:rsidRPr="003C080E">
        <w:rPr>
          <w:rFonts w:ascii="Book Antiqua" w:hAnsi="Book Antiqua"/>
          <w:b/>
          <w:bCs/>
          <w:szCs w:val="24"/>
          <w:u w:val="single"/>
        </w:rPr>
        <w:t>Ranga Reddy Zone</w:t>
      </w:r>
      <w:r w:rsidR="009D6C3A" w:rsidRPr="00F65437">
        <w:rPr>
          <w:rFonts w:ascii="Book Antiqua" w:hAnsi="Book Antiqua"/>
          <w:b/>
          <w:bCs/>
          <w:sz w:val="22"/>
          <w:szCs w:val="22"/>
        </w:rPr>
        <w:t>.</w:t>
      </w:r>
    </w:p>
    <w:p w:rsidR="009D6C3A" w:rsidRPr="00F65437" w:rsidRDefault="009D6C3A" w:rsidP="009D6C3A">
      <w:pPr>
        <w:rPr>
          <w:rFonts w:ascii="Book Antiqua" w:hAnsi="Book Antiqua"/>
          <w:sz w:val="22"/>
          <w:szCs w:val="22"/>
        </w:rPr>
      </w:pPr>
    </w:p>
    <w:tbl>
      <w:tblPr>
        <w:tblpPr w:leftFromText="180" w:rightFromText="180" w:vertAnchor="text" w:horzAnchor="margin" w:tblpXSpec="center" w:tblpY="163"/>
        <w:tblW w:w="10515" w:type="dxa"/>
        <w:tblCellMar>
          <w:left w:w="10" w:type="dxa"/>
          <w:right w:w="10" w:type="dxa"/>
        </w:tblCellMar>
        <w:tblLook w:val="0000"/>
      </w:tblPr>
      <w:tblGrid>
        <w:gridCol w:w="2784"/>
        <w:gridCol w:w="7731"/>
      </w:tblGrid>
      <w:tr w:rsidR="009D6C3A" w:rsidRPr="00F65437" w:rsidTr="00305282">
        <w:trPr>
          <w:trHeight w:val="1203"/>
        </w:trPr>
        <w:tc>
          <w:tcPr>
            <w:tcW w:w="2784" w:type="dxa"/>
            <w:shd w:val="clear" w:color="auto" w:fill="auto"/>
            <w:tcMar>
              <w:top w:w="0" w:type="dxa"/>
              <w:left w:w="108" w:type="dxa"/>
              <w:bottom w:w="0" w:type="dxa"/>
              <w:right w:w="108" w:type="dxa"/>
            </w:tcMar>
          </w:tcPr>
          <w:p w:rsidR="009D6C3A" w:rsidRPr="00F65437" w:rsidRDefault="009D6C3A" w:rsidP="00305282">
            <w:pPr>
              <w:rPr>
                <w:rFonts w:ascii="Book Antiqua" w:hAnsi="Book Antiqua"/>
                <w:b/>
                <w:bCs/>
                <w:sz w:val="22"/>
                <w:szCs w:val="22"/>
              </w:rPr>
            </w:pPr>
          </w:p>
          <w:p w:rsidR="009D6C3A" w:rsidRPr="00F65437" w:rsidRDefault="009D6C3A" w:rsidP="00305282">
            <w:pPr>
              <w:rPr>
                <w:rFonts w:ascii="Book Antiqua" w:hAnsi="Book Antiqua"/>
                <w:sz w:val="22"/>
                <w:szCs w:val="22"/>
              </w:rPr>
            </w:pPr>
            <w:r w:rsidRPr="00F65437">
              <w:rPr>
                <w:rFonts w:ascii="Book Antiqua" w:hAnsi="Book Antiqua"/>
                <w:b/>
                <w:bCs/>
                <w:sz w:val="22"/>
                <w:szCs w:val="22"/>
              </w:rPr>
              <w:t>NAME OF THE WORK</w:t>
            </w:r>
            <w:r w:rsidRPr="00F65437">
              <w:rPr>
                <w:rFonts w:ascii="Book Antiqua" w:hAnsi="Book Antiqua"/>
                <w:sz w:val="22"/>
                <w:szCs w:val="22"/>
              </w:rPr>
              <w:t xml:space="preserve"> </w:t>
            </w:r>
            <w:r w:rsidRPr="00F65437">
              <w:rPr>
                <w:rFonts w:ascii="Book Antiqua" w:hAnsi="Book Antiqua"/>
                <w:b/>
                <w:bCs/>
                <w:sz w:val="22"/>
                <w:szCs w:val="22"/>
              </w:rPr>
              <w:t>:</w:t>
            </w:r>
          </w:p>
        </w:tc>
        <w:tc>
          <w:tcPr>
            <w:tcW w:w="7731" w:type="dxa"/>
            <w:shd w:val="clear" w:color="auto" w:fill="auto"/>
            <w:tcMar>
              <w:top w:w="0" w:type="dxa"/>
              <w:left w:w="108" w:type="dxa"/>
              <w:bottom w:w="0" w:type="dxa"/>
              <w:right w:w="108" w:type="dxa"/>
            </w:tcMar>
            <w:vAlign w:val="center"/>
          </w:tcPr>
          <w:p w:rsidR="003C080E" w:rsidRPr="003C080E" w:rsidRDefault="003C080E" w:rsidP="00FD0939">
            <w:pPr>
              <w:spacing w:line="360" w:lineRule="auto"/>
              <w:jc w:val="both"/>
              <w:rPr>
                <w:rFonts w:ascii="Book Antiqua" w:hAnsi="Book Antiqua"/>
                <w:sz w:val="14"/>
                <w:szCs w:val="14"/>
              </w:rPr>
            </w:pPr>
          </w:p>
          <w:p w:rsidR="009D6C3A" w:rsidRPr="00F65437" w:rsidRDefault="009D6C3A" w:rsidP="003166CD">
            <w:pPr>
              <w:spacing w:line="360" w:lineRule="auto"/>
              <w:jc w:val="both"/>
              <w:rPr>
                <w:rFonts w:ascii="Book Antiqua" w:hAnsi="Book Antiqua"/>
                <w:b/>
                <w:sz w:val="22"/>
                <w:szCs w:val="22"/>
              </w:rPr>
            </w:pPr>
            <w:r w:rsidRPr="00F65437">
              <w:rPr>
                <w:rFonts w:ascii="Book Antiqua" w:hAnsi="Book Antiqua"/>
                <w:sz w:val="22"/>
                <w:szCs w:val="22"/>
              </w:rPr>
              <w:t>Schedule for the work</w:t>
            </w:r>
            <w:r w:rsidR="00C83E78" w:rsidRPr="00F65437">
              <w:rPr>
                <w:rFonts w:ascii="Book Antiqua" w:hAnsi="Book Antiqua"/>
                <w:sz w:val="22"/>
                <w:szCs w:val="22"/>
              </w:rPr>
              <w:t xml:space="preserve"> </w:t>
            </w:r>
            <w:r w:rsidR="002B6BBB" w:rsidRPr="00F65437">
              <w:rPr>
                <w:rFonts w:ascii="Book Antiqua" w:hAnsi="Book Antiqua"/>
                <w:sz w:val="22"/>
                <w:szCs w:val="22"/>
              </w:rPr>
              <w:t xml:space="preserve">of </w:t>
            </w:r>
            <w:r w:rsidR="00C83E78" w:rsidRPr="00F65437">
              <w:rPr>
                <w:rFonts w:ascii="Book Antiqua" w:hAnsi="Book Antiqua"/>
                <w:b/>
                <w:sz w:val="22"/>
                <w:szCs w:val="22"/>
              </w:rPr>
              <w:t>"</w:t>
            </w:r>
            <w:r w:rsidR="00FD0939" w:rsidRPr="00F65437">
              <w:rPr>
                <w:rFonts w:ascii="Book Antiqua" w:hAnsi="Book Antiqua"/>
                <w:b/>
                <w:sz w:val="22"/>
                <w:szCs w:val="22"/>
              </w:rPr>
              <w:t xml:space="preserve">Providing House Keeping and Maintenance of </w:t>
            </w:r>
            <w:r w:rsidR="003166CD">
              <w:rPr>
                <w:rFonts w:ascii="Book Antiqua" w:hAnsi="Book Antiqua"/>
                <w:b/>
                <w:sz w:val="22"/>
                <w:szCs w:val="22"/>
              </w:rPr>
              <w:t xml:space="preserve">Ranga Reddy Zonal </w:t>
            </w:r>
            <w:r w:rsidR="00FD0939" w:rsidRPr="00F65437">
              <w:rPr>
                <w:rFonts w:ascii="Book Antiqua" w:hAnsi="Book Antiqua"/>
                <w:b/>
                <w:sz w:val="22"/>
                <w:szCs w:val="22"/>
              </w:rPr>
              <w:t xml:space="preserve">office building </w:t>
            </w:r>
            <w:r w:rsidR="003166CD">
              <w:rPr>
                <w:rFonts w:ascii="Book Antiqua" w:hAnsi="Book Antiqua"/>
                <w:b/>
                <w:sz w:val="22"/>
                <w:szCs w:val="22"/>
              </w:rPr>
              <w:t xml:space="preserve">at </w:t>
            </w:r>
            <w:r w:rsidR="00FD0939" w:rsidRPr="00F65437">
              <w:rPr>
                <w:rFonts w:ascii="Book Antiqua" w:hAnsi="Book Antiqua"/>
                <w:b/>
                <w:sz w:val="22"/>
                <w:szCs w:val="22"/>
              </w:rPr>
              <w:t>KPHB Colony, Hyderabad for the period from April 202</w:t>
            </w:r>
            <w:r w:rsidR="003166CD">
              <w:rPr>
                <w:rFonts w:ascii="Book Antiqua" w:hAnsi="Book Antiqua"/>
                <w:b/>
                <w:sz w:val="22"/>
                <w:szCs w:val="22"/>
              </w:rPr>
              <w:t>3</w:t>
            </w:r>
            <w:r w:rsidR="00FD0939" w:rsidRPr="00F65437">
              <w:rPr>
                <w:rFonts w:ascii="Book Antiqua" w:hAnsi="Book Antiqua"/>
                <w:b/>
                <w:sz w:val="22"/>
                <w:szCs w:val="22"/>
              </w:rPr>
              <w:t xml:space="preserve"> to March 202</w:t>
            </w:r>
            <w:r w:rsidR="003166CD">
              <w:rPr>
                <w:rFonts w:ascii="Book Antiqua" w:hAnsi="Book Antiqua"/>
                <w:b/>
                <w:sz w:val="22"/>
                <w:szCs w:val="22"/>
              </w:rPr>
              <w:t>4</w:t>
            </w:r>
            <w:r w:rsidR="00FD0939" w:rsidRPr="00F65437">
              <w:rPr>
                <w:rFonts w:ascii="Book Antiqua" w:hAnsi="Book Antiqua"/>
                <w:b/>
                <w:sz w:val="22"/>
                <w:szCs w:val="22"/>
              </w:rPr>
              <w:t xml:space="preserve"> in Cybercity Circle”</w:t>
            </w:r>
            <w:r w:rsidR="007D5AA9" w:rsidRPr="00F65437">
              <w:rPr>
                <w:rFonts w:ascii="Book Antiqua" w:hAnsi="Book Antiqua"/>
                <w:b/>
                <w:sz w:val="22"/>
                <w:szCs w:val="22"/>
              </w:rPr>
              <w:t>.</w:t>
            </w:r>
          </w:p>
        </w:tc>
      </w:tr>
    </w:tbl>
    <w:p w:rsidR="009D6C3A" w:rsidRPr="00F65437" w:rsidRDefault="009D6C3A" w:rsidP="009D6C3A">
      <w:pPr>
        <w:ind w:left="187" w:firstLine="374"/>
        <w:jc w:val="both"/>
        <w:rPr>
          <w:rFonts w:ascii="Book Antiqua" w:hAnsi="Book Antiqua"/>
          <w:b/>
          <w:bCs/>
          <w:sz w:val="22"/>
          <w:szCs w:val="22"/>
        </w:rPr>
      </w:pPr>
    </w:p>
    <w:p w:rsidR="009D6C3A" w:rsidRPr="00F65437" w:rsidRDefault="009D6C3A" w:rsidP="00BC7B6E">
      <w:pPr>
        <w:pStyle w:val="BodyTextIndent2"/>
        <w:ind w:left="561" w:firstLine="159"/>
        <w:jc w:val="both"/>
        <w:rPr>
          <w:rFonts w:ascii="Book Antiqua" w:hAnsi="Book Antiqua"/>
          <w:sz w:val="22"/>
          <w:szCs w:val="22"/>
        </w:rPr>
      </w:pPr>
      <w:r w:rsidRPr="00F65437">
        <w:rPr>
          <w:rFonts w:ascii="Book Antiqua" w:hAnsi="Book Antiqua"/>
          <w:sz w:val="22"/>
          <w:szCs w:val="22"/>
        </w:rPr>
        <w:t>As a Registered vendor for the work, you are requested to quote your lowest rate for execution of work mentioned above.</w:t>
      </w:r>
    </w:p>
    <w:p w:rsidR="009D6C3A" w:rsidRPr="00F65437" w:rsidRDefault="009D6C3A" w:rsidP="009D6C3A">
      <w:pPr>
        <w:numPr>
          <w:ilvl w:val="0"/>
          <w:numId w:val="10"/>
        </w:numPr>
        <w:suppressAutoHyphens/>
        <w:autoSpaceDN w:val="0"/>
        <w:textAlignment w:val="baseline"/>
        <w:rPr>
          <w:rFonts w:ascii="Book Antiqua" w:hAnsi="Book Antiqua"/>
          <w:sz w:val="22"/>
          <w:szCs w:val="22"/>
        </w:rPr>
      </w:pPr>
      <w:r w:rsidRPr="00F65437">
        <w:rPr>
          <w:rFonts w:ascii="Book Antiqua" w:hAnsi="Book Antiqua"/>
          <w:sz w:val="22"/>
          <w:szCs w:val="22"/>
        </w:rPr>
        <w:t>The following are also herewith enclosed.</w:t>
      </w:r>
    </w:p>
    <w:p w:rsidR="009D6C3A" w:rsidRPr="00F65437" w:rsidRDefault="009D6C3A" w:rsidP="009D6C3A">
      <w:pPr>
        <w:ind w:left="1281"/>
        <w:rPr>
          <w:rFonts w:ascii="Book Antiqua" w:hAnsi="Book Antiqua"/>
          <w:sz w:val="22"/>
          <w:szCs w:val="22"/>
        </w:rPr>
      </w:pPr>
      <w:r w:rsidRPr="00F65437">
        <w:rPr>
          <w:rFonts w:ascii="Book Antiqua" w:hAnsi="Book Antiqua"/>
          <w:sz w:val="22"/>
          <w:szCs w:val="22"/>
        </w:rPr>
        <w:t>a).Technical specification.  (Schedule of work)</w:t>
      </w:r>
    </w:p>
    <w:p w:rsidR="009D6C3A" w:rsidRPr="00F65437" w:rsidRDefault="009D6C3A" w:rsidP="009D6C3A">
      <w:pPr>
        <w:ind w:left="561"/>
        <w:rPr>
          <w:rFonts w:ascii="Book Antiqua" w:hAnsi="Book Antiqua"/>
          <w:sz w:val="22"/>
          <w:szCs w:val="22"/>
        </w:rPr>
      </w:pPr>
      <w:r w:rsidRPr="00F65437">
        <w:rPr>
          <w:rFonts w:ascii="Book Antiqua" w:hAnsi="Book Antiqua"/>
          <w:sz w:val="22"/>
          <w:szCs w:val="22"/>
        </w:rPr>
        <w:t xml:space="preserve">            </w:t>
      </w:r>
      <w:r w:rsidR="003C080E">
        <w:rPr>
          <w:rFonts w:ascii="Book Antiqua" w:hAnsi="Book Antiqua"/>
          <w:sz w:val="22"/>
          <w:szCs w:val="22"/>
        </w:rPr>
        <w:t xml:space="preserve"> </w:t>
      </w:r>
      <w:r w:rsidRPr="00F65437">
        <w:rPr>
          <w:rFonts w:ascii="Book Antiqua" w:hAnsi="Book Antiqua"/>
          <w:sz w:val="22"/>
          <w:szCs w:val="22"/>
        </w:rPr>
        <w:t>b).Normal terms and conditions.</w:t>
      </w:r>
    </w:p>
    <w:p w:rsidR="009D6C3A" w:rsidRPr="00F65437" w:rsidRDefault="009D6C3A" w:rsidP="009D6C3A">
      <w:pPr>
        <w:ind w:left="561"/>
        <w:rPr>
          <w:rFonts w:ascii="Book Antiqua" w:hAnsi="Book Antiqua"/>
          <w:sz w:val="22"/>
          <w:szCs w:val="22"/>
        </w:rPr>
      </w:pPr>
    </w:p>
    <w:p w:rsidR="009D6C3A" w:rsidRPr="00F65437" w:rsidRDefault="009D6C3A" w:rsidP="009D6C3A">
      <w:pPr>
        <w:numPr>
          <w:ilvl w:val="0"/>
          <w:numId w:val="10"/>
        </w:numPr>
        <w:suppressAutoHyphens/>
        <w:autoSpaceDN w:val="0"/>
        <w:spacing w:line="276" w:lineRule="auto"/>
        <w:jc w:val="both"/>
        <w:textAlignment w:val="baseline"/>
        <w:rPr>
          <w:rFonts w:ascii="Book Antiqua" w:hAnsi="Book Antiqua"/>
          <w:sz w:val="22"/>
          <w:szCs w:val="22"/>
        </w:rPr>
      </w:pPr>
      <w:r w:rsidRPr="00F65437">
        <w:rPr>
          <w:rFonts w:ascii="Book Antiqua" w:hAnsi="Book Antiqua"/>
          <w:sz w:val="22"/>
          <w:szCs w:val="22"/>
        </w:rPr>
        <w:t>The cost of the specification is Rs. 5</w:t>
      </w:r>
      <w:r w:rsidR="00FD0939" w:rsidRPr="00F65437">
        <w:rPr>
          <w:rFonts w:ascii="Book Antiqua" w:hAnsi="Book Antiqua"/>
          <w:sz w:val="22"/>
          <w:szCs w:val="22"/>
        </w:rPr>
        <w:t>60</w:t>
      </w:r>
      <w:r w:rsidRPr="00F65437">
        <w:rPr>
          <w:rFonts w:ascii="Book Antiqua" w:hAnsi="Book Antiqua"/>
          <w:sz w:val="22"/>
          <w:szCs w:val="22"/>
        </w:rPr>
        <w:t xml:space="preserve">/-(Incl of GST@12%) and the same should be remitted to T.S.S.P.D.C.L., by way of D.D. drawn in favour of </w:t>
      </w:r>
      <w:r w:rsidRPr="00F65437">
        <w:rPr>
          <w:rFonts w:ascii="Book Antiqua" w:hAnsi="Book Antiqua"/>
          <w:b/>
          <w:sz w:val="22"/>
          <w:szCs w:val="22"/>
        </w:rPr>
        <w:t>T.S.S.P.D.C.L</w:t>
      </w:r>
      <w:r w:rsidRPr="00F65437">
        <w:rPr>
          <w:rFonts w:ascii="Book Antiqua" w:hAnsi="Book Antiqua"/>
          <w:sz w:val="22"/>
          <w:szCs w:val="22"/>
        </w:rPr>
        <w:t xml:space="preserve">., payable at Hyderabad.  You are requested to quote your lowest rates.  The last date and time  for  receipt of tender is at </w:t>
      </w:r>
      <w:r w:rsidR="002B6BBB" w:rsidRPr="00F65437">
        <w:rPr>
          <w:rFonts w:ascii="Book Antiqua" w:hAnsi="Book Antiqua"/>
          <w:sz w:val="22"/>
          <w:szCs w:val="22"/>
        </w:rPr>
        <w:t>13</w:t>
      </w:r>
      <w:r w:rsidRPr="00F65437">
        <w:rPr>
          <w:rFonts w:ascii="Book Antiqua" w:hAnsi="Book Antiqua"/>
          <w:b/>
          <w:sz w:val="22"/>
          <w:szCs w:val="22"/>
        </w:rPr>
        <w:t>:00 Hrs</w:t>
      </w:r>
      <w:r w:rsidRPr="00F65437">
        <w:rPr>
          <w:rFonts w:ascii="Book Antiqua" w:hAnsi="Book Antiqua"/>
          <w:sz w:val="22"/>
          <w:szCs w:val="22"/>
        </w:rPr>
        <w:t xml:space="preserve"> on</w:t>
      </w:r>
      <w:r w:rsidR="000552AB" w:rsidRPr="00F65437">
        <w:rPr>
          <w:rFonts w:ascii="Book Antiqua" w:hAnsi="Book Antiqua"/>
          <w:sz w:val="22"/>
          <w:szCs w:val="22"/>
        </w:rPr>
        <w:t xml:space="preserve"> </w:t>
      </w:r>
      <w:r w:rsidR="003166CD">
        <w:rPr>
          <w:rFonts w:ascii="Book Antiqua" w:hAnsi="Book Antiqua"/>
          <w:b/>
          <w:sz w:val="22"/>
          <w:szCs w:val="22"/>
        </w:rPr>
        <w:t xml:space="preserve"> </w:t>
      </w:r>
      <w:r w:rsidR="00551DDA">
        <w:rPr>
          <w:rFonts w:ascii="Book Antiqua" w:hAnsi="Book Antiqua"/>
          <w:b/>
          <w:sz w:val="22"/>
          <w:szCs w:val="22"/>
        </w:rPr>
        <w:t>15</w:t>
      </w:r>
      <w:r w:rsidR="007D5AA9" w:rsidRPr="00F65437">
        <w:rPr>
          <w:rFonts w:ascii="Book Antiqua" w:hAnsi="Book Antiqua"/>
          <w:b/>
          <w:sz w:val="22"/>
          <w:szCs w:val="22"/>
        </w:rPr>
        <w:t>/</w:t>
      </w:r>
      <w:r w:rsidR="00551DDA">
        <w:rPr>
          <w:rFonts w:ascii="Book Antiqua" w:hAnsi="Book Antiqua"/>
          <w:b/>
          <w:sz w:val="22"/>
          <w:szCs w:val="22"/>
        </w:rPr>
        <w:t>07</w:t>
      </w:r>
      <w:r w:rsidR="007D5AA9" w:rsidRPr="00F65437">
        <w:rPr>
          <w:rFonts w:ascii="Book Antiqua" w:hAnsi="Book Antiqua"/>
          <w:b/>
          <w:sz w:val="22"/>
          <w:szCs w:val="22"/>
        </w:rPr>
        <w:t>/</w:t>
      </w:r>
      <w:r w:rsidR="003166CD">
        <w:rPr>
          <w:rFonts w:ascii="Book Antiqua" w:hAnsi="Book Antiqua"/>
          <w:b/>
          <w:sz w:val="22"/>
          <w:szCs w:val="22"/>
        </w:rPr>
        <w:t>2023</w:t>
      </w:r>
      <w:r w:rsidRPr="00F65437">
        <w:rPr>
          <w:rFonts w:ascii="Book Antiqua" w:hAnsi="Book Antiqua"/>
          <w:sz w:val="22"/>
          <w:szCs w:val="22"/>
        </w:rPr>
        <w:t xml:space="preserve"> and opening of the tender is at </w:t>
      </w:r>
      <w:r w:rsidR="002B6BBB" w:rsidRPr="00F65437">
        <w:rPr>
          <w:rFonts w:ascii="Book Antiqua" w:hAnsi="Book Antiqua"/>
          <w:b/>
          <w:sz w:val="22"/>
          <w:szCs w:val="22"/>
        </w:rPr>
        <w:t>14</w:t>
      </w:r>
      <w:r w:rsidRPr="00F65437">
        <w:rPr>
          <w:rFonts w:ascii="Book Antiqua" w:hAnsi="Book Antiqua"/>
          <w:b/>
          <w:sz w:val="22"/>
          <w:szCs w:val="22"/>
        </w:rPr>
        <w:t>.00 Hrs</w:t>
      </w:r>
      <w:r w:rsidRPr="00F65437">
        <w:rPr>
          <w:rFonts w:ascii="Book Antiqua" w:hAnsi="Book Antiqua"/>
          <w:sz w:val="22"/>
          <w:szCs w:val="22"/>
        </w:rPr>
        <w:t xml:space="preserve"> on </w:t>
      </w:r>
      <w:r w:rsidR="00551DDA">
        <w:rPr>
          <w:rFonts w:ascii="Book Antiqua" w:hAnsi="Book Antiqua"/>
          <w:sz w:val="22"/>
          <w:szCs w:val="22"/>
        </w:rPr>
        <w:t>15</w:t>
      </w:r>
      <w:r w:rsidR="007D5AA9" w:rsidRPr="00F65437">
        <w:rPr>
          <w:rFonts w:ascii="Book Antiqua" w:hAnsi="Book Antiqua"/>
          <w:b/>
          <w:sz w:val="22"/>
          <w:szCs w:val="22"/>
        </w:rPr>
        <w:t>/</w:t>
      </w:r>
      <w:r w:rsidR="00551DDA">
        <w:rPr>
          <w:rFonts w:ascii="Book Antiqua" w:hAnsi="Book Antiqua"/>
          <w:b/>
          <w:sz w:val="22"/>
          <w:szCs w:val="22"/>
        </w:rPr>
        <w:t>07</w:t>
      </w:r>
      <w:r w:rsidR="007D5AA9" w:rsidRPr="00F65437">
        <w:rPr>
          <w:rFonts w:ascii="Book Antiqua" w:hAnsi="Book Antiqua"/>
          <w:b/>
          <w:sz w:val="22"/>
          <w:szCs w:val="22"/>
        </w:rPr>
        <w:t>/</w:t>
      </w:r>
      <w:r w:rsidR="003166CD">
        <w:rPr>
          <w:rFonts w:ascii="Book Antiqua" w:hAnsi="Book Antiqua"/>
          <w:b/>
          <w:sz w:val="22"/>
          <w:szCs w:val="22"/>
        </w:rPr>
        <w:t>2023</w:t>
      </w:r>
      <w:r w:rsidR="007D5AA9" w:rsidRPr="00F65437">
        <w:rPr>
          <w:rFonts w:ascii="Book Antiqua" w:hAnsi="Book Antiqua"/>
          <w:sz w:val="22"/>
          <w:szCs w:val="22"/>
        </w:rPr>
        <w:t xml:space="preserve"> </w:t>
      </w:r>
      <w:r w:rsidRPr="00F65437">
        <w:rPr>
          <w:rFonts w:ascii="Book Antiqua" w:hAnsi="Book Antiqua"/>
          <w:sz w:val="22"/>
          <w:szCs w:val="22"/>
        </w:rPr>
        <w:t>in this office.</w:t>
      </w:r>
    </w:p>
    <w:p w:rsidR="009D6C3A" w:rsidRPr="00F65437" w:rsidRDefault="009D6C3A" w:rsidP="009D6C3A">
      <w:pPr>
        <w:suppressAutoHyphens/>
        <w:autoSpaceDN w:val="0"/>
        <w:spacing w:line="276" w:lineRule="auto"/>
        <w:ind w:left="921"/>
        <w:jc w:val="both"/>
        <w:textAlignment w:val="baseline"/>
        <w:rPr>
          <w:rFonts w:ascii="Book Antiqua" w:hAnsi="Book Antiqua"/>
          <w:sz w:val="22"/>
          <w:szCs w:val="22"/>
        </w:rPr>
      </w:pPr>
    </w:p>
    <w:p w:rsidR="009D6C3A" w:rsidRPr="00F65437" w:rsidRDefault="009D6C3A" w:rsidP="009D6C3A">
      <w:pPr>
        <w:numPr>
          <w:ilvl w:val="0"/>
          <w:numId w:val="10"/>
        </w:numPr>
        <w:suppressAutoHyphens/>
        <w:autoSpaceDN w:val="0"/>
        <w:jc w:val="both"/>
        <w:textAlignment w:val="baseline"/>
        <w:rPr>
          <w:rFonts w:ascii="Book Antiqua" w:hAnsi="Book Antiqua"/>
          <w:sz w:val="22"/>
          <w:szCs w:val="22"/>
        </w:rPr>
      </w:pPr>
      <w:r w:rsidRPr="00F65437">
        <w:rPr>
          <w:rFonts w:ascii="Book Antiqua" w:hAnsi="Book Antiqua"/>
          <w:sz w:val="22"/>
          <w:szCs w:val="22"/>
        </w:rPr>
        <w:t>The following instructions may please be noted.</w:t>
      </w:r>
    </w:p>
    <w:p w:rsidR="009D6C3A" w:rsidRPr="00F65437" w:rsidRDefault="009D6C3A" w:rsidP="00963E4A">
      <w:pPr>
        <w:spacing w:after="120" w:line="360" w:lineRule="auto"/>
        <w:ind w:left="201" w:firstLine="720"/>
        <w:jc w:val="both"/>
        <w:rPr>
          <w:rFonts w:ascii="Book Antiqua" w:hAnsi="Book Antiqua"/>
          <w:sz w:val="22"/>
          <w:szCs w:val="22"/>
        </w:rPr>
      </w:pPr>
      <w:r w:rsidRPr="00F65437">
        <w:rPr>
          <w:rFonts w:ascii="Book Antiqua" w:hAnsi="Book Antiqua"/>
          <w:sz w:val="22"/>
          <w:szCs w:val="22"/>
        </w:rPr>
        <w:t>a)</w:t>
      </w:r>
      <w:r w:rsidRPr="00F65437">
        <w:rPr>
          <w:rFonts w:ascii="Book Antiqua" w:hAnsi="Book Antiqua"/>
          <w:sz w:val="22"/>
          <w:szCs w:val="22"/>
        </w:rPr>
        <w:tab/>
        <w:t>The offers should be sent in Duplicate.</w:t>
      </w:r>
    </w:p>
    <w:p w:rsidR="009D6C3A" w:rsidRPr="00F65437" w:rsidRDefault="009D6C3A" w:rsidP="00963E4A">
      <w:pPr>
        <w:spacing w:after="120" w:line="360" w:lineRule="auto"/>
        <w:ind w:left="1440" w:hanging="519"/>
        <w:jc w:val="both"/>
        <w:rPr>
          <w:rFonts w:ascii="Book Antiqua" w:hAnsi="Book Antiqua"/>
          <w:sz w:val="22"/>
          <w:szCs w:val="22"/>
        </w:rPr>
      </w:pPr>
      <w:r w:rsidRPr="00F65437">
        <w:rPr>
          <w:rFonts w:ascii="Book Antiqua" w:hAnsi="Book Antiqua"/>
          <w:sz w:val="22"/>
          <w:szCs w:val="22"/>
        </w:rPr>
        <w:t>b)</w:t>
      </w:r>
      <w:r w:rsidRPr="00F65437">
        <w:rPr>
          <w:rFonts w:ascii="Book Antiqua" w:hAnsi="Book Antiqua"/>
          <w:sz w:val="22"/>
          <w:szCs w:val="22"/>
        </w:rPr>
        <w:tab/>
        <w:t>The tender covers properly wax sealed should be sent by registered Post to avoid any misplacement in tender.</w:t>
      </w:r>
    </w:p>
    <w:p w:rsidR="009D6C3A" w:rsidRPr="00F65437" w:rsidRDefault="009D6C3A" w:rsidP="00963E4A">
      <w:pPr>
        <w:spacing w:line="360" w:lineRule="auto"/>
        <w:ind w:firstLine="561"/>
        <w:jc w:val="both"/>
        <w:rPr>
          <w:rFonts w:ascii="Book Antiqua" w:hAnsi="Book Antiqua"/>
          <w:sz w:val="22"/>
          <w:szCs w:val="22"/>
        </w:rPr>
      </w:pPr>
      <w:r w:rsidRPr="00F65437">
        <w:rPr>
          <w:rFonts w:ascii="Book Antiqua" w:hAnsi="Book Antiqua"/>
          <w:sz w:val="22"/>
          <w:szCs w:val="22"/>
        </w:rPr>
        <w:t xml:space="preserve">      c) </w:t>
      </w:r>
      <w:r w:rsidRPr="00F65437">
        <w:rPr>
          <w:rFonts w:ascii="Book Antiqua" w:hAnsi="Book Antiqua"/>
          <w:sz w:val="22"/>
          <w:szCs w:val="22"/>
        </w:rPr>
        <w:tab/>
        <w:t xml:space="preserve">The tenderer have to quote for materials/labour as per the technical </w:t>
      </w:r>
    </w:p>
    <w:p w:rsidR="009D6C3A" w:rsidRPr="00F65437" w:rsidRDefault="009D6C3A" w:rsidP="00963E4A">
      <w:pPr>
        <w:spacing w:line="360" w:lineRule="auto"/>
        <w:ind w:firstLine="561"/>
        <w:jc w:val="both"/>
        <w:rPr>
          <w:rFonts w:ascii="Book Antiqua" w:hAnsi="Book Antiqua"/>
          <w:sz w:val="22"/>
          <w:szCs w:val="22"/>
        </w:rPr>
      </w:pPr>
      <w:r w:rsidRPr="00F65437">
        <w:rPr>
          <w:rFonts w:ascii="Book Antiqua" w:hAnsi="Book Antiqua"/>
          <w:sz w:val="22"/>
          <w:szCs w:val="22"/>
        </w:rPr>
        <w:t xml:space="preserve">               specification </w:t>
      </w:r>
      <w:r w:rsidR="00EB21DA" w:rsidRPr="00F65437">
        <w:rPr>
          <w:rFonts w:ascii="Book Antiqua" w:hAnsi="Book Antiqua"/>
          <w:sz w:val="22"/>
          <w:szCs w:val="22"/>
        </w:rPr>
        <w:t xml:space="preserve">Annexure </w:t>
      </w:r>
      <w:r w:rsidRPr="00F65437">
        <w:rPr>
          <w:rFonts w:ascii="Book Antiqua" w:hAnsi="Book Antiqua"/>
          <w:sz w:val="22"/>
          <w:szCs w:val="22"/>
        </w:rPr>
        <w:t>enclosed.</w:t>
      </w:r>
    </w:p>
    <w:p w:rsidR="009D6C3A" w:rsidRPr="00F65437" w:rsidRDefault="009D6C3A" w:rsidP="00963E4A">
      <w:pPr>
        <w:spacing w:line="360" w:lineRule="auto"/>
        <w:ind w:firstLine="561"/>
        <w:jc w:val="both"/>
        <w:rPr>
          <w:rFonts w:ascii="Book Antiqua" w:hAnsi="Book Antiqua"/>
          <w:sz w:val="22"/>
          <w:szCs w:val="22"/>
        </w:rPr>
      </w:pPr>
    </w:p>
    <w:p w:rsidR="009D6C3A" w:rsidRPr="00F65437" w:rsidRDefault="009D6C3A" w:rsidP="00963E4A">
      <w:pPr>
        <w:spacing w:line="360" w:lineRule="auto"/>
        <w:jc w:val="both"/>
        <w:rPr>
          <w:rFonts w:ascii="Book Antiqua" w:hAnsi="Book Antiqua"/>
          <w:sz w:val="22"/>
          <w:szCs w:val="22"/>
        </w:rPr>
      </w:pPr>
      <w:r w:rsidRPr="00F65437">
        <w:rPr>
          <w:rFonts w:ascii="Book Antiqua" w:hAnsi="Book Antiqua"/>
          <w:sz w:val="22"/>
          <w:szCs w:val="22"/>
        </w:rPr>
        <w:t xml:space="preserve">               d)  </w:t>
      </w:r>
      <w:r w:rsidRPr="00F65437">
        <w:rPr>
          <w:rFonts w:ascii="Book Antiqua" w:hAnsi="Book Antiqua"/>
          <w:sz w:val="22"/>
          <w:szCs w:val="22"/>
        </w:rPr>
        <w:tab/>
        <w:t>The tender covers should be addressed to the Chief General Manager</w:t>
      </w:r>
      <w:r w:rsidR="008E003E" w:rsidRPr="00F65437">
        <w:rPr>
          <w:rFonts w:ascii="Book Antiqua" w:hAnsi="Book Antiqua"/>
          <w:sz w:val="22"/>
          <w:szCs w:val="22"/>
        </w:rPr>
        <w:t>/Op</w:t>
      </w:r>
      <w:r w:rsidRPr="00F65437">
        <w:rPr>
          <w:rFonts w:ascii="Book Antiqua" w:hAnsi="Book Antiqua"/>
          <w:sz w:val="22"/>
          <w:szCs w:val="22"/>
        </w:rPr>
        <w:t xml:space="preserve">, </w:t>
      </w:r>
    </w:p>
    <w:p w:rsidR="009D6C3A" w:rsidRPr="00F65437" w:rsidRDefault="009D6C3A" w:rsidP="00963E4A">
      <w:pPr>
        <w:spacing w:line="360" w:lineRule="auto"/>
        <w:jc w:val="both"/>
        <w:rPr>
          <w:rFonts w:ascii="Book Antiqua" w:hAnsi="Book Antiqua"/>
          <w:sz w:val="22"/>
          <w:szCs w:val="22"/>
        </w:rPr>
      </w:pPr>
      <w:r w:rsidRPr="00F65437">
        <w:rPr>
          <w:rFonts w:ascii="Book Antiqua" w:hAnsi="Book Antiqua"/>
          <w:sz w:val="22"/>
          <w:szCs w:val="22"/>
        </w:rPr>
        <w:t xml:space="preserve">                        </w:t>
      </w:r>
      <w:r w:rsidR="008E003E" w:rsidRPr="00F65437">
        <w:rPr>
          <w:rFonts w:ascii="Book Antiqua" w:hAnsi="Book Antiqua"/>
          <w:sz w:val="22"/>
          <w:szCs w:val="22"/>
        </w:rPr>
        <w:t>Ranga Reddy</w:t>
      </w:r>
      <w:r w:rsidRPr="00F65437">
        <w:rPr>
          <w:rFonts w:ascii="Book Antiqua" w:hAnsi="Book Antiqua"/>
          <w:sz w:val="22"/>
          <w:szCs w:val="22"/>
        </w:rPr>
        <w:t xml:space="preserve"> Zone,  TSSPDCL </w:t>
      </w:r>
      <w:r w:rsidR="002B24E0" w:rsidRPr="00F65437">
        <w:rPr>
          <w:rFonts w:ascii="Book Antiqua" w:hAnsi="Book Antiqua"/>
          <w:sz w:val="22"/>
          <w:szCs w:val="22"/>
        </w:rPr>
        <w:t>,</w:t>
      </w:r>
      <w:r w:rsidR="008E003E" w:rsidRPr="00F65437">
        <w:rPr>
          <w:rFonts w:ascii="Book Antiqua" w:hAnsi="Book Antiqua"/>
          <w:sz w:val="22"/>
          <w:szCs w:val="22"/>
        </w:rPr>
        <w:t xml:space="preserve"> KPHB Colony</w:t>
      </w:r>
      <w:r w:rsidRPr="00F65437">
        <w:rPr>
          <w:rFonts w:ascii="Book Antiqua" w:hAnsi="Book Antiqua"/>
          <w:sz w:val="22"/>
          <w:szCs w:val="22"/>
        </w:rPr>
        <w:t>, Hyderabad-</w:t>
      </w:r>
      <w:r w:rsidR="008E003E" w:rsidRPr="00F65437">
        <w:rPr>
          <w:rFonts w:ascii="Book Antiqua" w:hAnsi="Book Antiqua"/>
          <w:sz w:val="22"/>
          <w:szCs w:val="22"/>
        </w:rPr>
        <w:t>72</w:t>
      </w:r>
      <w:r w:rsidRPr="00F65437">
        <w:rPr>
          <w:rFonts w:ascii="Book Antiqua" w:hAnsi="Book Antiqua"/>
          <w:sz w:val="22"/>
          <w:szCs w:val="22"/>
        </w:rPr>
        <w:t xml:space="preserve"> and should be </w:t>
      </w:r>
    </w:p>
    <w:p w:rsidR="009D6C3A" w:rsidRPr="00F65437" w:rsidRDefault="009D6C3A" w:rsidP="00963E4A">
      <w:pPr>
        <w:spacing w:line="360" w:lineRule="auto"/>
        <w:jc w:val="both"/>
        <w:rPr>
          <w:rFonts w:ascii="Book Antiqua" w:hAnsi="Book Antiqua"/>
          <w:sz w:val="22"/>
          <w:szCs w:val="22"/>
        </w:rPr>
      </w:pPr>
      <w:r w:rsidRPr="00F65437">
        <w:rPr>
          <w:rFonts w:ascii="Book Antiqua" w:hAnsi="Book Antiqua"/>
          <w:sz w:val="22"/>
          <w:szCs w:val="22"/>
        </w:rPr>
        <w:t xml:space="preserve">                        delivered at the Room of </w:t>
      </w:r>
      <w:r w:rsidR="00FC48BB" w:rsidRPr="00F65437">
        <w:rPr>
          <w:rFonts w:ascii="Book Antiqua" w:hAnsi="Book Antiqua"/>
          <w:sz w:val="22"/>
          <w:szCs w:val="22"/>
        </w:rPr>
        <w:t xml:space="preserve">the </w:t>
      </w:r>
      <w:r w:rsidRPr="00F65437">
        <w:rPr>
          <w:rFonts w:ascii="Book Antiqua" w:hAnsi="Book Antiqua"/>
          <w:sz w:val="22"/>
          <w:szCs w:val="22"/>
        </w:rPr>
        <w:t>Divisional Engineer/</w:t>
      </w:r>
      <w:r w:rsidR="008E003E" w:rsidRPr="00F65437">
        <w:rPr>
          <w:rFonts w:ascii="Book Antiqua" w:hAnsi="Book Antiqua"/>
          <w:sz w:val="22"/>
          <w:szCs w:val="22"/>
        </w:rPr>
        <w:t>Tech/RR Zone</w:t>
      </w:r>
      <w:r w:rsidRPr="00F65437">
        <w:rPr>
          <w:rFonts w:ascii="Book Antiqua" w:hAnsi="Book Antiqua"/>
          <w:sz w:val="22"/>
          <w:szCs w:val="22"/>
        </w:rPr>
        <w:t xml:space="preserve"> of this Office or </w:t>
      </w:r>
    </w:p>
    <w:p w:rsidR="009D6C3A" w:rsidRPr="00F65437" w:rsidRDefault="009D6C3A" w:rsidP="00963E4A">
      <w:pPr>
        <w:spacing w:line="360" w:lineRule="auto"/>
        <w:jc w:val="both"/>
        <w:rPr>
          <w:rFonts w:ascii="Book Antiqua" w:hAnsi="Book Antiqua"/>
          <w:sz w:val="22"/>
          <w:szCs w:val="22"/>
        </w:rPr>
      </w:pPr>
      <w:r w:rsidRPr="00F65437">
        <w:rPr>
          <w:rFonts w:ascii="Book Antiqua" w:hAnsi="Book Antiqua"/>
          <w:sz w:val="22"/>
          <w:szCs w:val="22"/>
        </w:rPr>
        <w:tab/>
      </w:r>
      <w:r w:rsidRPr="00F65437">
        <w:rPr>
          <w:rFonts w:ascii="Book Antiqua" w:hAnsi="Book Antiqua"/>
          <w:sz w:val="22"/>
          <w:szCs w:val="22"/>
        </w:rPr>
        <w:tab/>
        <w:t>sent by post to same address.</w:t>
      </w:r>
    </w:p>
    <w:p w:rsidR="009D6C3A" w:rsidRPr="00F65437" w:rsidRDefault="009D6C3A" w:rsidP="00963E4A">
      <w:pPr>
        <w:spacing w:line="360" w:lineRule="auto"/>
        <w:jc w:val="both"/>
        <w:rPr>
          <w:rFonts w:ascii="Book Antiqua" w:hAnsi="Book Antiqua"/>
          <w:sz w:val="22"/>
          <w:szCs w:val="22"/>
        </w:rPr>
      </w:pPr>
    </w:p>
    <w:p w:rsidR="009D6C3A" w:rsidRPr="00F65437" w:rsidRDefault="009D6C3A" w:rsidP="00963E4A">
      <w:pPr>
        <w:pStyle w:val="BodyTextIndent"/>
        <w:spacing w:line="360" w:lineRule="auto"/>
        <w:ind w:left="0"/>
        <w:jc w:val="both"/>
        <w:rPr>
          <w:rFonts w:ascii="Book Antiqua" w:hAnsi="Book Antiqua"/>
          <w:sz w:val="22"/>
          <w:szCs w:val="22"/>
          <w:lang w:val="en-US"/>
        </w:rPr>
      </w:pPr>
      <w:r w:rsidRPr="00F65437">
        <w:rPr>
          <w:rFonts w:ascii="Book Antiqua" w:hAnsi="Book Antiqua"/>
          <w:sz w:val="22"/>
          <w:szCs w:val="22"/>
          <w:lang w:val="en-US"/>
        </w:rPr>
        <w:t xml:space="preserve">               e) </w:t>
      </w:r>
      <w:r w:rsidRPr="00F65437">
        <w:rPr>
          <w:rFonts w:ascii="Book Antiqua" w:hAnsi="Book Antiqua"/>
          <w:sz w:val="22"/>
          <w:szCs w:val="22"/>
          <w:lang w:val="en-US"/>
        </w:rPr>
        <w:tab/>
        <w:t>Tenders received after the due date and time will not be accepted.</w:t>
      </w:r>
    </w:p>
    <w:p w:rsidR="00633885" w:rsidRDefault="009D6C3A" w:rsidP="00963E4A">
      <w:pPr>
        <w:pStyle w:val="BodyTextIndent"/>
        <w:spacing w:line="360" w:lineRule="auto"/>
        <w:ind w:left="1440" w:hanging="1080"/>
        <w:jc w:val="both"/>
        <w:rPr>
          <w:rFonts w:ascii="Book Antiqua" w:hAnsi="Book Antiqua"/>
          <w:sz w:val="22"/>
          <w:szCs w:val="22"/>
          <w:lang w:val="en-US"/>
        </w:rPr>
      </w:pPr>
      <w:r w:rsidRPr="00F65437">
        <w:rPr>
          <w:rFonts w:ascii="Book Antiqua" w:hAnsi="Book Antiqua"/>
          <w:sz w:val="22"/>
          <w:szCs w:val="22"/>
          <w:lang w:val="en-US"/>
        </w:rPr>
        <w:t xml:space="preserve">         f)</w:t>
      </w:r>
      <w:r w:rsidRPr="00F65437">
        <w:rPr>
          <w:rFonts w:ascii="Book Antiqua" w:hAnsi="Book Antiqua"/>
          <w:sz w:val="22"/>
          <w:szCs w:val="22"/>
          <w:lang w:val="en-US"/>
        </w:rPr>
        <w:tab/>
        <w:t>Form III-A indicating various items to be filled in by the tenderer is enclosed. The same should be filled in by the tenderer and submitted along with the tender.</w:t>
      </w:r>
    </w:p>
    <w:p w:rsidR="003C080E" w:rsidRDefault="00633885" w:rsidP="003C080E">
      <w:pPr>
        <w:ind w:left="993" w:hanging="426"/>
        <w:jc w:val="both"/>
        <w:rPr>
          <w:rFonts w:ascii="Book Antiqua" w:hAnsi="Book Antiqua"/>
          <w:sz w:val="22"/>
          <w:szCs w:val="22"/>
        </w:rPr>
      </w:pPr>
      <w:r w:rsidRPr="00F65437">
        <w:rPr>
          <w:rFonts w:ascii="Book Antiqua" w:hAnsi="Book Antiqua"/>
          <w:sz w:val="22"/>
          <w:szCs w:val="22"/>
        </w:rPr>
        <w:t xml:space="preserve">4. The Tender cover should be </w:t>
      </w:r>
      <w:r w:rsidR="002B24E0" w:rsidRPr="00F65437">
        <w:rPr>
          <w:rFonts w:ascii="Book Antiqua" w:hAnsi="Book Antiqua"/>
          <w:sz w:val="22"/>
          <w:szCs w:val="22"/>
        </w:rPr>
        <w:t>super scribed</w:t>
      </w:r>
      <w:r w:rsidRPr="00F65437">
        <w:rPr>
          <w:rFonts w:ascii="Book Antiqua" w:hAnsi="Book Antiqua"/>
          <w:sz w:val="22"/>
          <w:szCs w:val="22"/>
        </w:rPr>
        <w:t xml:space="preserve"> as indicated below:</w:t>
      </w:r>
    </w:p>
    <w:p w:rsidR="00633885" w:rsidRPr="003C080E" w:rsidRDefault="00633885" w:rsidP="00633885">
      <w:pPr>
        <w:jc w:val="both"/>
        <w:rPr>
          <w:rFonts w:ascii="Book Antiqua" w:hAnsi="Book Antiqua"/>
          <w:sz w:val="2"/>
          <w:szCs w:val="2"/>
        </w:rPr>
      </w:pPr>
    </w:p>
    <w:p w:rsidR="00633885" w:rsidRPr="00F65437" w:rsidRDefault="00633885" w:rsidP="00633885">
      <w:pPr>
        <w:jc w:val="both"/>
        <w:rPr>
          <w:rFonts w:ascii="Book Antiqua" w:hAnsi="Book Antiqua"/>
          <w:sz w:val="22"/>
          <w:szCs w:val="22"/>
        </w:rPr>
      </w:pPr>
    </w:p>
    <w:p w:rsidR="00633885" w:rsidRPr="00F65437" w:rsidRDefault="00963E4A" w:rsidP="00963E4A">
      <w:pPr>
        <w:framePr w:hSpace="180" w:wrap="around" w:vAnchor="text" w:hAnchor="margin" w:xAlign="center" w:y="163"/>
        <w:spacing w:line="360" w:lineRule="auto"/>
        <w:ind w:left="142"/>
        <w:jc w:val="both"/>
        <w:rPr>
          <w:rFonts w:ascii="Book Antiqua" w:hAnsi="Book Antiqua"/>
          <w:sz w:val="22"/>
          <w:szCs w:val="22"/>
        </w:rPr>
      </w:pPr>
      <w:r>
        <w:rPr>
          <w:rFonts w:ascii="Book Antiqua" w:hAnsi="Book Antiqua"/>
          <w:sz w:val="22"/>
          <w:szCs w:val="22"/>
        </w:rPr>
        <w:t>a</w:t>
      </w:r>
      <w:r w:rsidR="007D5AA9" w:rsidRPr="00F65437">
        <w:rPr>
          <w:rFonts w:ascii="Book Antiqua" w:hAnsi="Book Antiqua"/>
          <w:sz w:val="22"/>
          <w:szCs w:val="22"/>
        </w:rPr>
        <w:t>)</w:t>
      </w:r>
      <w:r w:rsidR="00633885" w:rsidRPr="00F65437">
        <w:rPr>
          <w:rFonts w:ascii="Book Antiqua" w:hAnsi="Book Antiqua"/>
          <w:sz w:val="22"/>
          <w:szCs w:val="22"/>
        </w:rPr>
        <w:t>NAME OF THE WORK :</w:t>
      </w:r>
      <w:r w:rsidR="00633885" w:rsidRPr="00F65437">
        <w:rPr>
          <w:rFonts w:ascii="Book Antiqua" w:hAnsi="Book Antiqua"/>
          <w:b/>
          <w:bCs/>
          <w:sz w:val="22"/>
          <w:szCs w:val="22"/>
        </w:rPr>
        <w:t xml:space="preserve"> </w:t>
      </w:r>
      <w:r w:rsidR="00633885" w:rsidRPr="00F65437">
        <w:rPr>
          <w:rFonts w:ascii="Book Antiqua" w:hAnsi="Book Antiqua"/>
          <w:sz w:val="22"/>
          <w:szCs w:val="22"/>
        </w:rPr>
        <w:t xml:space="preserve">Schedule for the work  of </w:t>
      </w:r>
      <w:r w:rsidR="007D5AA9" w:rsidRPr="00F65437">
        <w:rPr>
          <w:rFonts w:ascii="Book Antiqua" w:hAnsi="Book Antiqua"/>
          <w:b/>
          <w:sz w:val="22"/>
          <w:szCs w:val="22"/>
        </w:rPr>
        <w:t>"</w:t>
      </w:r>
      <w:r w:rsidR="008E003E" w:rsidRPr="00F65437">
        <w:rPr>
          <w:rFonts w:ascii="Book Antiqua" w:hAnsi="Book Antiqua"/>
          <w:b/>
          <w:sz w:val="22"/>
          <w:szCs w:val="22"/>
        </w:rPr>
        <w:t xml:space="preserve"> Providing House Keeping and Maintenance of </w:t>
      </w:r>
      <w:r w:rsidR="003166CD">
        <w:rPr>
          <w:rFonts w:ascii="Book Antiqua" w:hAnsi="Book Antiqua"/>
          <w:b/>
          <w:sz w:val="22"/>
          <w:szCs w:val="22"/>
        </w:rPr>
        <w:t xml:space="preserve">Ranga Reddy Zonal </w:t>
      </w:r>
      <w:r w:rsidR="008E003E" w:rsidRPr="00F65437">
        <w:rPr>
          <w:rFonts w:ascii="Book Antiqua" w:hAnsi="Book Antiqua"/>
          <w:b/>
          <w:sz w:val="22"/>
          <w:szCs w:val="22"/>
        </w:rPr>
        <w:t xml:space="preserve">office building </w:t>
      </w:r>
      <w:r w:rsidR="003166CD">
        <w:rPr>
          <w:rFonts w:ascii="Book Antiqua" w:hAnsi="Book Antiqua"/>
          <w:b/>
          <w:sz w:val="22"/>
          <w:szCs w:val="22"/>
        </w:rPr>
        <w:t>at</w:t>
      </w:r>
      <w:r w:rsidR="008E003E" w:rsidRPr="00F65437">
        <w:rPr>
          <w:rFonts w:ascii="Book Antiqua" w:hAnsi="Book Antiqua"/>
          <w:b/>
          <w:sz w:val="22"/>
          <w:szCs w:val="22"/>
        </w:rPr>
        <w:t xml:space="preserve"> KPHB Colony, Hyderabad for the period from April 202</w:t>
      </w:r>
      <w:r w:rsidR="003166CD">
        <w:rPr>
          <w:rFonts w:ascii="Book Antiqua" w:hAnsi="Book Antiqua"/>
          <w:b/>
          <w:sz w:val="22"/>
          <w:szCs w:val="22"/>
        </w:rPr>
        <w:t>3</w:t>
      </w:r>
      <w:r w:rsidR="008E003E" w:rsidRPr="00F65437">
        <w:rPr>
          <w:rFonts w:ascii="Book Antiqua" w:hAnsi="Book Antiqua"/>
          <w:b/>
          <w:sz w:val="22"/>
          <w:szCs w:val="22"/>
        </w:rPr>
        <w:t xml:space="preserve"> to March 202</w:t>
      </w:r>
      <w:r w:rsidR="003166CD">
        <w:rPr>
          <w:rFonts w:ascii="Book Antiqua" w:hAnsi="Book Antiqua"/>
          <w:b/>
          <w:sz w:val="22"/>
          <w:szCs w:val="22"/>
        </w:rPr>
        <w:t>4</w:t>
      </w:r>
      <w:r w:rsidR="008E003E" w:rsidRPr="00F65437">
        <w:rPr>
          <w:rFonts w:ascii="Book Antiqua" w:hAnsi="Book Antiqua"/>
          <w:b/>
          <w:sz w:val="22"/>
          <w:szCs w:val="22"/>
        </w:rPr>
        <w:t xml:space="preserve"> in Cybercity Circle</w:t>
      </w:r>
      <w:r w:rsidR="00BD1EFB" w:rsidRPr="00F65437">
        <w:rPr>
          <w:rFonts w:ascii="Book Antiqua" w:hAnsi="Book Antiqua"/>
          <w:b/>
          <w:sz w:val="22"/>
          <w:szCs w:val="22"/>
        </w:rPr>
        <w:t>”</w:t>
      </w:r>
      <w:r w:rsidR="00114B51" w:rsidRPr="00F65437">
        <w:rPr>
          <w:rFonts w:ascii="Book Antiqua" w:hAnsi="Book Antiqua"/>
          <w:sz w:val="22"/>
          <w:szCs w:val="22"/>
        </w:rPr>
        <w:t>.</w:t>
      </w:r>
    </w:p>
    <w:p w:rsidR="00633885" w:rsidRPr="00F65437" w:rsidRDefault="00633885" w:rsidP="00633885">
      <w:pPr>
        <w:jc w:val="both"/>
        <w:rPr>
          <w:rFonts w:ascii="Book Antiqua" w:hAnsi="Book Antiqua"/>
          <w:sz w:val="22"/>
          <w:szCs w:val="22"/>
        </w:rPr>
      </w:pPr>
    </w:p>
    <w:p w:rsidR="00633885" w:rsidRPr="00F65437" w:rsidRDefault="00633885" w:rsidP="00633885">
      <w:pPr>
        <w:pStyle w:val="BodyTextIndent2"/>
        <w:ind w:left="0"/>
        <w:jc w:val="both"/>
        <w:rPr>
          <w:rFonts w:ascii="Book Antiqua" w:hAnsi="Book Antiqua"/>
          <w:sz w:val="22"/>
          <w:szCs w:val="22"/>
        </w:rPr>
      </w:pPr>
      <w:r w:rsidRPr="00F65437">
        <w:rPr>
          <w:rFonts w:ascii="Book Antiqua" w:hAnsi="Book Antiqua"/>
          <w:sz w:val="22"/>
          <w:szCs w:val="22"/>
        </w:rPr>
        <w:t xml:space="preserve">   </w:t>
      </w:r>
      <w:r w:rsidR="00963E4A">
        <w:rPr>
          <w:rFonts w:ascii="Book Antiqua" w:hAnsi="Book Antiqua"/>
          <w:sz w:val="22"/>
          <w:szCs w:val="22"/>
        </w:rPr>
        <w:t>b</w:t>
      </w:r>
      <w:r w:rsidRPr="00F65437">
        <w:rPr>
          <w:rFonts w:ascii="Book Antiqua" w:hAnsi="Book Antiqua"/>
          <w:sz w:val="22"/>
          <w:szCs w:val="22"/>
        </w:rPr>
        <w:t>).Vendor Registration  No.</w:t>
      </w:r>
      <w:r w:rsidRPr="00F65437">
        <w:rPr>
          <w:rFonts w:ascii="Book Antiqua" w:hAnsi="Book Antiqua"/>
          <w:sz w:val="22"/>
          <w:szCs w:val="22"/>
        </w:rPr>
        <w:tab/>
      </w:r>
      <w:r w:rsidRPr="00F65437">
        <w:rPr>
          <w:rFonts w:ascii="Book Antiqua" w:hAnsi="Book Antiqua"/>
          <w:sz w:val="22"/>
          <w:szCs w:val="22"/>
        </w:rPr>
        <w:tab/>
      </w:r>
      <w:r w:rsidRPr="00F65437">
        <w:rPr>
          <w:rFonts w:ascii="Book Antiqua" w:hAnsi="Book Antiqua"/>
          <w:sz w:val="22"/>
          <w:szCs w:val="22"/>
        </w:rPr>
        <w:tab/>
        <w:t>:</w:t>
      </w:r>
    </w:p>
    <w:p w:rsidR="00633885" w:rsidRPr="00F65437" w:rsidRDefault="00633885" w:rsidP="00633885">
      <w:pPr>
        <w:jc w:val="both"/>
        <w:rPr>
          <w:rFonts w:ascii="Book Antiqua" w:hAnsi="Book Antiqua"/>
          <w:b/>
          <w:color w:val="000000"/>
          <w:sz w:val="22"/>
          <w:szCs w:val="22"/>
        </w:rPr>
      </w:pPr>
      <w:r w:rsidRPr="00F65437">
        <w:rPr>
          <w:rFonts w:ascii="Book Antiqua" w:hAnsi="Book Antiqua"/>
          <w:sz w:val="22"/>
          <w:szCs w:val="22"/>
        </w:rPr>
        <w:t xml:space="preserve">   </w:t>
      </w:r>
      <w:r w:rsidR="00963E4A">
        <w:rPr>
          <w:rFonts w:ascii="Book Antiqua" w:hAnsi="Book Antiqua"/>
          <w:sz w:val="22"/>
          <w:szCs w:val="22"/>
        </w:rPr>
        <w:t>c</w:t>
      </w:r>
      <w:r w:rsidRPr="00F65437">
        <w:rPr>
          <w:rFonts w:ascii="Book Antiqua" w:hAnsi="Book Antiqua"/>
          <w:sz w:val="22"/>
          <w:szCs w:val="22"/>
        </w:rPr>
        <w:t>)Tender against  Specification. No.</w:t>
      </w:r>
      <w:r w:rsidRPr="00F65437">
        <w:rPr>
          <w:rFonts w:ascii="Book Antiqua" w:hAnsi="Book Antiqua"/>
          <w:sz w:val="22"/>
          <w:szCs w:val="22"/>
        </w:rPr>
        <w:tab/>
      </w:r>
      <w:r w:rsidRPr="00F65437">
        <w:rPr>
          <w:rFonts w:ascii="Book Antiqua" w:hAnsi="Book Antiqua"/>
          <w:sz w:val="22"/>
          <w:szCs w:val="22"/>
        </w:rPr>
        <w:tab/>
        <w:t>:</w:t>
      </w:r>
      <w:r w:rsidRPr="00F65437">
        <w:rPr>
          <w:rFonts w:ascii="Book Antiqua" w:hAnsi="Book Antiqua"/>
          <w:sz w:val="22"/>
          <w:szCs w:val="22"/>
        </w:rPr>
        <w:tab/>
      </w:r>
      <w:r w:rsidR="0064674A" w:rsidRPr="00F65437">
        <w:rPr>
          <w:rFonts w:ascii="Book Antiqua" w:hAnsi="Book Antiqua"/>
          <w:b/>
          <w:sz w:val="22"/>
          <w:szCs w:val="22"/>
        </w:rPr>
        <w:t>OT-</w:t>
      </w:r>
      <w:r w:rsidR="007D5AA9" w:rsidRPr="00F65437">
        <w:rPr>
          <w:rFonts w:ascii="Book Antiqua" w:hAnsi="Book Antiqua"/>
          <w:b/>
          <w:sz w:val="22"/>
          <w:szCs w:val="22"/>
        </w:rPr>
        <w:t>0</w:t>
      </w:r>
      <w:r w:rsidR="00B03E63">
        <w:rPr>
          <w:rFonts w:ascii="Book Antiqua" w:hAnsi="Book Antiqua"/>
          <w:b/>
          <w:sz w:val="22"/>
          <w:szCs w:val="22"/>
        </w:rPr>
        <w:t>5</w:t>
      </w:r>
      <w:r w:rsidR="007D5AA9" w:rsidRPr="00F65437">
        <w:rPr>
          <w:rFonts w:ascii="Book Antiqua" w:hAnsi="Book Antiqua"/>
          <w:b/>
          <w:sz w:val="22"/>
          <w:szCs w:val="22"/>
        </w:rPr>
        <w:t>/</w:t>
      </w:r>
      <w:r w:rsidR="00B03E63">
        <w:rPr>
          <w:rFonts w:ascii="Book Antiqua" w:hAnsi="Book Antiqua"/>
          <w:b/>
          <w:sz w:val="22"/>
          <w:szCs w:val="22"/>
        </w:rPr>
        <w:t>2023-24</w:t>
      </w:r>
      <w:r w:rsidRPr="00F65437">
        <w:rPr>
          <w:rFonts w:ascii="Book Antiqua" w:hAnsi="Book Antiqua"/>
          <w:b/>
          <w:color w:val="000000"/>
          <w:sz w:val="22"/>
          <w:szCs w:val="22"/>
        </w:rPr>
        <w:t xml:space="preserve"> </w:t>
      </w:r>
    </w:p>
    <w:p w:rsidR="00633885" w:rsidRPr="00F65437" w:rsidRDefault="00633885" w:rsidP="00633885">
      <w:pPr>
        <w:jc w:val="both"/>
        <w:rPr>
          <w:rFonts w:ascii="Book Antiqua" w:hAnsi="Book Antiqua"/>
          <w:b/>
          <w:color w:val="000000"/>
          <w:sz w:val="22"/>
          <w:szCs w:val="22"/>
        </w:rPr>
      </w:pPr>
    </w:p>
    <w:p w:rsidR="00633885" w:rsidRPr="00F65437" w:rsidRDefault="00633885" w:rsidP="00633885">
      <w:pPr>
        <w:ind w:firstLine="90"/>
        <w:jc w:val="both"/>
        <w:rPr>
          <w:rFonts w:ascii="Book Antiqua" w:hAnsi="Book Antiqua"/>
          <w:color w:val="000000"/>
          <w:sz w:val="22"/>
          <w:szCs w:val="22"/>
        </w:rPr>
      </w:pPr>
      <w:r w:rsidRPr="00F65437">
        <w:rPr>
          <w:rFonts w:ascii="Book Antiqua" w:hAnsi="Book Antiqua"/>
          <w:color w:val="000000"/>
          <w:sz w:val="22"/>
          <w:szCs w:val="22"/>
        </w:rPr>
        <w:t xml:space="preserve"> </w:t>
      </w:r>
      <w:r w:rsidR="00963E4A">
        <w:rPr>
          <w:rFonts w:ascii="Book Antiqua" w:hAnsi="Book Antiqua"/>
          <w:color w:val="000000"/>
          <w:sz w:val="22"/>
          <w:szCs w:val="22"/>
        </w:rPr>
        <w:t>d</w:t>
      </w:r>
      <w:r w:rsidRPr="00F65437">
        <w:rPr>
          <w:rFonts w:ascii="Book Antiqua" w:hAnsi="Book Antiqua"/>
          <w:color w:val="000000"/>
          <w:sz w:val="22"/>
          <w:szCs w:val="22"/>
        </w:rPr>
        <w:t xml:space="preserve">).Due date and time for  submission       </w:t>
      </w:r>
      <w:r w:rsidRPr="00F65437">
        <w:rPr>
          <w:rFonts w:ascii="Book Antiqua" w:hAnsi="Book Antiqua"/>
          <w:color w:val="000000"/>
          <w:sz w:val="22"/>
          <w:szCs w:val="22"/>
        </w:rPr>
        <w:tab/>
        <w:t>:</w:t>
      </w:r>
      <w:r w:rsidRPr="00F65437">
        <w:rPr>
          <w:rFonts w:ascii="Book Antiqua" w:hAnsi="Book Antiqua"/>
          <w:color w:val="000000"/>
          <w:sz w:val="22"/>
          <w:szCs w:val="22"/>
        </w:rPr>
        <w:tab/>
      </w:r>
      <w:r w:rsidR="008E003E" w:rsidRPr="00F65437">
        <w:rPr>
          <w:rFonts w:ascii="Book Antiqua" w:hAnsi="Book Antiqua"/>
          <w:b/>
          <w:color w:val="000000"/>
          <w:sz w:val="22"/>
          <w:szCs w:val="22"/>
        </w:rPr>
        <w:t xml:space="preserve"> </w:t>
      </w:r>
      <w:r w:rsidR="00551DDA">
        <w:rPr>
          <w:rFonts w:ascii="Book Antiqua" w:hAnsi="Book Antiqua"/>
          <w:b/>
          <w:color w:val="000000"/>
          <w:sz w:val="22"/>
          <w:szCs w:val="22"/>
        </w:rPr>
        <w:t>15</w:t>
      </w:r>
      <w:r w:rsidR="007D5AA9" w:rsidRPr="00F65437">
        <w:rPr>
          <w:rFonts w:ascii="Book Antiqua" w:hAnsi="Book Antiqua"/>
          <w:b/>
          <w:color w:val="000000"/>
          <w:sz w:val="22"/>
          <w:szCs w:val="22"/>
        </w:rPr>
        <w:t>.</w:t>
      </w:r>
      <w:r w:rsidR="00551DDA">
        <w:rPr>
          <w:rFonts w:ascii="Book Antiqua" w:hAnsi="Book Antiqua"/>
          <w:b/>
          <w:color w:val="000000"/>
          <w:sz w:val="22"/>
          <w:szCs w:val="22"/>
        </w:rPr>
        <w:t>07</w:t>
      </w:r>
      <w:r w:rsidR="007D5AA9" w:rsidRPr="00F65437">
        <w:rPr>
          <w:rFonts w:ascii="Book Antiqua" w:hAnsi="Book Antiqua"/>
          <w:b/>
          <w:color w:val="000000"/>
          <w:sz w:val="22"/>
          <w:szCs w:val="22"/>
        </w:rPr>
        <w:t>.202</w:t>
      </w:r>
      <w:r w:rsidR="00B03E63">
        <w:rPr>
          <w:rFonts w:ascii="Book Antiqua" w:hAnsi="Book Antiqua"/>
          <w:b/>
          <w:color w:val="000000"/>
          <w:sz w:val="22"/>
          <w:szCs w:val="22"/>
        </w:rPr>
        <w:t>3</w:t>
      </w:r>
      <w:r w:rsidR="00042C7C" w:rsidRPr="00F65437">
        <w:rPr>
          <w:rFonts w:ascii="Book Antiqua" w:hAnsi="Book Antiqua"/>
          <w:sz w:val="22"/>
          <w:szCs w:val="22"/>
        </w:rPr>
        <w:t xml:space="preserve"> </w:t>
      </w:r>
      <w:r w:rsidRPr="00F65437">
        <w:rPr>
          <w:rFonts w:ascii="Book Antiqua" w:hAnsi="Book Antiqua"/>
          <w:b/>
          <w:color w:val="000000"/>
          <w:sz w:val="22"/>
          <w:szCs w:val="22"/>
        </w:rPr>
        <w:t>1</w:t>
      </w:r>
      <w:r w:rsidR="007D5AA9" w:rsidRPr="00F65437">
        <w:rPr>
          <w:rFonts w:ascii="Book Antiqua" w:hAnsi="Book Antiqua"/>
          <w:b/>
          <w:color w:val="000000"/>
          <w:sz w:val="22"/>
          <w:szCs w:val="22"/>
        </w:rPr>
        <w:t>3</w:t>
      </w:r>
      <w:r w:rsidRPr="00F65437">
        <w:rPr>
          <w:rFonts w:ascii="Book Antiqua" w:hAnsi="Book Antiqua"/>
          <w:b/>
          <w:color w:val="000000"/>
          <w:sz w:val="22"/>
          <w:szCs w:val="22"/>
        </w:rPr>
        <w:t>:00 Hrs</w:t>
      </w:r>
    </w:p>
    <w:p w:rsidR="00633885" w:rsidRPr="00F65437" w:rsidRDefault="00633885" w:rsidP="00633885">
      <w:pPr>
        <w:ind w:firstLine="561"/>
        <w:jc w:val="both"/>
        <w:rPr>
          <w:rFonts w:ascii="Book Antiqua" w:hAnsi="Book Antiqua"/>
          <w:color w:val="000000"/>
          <w:sz w:val="22"/>
          <w:szCs w:val="22"/>
        </w:rPr>
      </w:pPr>
    </w:p>
    <w:p w:rsidR="00633885" w:rsidRPr="00F65437" w:rsidRDefault="00633885" w:rsidP="00633885">
      <w:pPr>
        <w:ind w:firstLine="90"/>
        <w:jc w:val="both"/>
        <w:rPr>
          <w:rFonts w:ascii="Book Antiqua" w:hAnsi="Book Antiqua"/>
          <w:color w:val="000000"/>
          <w:sz w:val="22"/>
          <w:szCs w:val="22"/>
        </w:rPr>
      </w:pPr>
      <w:r w:rsidRPr="00F65437">
        <w:rPr>
          <w:rFonts w:ascii="Book Antiqua" w:hAnsi="Book Antiqua"/>
          <w:color w:val="000000"/>
          <w:sz w:val="22"/>
          <w:szCs w:val="22"/>
        </w:rPr>
        <w:t xml:space="preserve"> </w:t>
      </w:r>
      <w:r w:rsidR="00963E4A">
        <w:rPr>
          <w:rFonts w:ascii="Book Antiqua" w:hAnsi="Book Antiqua"/>
          <w:color w:val="000000"/>
          <w:sz w:val="22"/>
          <w:szCs w:val="22"/>
        </w:rPr>
        <w:t>e</w:t>
      </w:r>
      <w:r w:rsidRPr="00F65437">
        <w:rPr>
          <w:rFonts w:ascii="Book Antiqua" w:hAnsi="Book Antiqua"/>
          <w:color w:val="000000"/>
          <w:sz w:val="22"/>
          <w:szCs w:val="22"/>
        </w:rPr>
        <w:t>)Date and time for opening.</w:t>
      </w:r>
      <w:r w:rsidRPr="00F65437">
        <w:rPr>
          <w:rFonts w:ascii="Book Antiqua" w:hAnsi="Book Antiqua"/>
          <w:color w:val="000000"/>
          <w:sz w:val="22"/>
          <w:szCs w:val="22"/>
        </w:rPr>
        <w:tab/>
      </w:r>
      <w:r w:rsidRPr="00F65437">
        <w:rPr>
          <w:rFonts w:ascii="Book Antiqua" w:hAnsi="Book Antiqua"/>
          <w:color w:val="000000"/>
          <w:sz w:val="22"/>
          <w:szCs w:val="22"/>
        </w:rPr>
        <w:tab/>
      </w:r>
      <w:r w:rsidRPr="00F65437">
        <w:rPr>
          <w:rFonts w:ascii="Book Antiqua" w:hAnsi="Book Antiqua"/>
          <w:color w:val="000000"/>
          <w:sz w:val="22"/>
          <w:szCs w:val="22"/>
        </w:rPr>
        <w:tab/>
        <w:t>:</w:t>
      </w:r>
      <w:r w:rsidRPr="00F65437">
        <w:rPr>
          <w:rFonts w:ascii="Book Antiqua" w:hAnsi="Book Antiqua"/>
          <w:color w:val="000000"/>
          <w:sz w:val="22"/>
          <w:szCs w:val="22"/>
        </w:rPr>
        <w:tab/>
      </w:r>
      <w:r w:rsidR="007D5AA9" w:rsidRPr="00F65437">
        <w:rPr>
          <w:rFonts w:ascii="Book Antiqua" w:hAnsi="Book Antiqua"/>
          <w:color w:val="000000"/>
          <w:sz w:val="22"/>
          <w:szCs w:val="22"/>
        </w:rPr>
        <w:t xml:space="preserve"> </w:t>
      </w:r>
      <w:r w:rsidR="008E003E" w:rsidRPr="00F65437">
        <w:rPr>
          <w:rFonts w:ascii="Book Antiqua" w:hAnsi="Book Antiqua"/>
          <w:b/>
          <w:color w:val="000000"/>
          <w:sz w:val="22"/>
          <w:szCs w:val="22"/>
        </w:rPr>
        <w:t xml:space="preserve"> </w:t>
      </w:r>
      <w:r w:rsidR="00B03E63">
        <w:rPr>
          <w:rFonts w:ascii="Book Antiqua" w:hAnsi="Book Antiqua"/>
          <w:b/>
          <w:color w:val="000000"/>
          <w:sz w:val="22"/>
          <w:szCs w:val="22"/>
        </w:rPr>
        <w:t xml:space="preserve"> </w:t>
      </w:r>
      <w:r w:rsidR="00551DDA">
        <w:rPr>
          <w:rFonts w:ascii="Book Antiqua" w:hAnsi="Book Antiqua"/>
          <w:b/>
          <w:color w:val="000000"/>
          <w:sz w:val="22"/>
          <w:szCs w:val="22"/>
        </w:rPr>
        <w:t>15</w:t>
      </w:r>
      <w:r w:rsidR="007D5AA9" w:rsidRPr="00F65437">
        <w:rPr>
          <w:rFonts w:ascii="Book Antiqua" w:hAnsi="Book Antiqua"/>
          <w:b/>
          <w:color w:val="000000"/>
          <w:sz w:val="22"/>
          <w:szCs w:val="22"/>
        </w:rPr>
        <w:t>.</w:t>
      </w:r>
      <w:r w:rsidR="00551DDA">
        <w:rPr>
          <w:rFonts w:ascii="Book Antiqua" w:hAnsi="Book Antiqua"/>
          <w:b/>
          <w:color w:val="000000"/>
          <w:sz w:val="22"/>
          <w:szCs w:val="22"/>
        </w:rPr>
        <w:t>07</w:t>
      </w:r>
      <w:r w:rsidR="007D5AA9" w:rsidRPr="00F65437">
        <w:rPr>
          <w:rFonts w:ascii="Book Antiqua" w:hAnsi="Book Antiqua"/>
          <w:b/>
          <w:color w:val="000000"/>
          <w:sz w:val="22"/>
          <w:szCs w:val="22"/>
        </w:rPr>
        <w:t>.</w:t>
      </w:r>
      <w:r w:rsidR="00B03E63">
        <w:rPr>
          <w:rFonts w:ascii="Book Antiqua" w:hAnsi="Book Antiqua"/>
          <w:b/>
          <w:color w:val="000000"/>
          <w:sz w:val="22"/>
          <w:szCs w:val="22"/>
        </w:rPr>
        <w:t>2023</w:t>
      </w:r>
      <w:r w:rsidR="00042C7C" w:rsidRPr="00F65437">
        <w:rPr>
          <w:rFonts w:ascii="Book Antiqua" w:hAnsi="Book Antiqua"/>
          <w:b/>
          <w:sz w:val="22"/>
          <w:szCs w:val="22"/>
        </w:rPr>
        <w:t xml:space="preserve"> </w:t>
      </w:r>
      <w:r w:rsidRPr="00F65437">
        <w:rPr>
          <w:rFonts w:ascii="Book Antiqua" w:hAnsi="Book Antiqua"/>
          <w:b/>
          <w:color w:val="000000"/>
          <w:sz w:val="22"/>
          <w:szCs w:val="22"/>
        </w:rPr>
        <w:t>1</w:t>
      </w:r>
      <w:r w:rsidR="007D5AA9" w:rsidRPr="00F65437">
        <w:rPr>
          <w:rFonts w:ascii="Book Antiqua" w:hAnsi="Book Antiqua"/>
          <w:b/>
          <w:color w:val="000000"/>
          <w:sz w:val="22"/>
          <w:szCs w:val="22"/>
        </w:rPr>
        <w:t>4</w:t>
      </w:r>
      <w:r w:rsidRPr="00F65437">
        <w:rPr>
          <w:rFonts w:ascii="Book Antiqua" w:hAnsi="Book Antiqua"/>
          <w:b/>
          <w:color w:val="000000"/>
          <w:sz w:val="22"/>
          <w:szCs w:val="22"/>
        </w:rPr>
        <w:t>:00 Hrs</w:t>
      </w:r>
      <w:r w:rsidRPr="00F65437">
        <w:rPr>
          <w:rFonts w:ascii="Book Antiqua" w:hAnsi="Book Antiqua"/>
          <w:color w:val="000000"/>
          <w:sz w:val="22"/>
          <w:szCs w:val="22"/>
        </w:rPr>
        <w:t xml:space="preserve"> </w:t>
      </w:r>
    </w:p>
    <w:p w:rsidR="00633885" w:rsidRPr="00F65437" w:rsidRDefault="00633885" w:rsidP="00633885">
      <w:pPr>
        <w:ind w:firstLine="561"/>
        <w:jc w:val="both"/>
        <w:rPr>
          <w:rFonts w:ascii="Book Antiqua" w:hAnsi="Book Antiqua"/>
          <w:sz w:val="22"/>
          <w:szCs w:val="22"/>
        </w:rPr>
      </w:pPr>
    </w:p>
    <w:p w:rsidR="00BA1227" w:rsidRPr="00F65437" w:rsidRDefault="00633885" w:rsidP="00633885">
      <w:pPr>
        <w:ind w:firstLine="90"/>
        <w:jc w:val="both"/>
        <w:rPr>
          <w:rFonts w:ascii="Book Antiqua" w:hAnsi="Book Antiqua"/>
          <w:sz w:val="22"/>
          <w:szCs w:val="22"/>
        </w:rPr>
      </w:pPr>
      <w:r w:rsidRPr="00F65437">
        <w:rPr>
          <w:rFonts w:ascii="Book Antiqua" w:hAnsi="Book Antiqua"/>
          <w:sz w:val="22"/>
          <w:szCs w:val="22"/>
        </w:rPr>
        <w:t xml:space="preserve"> </w:t>
      </w:r>
      <w:r w:rsidR="00963E4A">
        <w:rPr>
          <w:rFonts w:ascii="Book Antiqua" w:hAnsi="Book Antiqua"/>
          <w:sz w:val="22"/>
          <w:szCs w:val="22"/>
        </w:rPr>
        <w:t>f</w:t>
      </w:r>
      <w:r w:rsidRPr="00F65437">
        <w:rPr>
          <w:rFonts w:ascii="Book Antiqua" w:hAnsi="Book Antiqua"/>
          <w:sz w:val="22"/>
          <w:szCs w:val="22"/>
        </w:rPr>
        <w:t>)</w:t>
      </w:r>
      <w:r w:rsidR="00BA1227" w:rsidRPr="00F65437">
        <w:rPr>
          <w:rFonts w:ascii="Book Antiqua" w:hAnsi="Book Antiqua"/>
          <w:sz w:val="22"/>
          <w:szCs w:val="22"/>
        </w:rPr>
        <w:t>Whether cost of EMD has been enclosed</w:t>
      </w:r>
    </w:p>
    <w:p w:rsidR="00633885" w:rsidRPr="00F65437" w:rsidRDefault="00BA1227" w:rsidP="00633885">
      <w:pPr>
        <w:ind w:firstLine="90"/>
        <w:jc w:val="both"/>
        <w:rPr>
          <w:rFonts w:ascii="Book Antiqua" w:hAnsi="Book Antiqua"/>
          <w:color w:val="000000"/>
          <w:sz w:val="22"/>
          <w:szCs w:val="22"/>
        </w:rPr>
      </w:pPr>
      <w:r w:rsidRPr="00F65437">
        <w:rPr>
          <w:rFonts w:ascii="Book Antiqua" w:hAnsi="Book Antiqua"/>
          <w:sz w:val="22"/>
          <w:szCs w:val="22"/>
        </w:rPr>
        <w:t xml:space="preserve">    </w:t>
      </w:r>
      <w:r w:rsidR="00633885" w:rsidRPr="00F65437">
        <w:rPr>
          <w:rFonts w:ascii="Book Antiqua" w:hAnsi="Book Antiqua"/>
          <w:sz w:val="22"/>
          <w:szCs w:val="22"/>
        </w:rPr>
        <w:t>Payment for E.M.D</w:t>
      </w:r>
      <w:r w:rsidR="00633885" w:rsidRPr="00F65437">
        <w:rPr>
          <w:rFonts w:ascii="Book Antiqua" w:hAnsi="Book Antiqua"/>
          <w:sz w:val="22"/>
          <w:szCs w:val="22"/>
        </w:rPr>
        <w:tab/>
      </w:r>
      <w:r w:rsidR="00633885" w:rsidRPr="00F65437">
        <w:rPr>
          <w:rFonts w:ascii="Book Antiqua" w:hAnsi="Book Antiqua"/>
          <w:sz w:val="22"/>
          <w:szCs w:val="22"/>
        </w:rPr>
        <w:tab/>
      </w:r>
      <w:r w:rsidR="00633885" w:rsidRPr="00F65437">
        <w:rPr>
          <w:rFonts w:ascii="Book Antiqua" w:hAnsi="Book Antiqua"/>
          <w:sz w:val="22"/>
          <w:szCs w:val="22"/>
        </w:rPr>
        <w:tab/>
      </w:r>
      <w:r w:rsidR="00633885" w:rsidRPr="00F65437">
        <w:rPr>
          <w:rFonts w:ascii="Book Antiqua" w:hAnsi="Book Antiqua"/>
          <w:sz w:val="22"/>
          <w:szCs w:val="22"/>
        </w:rPr>
        <w:tab/>
        <w:t>:</w:t>
      </w:r>
      <w:r w:rsidR="00633885" w:rsidRPr="00F65437">
        <w:rPr>
          <w:rFonts w:ascii="Book Antiqua" w:hAnsi="Book Antiqua"/>
          <w:sz w:val="22"/>
          <w:szCs w:val="22"/>
        </w:rPr>
        <w:tab/>
      </w:r>
      <w:r w:rsidR="00633885" w:rsidRPr="00F65437">
        <w:rPr>
          <w:rFonts w:ascii="Book Antiqua" w:hAnsi="Book Antiqua"/>
          <w:b/>
          <w:sz w:val="22"/>
          <w:szCs w:val="22"/>
        </w:rPr>
        <w:t xml:space="preserve"> </w:t>
      </w:r>
      <w:r w:rsidR="007D5AA9" w:rsidRPr="00F65437">
        <w:rPr>
          <w:rFonts w:ascii="Book Antiqua" w:hAnsi="Book Antiqua"/>
          <w:b/>
          <w:sz w:val="22"/>
          <w:szCs w:val="22"/>
        </w:rPr>
        <w:t xml:space="preserve"> </w:t>
      </w:r>
      <w:r w:rsidR="006C570F">
        <w:rPr>
          <w:rFonts w:ascii="Book Antiqua" w:hAnsi="Book Antiqua"/>
          <w:b/>
          <w:sz w:val="22"/>
          <w:szCs w:val="22"/>
        </w:rPr>
        <w:t>2</w:t>
      </w:r>
      <w:r w:rsidR="00B03E63">
        <w:rPr>
          <w:rFonts w:ascii="Book Antiqua" w:hAnsi="Book Antiqua"/>
          <w:b/>
          <w:sz w:val="22"/>
          <w:szCs w:val="22"/>
        </w:rPr>
        <w:t>4</w:t>
      </w:r>
      <w:r w:rsidR="007D5AA9" w:rsidRPr="00F65437">
        <w:rPr>
          <w:rFonts w:ascii="Book Antiqua" w:hAnsi="Book Antiqua"/>
          <w:b/>
          <w:sz w:val="22"/>
          <w:szCs w:val="22"/>
        </w:rPr>
        <w:t>,</w:t>
      </w:r>
      <w:r w:rsidR="00B03E63">
        <w:rPr>
          <w:rFonts w:ascii="Book Antiqua" w:hAnsi="Book Antiqua"/>
          <w:b/>
          <w:sz w:val="22"/>
          <w:szCs w:val="22"/>
        </w:rPr>
        <w:t>259</w:t>
      </w:r>
      <w:r w:rsidR="00114B51" w:rsidRPr="00F65437">
        <w:rPr>
          <w:rFonts w:ascii="Book Antiqua" w:hAnsi="Book Antiqua"/>
          <w:b/>
          <w:sz w:val="22"/>
          <w:szCs w:val="22"/>
        </w:rPr>
        <w:t>/-</w:t>
      </w:r>
    </w:p>
    <w:p w:rsidR="00633885" w:rsidRPr="00F65437" w:rsidRDefault="00633885" w:rsidP="00633885">
      <w:pPr>
        <w:ind w:firstLine="561"/>
        <w:jc w:val="both"/>
        <w:rPr>
          <w:rFonts w:ascii="Book Antiqua" w:hAnsi="Book Antiqua"/>
          <w:color w:val="000000"/>
          <w:sz w:val="22"/>
          <w:szCs w:val="22"/>
        </w:rPr>
      </w:pPr>
      <w:r w:rsidRPr="00F65437">
        <w:rPr>
          <w:rFonts w:ascii="Book Antiqua" w:hAnsi="Book Antiqua"/>
          <w:color w:val="000000"/>
          <w:sz w:val="22"/>
          <w:szCs w:val="22"/>
        </w:rPr>
        <w:t xml:space="preserve">    </w:t>
      </w:r>
    </w:p>
    <w:p w:rsidR="00633885" w:rsidRPr="00F65437" w:rsidRDefault="00633885" w:rsidP="00633885">
      <w:pPr>
        <w:jc w:val="both"/>
        <w:rPr>
          <w:rFonts w:ascii="Book Antiqua" w:hAnsi="Book Antiqua"/>
          <w:sz w:val="22"/>
          <w:szCs w:val="22"/>
        </w:rPr>
      </w:pPr>
      <w:r w:rsidRPr="00F65437">
        <w:rPr>
          <w:rFonts w:ascii="Book Antiqua" w:hAnsi="Book Antiqua"/>
          <w:sz w:val="22"/>
          <w:szCs w:val="22"/>
        </w:rPr>
        <w:t xml:space="preserve">  </w:t>
      </w:r>
      <w:r w:rsidR="00F34A64" w:rsidRPr="00F65437">
        <w:rPr>
          <w:rFonts w:ascii="Book Antiqua" w:hAnsi="Book Antiqua"/>
          <w:sz w:val="22"/>
          <w:szCs w:val="22"/>
        </w:rPr>
        <w:t xml:space="preserve"> </w:t>
      </w:r>
      <w:r w:rsidR="00871B77" w:rsidRPr="00F65437">
        <w:rPr>
          <w:rFonts w:ascii="Book Antiqua" w:hAnsi="Book Antiqua"/>
          <w:sz w:val="22"/>
          <w:szCs w:val="22"/>
        </w:rPr>
        <w:t xml:space="preserve"> </w:t>
      </w:r>
      <w:r w:rsidRPr="00F65437">
        <w:rPr>
          <w:rFonts w:ascii="Book Antiqua" w:hAnsi="Book Antiqua"/>
          <w:sz w:val="22"/>
          <w:szCs w:val="22"/>
        </w:rPr>
        <w:t>Give details of D.D.No. Amount and Dt:</w:t>
      </w:r>
    </w:p>
    <w:p w:rsidR="00633885" w:rsidRPr="00F65437" w:rsidRDefault="00633885" w:rsidP="00633885">
      <w:pPr>
        <w:ind w:firstLine="561"/>
        <w:jc w:val="both"/>
        <w:rPr>
          <w:rFonts w:ascii="Book Antiqua" w:hAnsi="Book Antiqua"/>
          <w:sz w:val="22"/>
          <w:szCs w:val="22"/>
        </w:rPr>
      </w:pPr>
    </w:p>
    <w:p w:rsidR="00633885" w:rsidRPr="00F65437" w:rsidRDefault="00633885" w:rsidP="00633885">
      <w:pPr>
        <w:jc w:val="both"/>
        <w:rPr>
          <w:rFonts w:ascii="Book Antiqua" w:hAnsi="Book Antiqua"/>
          <w:sz w:val="22"/>
          <w:szCs w:val="22"/>
        </w:rPr>
      </w:pPr>
      <w:r w:rsidRPr="00F65437">
        <w:rPr>
          <w:rFonts w:ascii="Book Antiqua" w:hAnsi="Book Antiqua"/>
          <w:sz w:val="22"/>
          <w:szCs w:val="22"/>
        </w:rPr>
        <w:t xml:space="preserve">  </w:t>
      </w:r>
      <w:r w:rsidR="00963E4A">
        <w:rPr>
          <w:rFonts w:ascii="Book Antiqua" w:hAnsi="Book Antiqua"/>
          <w:sz w:val="22"/>
          <w:szCs w:val="22"/>
        </w:rPr>
        <w:t>g</w:t>
      </w:r>
      <w:r w:rsidRPr="00F65437">
        <w:rPr>
          <w:rFonts w:ascii="Book Antiqua" w:hAnsi="Book Antiqua"/>
          <w:sz w:val="22"/>
          <w:szCs w:val="22"/>
        </w:rPr>
        <w:t xml:space="preserve">)Whether </w:t>
      </w:r>
      <w:r w:rsidR="006F6366" w:rsidRPr="00F65437">
        <w:rPr>
          <w:rFonts w:ascii="Book Antiqua" w:hAnsi="Book Antiqua"/>
          <w:sz w:val="22"/>
          <w:szCs w:val="22"/>
        </w:rPr>
        <w:t>9</w:t>
      </w:r>
      <w:r w:rsidRPr="00F65437">
        <w:rPr>
          <w:rFonts w:ascii="Book Antiqua" w:hAnsi="Book Antiqua"/>
          <w:sz w:val="22"/>
          <w:szCs w:val="22"/>
        </w:rPr>
        <w:t xml:space="preserve">0 days validity offered </w:t>
      </w:r>
      <w:r w:rsidRPr="00F65437">
        <w:rPr>
          <w:rFonts w:ascii="Book Antiqua" w:hAnsi="Book Antiqua"/>
          <w:sz w:val="22"/>
          <w:szCs w:val="22"/>
        </w:rPr>
        <w:tab/>
      </w:r>
      <w:r w:rsidRPr="00F65437">
        <w:rPr>
          <w:rFonts w:ascii="Book Antiqua" w:hAnsi="Book Antiqua"/>
          <w:sz w:val="22"/>
          <w:szCs w:val="22"/>
        </w:rPr>
        <w:tab/>
        <w:t>:</w:t>
      </w:r>
      <w:r w:rsidRPr="00F65437">
        <w:rPr>
          <w:rFonts w:ascii="Book Antiqua" w:hAnsi="Book Antiqua"/>
          <w:sz w:val="22"/>
          <w:szCs w:val="22"/>
        </w:rPr>
        <w:tab/>
        <w:t>YES/NO</w:t>
      </w:r>
    </w:p>
    <w:p w:rsidR="00633885" w:rsidRPr="00F65437" w:rsidRDefault="00633885" w:rsidP="00633885">
      <w:pPr>
        <w:ind w:firstLine="561"/>
        <w:jc w:val="both"/>
        <w:rPr>
          <w:rFonts w:ascii="Book Antiqua" w:hAnsi="Book Antiqua"/>
          <w:sz w:val="22"/>
          <w:szCs w:val="22"/>
        </w:rPr>
      </w:pPr>
    </w:p>
    <w:p w:rsidR="00633885" w:rsidRPr="00F65437" w:rsidRDefault="00963E4A" w:rsidP="00633885">
      <w:pPr>
        <w:ind w:firstLine="90"/>
        <w:jc w:val="both"/>
        <w:rPr>
          <w:rFonts w:ascii="Book Antiqua" w:hAnsi="Book Antiqua"/>
          <w:sz w:val="22"/>
          <w:szCs w:val="22"/>
        </w:rPr>
      </w:pPr>
      <w:r>
        <w:rPr>
          <w:rFonts w:ascii="Book Antiqua" w:hAnsi="Book Antiqua"/>
          <w:sz w:val="22"/>
          <w:szCs w:val="22"/>
        </w:rPr>
        <w:t>h</w:t>
      </w:r>
      <w:r w:rsidR="00633885" w:rsidRPr="00F65437">
        <w:rPr>
          <w:rFonts w:ascii="Book Antiqua" w:hAnsi="Book Antiqua"/>
          <w:sz w:val="22"/>
          <w:szCs w:val="22"/>
        </w:rPr>
        <w:t>)Whether TSSPDCL payment terms accepted</w:t>
      </w:r>
      <w:r w:rsidR="00340875" w:rsidRPr="00F65437">
        <w:rPr>
          <w:rFonts w:ascii="Book Antiqua" w:hAnsi="Book Antiqua"/>
          <w:sz w:val="22"/>
          <w:szCs w:val="22"/>
        </w:rPr>
        <w:t xml:space="preserve"> </w:t>
      </w:r>
      <w:r w:rsidR="00633885" w:rsidRPr="00F65437">
        <w:rPr>
          <w:rFonts w:ascii="Book Antiqua" w:hAnsi="Book Antiqua"/>
          <w:sz w:val="22"/>
          <w:szCs w:val="22"/>
        </w:rPr>
        <w:t>:           YES/NO</w:t>
      </w:r>
    </w:p>
    <w:p w:rsidR="00633885" w:rsidRPr="00F65437" w:rsidRDefault="00633885" w:rsidP="00633885">
      <w:pPr>
        <w:ind w:firstLine="561"/>
        <w:jc w:val="both"/>
        <w:rPr>
          <w:rFonts w:ascii="Book Antiqua" w:hAnsi="Book Antiqua"/>
          <w:sz w:val="22"/>
          <w:szCs w:val="22"/>
        </w:rPr>
      </w:pPr>
    </w:p>
    <w:p w:rsidR="00633885" w:rsidRPr="00F65437" w:rsidRDefault="00963E4A" w:rsidP="00BA1227">
      <w:pPr>
        <w:ind w:firstLine="90"/>
        <w:jc w:val="both"/>
        <w:rPr>
          <w:rFonts w:ascii="Book Antiqua" w:hAnsi="Book Antiqua"/>
          <w:sz w:val="22"/>
          <w:szCs w:val="22"/>
        </w:rPr>
      </w:pPr>
      <w:r>
        <w:rPr>
          <w:rFonts w:ascii="Book Antiqua" w:hAnsi="Book Antiqua"/>
          <w:sz w:val="22"/>
          <w:szCs w:val="22"/>
        </w:rPr>
        <w:t>i</w:t>
      </w:r>
      <w:r w:rsidR="00633885" w:rsidRPr="00F65437">
        <w:rPr>
          <w:rFonts w:ascii="Book Antiqua" w:hAnsi="Book Antiqua"/>
          <w:sz w:val="22"/>
          <w:szCs w:val="22"/>
        </w:rPr>
        <w:t xml:space="preserve">)Whether the completion  period for works </w:t>
      </w:r>
      <w:r w:rsidR="00633885" w:rsidRPr="00F65437">
        <w:rPr>
          <w:rFonts w:ascii="Book Antiqua" w:hAnsi="Book Antiqua"/>
          <w:sz w:val="22"/>
          <w:szCs w:val="22"/>
        </w:rPr>
        <w:tab/>
      </w:r>
      <w:r w:rsidR="00633885" w:rsidRPr="00F65437">
        <w:rPr>
          <w:rFonts w:ascii="Book Antiqua" w:hAnsi="Book Antiqua"/>
          <w:sz w:val="22"/>
          <w:szCs w:val="22"/>
        </w:rPr>
        <w:tab/>
        <w:t>YES/NO</w:t>
      </w:r>
    </w:p>
    <w:p w:rsidR="00633885" w:rsidRPr="00F65437" w:rsidRDefault="00633885" w:rsidP="00633885">
      <w:pPr>
        <w:ind w:firstLine="561"/>
        <w:jc w:val="both"/>
        <w:rPr>
          <w:rFonts w:ascii="Book Antiqua" w:hAnsi="Book Antiqua"/>
          <w:sz w:val="22"/>
          <w:szCs w:val="22"/>
        </w:rPr>
      </w:pPr>
      <w:r w:rsidRPr="00F65437">
        <w:rPr>
          <w:rFonts w:ascii="Book Antiqua" w:hAnsi="Book Antiqua"/>
          <w:sz w:val="22"/>
          <w:szCs w:val="22"/>
        </w:rPr>
        <w:t xml:space="preserve">is as indicated by the TSSPDCL  </w:t>
      </w:r>
      <w:r w:rsidRPr="00F65437">
        <w:rPr>
          <w:rFonts w:ascii="Book Antiqua" w:hAnsi="Book Antiqua"/>
          <w:sz w:val="22"/>
          <w:szCs w:val="22"/>
        </w:rPr>
        <w:tab/>
      </w:r>
    </w:p>
    <w:p w:rsidR="00633885" w:rsidRPr="00F65437" w:rsidRDefault="00633885" w:rsidP="00633885">
      <w:pPr>
        <w:ind w:firstLine="561"/>
        <w:jc w:val="both"/>
        <w:rPr>
          <w:rFonts w:ascii="Book Antiqua" w:hAnsi="Book Antiqua"/>
          <w:sz w:val="22"/>
          <w:szCs w:val="22"/>
        </w:rPr>
      </w:pPr>
    </w:p>
    <w:p w:rsidR="00633885" w:rsidRPr="00F65437" w:rsidRDefault="00BA1227" w:rsidP="00633885">
      <w:pPr>
        <w:tabs>
          <w:tab w:val="left" w:pos="561"/>
        </w:tabs>
        <w:jc w:val="both"/>
        <w:rPr>
          <w:rFonts w:ascii="Book Antiqua" w:hAnsi="Book Antiqua"/>
          <w:sz w:val="22"/>
          <w:szCs w:val="22"/>
        </w:rPr>
      </w:pPr>
      <w:r w:rsidRPr="00F65437">
        <w:rPr>
          <w:rFonts w:ascii="Book Antiqua" w:hAnsi="Book Antiqua"/>
          <w:sz w:val="22"/>
          <w:szCs w:val="22"/>
        </w:rPr>
        <w:t>5</w:t>
      </w:r>
      <w:r w:rsidR="00633885" w:rsidRPr="00F65437">
        <w:rPr>
          <w:rFonts w:ascii="Book Antiqua" w:hAnsi="Book Antiqua"/>
          <w:sz w:val="22"/>
          <w:szCs w:val="22"/>
        </w:rPr>
        <w:t>. The tender covers not super scribed as indicated above are liable for rejection.</w:t>
      </w:r>
    </w:p>
    <w:p w:rsidR="00633885" w:rsidRPr="00F65437" w:rsidRDefault="00633885" w:rsidP="00633885">
      <w:pPr>
        <w:ind w:firstLine="561"/>
        <w:jc w:val="both"/>
        <w:rPr>
          <w:rFonts w:ascii="Book Antiqua" w:hAnsi="Book Antiqua"/>
          <w:sz w:val="22"/>
          <w:szCs w:val="22"/>
        </w:rPr>
      </w:pPr>
    </w:p>
    <w:p w:rsidR="00633885" w:rsidRPr="00F65437" w:rsidRDefault="00BA1227" w:rsidP="00633885">
      <w:pPr>
        <w:jc w:val="both"/>
        <w:rPr>
          <w:rFonts w:ascii="Book Antiqua" w:hAnsi="Book Antiqua"/>
          <w:sz w:val="22"/>
          <w:szCs w:val="22"/>
        </w:rPr>
      </w:pPr>
      <w:r w:rsidRPr="00F65437">
        <w:rPr>
          <w:rFonts w:ascii="Book Antiqua" w:hAnsi="Book Antiqua"/>
          <w:sz w:val="22"/>
          <w:szCs w:val="22"/>
        </w:rPr>
        <w:t>6</w:t>
      </w:r>
      <w:r w:rsidR="00633885" w:rsidRPr="00F65437">
        <w:rPr>
          <w:rFonts w:ascii="Book Antiqua" w:hAnsi="Book Antiqua"/>
          <w:sz w:val="22"/>
          <w:szCs w:val="22"/>
        </w:rPr>
        <w:t>. The tenders will be opened in the presence of such of the tenderers or their authorized representatives who may desire to be present. If tender opening day is declared as holiday by the Government the tender will be received and opened on the next working day.</w:t>
      </w:r>
    </w:p>
    <w:p w:rsidR="00633885" w:rsidRPr="00F65437" w:rsidRDefault="00633885" w:rsidP="00633885">
      <w:pPr>
        <w:jc w:val="both"/>
        <w:rPr>
          <w:rFonts w:ascii="Book Antiqua" w:hAnsi="Book Antiqua"/>
          <w:sz w:val="22"/>
          <w:szCs w:val="22"/>
        </w:rPr>
      </w:pPr>
    </w:p>
    <w:p w:rsidR="00633885" w:rsidRPr="00F65437" w:rsidRDefault="00BA1227" w:rsidP="00633885">
      <w:pPr>
        <w:jc w:val="both"/>
        <w:rPr>
          <w:rFonts w:ascii="Book Antiqua" w:hAnsi="Book Antiqua"/>
          <w:sz w:val="22"/>
          <w:szCs w:val="22"/>
        </w:rPr>
      </w:pPr>
      <w:r w:rsidRPr="00F65437">
        <w:rPr>
          <w:rFonts w:ascii="Book Antiqua" w:hAnsi="Book Antiqua"/>
          <w:sz w:val="22"/>
          <w:szCs w:val="22"/>
        </w:rPr>
        <w:t>7</w:t>
      </w:r>
      <w:r w:rsidR="00633885" w:rsidRPr="00F65437">
        <w:rPr>
          <w:rFonts w:ascii="Book Antiqua" w:hAnsi="Book Antiqua"/>
          <w:sz w:val="22"/>
          <w:szCs w:val="22"/>
        </w:rPr>
        <w:t>. You are further informed that the TSSPDCL reserves the right to accept or reject any or all the tenders received without assigning any reasons thereof. The TSSPDCL also reserves the right to split the tender and place orders on more than one tenders at its description.</w:t>
      </w:r>
    </w:p>
    <w:p w:rsidR="00633885" w:rsidRPr="00F65437" w:rsidRDefault="00633885" w:rsidP="00633885">
      <w:pPr>
        <w:jc w:val="both"/>
        <w:rPr>
          <w:rFonts w:ascii="Book Antiqua" w:hAnsi="Book Antiqua"/>
          <w:sz w:val="22"/>
          <w:szCs w:val="22"/>
        </w:rPr>
      </w:pPr>
    </w:p>
    <w:p w:rsidR="00633885" w:rsidRPr="00F65437" w:rsidRDefault="00BA1227" w:rsidP="00633885">
      <w:pPr>
        <w:jc w:val="both"/>
        <w:rPr>
          <w:rFonts w:ascii="Book Antiqua" w:hAnsi="Book Antiqua"/>
          <w:sz w:val="22"/>
          <w:szCs w:val="22"/>
        </w:rPr>
      </w:pPr>
      <w:r w:rsidRPr="00F65437">
        <w:rPr>
          <w:rFonts w:ascii="Book Antiqua" w:hAnsi="Book Antiqua"/>
          <w:sz w:val="22"/>
          <w:szCs w:val="22"/>
        </w:rPr>
        <w:t>8</w:t>
      </w:r>
      <w:r w:rsidR="00633885" w:rsidRPr="00F65437">
        <w:rPr>
          <w:rFonts w:ascii="Book Antiqua" w:hAnsi="Book Antiqua"/>
          <w:sz w:val="22"/>
          <w:szCs w:val="22"/>
        </w:rPr>
        <w:t>.  Each and every paper of the tender should be signed by the tenderer otherwise tender will be invalid.</w:t>
      </w:r>
    </w:p>
    <w:p w:rsidR="00633885" w:rsidRPr="00F65437" w:rsidRDefault="00633885" w:rsidP="00633885">
      <w:pPr>
        <w:jc w:val="both"/>
        <w:rPr>
          <w:rFonts w:ascii="Book Antiqua" w:hAnsi="Book Antiqua"/>
          <w:sz w:val="22"/>
          <w:szCs w:val="22"/>
        </w:rPr>
      </w:pPr>
    </w:p>
    <w:p w:rsidR="00633885" w:rsidRPr="00F65437" w:rsidRDefault="00633885" w:rsidP="00633885">
      <w:pPr>
        <w:jc w:val="both"/>
        <w:rPr>
          <w:rFonts w:ascii="Book Antiqua" w:hAnsi="Book Antiqua"/>
          <w:sz w:val="22"/>
          <w:szCs w:val="22"/>
        </w:rPr>
      </w:pPr>
      <w:r w:rsidRPr="00F65437">
        <w:rPr>
          <w:rFonts w:ascii="Book Antiqua" w:hAnsi="Book Antiqua"/>
          <w:sz w:val="22"/>
          <w:szCs w:val="22"/>
        </w:rPr>
        <w:t xml:space="preserve">                                                                                                                                                                </w:t>
      </w:r>
    </w:p>
    <w:p w:rsidR="00633885" w:rsidRPr="00946639" w:rsidRDefault="00633885" w:rsidP="00633885">
      <w:pPr>
        <w:jc w:val="both"/>
        <w:rPr>
          <w:rFonts w:ascii="Book Antiqua" w:hAnsi="Book Antiqua"/>
          <w:sz w:val="10"/>
          <w:szCs w:val="10"/>
        </w:rPr>
      </w:pPr>
      <w:r w:rsidRPr="00F65437">
        <w:rPr>
          <w:rFonts w:ascii="Book Antiqua" w:hAnsi="Book Antiqua"/>
          <w:sz w:val="22"/>
          <w:szCs w:val="22"/>
        </w:rPr>
        <w:tab/>
      </w:r>
      <w:r w:rsidRPr="00F65437">
        <w:rPr>
          <w:rFonts w:ascii="Book Antiqua" w:hAnsi="Book Antiqua"/>
          <w:sz w:val="22"/>
          <w:szCs w:val="22"/>
        </w:rPr>
        <w:tab/>
      </w:r>
      <w:r w:rsidRPr="00F65437">
        <w:rPr>
          <w:rFonts w:ascii="Book Antiqua" w:hAnsi="Book Antiqua"/>
          <w:sz w:val="22"/>
          <w:szCs w:val="22"/>
        </w:rPr>
        <w:tab/>
        <w:t xml:space="preserve">    </w:t>
      </w:r>
    </w:p>
    <w:p w:rsidR="00633885" w:rsidRPr="00F65437" w:rsidRDefault="00633885" w:rsidP="00633885">
      <w:pPr>
        <w:jc w:val="both"/>
        <w:rPr>
          <w:rFonts w:ascii="Book Antiqua" w:hAnsi="Book Antiqua"/>
          <w:sz w:val="22"/>
          <w:szCs w:val="22"/>
        </w:rPr>
      </w:pPr>
      <w:r w:rsidRPr="00F65437">
        <w:rPr>
          <w:rFonts w:ascii="Book Antiqua" w:hAnsi="Book Antiqua"/>
          <w:sz w:val="22"/>
          <w:szCs w:val="22"/>
        </w:rPr>
        <w:t xml:space="preserve">                                                                  </w:t>
      </w:r>
      <w:r w:rsidR="00BD1EFB" w:rsidRPr="00F65437">
        <w:rPr>
          <w:rFonts w:ascii="Book Antiqua" w:hAnsi="Book Antiqua"/>
          <w:sz w:val="22"/>
          <w:szCs w:val="22"/>
        </w:rPr>
        <w:t xml:space="preserve">                       </w:t>
      </w:r>
      <w:r w:rsidRPr="00F65437">
        <w:rPr>
          <w:rFonts w:ascii="Book Antiqua" w:hAnsi="Book Antiqua"/>
          <w:sz w:val="22"/>
          <w:szCs w:val="22"/>
        </w:rPr>
        <w:t xml:space="preserve"> Chief General Manager</w:t>
      </w:r>
      <w:r w:rsidR="00BD1EFB" w:rsidRPr="00F65437">
        <w:rPr>
          <w:rFonts w:ascii="Book Antiqua" w:hAnsi="Book Antiqua"/>
          <w:sz w:val="22"/>
          <w:szCs w:val="22"/>
        </w:rPr>
        <w:t>/Operation</w:t>
      </w:r>
      <w:r w:rsidRPr="00F65437">
        <w:rPr>
          <w:rFonts w:ascii="Book Antiqua" w:hAnsi="Book Antiqua"/>
          <w:sz w:val="22"/>
          <w:szCs w:val="22"/>
        </w:rPr>
        <w:t>,</w:t>
      </w:r>
    </w:p>
    <w:p w:rsidR="00633885" w:rsidRPr="00F65437" w:rsidRDefault="00633885" w:rsidP="00633885">
      <w:pPr>
        <w:jc w:val="both"/>
        <w:rPr>
          <w:rFonts w:ascii="Book Antiqua" w:hAnsi="Book Antiqua"/>
          <w:sz w:val="22"/>
          <w:szCs w:val="22"/>
        </w:rPr>
      </w:pPr>
      <w:r w:rsidRPr="00F65437">
        <w:rPr>
          <w:rFonts w:ascii="Book Antiqua" w:hAnsi="Book Antiqua"/>
          <w:sz w:val="22"/>
          <w:szCs w:val="22"/>
        </w:rPr>
        <w:t xml:space="preserve">                                                                   </w:t>
      </w:r>
      <w:r w:rsidR="00BD1EFB" w:rsidRPr="00F65437">
        <w:rPr>
          <w:rFonts w:ascii="Book Antiqua" w:hAnsi="Book Antiqua"/>
          <w:sz w:val="22"/>
          <w:szCs w:val="22"/>
        </w:rPr>
        <w:t xml:space="preserve">                             Ranga Reddy</w:t>
      </w:r>
      <w:r w:rsidRPr="00F65437">
        <w:rPr>
          <w:rFonts w:ascii="Book Antiqua" w:hAnsi="Book Antiqua"/>
          <w:sz w:val="22"/>
          <w:szCs w:val="22"/>
        </w:rPr>
        <w:t xml:space="preserve"> Zone, TSSPDCL,</w:t>
      </w:r>
    </w:p>
    <w:p w:rsidR="00633885" w:rsidRPr="00F65437" w:rsidRDefault="00633885" w:rsidP="00946639">
      <w:pPr>
        <w:jc w:val="both"/>
        <w:rPr>
          <w:rFonts w:ascii="Book Antiqua" w:hAnsi="Book Antiqua"/>
          <w:b/>
          <w:bCs/>
          <w:sz w:val="22"/>
          <w:szCs w:val="22"/>
        </w:rPr>
      </w:pPr>
      <w:r w:rsidRPr="00F65437">
        <w:rPr>
          <w:rFonts w:ascii="Book Antiqua" w:hAnsi="Book Antiqua"/>
          <w:sz w:val="22"/>
          <w:szCs w:val="22"/>
        </w:rPr>
        <w:t xml:space="preserve">                                                                                                   </w:t>
      </w:r>
      <w:r w:rsidR="00BD1EFB" w:rsidRPr="00F65437">
        <w:rPr>
          <w:rFonts w:ascii="Book Antiqua" w:hAnsi="Book Antiqua"/>
          <w:sz w:val="22"/>
          <w:szCs w:val="22"/>
        </w:rPr>
        <w:t>KPHB Colony</w:t>
      </w:r>
      <w:r w:rsidRPr="00F65437">
        <w:rPr>
          <w:rFonts w:ascii="Book Antiqua" w:hAnsi="Book Antiqua"/>
          <w:sz w:val="22"/>
          <w:szCs w:val="22"/>
        </w:rPr>
        <w:t>, Hyderabad</w:t>
      </w:r>
      <w:r w:rsidR="00946639">
        <w:rPr>
          <w:rFonts w:ascii="Book Antiqua" w:hAnsi="Book Antiqua"/>
          <w:sz w:val="22"/>
          <w:szCs w:val="22"/>
        </w:rPr>
        <w:t>-72.</w:t>
      </w:r>
    </w:p>
    <w:p w:rsidR="00162698" w:rsidRPr="00F65437" w:rsidRDefault="00633885" w:rsidP="00963E4A">
      <w:pPr>
        <w:jc w:val="center"/>
        <w:rPr>
          <w:rFonts w:ascii="Book Antiqua" w:hAnsi="Book Antiqua"/>
          <w:b/>
          <w:bCs/>
          <w:sz w:val="22"/>
          <w:szCs w:val="22"/>
          <w:u w:val="single"/>
        </w:rPr>
      </w:pPr>
      <w:r w:rsidRPr="00F65437">
        <w:rPr>
          <w:rFonts w:ascii="Book Antiqua" w:hAnsi="Book Antiqua"/>
          <w:b/>
          <w:bCs/>
          <w:sz w:val="22"/>
          <w:szCs w:val="22"/>
        </w:rPr>
        <w:br w:type="page"/>
      </w:r>
      <w:r w:rsidR="00162698" w:rsidRPr="00F65437">
        <w:rPr>
          <w:rFonts w:ascii="Book Antiqua" w:hAnsi="Book Antiqua"/>
          <w:b/>
          <w:bCs/>
          <w:sz w:val="22"/>
          <w:szCs w:val="22"/>
          <w:u w:val="single"/>
        </w:rPr>
        <w:lastRenderedPageBreak/>
        <w:t>GENERAL INSTRUCTIONS TO THE TENDERERS</w:t>
      </w:r>
    </w:p>
    <w:p w:rsidR="00FC48BB" w:rsidRPr="00F65437" w:rsidRDefault="00FC48BB" w:rsidP="00162698">
      <w:pPr>
        <w:jc w:val="center"/>
        <w:rPr>
          <w:rFonts w:ascii="Book Antiqua" w:hAnsi="Book Antiqua"/>
          <w:b/>
          <w:bCs/>
          <w:sz w:val="22"/>
          <w:szCs w:val="22"/>
          <w:u w:val="single"/>
        </w:rPr>
      </w:pPr>
    </w:p>
    <w:p w:rsidR="00FC48BB" w:rsidRPr="00F65437" w:rsidRDefault="00FC48BB" w:rsidP="00FC48BB">
      <w:pPr>
        <w:ind w:left="426"/>
        <w:jc w:val="both"/>
        <w:rPr>
          <w:rFonts w:ascii="Book Antiqua" w:hAnsi="Book Antiqua" w:cs="Gautami"/>
          <w:b/>
          <w:sz w:val="22"/>
          <w:szCs w:val="22"/>
        </w:rPr>
      </w:pPr>
      <w:r w:rsidRPr="00F65437">
        <w:rPr>
          <w:rFonts w:ascii="Book Antiqua" w:hAnsi="Book Antiqua" w:cs="Gautami"/>
          <w:b/>
          <w:sz w:val="22"/>
          <w:szCs w:val="22"/>
        </w:rPr>
        <w:t>The Bidders are requested to submit Mandatory documents as mentioned below, otherwise the bidder will be declared as Disqualified.</w:t>
      </w:r>
    </w:p>
    <w:p w:rsidR="00FC48BB" w:rsidRPr="00F65437" w:rsidRDefault="00FC48BB" w:rsidP="00FC48BB">
      <w:pPr>
        <w:ind w:left="426"/>
        <w:rPr>
          <w:rFonts w:ascii="Book Antiqua" w:hAnsi="Book Antiqua" w:cs="Gautami"/>
          <w:b/>
          <w:sz w:val="22"/>
          <w:szCs w:val="22"/>
        </w:rPr>
      </w:pPr>
    </w:p>
    <w:p w:rsidR="00FC48BB" w:rsidRPr="00F65437" w:rsidRDefault="00FC48BB" w:rsidP="00FC48BB">
      <w:pPr>
        <w:ind w:left="426"/>
        <w:rPr>
          <w:rFonts w:ascii="Book Antiqua" w:hAnsi="Book Antiqua"/>
          <w:b/>
          <w:bCs/>
          <w:sz w:val="22"/>
          <w:szCs w:val="22"/>
        </w:rPr>
      </w:pPr>
    </w:p>
    <w:p w:rsidR="00162698" w:rsidRPr="00F65437" w:rsidRDefault="00162698" w:rsidP="00946639">
      <w:pPr>
        <w:pStyle w:val="Header"/>
        <w:numPr>
          <w:ilvl w:val="0"/>
          <w:numId w:val="15"/>
        </w:numPr>
        <w:tabs>
          <w:tab w:val="left" w:pos="720"/>
        </w:tabs>
        <w:spacing w:line="360" w:lineRule="auto"/>
        <w:jc w:val="both"/>
        <w:rPr>
          <w:rFonts w:ascii="Book Antiqua" w:hAnsi="Book Antiqua"/>
          <w:color w:val="000000"/>
          <w:sz w:val="22"/>
          <w:szCs w:val="22"/>
        </w:rPr>
      </w:pPr>
      <w:r w:rsidRPr="00F65437">
        <w:rPr>
          <w:rFonts w:ascii="Book Antiqua" w:hAnsi="Book Antiqua"/>
          <w:color w:val="000000"/>
          <w:sz w:val="22"/>
          <w:szCs w:val="22"/>
        </w:rPr>
        <w:t xml:space="preserve">The bidder should submit a copy of the </w:t>
      </w:r>
      <w:r w:rsidRPr="00F65437">
        <w:rPr>
          <w:rFonts w:ascii="Book Antiqua" w:hAnsi="Book Antiqua"/>
          <w:b/>
          <w:bCs/>
          <w:color w:val="000000"/>
          <w:sz w:val="22"/>
          <w:szCs w:val="22"/>
        </w:rPr>
        <w:t>Experience Certificate</w:t>
      </w:r>
      <w:r w:rsidRPr="00F65437">
        <w:rPr>
          <w:rFonts w:ascii="Book Antiqua" w:hAnsi="Book Antiqua"/>
          <w:color w:val="000000"/>
          <w:sz w:val="22"/>
          <w:szCs w:val="22"/>
        </w:rPr>
        <w:t xml:space="preserve"> of 100% value of</w:t>
      </w:r>
      <w:r w:rsidR="002C1BD0" w:rsidRPr="00F65437">
        <w:rPr>
          <w:rFonts w:ascii="Book Antiqua" w:hAnsi="Book Antiqua"/>
          <w:color w:val="000000"/>
          <w:sz w:val="22"/>
          <w:szCs w:val="22"/>
        </w:rPr>
        <w:t xml:space="preserve"> similar nature of</w:t>
      </w:r>
      <w:r w:rsidRPr="00F65437">
        <w:rPr>
          <w:rFonts w:ascii="Book Antiqua" w:hAnsi="Book Antiqua"/>
          <w:color w:val="000000"/>
          <w:sz w:val="22"/>
          <w:szCs w:val="22"/>
        </w:rPr>
        <w:t xml:space="preserve"> work as Prime Contractor (in the same name) in any one financial year during the last five financial years. The Experience Certificate should be issued by an Engineer not below th</w:t>
      </w:r>
      <w:r w:rsidR="001D128C" w:rsidRPr="00F65437">
        <w:rPr>
          <w:rFonts w:ascii="Book Antiqua" w:hAnsi="Book Antiqua"/>
          <w:color w:val="000000"/>
          <w:sz w:val="22"/>
          <w:szCs w:val="22"/>
        </w:rPr>
        <w:t>e cadre of Executive Engineer.</w:t>
      </w:r>
      <w:r w:rsidR="002C1BD0" w:rsidRPr="00F65437">
        <w:rPr>
          <w:rFonts w:ascii="Book Antiqua" w:hAnsi="Book Antiqua"/>
          <w:color w:val="000000"/>
          <w:sz w:val="22"/>
          <w:szCs w:val="22"/>
        </w:rPr>
        <w:t xml:space="preserve"> </w:t>
      </w:r>
    </w:p>
    <w:p w:rsidR="00162698" w:rsidRPr="00F65437" w:rsidRDefault="00162698" w:rsidP="00946639">
      <w:pPr>
        <w:pStyle w:val="Header"/>
        <w:tabs>
          <w:tab w:val="left" w:pos="720"/>
        </w:tabs>
        <w:spacing w:line="360" w:lineRule="auto"/>
        <w:ind w:left="720"/>
        <w:jc w:val="both"/>
        <w:rPr>
          <w:rFonts w:ascii="Book Antiqua" w:hAnsi="Book Antiqua"/>
          <w:color w:val="000000"/>
          <w:sz w:val="22"/>
          <w:szCs w:val="22"/>
        </w:rPr>
      </w:pPr>
    </w:p>
    <w:p w:rsidR="00162698" w:rsidRPr="00F65437" w:rsidRDefault="00162698" w:rsidP="00946639">
      <w:pPr>
        <w:pStyle w:val="Header"/>
        <w:numPr>
          <w:ilvl w:val="0"/>
          <w:numId w:val="15"/>
        </w:numPr>
        <w:tabs>
          <w:tab w:val="left" w:pos="720"/>
        </w:tabs>
        <w:spacing w:line="360" w:lineRule="auto"/>
        <w:jc w:val="both"/>
        <w:rPr>
          <w:rFonts w:ascii="Book Antiqua" w:hAnsi="Book Antiqua"/>
          <w:color w:val="000000"/>
          <w:sz w:val="22"/>
          <w:szCs w:val="22"/>
        </w:rPr>
      </w:pPr>
      <w:r w:rsidRPr="00F65437">
        <w:rPr>
          <w:rFonts w:ascii="Book Antiqua" w:hAnsi="Book Antiqua"/>
          <w:color w:val="000000"/>
          <w:sz w:val="22"/>
          <w:szCs w:val="22"/>
        </w:rPr>
        <w:t xml:space="preserve">The bidder should submit a copy of the </w:t>
      </w:r>
      <w:r w:rsidRPr="00F65437">
        <w:rPr>
          <w:rFonts w:ascii="Book Antiqua" w:hAnsi="Book Antiqua"/>
          <w:b/>
          <w:bCs/>
          <w:color w:val="000000"/>
          <w:sz w:val="22"/>
          <w:szCs w:val="22"/>
        </w:rPr>
        <w:t>Contractor’s valid registration certificate</w:t>
      </w:r>
      <w:r w:rsidRPr="00F65437">
        <w:rPr>
          <w:rFonts w:ascii="Book Antiqua" w:hAnsi="Book Antiqua"/>
          <w:color w:val="000000"/>
          <w:sz w:val="22"/>
          <w:szCs w:val="22"/>
        </w:rPr>
        <w:t xml:space="preserve"> in civil works from any TS State or Central Government Departments and undertakings including registration of TSSPDCL, TSNPDCL, TSTRANSCO or TSGENCO.</w:t>
      </w:r>
    </w:p>
    <w:p w:rsidR="00162698" w:rsidRPr="00F65437" w:rsidRDefault="00162698" w:rsidP="00162698">
      <w:pPr>
        <w:pStyle w:val="Header"/>
        <w:tabs>
          <w:tab w:val="left" w:pos="720"/>
        </w:tabs>
        <w:ind w:left="720"/>
        <w:jc w:val="both"/>
        <w:rPr>
          <w:rFonts w:ascii="Book Antiqua" w:hAnsi="Book Antiqua"/>
          <w:color w:val="000000"/>
          <w:sz w:val="22"/>
          <w:szCs w:val="22"/>
        </w:rPr>
      </w:pPr>
    </w:p>
    <w:p w:rsidR="00162698" w:rsidRPr="00F65437" w:rsidRDefault="00162698" w:rsidP="00946639">
      <w:pPr>
        <w:pStyle w:val="Header"/>
        <w:numPr>
          <w:ilvl w:val="0"/>
          <w:numId w:val="15"/>
        </w:numPr>
        <w:tabs>
          <w:tab w:val="left" w:pos="720"/>
        </w:tabs>
        <w:spacing w:line="360" w:lineRule="auto"/>
        <w:jc w:val="both"/>
        <w:rPr>
          <w:rFonts w:ascii="Book Antiqua" w:hAnsi="Book Antiqua"/>
          <w:color w:val="000000"/>
          <w:sz w:val="22"/>
          <w:szCs w:val="22"/>
        </w:rPr>
      </w:pPr>
      <w:r w:rsidRPr="00F65437">
        <w:rPr>
          <w:rFonts w:ascii="Book Antiqua" w:hAnsi="Book Antiqua"/>
          <w:color w:val="000000"/>
          <w:sz w:val="22"/>
          <w:szCs w:val="22"/>
        </w:rPr>
        <w:t>The bidder should submit the original Demand Draft/Bank Guarantee @ 2</w:t>
      </w:r>
      <w:r w:rsidR="00BD1EFB" w:rsidRPr="00F65437">
        <w:rPr>
          <w:rFonts w:ascii="Book Antiqua" w:hAnsi="Book Antiqua"/>
          <w:color w:val="000000"/>
          <w:sz w:val="22"/>
          <w:szCs w:val="22"/>
        </w:rPr>
        <w:t>.36</w:t>
      </w:r>
      <w:r w:rsidRPr="00F65437">
        <w:rPr>
          <w:rFonts w:ascii="Book Antiqua" w:hAnsi="Book Antiqua"/>
          <w:color w:val="000000"/>
          <w:sz w:val="22"/>
          <w:szCs w:val="22"/>
        </w:rPr>
        <w:t>% of Tender value to the tender calling authority on the date of opening of tender along with the bid document .Failure to furnish the original Demand Draft/Bank Guarantee along with Technical bid will entail rejection of bid.</w:t>
      </w:r>
      <w:r w:rsidR="00273009" w:rsidRPr="00F65437">
        <w:rPr>
          <w:rFonts w:ascii="Book Antiqua" w:hAnsi="Book Antiqua"/>
          <w:b/>
          <w:color w:val="000000"/>
          <w:sz w:val="22"/>
          <w:szCs w:val="22"/>
        </w:rPr>
        <w:t>( DD/BG Exempted for SC/ST Reserved Tenderers</w:t>
      </w:r>
      <w:r w:rsidR="0031080F" w:rsidRPr="00F65437">
        <w:rPr>
          <w:rFonts w:ascii="Book Antiqua" w:hAnsi="Book Antiqua"/>
          <w:b/>
          <w:color w:val="000000"/>
          <w:sz w:val="22"/>
          <w:szCs w:val="22"/>
        </w:rPr>
        <w:t xml:space="preserve"> subject to the producing of Caste Certificate issued by the Competent Authority</w:t>
      </w:r>
      <w:r w:rsidR="00273009" w:rsidRPr="00F65437">
        <w:rPr>
          <w:rFonts w:ascii="Book Antiqua" w:hAnsi="Book Antiqua"/>
          <w:b/>
          <w:color w:val="000000"/>
          <w:sz w:val="22"/>
          <w:szCs w:val="22"/>
        </w:rPr>
        <w:t>)</w:t>
      </w:r>
      <w:r w:rsidR="0031080F" w:rsidRPr="00F65437">
        <w:rPr>
          <w:rFonts w:ascii="Book Antiqua" w:hAnsi="Book Antiqua"/>
          <w:b/>
          <w:color w:val="000000"/>
          <w:sz w:val="22"/>
          <w:szCs w:val="22"/>
        </w:rPr>
        <w:t xml:space="preserve"> </w:t>
      </w:r>
      <w:r w:rsidR="00273009" w:rsidRPr="00F65437">
        <w:rPr>
          <w:rFonts w:ascii="Book Antiqua" w:hAnsi="Book Antiqua"/>
          <w:b/>
          <w:color w:val="000000"/>
          <w:sz w:val="22"/>
          <w:szCs w:val="22"/>
        </w:rPr>
        <w:t>.</w:t>
      </w:r>
    </w:p>
    <w:p w:rsidR="00162698" w:rsidRPr="00F65437" w:rsidRDefault="00162698" w:rsidP="00946639">
      <w:pPr>
        <w:pStyle w:val="ListParagraph"/>
        <w:spacing w:line="360" w:lineRule="auto"/>
        <w:rPr>
          <w:rFonts w:ascii="Book Antiqua" w:hAnsi="Book Antiqua"/>
          <w:color w:val="000000"/>
          <w:sz w:val="22"/>
          <w:szCs w:val="22"/>
        </w:rPr>
      </w:pPr>
    </w:p>
    <w:p w:rsidR="00162698" w:rsidRPr="00F65437" w:rsidRDefault="00162698" w:rsidP="00946639">
      <w:pPr>
        <w:pStyle w:val="Header"/>
        <w:numPr>
          <w:ilvl w:val="0"/>
          <w:numId w:val="15"/>
        </w:numPr>
        <w:tabs>
          <w:tab w:val="left" w:pos="720"/>
        </w:tabs>
        <w:spacing w:line="360" w:lineRule="auto"/>
        <w:jc w:val="both"/>
        <w:rPr>
          <w:rFonts w:ascii="Book Antiqua" w:hAnsi="Book Antiqua"/>
          <w:color w:val="000000"/>
          <w:sz w:val="22"/>
          <w:szCs w:val="22"/>
        </w:rPr>
      </w:pPr>
      <w:r w:rsidRPr="00F65437">
        <w:rPr>
          <w:rFonts w:ascii="Book Antiqua" w:hAnsi="Book Antiqua"/>
          <w:color w:val="000000"/>
          <w:sz w:val="22"/>
          <w:szCs w:val="22"/>
        </w:rPr>
        <w:t xml:space="preserve">The bidder should submit the </w:t>
      </w:r>
      <w:r w:rsidRPr="00F65437">
        <w:rPr>
          <w:rFonts w:ascii="Book Antiqua" w:hAnsi="Book Antiqua"/>
          <w:b/>
          <w:bCs/>
          <w:color w:val="000000"/>
          <w:sz w:val="22"/>
          <w:szCs w:val="22"/>
        </w:rPr>
        <w:t>Financial Turnover certificate</w:t>
      </w:r>
      <w:r w:rsidRPr="00F65437">
        <w:rPr>
          <w:rFonts w:ascii="Book Antiqua" w:hAnsi="Book Antiqua"/>
          <w:color w:val="000000"/>
          <w:sz w:val="22"/>
          <w:szCs w:val="22"/>
        </w:rPr>
        <w:t xml:space="preserve"> certified by Chartered Account of 100% of the bid value during any one year of the preceding five financial years</w:t>
      </w:r>
      <w:r w:rsidR="00593AF0">
        <w:rPr>
          <w:rFonts w:ascii="Book Antiqua" w:hAnsi="Book Antiqua"/>
          <w:color w:val="000000"/>
          <w:sz w:val="22"/>
          <w:szCs w:val="22"/>
        </w:rPr>
        <w:t xml:space="preserve"> (FY 201</w:t>
      </w:r>
      <w:r w:rsidR="00B03E63">
        <w:rPr>
          <w:rFonts w:ascii="Book Antiqua" w:hAnsi="Book Antiqua"/>
          <w:color w:val="000000"/>
          <w:sz w:val="22"/>
          <w:szCs w:val="22"/>
        </w:rPr>
        <w:t>7</w:t>
      </w:r>
      <w:r w:rsidR="00593AF0">
        <w:rPr>
          <w:rFonts w:ascii="Book Antiqua" w:hAnsi="Book Antiqua"/>
          <w:color w:val="000000"/>
          <w:sz w:val="22"/>
          <w:szCs w:val="22"/>
        </w:rPr>
        <w:t>-</w:t>
      </w:r>
      <w:r w:rsidR="00B03E63">
        <w:rPr>
          <w:rFonts w:ascii="Book Antiqua" w:hAnsi="Book Antiqua"/>
          <w:color w:val="000000"/>
          <w:sz w:val="22"/>
          <w:szCs w:val="22"/>
        </w:rPr>
        <w:t>18</w:t>
      </w:r>
      <w:r w:rsidR="00593AF0">
        <w:rPr>
          <w:rFonts w:ascii="Book Antiqua" w:hAnsi="Book Antiqua"/>
          <w:color w:val="000000"/>
          <w:sz w:val="22"/>
          <w:szCs w:val="22"/>
        </w:rPr>
        <w:t>, 201</w:t>
      </w:r>
      <w:r w:rsidR="00B03E63">
        <w:rPr>
          <w:rFonts w:ascii="Book Antiqua" w:hAnsi="Book Antiqua"/>
          <w:color w:val="000000"/>
          <w:sz w:val="22"/>
          <w:szCs w:val="22"/>
        </w:rPr>
        <w:t>8</w:t>
      </w:r>
      <w:r w:rsidR="00593AF0">
        <w:rPr>
          <w:rFonts w:ascii="Book Antiqua" w:hAnsi="Book Antiqua"/>
          <w:color w:val="000000"/>
          <w:sz w:val="22"/>
          <w:szCs w:val="22"/>
        </w:rPr>
        <w:t>-</w:t>
      </w:r>
      <w:r w:rsidR="00B03E63">
        <w:rPr>
          <w:rFonts w:ascii="Book Antiqua" w:hAnsi="Book Antiqua"/>
          <w:color w:val="000000"/>
          <w:sz w:val="22"/>
          <w:szCs w:val="22"/>
        </w:rPr>
        <w:t>19</w:t>
      </w:r>
      <w:r w:rsidR="00593AF0">
        <w:rPr>
          <w:rFonts w:ascii="Book Antiqua" w:hAnsi="Book Antiqua"/>
          <w:color w:val="000000"/>
          <w:sz w:val="22"/>
          <w:szCs w:val="22"/>
        </w:rPr>
        <w:t>, 201</w:t>
      </w:r>
      <w:r w:rsidR="00B03E63">
        <w:rPr>
          <w:rFonts w:ascii="Book Antiqua" w:hAnsi="Book Antiqua"/>
          <w:color w:val="000000"/>
          <w:sz w:val="22"/>
          <w:szCs w:val="22"/>
        </w:rPr>
        <w:t>9</w:t>
      </w:r>
      <w:r w:rsidR="00593AF0">
        <w:rPr>
          <w:rFonts w:ascii="Book Antiqua" w:hAnsi="Book Antiqua"/>
          <w:color w:val="000000"/>
          <w:sz w:val="22"/>
          <w:szCs w:val="22"/>
        </w:rPr>
        <w:t>-</w:t>
      </w:r>
      <w:r w:rsidR="00B03E63">
        <w:rPr>
          <w:rFonts w:ascii="Book Antiqua" w:hAnsi="Book Antiqua"/>
          <w:color w:val="000000"/>
          <w:sz w:val="22"/>
          <w:szCs w:val="22"/>
        </w:rPr>
        <w:t>20</w:t>
      </w:r>
      <w:r w:rsidR="00593AF0">
        <w:rPr>
          <w:rFonts w:ascii="Book Antiqua" w:hAnsi="Book Antiqua"/>
          <w:color w:val="000000"/>
          <w:sz w:val="22"/>
          <w:szCs w:val="22"/>
        </w:rPr>
        <w:t>, 20</w:t>
      </w:r>
      <w:r w:rsidR="00B03E63">
        <w:rPr>
          <w:rFonts w:ascii="Book Antiqua" w:hAnsi="Book Antiqua"/>
          <w:color w:val="000000"/>
          <w:sz w:val="22"/>
          <w:szCs w:val="22"/>
        </w:rPr>
        <w:t>20</w:t>
      </w:r>
      <w:r w:rsidR="00593AF0">
        <w:rPr>
          <w:rFonts w:ascii="Book Antiqua" w:hAnsi="Book Antiqua"/>
          <w:color w:val="000000"/>
          <w:sz w:val="22"/>
          <w:szCs w:val="22"/>
        </w:rPr>
        <w:t>-</w:t>
      </w:r>
      <w:r w:rsidR="00B03E63">
        <w:rPr>
          <w:rFonts w:ascii="Book Antiqua" w:hAnsi="Book Antiqua"/>
          <w:color w:val="000000"/>
          <w:sz w:val="22"/>
          <w:szCs w:val="22"/>
        </w:rPr>
        <w:t>21</w:t>
      </w:r>
      <w:r w:rsidR="00593AF0">
        <w:rPr>
          <w:rFonts w:ascii="Book Antiqua" w:hAnsi="Book Antiqua"/>
          <w:color w:val="000000"/>
          <w:sz w:val="22"/>
          <w:szCs w:val="22"/>
        </w:rPr>
        <w:t>, 20</w:t>
      </w:r>
      <w:r w:rsidR="00B03E63">
        <w:rPr>
          <w:rFonts w:ascii="Book Antiqua" w:hAnsi="Book Antiqua"/>
          <w:color w:val="000000"/>
          <w:sz w:val="22"/>
          <w:szCs w:val="22"/>
        </w:rPr>
        <w:t>21</w:t>
      </w:r>
      <w:r w:rsidR="00593AF0">
        <w:rPr>
          <w:rFonts w:ascii="Book Antiqua" w:hAnsi="Book Antiqua"/>
          <w:color w:val="000000"/>
          <w:sz w:val="22"/>
          <w:szCs w:val="22"/>
        </w:rPr>
        <w:t>-</w:t>
      </w:r>
      <w:r w:rsidR="00B03E63">
        <w:rPr>
          <w:rFonts w:ascii="Book Antiqua" w:hAnsi="Book Antiqua"/>
          <w:color w:val="000000"/>
          <w:sz w:val="22"/>
          <w:szCs w:val="22"/>
        </w:rPr>
        <w:t>22</w:t>
      </w:r>
      <w:r w:rsidR="00593AF0">
        <w:rPr>
          <w:rFonts w:ascii="Book Antiqua" w:hAnsi="Book Antiqua"/>
          <w:color w:val="000000"/>
          <w:sz w:val="22"/>
          <w:szCs w:val="22"/>
        </w:rPr>
        <w:t>)</w:t>
      </w:r>
      <w:r w:rsidRPr="00F65437">
        <w:rPr>
          <w:rFonts w:ascii="Book Antiqua" w:hAnsi="Book Antiqua"/>
          <w:color w:val="000000"/>
          <w:sz w:val="22"/>
          <w:szCs w:val="22"/>
        </w:rPr>
        <w:t>.</w:t>
      </w:r>
    </w:p>
    <w:p w:rsidR="00162698" w:rsidRPr="00F65437" w:rsidRDefault="00162698" w:rsidP="00946639">
      <w:pPr>
        <w:pStyle w:val="ListParagraph"/>
        <w:spacing w:line="360" w:lineRule="auto"/>
        <w:rPr>
          <w:rFonts w:ascii="Book Antiqua" w:hAnsi="Book Antiqua"/>
          <w:color w:val="000000"/>
          <w:sz w:val="22"/>
          <w:szCs w:val="22"/>
        </w:rPr>
      </w:pPr>
    </w:p>
    <w:p w:rsidR="00162698" w:rsidRPr="00F65437" w:rsidRDefault="00162698" w:rsidP="00946639">
      <w:pPr>
        <w:pStyle w:val="Header"/>
        <w:numPr>
          <w:ilvl w:val="0"/>
          <w:numId w:val="15"/>
        </w:numPr>
        <w:tabs>
          <w:tab w:val="left" w:pos="720"/>
        </w:tabs>
        <w:spacing w:line="360" w:lineRule="auto"/>
        <w:jc w:val="both"/>
        <w:rPr>
          <w:rFonts w:ascii="Book Antiqua" w:hAnsi="Book Antiqua"/>
          <w:color w:val="000000"/>
          <w:sz w:val="22"/>
          <w:szCs w:val="22"/>
        </w:rPr>
      </w:pPr>
      <w:r w:rsidRPr="00F65437">
        <w:rPr>
          <w:rFonts w:ascii="Book Antiqua" w:hAnsi="Book Antiqua"/>
          <w:color w:val="000000"/>
          <w:sz w:val="22"/>
          <w:szCs w:val="22"/>
        </w:rPr>
        <w:t xml:space="preserve">The bidder should submit a copy of </w:t>
      </w:r>
      <w:r w:rsidRPr="00F65437">
        <w:rPr>
          <w:rFonts w:ascii="Book Antiqua" w:hAnsi="Book Antiqua"/>
          <w:b/>
          <w:bCs/>
          <w:color w:val="000000"/>
          <w:sz w:val="22"/>
          <w:szCs w:val="22"/>
        </w:rPr>
        <w:t>Solvency Certificate</w:t>
      </w:r>
      <w:r w:rsidRPr="00F65437">
        <w:rPr>
          <w:rFonts w:ascii="Book Antiqua" w:hAnsi="Book Antiqua"/>
          <w:color w:val="000000"/>
          <w:sz w:val="22"/>
          <w:szCs w:val="22"/>
        </w:rPr>
        <w:t xml:space="preserve"> not less than 50% of Bid value and should be issued by any Scheduled or Nationalized bank not earlier than 12 months prior to the date of bid opening. The TSSPDCL reserves the right where ever necessary to make queries with the bidders bankers.</w:t>
      </w:r>
    </w:p>
    <w:p w:rsidR="00162698" w:rsidRPr="00F65437" w:rsidRDefault="00162698" w:rsidP="00946639">
      <w:pPr>
        <w:pStyle w:val="ListParagraph"/>
        <w:spacing w:line="360" w:lineRule="auto"/>
        <w:rPr>
          <w:rFonts w:ascii="Book Antiqua" w:hAnsi="Book Antiqua"/>
          <w:color w:val="000000"/>
          <w:sz w:val="22"/>
          <w:szCs w:val="22"/>
        </w:rPr>
      </w:pPr>
    </w:p>
    <w:p w:rsidR="00162698" w:rsidRPr="00F65437" w:rsidRDefault="00162698" w:rsidP="00946639">
      <w:pPr>
        <w:pStyle w:val="Header"/>
        <w:numPr>
          <w:ilvl w:val="0"/>
          <w:numId w:val="15"/>
        </w:numPr>
        <w:tabs>
          <w:tab w:val="left" w:pos="720"/>
        </w:tabs>
        <w:spacing w:line="360" w:lineRule="auto"/>
        <w:jc w:val="both"/>
        <w:rPr>
          <w:rFonts w:ascii="Book Antiqua" w:hAnsi="Book Antiqua"/>
          <w:color w:val="000000"/>
          <w:sz w:val="22"/>
          <w:szCs w:val="22"/>
        </w:rPr>
      </w:pPr>
      <w:r w:rsidRPr="00F65437">
        <w:rPr>
          <w:rFonts w:ascii="Book Antiqua" w:hAnsi="Book Antiqua"/>
          <w:color w:val="000000"/>
          <w:sz w:val="22"/>
          <w:szCs w:val="22"/>
        </w:rPr>
        <w:t xml:space="preserve">The bidder should submit the </w:t>
      </w:r>
      <w:r w:rsidRPr="00F65437">
        <w:rPr>
          <w:rFonts w:ascii="Book Antiqua" w:hAnsi="Book Antiqua"/>
          <w:b/>
          <w:bCs/>
          <w:color w:val="000000"/>
          <w:sz w:val="22"/>
          <w:szCs w:val="22"/>
        </w:rPr>
        <w:t>Self declaration</w:t>
      </w:r>
      <w:r w:rsidRPr="00F65437">
        <w:rPr>
          <w:rFonts w:ascii="Book Antiqua" w:hAnsi="Book Antiqua"/>
          <w:color w:val="000000"/>
          <w:sz w:val="22"/>
          <w:szCs w:val="22"/>
        </w:rPr>
        <w:t xml:space="preserve"> (on letter head) in token of having gone through carefully and abide by all the terms &amp; conditions of the bid document. </w:t>
      </w:r>
    </w:p>
    <w:p w:rsidR="00162698" w:rsidRPr="00F65437" w:rsidRDefault="00162698" w:rsidP="00946639">
      <w:pPr>
        <w:pStyle w:val="ListParagraph"/>
        <w:spacing w:line="360" w:lineRule="auto"/>
        <w:rPr>
          <w:rFonts w:ascii="Book Antiqua" w:hAnsi="Book Antiqua"/>
          <w:color w:val="000000"/>
          <w:sz w:val="22"/>
          <w:szCs w:val="22"/>
        </w:rPr>
      </w:pPr>
    </w:p>
    <w:p w:rsidR="00162698" w:rsidRPr="00F65437" w:rsidRDefault="00162698" w:rsidP="00946639">
      <w:pPr>
        <w:pStyle w:val="Header"/>
        <w:numPr>
          <w:ilvl w:val="0"/>
          <w:numId w:val="15"/>
        </w:numPr>
        <w:tabs>
          <w:tab w:val="left" w:pos="720"/>
        </w:tabs>
        <w:spacing w:line="360" w:lineRule="auto"/>
        <w:jc w:val="both"/>
        <w:rPr>
          <w:rFonts w:ascii="Book Antiqua" w:hAnsi="Book Antiqua"/>
          <w:color w:val="000000"/>
          <w:sz w:val="22"/>
          <w:szCs w:val="22"/>
        </w:rPr>
      </w:pPr>
      <w:r w:rsidRPr="00F65437">
        <w:rPr>
          <w:rFonts w:ascii="Book Antiqua" w:hAnsi="Book Antiqua"/>
          <w:color w:val="000000"/>
          <w:sz w:val="22"/>
          <w:szCs w:val="22"/>
        </w:rPr>
        <w:t xml:space="preserve">The bidder should submit a copy of </w:t>
      </w:r>
      <w:r w:rsidRPr="00F65437">
        <w:rPr>
          <w:rFonts w:ascii="Book Antiqua" w:hAnsi="Book Antiqua"/>
          <w:b/>
          <w:bCs/>
          <w:color w:val="000000"/>
          <w:sz w:val="22"/>
          <w:szCs w:val="22"/>
        </w:rPr>
        <w:t>GST</w:t>
      </w:r>
      <w:r w:rsidRPr="00F65437">
        <w:rPr>
          <w:rFonts w:ascii="Book Antiqua" w:hAnsi="Book Antiqua"/>
          <w:color w:val="000000"/>
          <w:sz w:val="22"/>
          <w:szCs w:val="22"/>
        </w:rPr>
        <w:t xml:space="preserve"> Registration certificate.</w:t>
      </w:r>
    </w:p>
    <w:p w:rsidR="00162698" w:rsidRPr="00F65437" w:rsidRDefault="00162698" w:rsidP="00946639">
      <w:pPr>
        <w:pStyle w:val="ListParagraph"/>
        <w:spacing w:line="360" w:lineRule="auto"/>
        <w:rPr>
          <w:rFonts w:ascii="Book Antiqua" w:hAnsi="Book Antiqua"/>
          <w:color w:val="000000"/>
          <w:sz w:val="22"/>
          <w:szCs w:val="22"/>
        </w:rPr>
      </w:pPr>
    </w:p>
    <w:p w:rsidR="00162698" w:rsidRPr="00F65437" w:rsidRDefault="00162698" w:rsidP="00946639">
      <w:pPr>
        <w:pStyle w:val="Header"/>
        <w:numPr>
          <w:ilvl w:val="0"/>
          <w:numId w:val="15"/>
        </w:numPr>
        <w:tabs>
          <w:tab w:val="left" w:pos="720"/>
        </w:tabs>
        <w:spacing w:line="360" w:lineRule="auto"/>
        <w:jc w:val="both"/>
        <w:rPr>
          <w:rFonts w:ascii="Book Antiqua" w:hAnsi="Book Antiqua"/>
          <w:color w:val="000000"/>
          <w:sz w:val="22"/>
          <w:szCs w:val="22"/>
        </w:rPr>
      </w:pPr>
      <w:r w:rsidRPr="00F65437">
        <w:rPr>
          <w:rFonts w:ascii="Book Antiqua" w:hAnsi="Book Antiqua"/>
          <w:color w:val="000000"/>
          <w:sz w:val="22"/>
          <w:szCs w:val="22"/>
        </w:rPr>
        <w:t xml:space="preserve">The bidder should submit a copy of </w:t>
      </w:r>
      <w:r w:rsidRPr="00F65437">
        <w:rPr>
          <w:rFonts w:ascii="Book Antiqua" w:hAnsi="Book Antiqua"/>
          <w:b/>
          <w:bCs/>
          <w:color w:val="000000"/>
          <w:sz w:val="22"/>
          <w:szCs w:val="22"/>
        </w:rPr>
        <w:t>EPF</w:t>
      </w:r>
      <w:r w:rsidRPr="00F65437">
        <w:rPr>
          <w:rFonts w:ascii="Book Antiqua" w:hAnsi="Book Antiqua"/>
          <w:color w:val="000000"/>
          <w:sz w:val="22"/>
          <w:szCs w:val="22"/>
        </w:rPr>
        <w:t xml:space="preserve"> Registration certificate.</w:t>
      </w:r>
    </w:p>
    <w:p w:rsidR="00162698" w:rsidRPr="00F65437" w:rsidRDefault="00162698" w:rsidP="00946639">
      <w:pPr>
        <w:pStyle w:val="ListParagraph"/>
        <w:spacing w:line="360" w:lineRule="auto"/>
        <w:rPr>
          <w:rFonts w:ascii="Book Antiqua" w:hAnsi="Book Antiqua"/>
          <w:color w:val="000000"/>
          <w:sz w:val="22"/>
          <w:szCs w:val="22"/>
        </w:rPr>
      </w:pPr>
    </w:p>
    <w:p w:rsidR="00162698" w:rsidRPr="00F65437" w:rsidRDefault="00162698" w:rsidP="00946639">
      <w:pPr>
        <w:pStyle w:val="Header"/>
        <w:numPr>
          <w:ilvl w:val="0"/>
          <w:numId w:val="15"/>
        </w:numPr>
        <w:tabs>
          <w:tab w:val="left" w:pos="720"/>
        </w:tabs>
        <w:spacing w:line="360" w:lineRule="auto"/>
        <w:jc w:val="both"/>
        <w:rPr>
          <w:rFonts w:ascii="Book Antiqua" w:hAnsi="Book Antiqua"/>
          <w:color w:val="000000"/>
          <w:sz w:val="22"/>
          <w:szCs w:val="22"/>
        </w:rPr>
      </w:pPr>
      <w:r w:rsidRPr="00F65437">
        <w:rPr>
          <w:rFonts w:ascii="Book Antiqua" w:hAnsi="Book Antiqua"/>
          <w:color w:val="000000"/>
          <w:sz w:val="22"/>
          <w:szCs w:val="22"/>
        </w:rPr>
        <w:t xml:space="preserve">The bidder should submit a copy of the </w:t>
      </w:r>
      <w:r w:rsidRPr="00F65437">
        <w:rPr>
          <w:rFonts w:ascii="Book Antiqua" w:hAnsi="Book Antiqua"/>
          <w:b/>
          <w:bCs/>
          <w:color w:val="000000"/>
          <w:sz w:val="22"/>
          <w:szCs w:val="22"/>
        </w:rPr>
        <w:t>ESI</w:t>
      </w:r>
      <w:r w:rsidRPr="00F65437">
        <w:rPr>
          <w:rFonts w:ascii="Book Antiqua" w:hAnsi="Book Antiqua"/>
          <w:color w:val="000000"/>
          <w:sz w:val="22"/>
          <w:szCs w:val="22"/>
        </w:rPr>
        <w:t xml:space="preserve"> Registration certificate.</w:t>
      </w:r>
    </w:p>
    <w:p w:rsidR="00162698" w:rsidRPr="00F65437" w:rsidRDefault="00162698" w:rsidP="00946639">
      <w:pPr>
        <w:pStyle w:val="ListParagraph"/>
        <w:spacing w:line="360" w:lineRule="auto"/>
        <w:rPr>
          <w:rFonts w:ascii="Book Antiqua" w:hAnsi="Book Antiqua"/>
          <w:color w:val="000000"/>
          <w:sz w:val="22"/>
          <w:szCs w:val="22"/>
        </w:rPr>
      </w:pPr>
    </w:p>
    <w:p w:rsidR="00162698" w:rsidRPr="00F65437" w:rsidRDefault="00162698" w:rsidP="00946639">
      <w:pPr>
        <w:pStyle w:val="Header"/>
        <w:numPr>
          <w:ilvl w:val="0"/>
          <w:numId w:val="15"/>
        </w:numPr>
        <w:tabs>
          <w:tab w:val="left" w:pos="720"/>
        </w:tabs>
        <w:spacing w:line="360" w:lineRule="auto"/>
        <w:jc w:val="both"/>
        <w:rPr>
          <w:rFonts w:ascii="Book Antiqua" w:hAnsi="Book Antiqua"/>
          <w:color w:val="000000"/>
          <w:sz w:val="22"/>
          <w:szCs w:val="22"/>
        </w:rPr>
      </w:pPr>
      <w:r w:rsidRPr="00F65437">
        <w:rPr>
          <w:rFonts w:ascii="Book Antiqua" w:hAnsi="Book Antiqua"/>
          <w:color w:val="000000"/>
          <w:sz w:val="22"/>
          <w:szCs w:val="22"/>
        </w:rPr>
        <w:lastRenderedPageBreak/>
        <w:t xml:space="preserve">The bidder should submit the </w:t>
      </w:r>
      <w:r w:rsidRPr="00F65437">
        <w:rPr>
          <w:rFonts w:ascii="Book Antiqua" w:hAnsi="Book Antiqua"/>
          <w:b/>
          <w:bCs/>
          <w:color w:val="000000"/>
          <w:sz w:val="22"/>
          <w:szCs w:val="22"/>
        </w:rPr>
        <w:t>Declaration</w:t>
      </w:r>
      <w:r w:rsidRPr="00F65437">
        <w:rPr>
          <w:rFonts w:ascii="Book Antiqua" w:hAnsi="Book Antiqua"/>
          <w:color w:val="000000"/>
          <w:sz w:val="22"/>
          <w:szCs w:val="22"/>
        </w:rPr>
        <w:t xml:space="preserve"> (on letter head) to fulfill other statutory obligations as per the prevailing laws. Non compliance to the statutory obligations leads to termination of agreement.</w:t>
      </w:r>
    </w:p>
    <w:p w:rsidR="00162698" w:rsidRPr="00F65437" w:rsidRDefault="00162698" w:rsidP="00946639">
      <w:pPr>
        <w:pStyle w:val="ListParagraph"/>
        <w:spacing w:line="360" w:lineRule="auto"/>
        <w:rPr>
          <w:rFonts w:ascii="Book Antiqua" w:hAnsi="Book Antiqua"/>
          <w:color w:val="000000"/>
          <w:sz w:val="22"/>
          <w:szCs w:val="22"/>
        </w:rPr>
      </w:pPr>
    </w:p>
    <w:p w:rsidR="00162698" w:rsidRPr="00F65437" w:rsidRDefault="00162698" w:rsidP="00946639">
      <w:pPr>
        <w:pStyle w:val="Header"/>
        <w:numPr>
          <w:ilvl w:val="0"/>
          <w:numId w:val="15"/>
        </w:numPr>
        <w:tabs>
          <w:tab w:val="left" w:pos="720"/>
        </w:tabs>
        <w:spacing w:line="360" w:lineRule="auto"/>
        <w:jc w:val="both"/>
        <w:rPr>
          <w:rFonts w:ascii="Book Antiqua" w:hAnsi="Book Antiqua"/>
          <w:color w:val="000000"/>
          <w:sz w:val="22"/>
          <w:szCs w:val="22"/>
        </w:rPr>
      </w:pPr>
      <w:r w:rsidRPr="00F65437">
        <w:rPr>
          <w:rFonts w:ascii="Book Antiqua" w:hAnsi="Book Antiqua"/>
          <w:color w:val="000000"/>
          <w:sz w:val="22"/>
          <w:szCs w:val="22"/>
        </w:rPr>
        <w:t xml:space="preserve">The bidder should submit the information of </w:t>
      </w:r>
      <w:r w:rsidRPr="00F65437">
        <w:rPr>
          <w:rFonts w:ascii="Book Antiqua" w:hAnsi="Book Antiqua"/>
          <w:b/>
          <w:bCs/>
          <w:color w:val="000000"/>
          <w:sz w:val="22"/>
          <w:szCs w:val="22"/>
        </w:rPr>
        <w:t>litigation history</w:t>
      </w:r>
      <w:r w:rsidRPr="00F65437">
        <w:rPr>
          <w:rFonts w:ascii="Book Antiqua" w:hAnsi="Book Antiqua"/>
          <w:color w:val="000000"/>
          <w:sz w:val="22"/>
          <w:szCs w:val="22"/>
        </w:rPr>
        <w:t xml:space="preserve"> on letter head.</w:t>
      </w:r>
    </w:p>
    <w:p w:rsidR="00162698" w:rsidRPr="00F65437" w:rsidRDefault="00162698" w:rsidP="00946639">
      <w:pPr>
        <w:pStyle w:val="ListParagraph"/>
        <w:spacing w:line="360" w:lineRule="auto"/>
        <w:rPr>
          <w:rFonts w:ascii="Book Antiqua" w:hAnsi="Book Antiqua"/>
          <w:color w:val="000000"/>
          <w:sz w:val="22"/>
          <w:szCs w:val="22"/>
        </w:rPr>
      </w:pPr>
    </w:p>
    <w:p w:rsidR="00162698" w:rsidRPr="00F65437" w:rsidRDefault="00162698" w:rsidP="00946639">
      <w:pPr>
        <w:pStyle w:val="Header"/>
        <w:tabs>
          <w:tab w:val="left" w:pos="720"/>
        </w:tabs>
        <w:spacing w:line="360" w:lineRule="auto"/>
        <w:ind w:left="720"/>
        <w:jc w:val="both"/>
        <w:rPr>
          <w:rFonts w:ascii="Book Antiqua" w:hAnsi="Book Antiqua"/>
          <w:color w:val="000000"/>
          <w:sz w:val="22"/>
          <w:szCs w:val="22"/>
        </w:rPr>
      </w:pPr>
      <w:r w:rsidRPr="00F65437">
        <w:rPr>
          <w:rFonts w:ascii="Book Antiqua" w:hAnsi="Book Antiqua"/>
          <w:color w:val="000000"/>
          <w:sz w:val="22"/>
          <w:szCs w:val="22"/>
        </w:rPr>
        <w:t>NOTE: The bidder shall submit the attested hard copies (not below the rank/cadre of Executive Engineer) of all the above (1 to 11) mandatory documents to the tender calling authority along with the bid document, on the date of opening of the bid.</w:t>
      </w:r>
    </w:p>
    <w:p w:rsidR="00162698" w:rsidRPr="00F65437" w:rsidRDefault="00162698" w:rsidP="00946639">
      <w:pPr>
        <w:pStyle w:val="Header"/>
        <w:tabs>
          <w:tab w:val="left" w:pos="720"/>
        </w:tabs>
        <w:spacing w:line="360" w:lineRule="auto"/>
        <w:ind w:left="720"/>
        <w:jc w:val="both"/>
        <w:rPr>
          <w:rFonts w:ascii="Book Antiqua" w:hAnsi="Book Antiqua"/>
          <w:color w:val="000000"/>
          <w:sz w:val="22"/>
          <w:szCs w:val="22"/>
        </w:rPr>
      </w:pPr>
    </w:p>
    <w:p w:rsidR="00162698" w:rsidRPr="00F65437" w:rsidRDefault="00162698" w:rsidP="00946639">
      <w:pPr>
        <w:pStyle w:val="Header"/>
        <w:tabs>
          <w:tab w:val="clear" w:pos="4320"/>
          <w:tab w:val="left" w:pos="720"/>
          <w:tab w:val="center" w:pos="993"/>
        </w:tabs>
        <w:spacing w:line="360" w:lineRule="auto"/>
        <w:ind w:left="720"/>
        <w:jc w:val="both"/>
        <w:rPr>
          <w:rFonts w:ascii="Book Antiqua" w:hAnsi="Book Antiqua"/>
          <w:color w:val="000000"/>
          <w:sz w:val="22"/>
          <w:szCs w:val="22"/>
        </w:rPr>
      </w:pPr>
      <w:r w:rsidRPr="00F65437">
        <w:rPr>
          <w:rFonts w:ascii="Book Antiqua" w:hAnsi="Book Antiqua"/>
          <w:color w:val="000000"/>
          <w:sz w:val="22"/>
          <w:szCs w:val="22"/>
        </w:rPr>
        <w:t>In addition to the above, if the tenderer has quoted less by more than 10% of the estimate value, the lowest tenderer should produce Demand Draft in favour of TSSPDCL, Hyderabad for the difference between the tendered amount and 90% of the estimated value before entering the agreement</w:t>
      </w:r>
      <w:r w:rsidR="003F42B0" w:rsidRPr="00F65437">
        <w:rPr>
          <w:rFonts w:ascii="Book Antiqua" w:hAnsi="Book Antiqua"/>
          <w:color w:val="000000"/>
          <w:sz w:val="22"/>
          <w:szCs w:val="22"/>
        </w:rPr>
        <w:t>.</w:t>
      </w:r>
    </w:p>
    <w:p w:rsidR="003F42B0" w:rsidRPr="00F65437" w:rsidRDefault="003F42B0" w:rsidP="00162698">
      <w:pPr>
        <w:pStyle w:val="Header"/>
        <w:tabs>
          <w:tab w:val="clear" w:pos="4320"/>
          <w:tab w:val="left" w:pos="720"/>
          <w:tab w:val="center" w:pos="993"/>
        </w:tabs>
        <w:spacing w:line="276" w:lineRule="auto"/>
        <w:ind w:left="720"/>
        <w:jc w:val="both"/>
        <w:rPr>
          <w:rFonts w:ascii="Book Antiqua" w:hAnsi="Book Antiqua"/>
          <w:color w:val="000000"/>
          <w:sz w:val="22"/>
          <w:szCs w:val="22"/>
        </w:rPr>
      </w:pPr>
    </w:p>
    <w:p w:rsidR="003F42B0" w:rsidRPr="00F65437" w:rsidRDefault="003F42B0" w:rsidP="00963E4A">
      <w:pPr>
        <w:pStyle w:val="ListParagraph"/>
        <w:numPr>
          <w:ilvl w:val="0"/>
          <w:numId w:val="15"/>
        </w:numPr>
        <w:tabs>
          <w:tab w:val="left" w:pos="1170"/>
        </w:tabs>
        <w:suppressAutoHyphens/>
        <w:spacing w:line="276" w:lineRule="auto"/>
        <w:jc w:val="both"/>
        <w:rPr>
          <w:rFonts w:ascii="Book Antiqua" w:hAnsi="Book Antiqua"/>
          <w:sz w:val="22"/>
          <w:szCs w:val="22"/>
        </w:rPr>
      </w:pPr>
      <w:r w:rsidRPr="00F65437">
        <w:rPr>
          <w:rFonts w:ascii="Book Antiqua" w:hAnsi="Book Antiqua"/>
          <w:sz w:val="22"/>
          <w:szCs w:val="22"/>
        </w:rPr>
        <w:t xml:space="preserve"> Even though the Bidders meet the above qualifying criteria, they are subject to be      </w:t>
      </w:r>
    </w:p>
    <w:p w:rsidR="003F42B0" w:rsidRPr="00F65437" w:rsidRDefault="003F42B0" w:rsidP="00963E4A">
      <w:pPr>
        <w:spacing w:line="276" w:lineRule="auto"/>
        <w:jc w:val="both"/>
        <w:rPr>
          <w:rFonts w:ascii="Book Antiqua" w:hAnsi="Book Antiqua"/>
          <w:sz w:val="22"/>
          <w:szCs w:val="22"/>
        </w:rPr>
      </w:pPr>
      <w:r w:rsidRPr="00F65437">
        <w:rPr>
          <w:rFonts w:ascii="Book Antiqua" w:hAnsi="Book Antiqua"/>
          <w:sz w:val="22"/>
          <w:szCs w:val="22"/>
        </w:rPr>
        <w:t xml:space="preserve">            </w:t>
      </w:r>
      <w:r w:rsidRPr="00F65437">
        <w:rPr>
          <w:rFonts w:ascii="Book Antiqua" w:hAnsi="Book Antiqua"/>
          <w:b/>
          <w:sz w:val="22"/>
          <w:szCs w:val="22"/>
        </w:rPr>
        <w:t>disqualified and blacklisted</w:t>
      </w:r>
      <w:r w:rsidRPr="00F65437">
        <w:rPr>
          <w:rFonts w:ascii="Book Antiqua" w:hAnsi="Book Antiqua"/>
          <w:sz w:val="22"/>
          <w:szCs w:val="22"/>
        </w:rPr>
        <w:t xml:space="preserve"> if they have:</w:t>
      </w:r>
    </w:p>
    <w:p w:rsidR="003F42B0" w:rsidRPr="00B03E63" w:rsidRDefault="003F42B0" w:rsidP="00B03E63">
      <w:pPr>
        <w:pStyle w:val="ListParagraph"/>
        <w:numPr>
          <w:ilvl w:val="0"/>
          <w:numId w:val="19"/>
        </w:numPr>
        <w:suppressAutoHyphens/>
        <w:spacing w:line="360" w:lineRule="auto"/>
        <w:jc w:val="both"/>
        <w:rPr>
          <w:rFonts w:ascii="Book Antiqua" w:hAnsi="Book Antiqua"/>
          <w:sz w:val="22"/>
          <w:szCs w:val="22"/>
        </w:rPr>
      </w:pPr>
      <w:r w:rsidRPr="00B03E63">
        <w:rPr>
          <w:rFonts w:ascii="Book Antiqua" w:hAnsi="Book Antiqua"/>
          <w:sz w:val="22"/>
          <w:szCs w:val="22"/>
        </w:rPr>
        <w:t xml:space="preserve">Furnished false / fabricated particulars in the forms, statements and /annexures submitted in proof of the qualification requirements </w:t>
      </w:r>
    </w:p>
    <w:p w:rsidR="003F42B0" w:rsidRPr="00F65437" w:rsidRDefault="003F42B0" w:rsidP="00946639">
      <w:pPr>
        <w:pStyle w:val="ListParagraph"/>
        <w:numPr>
          <w:ilvl w:val="0"/>
          <w:numId w:val="19"/>
        </w:numPr>
        <w:suppressAutoHyphens/>
        <w:spacing w:line="360" w:lineRule="auto"/>
        <w:jc w:val="both"/>
        <w:rPr>
          <w:rFonts w:ascii="Book Antiqua" w:hAnsi="Book Antiqua"/>
          <w:sz w:val="22"/>
          <w:szCs w:val="22"/>
        </w:rPr>
      </w:pPr>
      <w:r w:rsidRPr="00F65437">
        <w:rPr>
          <w:rFonts w:ascii="Book Antiqua" w:hAnsi="Book Antiqua"/>
          <w:sz w:val="22"/>
          <w:szCs w:val="22"/>
        </w:rPr>
        <w:t>Not turned up for entering into agreement, when called upon.</w:t>
      </w:r>
    </w:p>
    <w:p w:rsidR="003F42B0" w:rsidRPr="00F65437" w:rsidRDefault="003F42B0" w:rsidP="00946639">
      <w:pPr>
        <w:pStyle w:val="ListParagraph"/>
        <w:numPr>
          <w:ilvl w:val="0"/>
          <w:numId w:val="19"/>
        </w:numPr>
        <w:suppressAutoHyphens/>
        <w:spacing w:line="360" w:lineRule="auto"/>
        <w:jc w:val="both"/>
        <w:rPr>
          <w:rFonts w:ascii="Book Antiqua" w:hAnsi="Book Antiqua"/>
          <w:sz w:val="22"/>
          <w:szCs w:val="22"/>
        </w:rPr>
      </w:pPr>
      <w:r w:rsidRPr="00F65437">
        <w:rPr>
          <w:rFonts w:ascii="Book Antiqua" w:hAnsi="Book Antiqua"/>
          <w:sz w:val="22"/>
          <w:szCs w:val="22"/>
        </w:rPr>
        <w:t xml:space="preserve">record of poor performance such as abandoning the work, not properly completing the contract, inordinate delays in completion, litigation history or financial failures etc. </w:t>
      </w:r>
    </w:p>
    <w:p w:rsidR="003F42B0" w:rsidRPr="00F65437" w:rsidRDefault="003F42B0" w:rsidP="00946639">
      <w:pPr>
        <w:numPr>
          <w:ilvl w:val="0"/>
          <w:numId w:val="19"/>
        </w:numPr>
        <w:suppressAutoHyphens/>
        <w:spacing w:line="360" w:lineRule="auto"/>
        <w:jc w:val="both"/>
        <w:rPr>
          <w:rFonts w:ascii="Book Antiqua" w:hAnsi="Book Antiqua"/>
          <w:sz w:val="22"/>
          <w:szCs w:val="22"/>
        </w:rPr>
      </w:pPr>
      <w:r w:rsidRPr="00F65437">
        <w:rPr>
          <w:rFonts w:ascii="Book Antiqua" w:hAnsi="Book Antiqua"/>
          <w:sz w:val="22"/>
          <w:szCs w:val="22"/>
        </w:rPr>
        <w:t xml:space="preserve">participated in the previous bidding for the same work and had quoted unreasonably and </w:t>
      </w:r>
    </w:p>
    <w:p w:rsidR="003F42B0" w:rsidRDefault="003F42B0" w:rsidP="00946639">
      <w:pPr>
        <w:pStyle w:val="Header"/>
        <w:tabs>
          <w:tab w:val="clear" w:pos="4320"/>
          <w:tab w:val="center" w:pos="993"/>
        </w:tabs>
        <w:spacing w:line="360" w:lineRule="auto"/>
        <w:ind w:left="1701"/>
        <w:jc w:val="both"/>
        <w:rPr>
          <w:rFonts w:ascii="Book Antiqua" w:hAnsi="Book Antiqua"/>
          <w:sz w:val="22"/>
          <w:szCs w:val="22"/>
        </w:rPr>
      </w:pPr>
      <w:r w:rsidRPr="00F65437">
        <w:rPr>
          <w:rFonts w:ascii="Book Antiqua" w:hAnsi="Book Antiqua"/>
          <w:sz w:val="22"/>
          <w:szCs w:val="22"/>
        </w:rPr>
        <w:t>even while execution of the work, if found that the work was awarded to the Contractor based on false / fake certificates of experience, the Contractor will be blacklisted and work will be taken over invoking</w:t>
      </w:r>
      <w:r w:rsidR="00142CC3" w:rsidRPr="00F65437">
        <w:rPr>
          <w:rFonts w:ascii="Book Antiqua" w:hAnsi="Book Antiqua"/>
          <w:sz w:val="22"/>
          <w:szCs w:val="22"/>
        </w:rPr>
        <w:t>.</w:t>
      </w:r>
    </w:p>
    <w:p w:rsidR="00963E4A" w:rsidRPr="00F65437" w:rsidRDefault="00963E4A" w:rsidP="003F42B0">
      <w:pPr>
        <w:pStyle w:val="Header"/>
        <w:tabs>
          <w:tab w:val="clear" w:pos="4320"/>
          <w:tab w:val="center" w:pos="993"/>
        </w:tabs>
        <w:spacing w:line="276" w:lineRule="auto"/>
        <w:ind w:left="1701"/>
        <w:jc w:val="both"/>
        <w:rPr>
          <w:rFonts w:ascii="Book Antiqua" w:hAnsi="Book Antiqua"/>
          <w:sz w:val="22"/>
          <w:szCs w:val="22"/>
        </w:rPr>
      </w:pPr>
    </w:p>
    <w:p w:rsidR="00142CC3" w:rsidRPr="00F65437" w:rsidRDefault="00963E4A" w:rsidP="00963E4A">
      <w:pPr>
        <w:pStyle w:val="Header"/>
        <w:tabs>
          <w:tab w:val="clear" w:pos="4320"/>
          <w:tab w:val="center" w:pos="993"/>
        </w:tabs>
        <w:spacing w:line="276" w:lineRule="auto"/>
        <w:ind w:left="284"/>
        <w:jc w:val="both"/>
        <w:rPr>
          <w:rFonts w:ascii="Book Antiqua" w:hAnsi="Book Antiqua"/>
          <w:b/>
          <w:sz w:val="22"/>
          <w:szCs w:val="22"/>
        </w:rPr>
      </w:pPr>
      <w:r>
        <w:rPr>
          <w:rFonts w:ascii="Book Antiqua" w:hAnsi="Book Antiqua"/>
          <w:b/>
          <w:sz w:val="22"/>
          <w:szCs w:val="22"/>
        </w:rPr>
        <w:t xml:space="preserve">13. </w:t>
      </w:r>
      <w:r w:rsidR="00142CC3" w:rsidRPr="00F65437">
        <w:rPr>
          <w:rFonts w:ascii="Book Antiqua" w:hAnsi="Book Antiqua"/>
          <w:b/>
          <w:sz w:val="22"/>
          <w:szCs w:val="22"/>
        </w:rPr>
        <w:t>On awarding of work the firm shall furnish the list of Employees employed (along with name, age and other details) to this office. And it is to ensure that if any employee from the furnished list is absent due to personal reasons, the firm shall be responsible to arrange a substitute so that the system shall run in a smooth way.  And the monthly payment bill submitted shall be enclosed with the EPF, ESI &amp; G</w:t>
      </w:r>
      <w:r w:rsidR="00551DDA">
        <w:rPr>
          <w:rFonts w:ascii="Book Antiqua" w:hAnsi="Book Antiqua"/>
          <w:b/>
          <w:sz w:val="22"/>
          <w:szCs w:val="22"/>
        </w:rPr>
        <w:t>ST</w:t>
      </w:r>
      <w:r w:rsidR="00142CC3" w:rsidRPr="00F65437">
        <w:rPr>
          <w:rFonts w:ascii="Book Antiqua" w:hAnsi="Book Antiqua"/>
          <w:b/>
          <w:sz w:val="22"/>
          <w:szCs w:val="22"/>
        </w:rPr>
        <w:t xml:space="preserve"> particulars.</w:t>
      </w:r>
    </w:p>
    <w:p w:rsidR="00142CC3" w:rsidRPr="00946639" w:rsidRDefault="00142CC3" w:rsidP="00142CC3">
      <w:pPr>
        <w:pStyle w:val="Header"/>
        <w:tabs>
          <w:tab w:val="clear" w:pos="4320"/>
          <w:tab w:val="center" w:pos="993"/>
        </w:tabs>
        <w:spacing w:line="276" w:lineRule="auto"/>
        <w:ind w:left="709"/>
        <w:jc w:val="both"/>
        <w:rPr>
          <w:rFonts w:ascii="Book Antiqua" w:hAnsi="Book Antiqua"/>
          <w:color w:val="000000"/>
          <w:sz w:val="10"/>
          <w:szCs w:val="10"/>
        </w:rPr>
      </w:pPr>
    </w:p>
    <w:p w:rsidR="00162698" w:rsidRPr="00946639" w:rsidRDefault="00162698" w:rsidP="00162698">
      <w:pPr>
        <w:pStyle w:val="Header"/>
        <w:tabs>
          <w:tab w:val="left" w:pos="720"/>
        </w:tabs>
        <w:spacing w:line="276" w:lineRule="auto"/>
        <w:ind w:left="720"/>
        <w:jc w:val="both"/>
        <w:rPr>
          <w:rFonts w:ascii="Book Antiqua" w:hAnsi="Book Antiqua"/>
          <w:color w:val="000000"/>
          <w:sz w:val="2"/>
          <w:szCs w:val="2"/>
        </w:rPr>
      </w:pPr>
    </w:p>
    <w:p w:rsidR="00162698" w:rsidRPr="00F65437" w:rsidRDefault="00162698" w:rsidP="00162698">
      <w:pPr>
        <w:suppressAutoHyphens/>
        <w:autoSpaceDN w:val="0"/>
        <w:spacing w:after="120" w:line="360" w:lineRule="auto"/>
        <w:ind w:left="720"/>
        <w:jc w:val="both"/>
        <w:textAlignment w:val="baseline"/>
        <w:rPr>
          <w:rFonts w:ascii="Book Antiqua" w:hAnsi="Book Antiqua"/>
          <w:color w:val="000000"/>
          <w:sz w:val="22"/>
          <w:szCs w:val="22"/>
        </w:rPr>
      </w:pPr>
    </w:p>
    <w:p w:rsidR="00162698" w:rsidRPr="00F65437" w:rsidRDefault="00162698" w:rsidP="00162698">
      <w:pPr>
        <w:ind w:left="720"/>
        <w:rPr>
          <w:rFonts w:ascii="Book Antiqua" w:hAnsi="Book Antiqua"/>
          <w:color w:val="000000"/>
          <w:sz w:val="22"/>
          <w:szCs w:val="22"/>
        </w:rPr>
      </w:pPr>
      <w:r w:rsidRPr="00F65437">
        <w:rPr>
          <w:rFonts w:ascii="Book Antiqua" w:hAnsi="Book Antiqua"/>
          <w:color w:val="000000"/>
          <w:sz w:val="22"/>
          <w:szCs w:val="22"/>
        </w:rPr>
        <w:t xml:space="preserve">   </w:t>
      </w:r>
      <w:r w:rsidRPr="00F65437">
        <w:rPr>
          <w:rFonts w:ascii="Book Antiqua" w:hAnsi="Book Antiqua"/>
          <w:color w:val="000000"/>
          <w:sz w:val="22"/>
          <w:szCs w:val="22"/>
        </w:rPr>
        <w:tab/>
      </w:r>
      <w:r w:rsidRPr="00F65437">
        <w:rPr>
          <w:rFonts w:ascii="Book Antiqua" w:hAnsi="Book Antiqua"/>
          <w:color w:val="000000"/>
          <w:sz w:val="22"/>
          <w:szCs w:val="22"/>
        </w:rPr>
        <w:tab/>
      </w:r>
      <w:r w:rsidRPr="00F65437">
        <w:rPr>
          <w:rFonts w:ascii="Book Antiqua" w:hAnsi="Book Antiqua"/>
          <w:color w:val="000000"/>
          <w:sz w:val="22"/>
          <w:szCs w:val="22"/>
        </w:rPr>
        <w:tab/>
      </w:r>
      <w:r w:rsidRPr="00F65437">
        <w:rPr>
          <w:rFonts w:ascii="Book Antiqua" w:hAnsi="Book Antiqua"/>
          <w:color w:val="000000"/>
          <w:sz w:val="22"/>
          <w:szCs w:val="22"/>
        </w:rPr>
        <w:tab/>
      </w:r>
      <w:r w:rsidRPr="00F65437">
        <w:rPr>
          <w:rFonts w:ascii="Book Antiqua" w:hAnsi="Book Antiqua"/>
          <w:color w:val="000000"/>
          <w:sz w:val="22"/>
          <w:szCs w:val="22"/>
        </w:rPr>
        <w:tab/>
      </w:r>
      <w:r w:rsidRPr="00F65437">
        <w:rPr>
          <w:rFonts w:ascii="Book Antiqua" w:hAnsi="Book Antiqua"/>
          <w:color w:val="000000"/>
          <w:sz w:val="22"/>
          <w:szCs w:val="22"/>
        </w:rPr>
        <w:tab/>
      </w:r>
      <w:r w:rsidRPr="00F65437">
        <w:rPr>
          <w:rFonts w:ascii="Book Antiqua" w:hAnsi="Book Antiqua"/>
          <w:color w:val="000000"/>
          <w:sz w:val="22"/>
          <w:szCs w:val="22"/>
        </w:rPr>
        <w:tab/>
        <w:t xml:space="preserve">     </w:t>
      </w:r>
    </w:p>
    <w:p w:rsidR="00162698" w:rsidRPr="00F65437" w:rsidRDefault="00162698" w:rsidP="00162698">
      <w:pPr>
        <w:rPr>
          <w:rFonts w:ascii="Book Antiqua" w:hAnsi="Book Antiqua"/>
          <w:color w:val="000000"/>
          <w:sz w:val="22"/>
          <w:szCs w:val="22"/>
        </w:rPr>
      </w:pPr>
      <w:r w:rsidRPr="00F65437">
        <w:rPr>
          <w:rFonts w:ascii="Book Antiqua" w:hAnsi="Book Antiqua"/>
          <w:color w:val="000000"/>
          <w:sz w:val="22"/>
          <w:szCs w:val="22"/>
        </w:rPr>
        <w:t xml:space="preserve">               </w:t>
      </w:r>
      <w:r w:rsidR="00963E4A" w:rsidRPr="00F65437">
        <w:rPr>
          <w:rFonts w:ascii="Book Antiqua" w:hAnsi="Book Antiqua"/>
          <w:color w:val="000000"/>
          <w:sz w:val="22"/>
          <w:szCs w:val="22"/>
        </w:rPr>
        <w:t>Signature of the Contractor</w:t>
      </w:r>
      <w:r w:rsidRPr="00F65437">
        <w:rPr>
          <w:rFonts w:ascii="Book Antiqua" w:hAnsi="Book Antiqua"/>
          <w:color w:val="000000"/>
          <w:sz w:val="22"/>
          <w:szCs w:val="22"/>
        </w:rPr>
        <w:t xml:space="preserve">                                          </w:t>
      </w:r>
      <w:r w:rsidR="00963E4A">
        <w:rPr>
          <w:rFonts w:ascii="Book Antiqua" w:hAnsi="Book Antiqua"/>
          <w:color w:val="000000"/>
          <w:sz w:val="22"/>
          <w:szCs w:val="22"/>
        </w:rPr>
        <w:t xml:space="preserve">           </w:t>
      </w:r>
      <w:r w:rsidRPr="00F65437">
        <w:rPr>
          <w:rFonts w:ascii="Book Antiqua" w:hAnsi="Book Antiqua"/>
          <w:color w:val="000000"/>
          <w:sz w:val="22"/>
          <w:szCs w:val="22"/>
        </w:rPr>
        <w:t xml:space="preserve">  </w:t>
      </w:r>
      <w:r w:rsidR="00BD1EFB" w:rsidRPr="00F65437">
        <w:rPr>
          <w:rFonts w:ascii="Book Antiqua" w:hAnsi="Book Antiqua"/>
          <w:sz w:val="22"/>
          <w:szCs w:val="22"/>
        </w:rPr>
        <w:t>Chief General Manager/Operation</w:t>
      </w:r>
      <w:r w:rsidRPr="00F65437">
        <w:rPr>
          <w:rFonts w:ascii="Book Antiqua" w:hAnsi="Book Antiqua"/>
          <w:color w:val="000000"/>
          <w:sz w:val="22"/>
          <w:szCs w:val="22"/>
        </w:rPr>
        <w:t>,</w:t>
      </w:r>
    </w:p>
    <w:p w:rsidR="00162698" w:rsidRPr="00F65437" w:rsidRDefault="00162698" w:rsidP="00162698">
      <w:pPr>
        <w:ind w:left="360"/>
        <w:rPr>
          <w:rFonts w:ascii="Book Antiqua" w:hAnsi="Book Antiqua"/>
          <w:color w:val="000000"/>
          <w:sz w:val="22"/>
          <w:szCs w:val="22"/>
        </w:rPr>
      </w:pPr>
      <w:r w:rsidRPr="00F65437">
        <w:rPr>
          <w:rFonts w:ascii="Book Antiqua" w:hAnsi="Book Antiqua"/>
          <w:color w:val="000000"/>
          <w:sz w:val="22"/>
          <w:szCs w:val="22"/>
        </w:rPr>
        <w:t xml:space="preserve">                                                                     </w:t>
      </w:r>
      <w:r w:rsidR="00BD1EFB" w:rsidRPr="00F65437">
        <w:rPr>
          <w:rFonts w:ascii="Book Antiqua" w:hAnsi="Book Antiqua"/>
          <w:color w:val="000000"/>
          <w:sz w:val="22"/>
          <w:szCs w:val="22"/>
        </w:rPr>
        <w:t xml:space="preserve">                        </w:t>
      </w:r>
      <w:r w:rsidR="00963E4A">
        <w:rPr>
          <w:rFonts w:ascii="Book Antiqua" w:hAnsi="Book Antiqua"/>
          <w:color w:val="000000"/>
          <w:sz w:val="22"/>
          <w:szCs w:val="22"/>
        </w:rPr>
        <w:t xml:space="preserve">                       </w:t>
      </w:r>
      <w:r w:rsidR="00BD1EFB" w:rsidRPr="00F65437">
        <w:rPr>
          <w:rFonts w:ascii="Book Antiqua" w:hAnsi="Book Antiqua"/>
          <w:sz w:val="22"/>
          <w:szCs w:val="22"/>
        </w:rPr>
        <w:t>Ranga Reddy Zone, TSSPDCL</w:t>
      </w:r>
      <w:r w:rsidRPr="00F65437">
        <w:rPr>
          <w:rFonts w:ascii="Book Antiqua" w:hAnsi="Book Antiqua"/>
          <w:color w:val="000000"/>
          <w:sz w:val="22"/>
          <w:szCs w:val="22"/>
        </w:rPr>
        <w:t>,</w:t>
      </w:r>
    </w:p>
    <w:p w:rsidR="00F65437" w:rsidRPr="00F65437" w:rsidRDefault="00162698" w:rsidP="00946639">
      <w:pPr>
        <w:ind w:left="360"/>
        <w:rPr>
          <w:rFonts w:ascii="Book Antiqua" w:hAnsi="Book Antiqua"/>
          <w:color w:val="000000"/>
          <w:sz w:val="22"/>
          <w:szCs w:val="22"/>
        </w:rPr>
      </w:pPr>
      <w:r w:rsidRPr="00F65437">
        <w:rPr>
          <w:rFonts w:ascii="Book Antiqua" w:hAnsi="Book Antiqua"/>
          <w:color w:val="000000"/>
          <w:sz w:val="22"/>
          <w:szCs w:val="22"/>
        </w:rPr>
        <w:t xml:space="preserve">                                                                                           </w:t>
      </w:r>
      <w:r w:rsidR="00BD1EFB" w:rsidRPr="00F65437">
        <w:rPr>
          <w:rFonts w:ascii="Book Antiqua" w:hAnsi="Book Antiqua"/>
          <w:color w:val="000000"/>
          <w:sz w:val="22"/>
          <w:szCs w:val="22"/>
        </w:rPr>
        <w:t xml:space="preserve"> </w:t>
      </w:r>
      <w:r w:rsidR="00963E4A">
        <w:rPr>
          <w:rFonts w:ascii="Book Antiqua" w:hAnsi="Book Antiqua"/>
          <w:color w:val="000000"/>
          <w:sz w:val="22"/>
          <w:szCs w:val="22"/>
        </w:rPr>
        <w:t xml:space="preserve">                          </w:t>
      </w:r>
      <w:r w:rsidR="00BD1EFB" w:rsidRPr="00F65437">
        <w:rPr>
          <w:rFonts w:ascii="Book Antiqua" w:hAnsi="Book Antiqua"/>
          <w:color w:val="000000"/>
          <w:sz w:val="22"/>
          <w:szCs w:val="22"/>
        </w:rPr>
        <w:t>KPHB Colony</w:t>
      </w:r>
      <w:r w:rsidRPr="00F65437">
        <w:rPr>
          <w:rFonts w:ascii="Book Antiqua" w:hAnsi="Book Antiqua"/>
          <w:color w:val="000000"/>
          <w:sz w:val="22"/>
          <w:szCs w:val="22"/>
        </w:rPr>
        <w:t>, Hyderabad</w:t>
      </w:r>
      <w:r w:rsidR="00946639">
        <w:rPr>
          <w:rFonts w:ascii="Book Antiqua" w:hAnsi="Book Antiqua"/>
          <w:color w:val="000000"/>
          <w:sz w:val="22"/>
          <w:szCs w:val="22"/>
        </w:rPr>
        <w:t>.</w:t>
      </w:r>
      <w:r w:rsidR="00F65437" w:rsidRPr="00F65437">
        <w:rPr>
          <w:rFonts w:ascii="Book Antiqua" w:hAnsi="Book Antiqua"/>
          <w:color w:val="000000"/>
          <w:sz w:val="22"/>
          <w:szCs w:val="22"/>
        </w:rPr>
        <w:br w:type="page"/>
      </w:r>
    </w:p>
    <w:p w:rsidR="00B215F3" w:rsidRPr="00F65437" w:rsidRDefault="00B215F3" w:rsidP="00162698">
      <w:pPr>
        <w:ind w:left="360"/>
        <w:jc w:val="both"/>
        <w:rPr>
          <w:rFonts w:ascii="Book Antiqua" w:hAnsi="Book Antiqua"/>
          <w:color w:val="000000"/>
          <w:sz w:val="22"/>
          <w:szCs w:val="22"/>
        </w:rPr>
      </w:pPr>
    </w:p>
    <w:p w:rsidR="00B215F3" w:rsidRPr="00F65437" w:rsidRDefault="00B215F3" w:rsidP="00445F6E">
      <w:pPr>
        <w:rPr>
          <w:rFonts w:ascii="Book Antiqua" w:hAnsi="Book Antiqua"/>
          <w:sz w:val="22"/>
          <w:szCs w:val="22"/>
        </w:rPr>
      </w:pPr>
    </w:p>
    <w:p w:rsidR="007B174C" w:rsidRPr="00F65437" w:rsidRDefault="007B174C" w:rsidP="007B174C">
      <w:pPr>
        <w:jc w:val="center"/>
        <w:rPr>
          <w:rFonts w:ascii="Book Antiqua" w:hAnsi="Book Antiqua"/>
          <w:b/>
          <w:bCs/>
          <w:sz w:val="22"/>
          <w:szCs w:val="22"/>
        </w:rPr>
      </w:pPr>
      <w:r w:rsidRPr="00F65437">
        <w:rPr>
          <w:rFonts w:ascii="Book Antiqua" w:hAnsi="Book Antiqua"/>
          <w:b/>
          <w:bCs/>
          <w:sz w:val="22"/>
          <w:szCs w:val="22"/>
        </w:rPr>
        <w:t>FORM – III ‘A’</w:t>
      </w:r>
    </w:p>
    <w:p w:rsidR="007B174C" w:rsidRPr="00F65437" w:rsidRDefault="007B174C" w:rsidP="007B174C">
      <w:pPr>
        <w:jc w:val="center"/>
        <w:rPr>
          <w:rFonts w:ascii="Book Antiqua" w:hAnsi="Book Antiqua"/>
          <w:b/>
          <w:bCs/>
          <w:sz w:val="22"/>
          <w:szCs w:val="22"/>
        </w:rPr>
      </w:pPr>
      <w:r w:rsidRPr="00F65437">
        <w:rPr>
          <w:rFonts w:ascii="Book Antiqua" w:hAnsi="Book Antiqua"/>
          <w:b/>
          <w:bCs/>
          <w:sz w:val="22"/>
          <w:szCs w:val="22"/>
        </w:rPr>
        <w:t>( To be filled by the Tenderer)</w:t>
      </w:r>
    </w:p>
    <w:p w:rsidR="007B174C" w:rsidRPr="00F65437" w:rsidRDefault="007B174C" w:rsidP="007B174C">
      <w:pPr>
        <w:jc w:val="center"/>
        <w:rPr>
          <w:rFonts w:ascii="Book Antiqua" w:hAnsi="Book Antiqua"/>
          <w:b/>
          <w:bCs/>
          <w:sz w:val="22"/>
          <w:szCs w:val="22"/>
        </w:rPr>
      </w:pPr>
    </w:p>
    <w:p w:rsidR="007B174C" w:rsidRPr="00F65437" w:rsidRDefault="007B174C" w:rsidP="007B174C">
      <w:pPr>
        <w:jc w:val="both"/>
        <w:rPr>
          <w:rFonts w:ascii="Book Antiqua" w:hAnsi="Book Antiqua"/>
          <w:sz w:val="22"/>
          <w:szCs w:val="22"/>
        </w:rPr>
      </w:pPr>
      <w:r w:rsidRPr="00F65437">
        <w:rPr>
          <w:rFonts w:ascii="Book Antiqua" w:hAnsi="Book Antiqua"/>
          <w:sz w:val="22"/>
          <w:szCs w:val="22"/>
        </w:rPr>
        <w:t xml:space="preserve">1. Open </w:t>
      </w:r>
      <w:r w:rsidRPr="00F65437">
        <w:rPr>
          <w:rFonts w:ascii="Book Antiqua" w:hAnsi="Book Antiqua"/>
          <w:color w:val="FF00FF"/>
          <w:sz w:val="22"/>
          <w:szCs w:val="22"/>
        </w:rPr>
        <w:t>Tender Notification</w:t>
      </w:r>
      <w:r w:rsidRPr="00F65437">
        <w:rPr>
          <w:rFonts w:ascii="Book Antiqua" w:hAnsi="Book Antiqua"/>
          <w:sz w:val="22"/>
          <w:szCs w:val="22"/>
        </w:rPr>
        <w:t xml:space="preserve"> No.</w:t>
      </w:r>
      <w:r w:rsidRPr="00F65437">
        <w:rPr>
          <w:rFonts w:ascii="Book Antiqua" w:hAnsi="Book Antiqua"/>
          <w:sz w:val="22"/>
          <w:szCs w:val="22"/>
        </w:rPr>
        <w:tab/>
      </w:r>
      <w:r w:rsidRPr="00F65437">
        <w:rPr>
          <w:rFonts w:ascii="Book Antiqua" w:hAnsi="Book Antiqua"/>
          <w:sz w:val="22"/>
          <w:szCs w:val="22"/>
        </w:rPr>
        <w:tab/>
        <w:t>: 0</w:t>
      </w:r>
      <w:r w:rsidR="00963E4A">
        <w:rPr>
          <w:rFonts w:ascii="Book Antiqua" w:hAnsi="Book Antiqua"/>
          <w:sz w:val="22"/>
          <w:szCs w:val="22"/>
        </w:rPr>
        <w:t>1</w:t>
      </w:r>
    </w:p>
    <w:p w:rsidR="007B174C" w:rsidRPr="00F65437" w:rsidRDefault="007B174C" w:rsidP="007B174C">
      <w:pPr>
        <w:jc w:val="both"/>
        <w:rPr>
          <w:rFonts w:ascii="Book Antiqua" w:hAnsi="Book Antiqua"/>
          <w:sz w:val="22"/>
          <w:szCs w:val="22"/>
        </w:rPr>
      </w:pPr>
    </w:p>
    <w:p w:rsidR="007B174C" w:rsidRPr="00F65437" w:rsidRDefault="007B174C" w:rsidP="007B174C">
      <w:pPr>
        <w:jc w:val="both"/>
        <w:rPr>
          <w:rFonts w:ascii="Book Antiqua" w:hAnsi="Book Antiqua"/>
          <w:sz w:val="22"/>
          <w:szCs w:val="22"/>
        </w:rPr>
      </w:pPr>
      <w:r w:rsidRPr="00F65437">
        <w:rPr>
          <w:rFonts w:ascii="Book Antiqua" w:hAnsi="Book Antiqua"/>
          <w:sz w:val="22"/>
          <w:szCs w:val="22"/>
        </w:rPr>
        <w:t>2. Specification No.</w:t>
      </w:r>
      <w:r w:rsidRPr="00F65437">
        <w:rPr>
          <w:rFonts w:ascii="Book Antiqua" w:hAnsi="Book Antiqua"/>
          <w:sz w:val="22"/>
          <w:szCs w:val="22"/>
        </w:rPr>
        <w:tab/>
      </w:r>
      <w:r w:rsidRPr="00F65437">
        <w:rPr>
          <w:rFonts w:ascii="Book Antiqua" w:hAnsi="Book Antiqua"/>
          <w:sz w:val="22"/>
          <w:szCs w:val="22"/>
        </w:rPr>
        <w:tab/>
      </w:r>
      <w:r w:rsidRPr="00F65437">
        <w:rPr>
          <w:rFonts w:ascii="Book Antiqua" w:hAnsi="Book Antiqua"/>
          <w:sz w:val="22"/>
          <w:szCs w:val="22"/>
        </w:rPr>
        <w:tab/>
      </w:r>
      <w:r w:rsidRPr="00F65437">
        <w:rPr>
          <w:rFonts w:ascii="Book Antiqua" w:hAnsi="Book Antiqua"/>
          <w:sz w:val="22"/>
          <w:szCs w:val="22"/>
        </w:rPr>
        <w:tab/>
        <w:t xml:space="preserve">: </w:t>
      </w:r>
      <w:r w:rsidRPr="00F65437">
        <w:rPr>
          <w:rFonts w:ascii="Book Antiqua" w:hAnsi="Book Antiqua"/>
          <w:color w:val="FF0000"/>
          <w:sz w:val="22"/>
          <w:szCs w:val="22"/>
          <w:u w:val="single"/>
        </w:rPr>
        <w:t xml:space="preserve">CGM/OP/RR Zone- </w:t>
      </w:r>
      <w:r w:rsidRPr="00F65437">
        <w:rPr>
          <w:rFonts w:ascii="Book Antiqua" w:hAnsi="Book Antiqua"/>
          <w:noProof/>
          <w:color w:val="FF0000"/>
          <w:sz w:val="22"/>
          <w:szCs w:val="22"/>
          <w:u w:val="single"/>
        </w:rPr>
        <w:t>OT-</w:t>
      </w:r>
      <w:r w:rsidR="00B03E63">
        <w:rPr>
          <w:rFonts w:ascii="Book Antiqua" w:hAnsi="Book Antiqua"/>
          <w:noProof/>
          <w:color w:val="FF0000"/>
          <w:sz w:val="22"/>
          <w:szCs w:val="22"/>
          <w:u w:val="single"/>
        </w:rPr>
        <w:t>05</w:t>
      </w:r>
      <w:r w:rsidRPr="00F65437">
        <w:rPr>
          <w:rFonts w:ascii="Book Antiqua" w:hAnsi="Book Antiqua"/>
          <w:noProof/>
          <w:color w:val="FF0000"/>
          <w:sz w:val="22"/>
          <w:szCs w:val="22"/>
          <w:u w:val="single"/>
        </w:rPr>
        <w:t>/</w:t>
      </w:r>
      <w:r w:rsidR="00B03E63">
        <w:rPr>
          <w:rFonts w:ascii="Book Antiqua" w:hAnsi="Book Antiqua"/>
          <w:noProof/>
          <w:color w:val="FF0000"/>
          <w:sz w:val="22"/>
          <w:szCs w:val="22"/>
          <w:u w:val="single"/>
        </w:rPr>
        <w:t>2023</w:t>
      </w:r>
      <w:r w:rsidRPr="00F65437">
        <w:rPr>
          <w:rFonts w:ascii="Book Antiqua" w:hAnsi="Book Antiqua"/>
          <w:noProof/>
          <w:color w:val="FF0000"/>
          <w:sz w:val="22"/>
          <w:szCs w:val="22"/>
          <w:u w:val="single"/>
        </w:rPr>
        <w:t>-</w:t>
      </w:r>
      <w:r w:rsidR="00B03E63">
        <w:rPr>
          <w:rFonts w:ascii="Book Antiqua" w:hAnsi="Book Antiqua"/>
          <w:noProof/>
          <w:color w:val="FF0000"/>
          <w:sz w:val="22"/>
          <w:szCs w:val="22"/>
          <w:u w:val="single"/>
        </w:rPr>
        <w:t>24</w:t>
      </w:r>
    </w:p>
    <w:p w:rsidR="007B174C" w:rsidRPr="00F65437" w:rsidRDefault="007B174C" w:rsidP="007B174C">
      <w:pPr>
        <w:jc w:val="both"/>
        <w:rPr>
          <w:rFonts w:ascii="Book Antiqua" w:hAnsi="Book Antiqua"/>
          <w:sz w:val="22"/>
          <w:szCs w:val="22"/>
        </w:rPr>
      </w:pPr>
    </w:p>
    <w:p w:rsidR="007B174C" w:rsidRPr="00F65437" w:rsidRDefault="007B174C" w:rsidP="00B03E63">
      <w:pPr>
        <w:ind w:right="-624"/>
        <w:jc w:val="both"/>
        <w:rPr>
          <w:rFonts w:ascii="Book Antiqua" w:hAnsi="Book Antiqua"/>
          <w:color w:val="FF0000"/>
          <w:sz w:val="22"/>
          <w:szCs w:val="22"/>
        </w:rPr>
      </w:pPr>
      <w:r w:rsidRPr="00F65437">
        <w:rPr>
          <w:rFonts w:ascii="Book Antiqua" w:hAnsi="Book Antiqua"/>
          <w:sz w:val="22"/>
          <w:szCs w:val="22"/>
        </w:rPr>
        <w:t>3. Name of the Work.</w:t>
      </w:r>
      <w:r w:rsidRPr="00F65437">
        <w:rPr>
          <w:rFonts w:ascii="Book Antiqua" w:hAnsi="Book Antiqua"/>
          <w:sz w:val="22"/>
          <w:szCs w:val="22"/>
        </w:rPr>
        <w:tab/>
      </w:r>
      <w:r w:rsidRPr="00F65437">
        <w:rPr>
          <w:rFonts w:ascii="Book Antiqua" w:hAnsi="Book Antiqua"/>
          <w:sz w:val="22"/>
          <w:szCs w:val="22"/>
        </w:rPr>
        <w:tab/>
      </w:r>
      <w:r w:rsidRPr="00F65437">
        <w:rPr>
          <w:rFonts w:ascii="Book Antiqua" w:hAnsi="Book Antiqua"/>
          <w:sz w:val="22"/>
          <w:szCs w:val="22"/>
        </w:rPr>
        <w:tab/>
        <w:t xml:space="preserve">: </w:t>
      </w:r>
      <w:r w:rsidR="00963E4A">
        <w:rPr>
          <w:rFonts w:ascii="Book Antiqua" w:hAnsi="Book Antiqua"/>
          <w:sz w:val="22"/>
          <w:szCs w:val="22"/>
        </w:rPr>
        <w:tab/>
        <w:t xml:space="preserve">   </w:t>
      </w:r>
      <w:r w:rsidRPr="00F65437">
        <w:rPr>
          <w:rFonts w:ascii="Book Antiqua" w:hAnsi="Book Antiqua"/>
          <w:color w:val="FF0000"/>
          <w:sz w:val="22"/>
          <w:szCs w:val="22"/>
        </w:rPr>
        <w:t xml:space="preserve">Providing House Keeping and Maintenance of </w:t>
      </w:r>
      <w:r w:rsidR="00B03E63">
        <w:rPr>
          <w:rFonts w:ascii="Book Antiqua" w:hAnsi="Book Antiqua"/>
          <w:color w:val="FF0000"/>
          <w:sz w:val="22"/>
          <w:szCs w:val="22"/>
        </w:rPr>
        <w:t xml:space="preserve">Ranga Reddy </w:t>
      </w:r>
      <w:r w:rsidRPr="00F65437">
        <w:rPr>
          <w:rFonts w:ascii="Book Antiqua" w:hAnsi="Book Antiqua"/>
          <w:color w:val="FF0000"/>
          <w:sz w:val="22"/>
          <w:szCs w:val="22"/>
        </w:rPr>
        <w:tab/>
      </w:r>
      <w:r w:rsidRPr="00F65437">
        <w:rPr>
          <w:rFonts w:ascii="Book Antiqua" w:hAnsi="Book Antiqua"/>
          <w:color w:val="FF0000"/>
          <w:sz w:val="22"/>
          <w:szCs w:val="22"/>
        </w:rPr>
        <w:tab/>
      </w:r>
      <w:r w:rsidRPr="00F65437">
        <w:rPr>
          <w:rFonts w:ascii="Book Antiqua" w:hAnsi="Book Antiqua"/>
          <w:color w:val="FF0000"/>
          <w:sz w:val="22"/>
          <w:szCs w:val="22"/>
        </w:rPr>
        <w:tab/>
      </w:r>
      <w:r w:rsidRPr="00F65437">
        <w:rPr>
          <w:rFonts w:ascii="Book Antiqua" w:hAnsi="Book Antiqua"/>
          <w:color w:val="FF0000"/>
          <w:sz w:val="22"/>
          <w:szCs w:val="22"/>
        </w:rPr>
        <w:tab/>
      </w:r>
      <w:r w:rsidRPr="00F65437">
        <w:rPr>
          <w:rFonts w:ascii="Book Antiqua" w:hAnsi="Book Antiqua"/>
          <w:color w:val="FF0000"/>
          <w:sz w:val="22"/>
          <w:szCs w:val="22"/>
        </w:rPr>
        <w:tab/>
      </w:r>
      <w:r w:rsidRPr="00F65437">
        <w:rPr>
          <w:rFonts w:ascii="Book Antiqua" w:hAnsi="Book Antiqua"/>
          <w:color w:val="FF0000"/>
          <w:sz w:val="22"/>
          <w:szCs w:val="22"/>
        </w:rPr>
        <w:tab/>
        <w:t xml:space="preserve">  </w:t>
      </w:r>
      <w:r w:rsidR="00B03E63">
        <w:rPr>
          <w:rFonts w:ascii="Book Antiqua" w:hAnsi="Book Antiqua"/>
          <w:color w:val="FF0000"/>
          <w:sz w:val="22"/>
          <w:szCs w:val="22"/>
        </w:rPr>
        <w:t>Zonal office building at</w:t>
      </w:r>
      <w:r w:rsidRPr="00F65437">
        <w:rPr>
          <w:rFonts w:ascii="Book Antiqua" w:hAnsi="Book Antiqua"/>
          <w:color w:val="FF0000"/>
          <w:sz w:val="22"/>
          <w:szCs w:val="22"/>
        </w:rPr>
        <w:t>, KPHB Colony,</w:t>
      </w:r>
    </w:p>
    <w:p w:rsidR="007B174C" w:rsidRPr="00F65437" w:rsidRDefault="007B174C" w:rsidP="007B174C">
      <w:pPr>
        <w:ind w:right="-149"/>
        <w:jc w:val="both"/>
        <w:rPr>
          <w:rFonts w:ascii="Book Antiqua" w:hAnsi="Book Antiqua"/>
          <w:color w:val="FF0000"/>
          <w:sz w:val="22"/>
          <w:szCs w:val="22"/>
        </w:rPr>
      </w:pPr>
      <w:r w:rsidRPr="00F65437">
        <w:rPr>
          <w:rFonts w:ascii="Book Antiqua" w:hAnsi="Book Antiqua"/>
          <w:color w:val="FF0000"/>
          <w:sz w:val="22"/>
          <w:szCs w:val="22"/>
        </w:rPr>
        <w:tab/>
      </w:r>
      <w:r w:rsidRPr="00F65437">
        <w:rPr>
          <w:rFonts w:ascii="Book Antiqua" w:hAnsi="Book Antiqua"/>
          <w:color w:val="FF0000"/>
          <w:sz w:val="22"/>
          <w:szCs w:val="22"/>
        </w:rPr>
        <w:tab/>
      </w:r>
      <w:r w:rsidRPr="00F65437">
        <w:rPr>
          <w:rFonts w:ascii="Book Antiqua" w:hAnsi="Book Antiqua"/>
          <w:color w:val="FF0000"/>
          <w:sz w:val="22"/>
          <w:szCs w:val="22"/>
        </w:rPr>
        <w:tab/>
      </w:r>
      <w:r w:rsidRPr="00F65437">
        <w:rPr>
          <w:rFonts w:ascii="Book Antiqua" w:hAnsi="Book Antiqua"/>
          <w:color w:val="FF0000"/>
          <w:sz w:val="22"/>
          <w:szCs w:val="22"/>
        </w:rPr>
        <w:tab/>
      </w:r>
      <w:r w:rsidRPr="00F65437">
        <w:rPr>
          <w:rFonts w:ascii="Book Antiqua" w:hAnsi="Book Antiqua"/>
          <w:color w:val="FF0000"/>
          <w:sz w:val="22"/>
          <w:szCs w:val="22"/>
        </w:rPr>
        <w:tab/>
      </w:r>
      <w:r w:rsidRPr="00F65437">
        <w:rPr>
          <w:rFonts w:ascii="Book Antiqua" w:hAnsi="Book Antiqua"/>
          <w:color w:val="FF0000"/>
          <w:sz w:val="22"/>
          <w:szCs w:val="22"/>
        </w:rPr>
        <w:tab/>
        <w:t xml:space="preserve">   Hyderabad for the period from April 202</w:t>
      </w:r>
      <w:r w:rsidR="00B03E63">
        <w:rPr>
          <w:rFonts w:ascii="Book Antiqua" w:hAnsi="Book Antiqua"/>
          <w:color w:val="FF0000"/>
          <w:sz w:val="22"/>
          <w:szCs w:val="22"/>
        </w:rPr>
        <w:t>3</w:t>
      </w:r>
      <w:r w:rsidRPr="00F65437">
        <w:rPr>
          <w:rFonts w:ascii="Book Antiqua" w:hAnsi="Book Antiqua"/>
          <w:color w:val="FF0000"/>
          <w:sz w:val="22"/>
          <w:szCs w:val="22"/>
        </w:rPr>
        <w:t xml:space="preserve"> to March 202</w:t>
      </w:r>
      <w:r w:rsidR="00B03E63">
        <w:rPr>
          <w:rFonts w:ascii="Book Antiqua" w:hAnsi="Book Antiqua"/>
          <w:color w:val="FF0000"/>
          <w:sz w:val="22"/>
          <w:szCs w:val="22"/>
        </w:rPr>
        <w:t>4</w:t>
      </w:r>
      <w:r w:rsidRPr="00F65437">
        <w:rPr>
          <w:rFonts w:ascii="Book Antiqua" w:hAnsi="Book Antiqua"/>
          <w:color w:val="FF0000"/>
          <w:sz w:val="22"/>
          <w:szCs w:val="22"/>
        </w:rPr>
        <w:t>.</w:t>
      </w:r>
    </w:p>
    <w:p w:rsidR="007B174C" w:rsidRPr="00F65437" w:rsidRDefault="007B174C" w:rsidP="007B174C">
      <w:pPr>
        <w:ind w:right="-149"/>
        <w:jc w:val="both"/>
        <w:rPr>
          <w:rFonts w:ascii="Book Antiqua" w:hAnsi="Book Antiqua"/>
          <w:sz w:val="22"/>
          <w:szCs w:val="22"/>
        </w:rPr>
      </w:pPr>
    </w:p>
    <w:p w:rsidR="007B174C" w:rsidRPr="00F65437" w:rsidRDefault="007B174C" w:rsidP="007B174C">
      <w:pPr>
        <w:jc w:val="both"/>
        <w:rPr>
          <w:rFonts w:ascii="Book Antiqua" w:hAnsi="Book Antiqua"/>
          <w:sz w:val="22"/>
          <w:szCs w:val="22"/>
        </w:rPr>
      </w:pPr>
      <w:r w:rsidRPr="00F65437">
        <w:rPr>
          <w:rFonts w:ascii="Book Antiqua" w:hAnsi="Book Antiqua"/>
          <w:sz w:val="22"/>
          <w:szCs w:val="22"/>
        </w:rPr>
        <w:t>4.  Last date and time for submission of</w:t>
      </w:r>
      <w:r w:rsidRPr="00F65437">
        <w:rPr>
          <w:rFonts w:ascii="Book Antiqua" w:hAnsi="Book Antiqua"/>
          <w:sz w:val="22"/>
          <w:szCs w:val="22"/>
        </w:rPr>
        <w:tab/>
        <w:t xml:space="preserve">: </w:t>
      </w:r>
      <w:r w:rsidRPr="00F65437">
        <w:rPr>
          <w:rFonts w:ascii="Book Antiqua" w:hAnsi="Book Antiqua"/>
          <w:b/>
          <w:sz w:val="22"/>
          <w:szCs w:val="22"/>
        </w:rPr>
        <w:t xml:space="preserve">  </w:t>
      </w:r>
      <w:r w:rsidR="00551DDA">
        <w:rPr>
          <w:rFonts w:ascii="Book Antiqua" w:hAnsi="Book Antiqua"/>
          <w:b/>
          <w:sz w:val="22"/>
          <w:szCs w:val="22"/>
        </w:rPr>
        <w:t>15</w:t>
      </w:r>
      <w:r w:rsidRPr="00F65437">
        <w:rPr>
          <w:rFonts w:ascii="Book Antiqua" w:hAnsi="Book Antiqua"/>
          <w:b/>
          <w:sz w:val="22"/>
          <w:szCs w:val="22"/>
        </w:rPr>
        <w:t>.</w:t>
      </w:r>
      <w:r w:rsidR="00551DDA">
        <w:rPr>
          <w:rFonts w:ascii="Book Antiqua" w:hAnsi="Book Antiqua"/>
          <w:b/>
          <w:sz w:val="22"/>
          <w:szCs w:val="22"/>
        </w:rPr>
        <w:t>07</w:t>
      </w:r>
      <w:r w:rsidRPr="00F65437">
        <w:rPr>
          <w:rFonts w:ascii="Book Antiqua" w:hAnsi="Book Antiqua"/>
          <w:b/>
          <w:sz w:val="22"/>
          <w:szCs w:val="22"/>
        </w:rPr>
        <w:t>.</w:t>
      </w:r>
      <w:r w:rsidR="00B03E63">
        <w:rPr>
          <w:rFonts w:ascii="Book Antiqua" w:hAnsi="Book Antiqua"/>
          <w:b/>
          <w:sz w:val="22"/>
          <w:szCs w:val="22"/>
        </w:rPr>
        <w:t>2023</w:t>
      </w:r>
      <w:r w:rsidRPr="00F65437">
        <w:rPr>
          <w:rFonts w:ascii="Book Antiqua" w:hAnsi="Book Antiqua"/>
          <w:b/>
          <w:sz w:val="22"/>
          <w:szCs w:val="22"/>
        </w:rPr>
        <w:t xml:space="preserve"> </w:t>
      </w:r>
      <w:r w:rsidRPr="00F65437">
        <w:rPr>
          <w:rFonts w:ascii="Book Antiqua" w:hAnsi="Book Antiqua"/>
          <w:sz w:val="22"/>
          <w:szCs w:val="22"/>
        </w:rPr>
        <w:t>at 13-00 Hrs</w:t>
      </w:r>
    </w:p>
    <w:p w:rsidR="007B174C" w:rsidRPr="00F65437" w:rsidRDefault="007B174C" w:rsidP="007B174C">
      <w:pPr>
        <w:jc w:val="both"/>
        <w:rPr>
          <w:rFonts w:ascii="Book Antiqua" w:hAnsi="Book Antiqua"/>
          <w:sz w:val="22"/>
          <w:szCs w:val="22"/>
        </w:rPr>
      </w:pPr>
      <w:r w:rsidRPr="00F65437">
        <w:rPr>
          <w:rFonts w:ascii="Book Antiqua" w:hAnsi="Book Antiqua"/>
          <w:sz w:val="22"/>
          <w:szCs w:val="22"/>
        </w:rPr>
        <w:t xml:space="preserve">    tender.</w:t>
      </w:r>
    </w:p>
    <w:p w:rsidR="007B174C" w:rsidRPr="00F65437" w:rsidRDefault="007B174C" w:rsidP="007B174C">
      <w:pPr>
        <w:jc w:val="both"/>
        <w:rPr>
          <w:rFonts w:ascii="Book Antiqua" w:hAnsi="Book Antiqua"/>
          <w:sz w:val="22"/>
          <w:szCs w:val="22"/>
        </w:rPr>
      </w:pPr>
    </w:p>
    <w:p w:rsidR="007B174C" w:rsidRPr="00F65437" w:rsidRDefault="007B174C" w:rsidP="007B174C">
      <w:pPr>
        <w:jc w:val="both"/>
        <w:rPr>
          <w:rFonts w:ascii="Book Antiqua" w:hAnsi="Book Antiqua"/>
          <w:sz w:val="22"/>
          <w:szCs w:val="22"/>
        </w:rPr>
      </w:pPr>
      <w:r w:rsidRPr="00F65437">
        <w:rPr>
          <w:rFonts w:ascii="Book Antiqua" w:hAnsi="Book Antiqua"/>
          <w:sz w:val="22"/>
          <w:szCs w:val="22"/>
        </w:rPr>
        <w:t>5. Date and time for opening of tender.</w:t>
      </w:r>
      <w:r w:rsidRPr="00F65437">
        <w:rPr>
          <w:rFonts w:ascii="Book Antiqua" w:hAnsi="Book Antiqua"/>
          <w:sz w:val="22"/>
          <w:szCs w:val="22"/>
        </w:rPr>
        <w:tab/>
        <w:t xml:space="preserve">: </w:t>
      </w:r>
      <w:r w:rsidRPr="00F65437">
        <w:rPr>
          <w:rFonts w:ascii="Book Antiqua" w:hAnsi="Book Antiqua"/>
          <w:b/>
          <w:sz w:val="22"/>
          <w:szCs w:val="22"/>
        </w:rPr>
        <w:t xml:space="preserve"> </w:t>
      </w:r>
      <w:r w:rsidR="00551DDA">
        <w:rPr>
          <w:rFonts w:ascii="Book Antiqua" w:hAnsi="Book Antiqua"/>
          <w:b/>
          <w:sz w:val="22"/>
          <w:szCs w:val="22"/>
        </w:rPr>
        <w:t>15</w:t>
      </w:r>
      <w:r w:rsidRPr="00F65437">
        <w:rPr>
          <w:rFonts w:ascii="Book Antiqua" w:hAnsi="Book Antiqua"/>
          <w:b/>
          <w:sz w:val="22"/>
          <w:szCs w:val="22"/>
        </w:rPr>
        <w:t>.</w:t>
      </w:r>
      <w:r w:rsidR="00551DDA">
        <w:rPr>
          <w:rFonts w:ascii="Book Antiqua" w:hAnsi="Book Antiqua"/>
          <w:b/>
          <w:sz w:val="22"/>
          <w:szCs w:val="22"/>
        </w:rPr>
        <w:t>07</w:t>
      </w:r>
      <w:r w:rsidRPr="00F65437">
        <w:rPr>
          <w:rFonts w:ascii="Book Antiqua" w:hAnsi="Book Antiqua"/>
          <w:b/>
          <w:sz w:val="22"/>
          <w:szCs w:val="22"/>
        </w:rPr>
        <w:t>.</w:t>
      </w:r>
      <w:r w:rsidR="00B03E63">
        <w:rPr>
          <w:rFonts w:ascii="Book Antiqua" w:hAnsi="Book Antiqua"/>
          <w:b/>
          <w:sz w:val="22"/>
          <w:szCs w:val="22"/>
        </w:rPr>
        <w:t>2023</w:t>
      </w:r>
      <w:r w:rsidRPr="00F65437">
        <w:rPr>
          <w:rFonts w:ascii="Book Antiqua" w:hAnsi="Book Antiqua"/>
          <w:b/>
          <w:sz w:val="22"/>
          <w:szCs w:val="22"/>
        </w:rPr>
        <w:t xml:space="preserve"> </w:t>
      </w:r>
      <w:r w:rsidRPr="00F65437">
        <w:rPr>
          <w:rFonts w:ascii="Book Antiqua" w:hAnsi="Book Antiqua"/>
          <w:sz w:val="22"/>
          <w:szCs w:val="22"/>
        </w:rPr>
        <w:t>at 14-00 Hrs</w:t>
      </w:r>
    </w:p>
    <w:p w:rsidR="007B174C" w:rsidRPr="00F65437" w:rsidRDefault="007B174C" w:rsidP="007B174C">
      <w:pPr>
        <w:jc w:val="both"/>
        <w:rPr>
          <w:rFonts w:ascii="Book Antiqua" w:hAnsi="Book Antiqua"/>
          <w:sz w:val="22"/>
          <w:szCs w:val="22"/>
        </w:rPr>
      </w:pPr>
    </w:p>
    <w:p w:rsidR="007B174C" w:rsidRPr="00F65437" w:rsidRDefault="007B174C" w:rsidP="007B174C">
      <w:pPr>
        <w:jc w:val="both"/>
        <w:rPr>
          <w:rFonts w:ascii="Book Antiqua" w:hAnsi="Book Antiqua"/>
          <w:sz w:val="22"/>
          <w:szCs w:val="22"/>
        </w:rPr>
      </w:pPr>
      <w:r w:rsidRPr="00F65437">
        <w:rPr>
          <w:rFonts w:ascii="Book Antiqua" w:hAnsi="Book Antiqua"/>
          <w:sz w:val="22"/>
          <w:szCs w:val="22"/>
        </w:rPr>
        <w:t xml:space="preserve">6. 2.36% Bid Security details </w:t>
      </w:r>
      <w:r w:rsidRPr="00F65437">
        <w:rPr>
          <w:rFonts w:ascii="Book Antiqua" w:hAnsi="Book Antiqua"/>
          <w:sz w:val="22"/>
          <w:szCs w:val="22"/>
        </w:rPr>
        <w:tab/>
      </w:r>
      <w:r w:rsidRPr="00F65437">
        <w:rPr>
          <w:rFonts w:ascii="Book Antiqua" w:hAnsi="Book Antiqua"/>
          <w:sz w:val="22"/>
          <w:szCs w:val="22"/>
        </w:rPr>
        <w:tab/>
      </w:r>
      <w:r w:rsidRPr="00F65437">
        <w:rPr>
          <w:rFonts w:ascii="Book Antiqua" w:hAnsi="Book Antiqua"/>
          <w:sz w:val="22"/>
          <w:szCs w:val="22"/>
        </w:rPr>
        <w:tab/>
        <w:t xml:space="preserve">: </w:t>
      </w:r>
    </w:p>
    <w:p w:rsidR="007B174C" w:rsidRPr="00F65437" w:rsidRDefault="007B174C" w:rsidP="007B174C">
      <w:pPr>
        <w:jc w:val="both"/>
        <w:rPr>
          <w:rFonts w:ascii="Book Antiqua" w:hAnsi="Book Antiqua"/>
          <w:sz w:val="22"/>
          <w:szCs w:val="22"/>
        </w:rPr>
      </w:pPr>
      <w:r w:rsidRPr="00F65437">
        <w:rPr>
          <w:rFonts w:ascii="Book Antiqua" w:hAnsi="Book Antiqua"/>
          <w:sz w:val="22"/>
          <w:szCs w:val="22"/>
        </w:rPr>
        <w:t xml:space="preserve">    Amount, D.D/</w:t>
      </w:r>
      <w:r w:rsidRPr="00F65437">
        <w:rPr>
          <w:rFonts w:ascii="Book Antiqua" w:hAnsi="Book Antiqua"/>
          <w:color w:val="FF00FF"/>
          <w:sz w:val="22"/>
          <w:szCs w:val="22"/>
        </w:rPr>
        <w:t>BG</w:t>
      </w:r>
      <w:r w:rsidRPr="00F65437">
        <w:rPr>
          <w:rFonts w:ascii="Book Antiqua" w:hAnsi="Book Antiqua"/>
          <w:sz w:val="22"/>
          <w:szCs w:val="22"/>
        </w:rPr>
        <w:t>.No. &amp; Date/</w:t>
      </w:r>
      <w:r w:rsidRPr="00F65437">
        <w:rPr>
          <w:rFonts w:ascii="Book Antiqua" w:hAnsi="Book Antiqua"/>
          <w:color w:val="FF00FF"/>
          <w:sz w:val="22"/>
          <w:szCs w:val="22"/>
        </w:rPr>
        <w:t>Validity</w:t>
      </w:r>
    </w:p>
    <w:p w:rsidR="007B174C" w:rsidRPr="00F65437" w:rsidRDefault="007B174C" w:rsidP="007B174C">
      <w:pPr>
        <w:jc w:val="both"/>
        <w:rPr>
          <w:rFonts w:ascii="Book Antiqua" w:hAnsi="Book Antiqua"/>
          <w:sz w:val="22"/>
          <w:szCs w:val="22"/>
        </w:rPr>
      </w:pPr>
    </w:p>
    <w:p w:rsidR="007B174C" w:rsidRPr="00F65437" w:rsidRDefault="007B174C" w:rsidP="007B174C">
      <w:pPr>
        <w:jc w:val="both"/>
        <w:rPr>
          <w:rFonts w:ascii="Book Antiqua" w:hAnsi="Book Antiqua"/>
          <w:sz w:val="22"/>
          <w:szCs w:val="22"/>
        </w:rPr>
      </w:pPr>
    </w:p>
    <w:p w:rsidR="007B174C" w:rsidRPr="00F65437" w:rsidRDefault="007B174C" w:rsidP="007B174C">
      <w:pPr>
        <w:jc w:val="both"/>
        <w:rPr>
          <w:rFonts w:ascii="Book Antiqua" w:hAnsi="Book Antiqua"/>
          <w:sz w:val="22"/>
          <w:szCs w:val="22"/>
        </w:rPr>
      </w:pPr>
      <w:r w:rsidRPr="00F65437">
        <w:rPr>
          <w:rFonts w:ascii="Book Antiqua" w:hAnsi="Book Antiqua"/>
          <w:sz w:val="22"/>
          <w:szCs w:val="22"/>
        </w:rPr>
        <w:t>7. State whether 100% minimum quantity is</w:t>
      </w:r>
      <w:r w:rsidRPr="00F65437">
        <w:rPr>
          <w:rFonts w:ascii="Book Antiqua" w:hAnsi="Book Antiqua"/>
          <w:sz w:val="22"/>
          <w:szCs w:val="22"/>
        </w:rPr>
        <w:tab/>
        <w:t>:</w:t>
      </w:r>
    </w:p>
    <w:p w:rsidR="007B174C" w:rsidRPr="00F65437" w:rsidRDefault="007B174C" w:rsidP="007B174C">
      <w:pPr>
        <w:jc w:val="both"/>
        <w:rPr>
          <w:rFonts w:ascii="Book Antiqua" w:hAnsi="Book Antiqua"/>
          <w:sz w:val="22"/>
          <w:szCs w:val="22"/>
        </w:rPr>
      </w:pPr>
      <w:r w:rsidRPr="00F65437">
        <w:rPr>
          <w:rFonts w:ascii="Book Antiqua" w:hAnsi="Book Antiqua"/>
          <w:sz w:val="22"/>
          <w:szCs w:val="22"/>
        </w:rPr>
        <w:t xml:space="preserve">       quoted.</w:t>
      </w:r>
    </w:p>
    <w:p w:rsidR="007B174C" w:rsidRPr="00F65437" w:rsidRDefault="007B174C" w:rsidP="007B174C">
      <w:pPr>
        <w:jc w:val="both"/>
        <w:rPr>
          <w:rFonts w:ascii="Book Antiqua" w:hAnsi="Book Antiqua"/>
          <w:sz w:val="22"/>
          <w:szCs w:val="22"/>
        </w:rPr>
      </w:pPr>
    </w:p>
    <w:p w:rsidR="007B174C" w:rsidRPr="00F65437" w:rsidRDefault="007B174C" w:rsidP="007B174C">
      <w:pPr>
        <w:jc w:val="both"/>
        <w:rPr>
          <w:rFonts w:ascii="Book Antiqua" w:hAnsi="Book Antiqua"/>
          <w:sz w:val="22"/>
          <w:szCs w:val="22"/>
        </w:rPr>
      </w:pPr>
      <w:r w:rsidRPr="00F65437">
        <w:rPr>
          <w:rFonts w:ascii="Book Antiqua" w:hAnsi="Book Antiqua"/>
          <w:sz w:val="22"/>
          <w:szCs w:val="22"/>
        </w:rPr>
        <w:t>8. Whether S.T is included/Excluded.</w:t>
      </w:r>
      <w:r w:rsidRPr="00F65437">
        <w:rPr>
          <w:rFonts w:ascii="Book Antiqua" w:hAnsi="Book Antiqua"/>
          <w:sz w:val="22"/>
          <w:szCs w:val="22"/>
        </w:rPr>
        <w:tab/>
        <w:t>:</w:t>
      </w:r>
    </w:p>
    <w:p w:rsidR="007B174C" w:rsidRPr="00F65437" w:rsidRDefault="007B174C" w:rsidP="007B174C">
      <w:pPr>
        <w:jc w:val="both"/>
        <w:rPr>
          <w:rFonts w:ascii="Book Antiqua" w:hAnsi="Book Antiqua"/>
          <w:sz w:val="22"/>
          <w:szCs w:val="22"/>
        </w:rPr>
      </w:pPr>
    </w:p>
    <w:p w:rsidR="007B174C" w:rsidRPr="00F65437" w:rsidRDefault="007B174C" w:rsidP="007B174C">
      <w:pPr>
        <w:jc w:val="both"/>
        <w:rPr>
          <w:rFonts w:ascii="Book Antiqua" w:hAnsi="Book Antiqua"/>
          <w:sz w:val="22"/>
          <w:szCs w:val="22"/>
        </w:rPr>
      </w:pPr>
      <w:r w:rsidRPr="00F65437">
        <w:rPr>
          <w:rFonts w:ascii="Book Antiqua" w:hAnsi="Book Antiqua"/>
          <w:sz w:val="22"/>
          <w:szCs w:val="22"/>
        </w:rPr>
        <w:t>9. State whether TSSPDCL’s terms of payment</w:t>
      </w:r>
    </w:p>
    <w:p w:rsidR="007B174C" w:rsidRPr="00F65437" w:rsidRDefault="007B174C" w:rsidP="007B174C">
      <w:pPr>
        <w:jc w:val="both"/>
        <w:rPr>
          <w:rFonts w:ascii="Book Antiqua" w:hAnsi="Book Antiqua"/>
          <w:sz w:val="22"/>
          <w:szCs w:val="22"/>
        </w:rPr>
      </w:pPr>
      <w:r w:rsidRPr="00F65437">
        <w:rPr>
          <w:rFonts w:ascii="Book Antiqua" w:hAnsi="Book Antiqua"/>
          <w:sz w:val="22"/>
          <w:szCs w:val="22"/>
        </w:rPr>
        <w:t xml:space="preserve">       are accepted.</w:t>
      </w:r>
      <w:r w:rsidRPr="00F65437">
        <w:rPr>
          <w:rFonts w:ascii="Book Antiqua" w:hAnsi="Book Antiqua"/>
          <w:sz w:val="22"/>
          <w:szCs w:val="22"/>
        </w:rPr>
        <w:tab/>
      </w:r>
      <w:r w:rsidRPr="00F65437">
        <w:rPr>
          <w:rFonts w:ascii="Book Antiqua" w:hAnsi="Book Antiqua"/>
          <w:sz w:val="22"/>
          <w:szCs w:val="22"/>
        </w:rPr>
        <w:tab/>
      </w:r>
      <w:r w:rsidRPr="00F65437">
        <w:rPr>
          <w:rFonts w:ascii="Book Antiqua" w:hAnsi="Book Antiqua"/>
          <w:sz w:val="22"/>
          <w:szCs w:val="22"/>
        </w:rPr>
        <w:tab/>
      </w:r>
      <w:r w:rsidRPr="00F65437">
        <w:rPr>
          <w:rFonts w:ascii="Book Antiqua" w:hAnsi="Book Antiqua"/>
          <w:sz w:val="22"/>
          <w:szCs w:val="22"/>
        </w:rPr>
        <w:tab/>
        <w:t>:</w:t>
      </w:r>
    </w:p>
    <w:p w:rsidR="007B174C" w:rsidRPr="00F65437" w:rsidRDefault="007B174C" w:rsidP="007B174C">
      <w:pPr>
        <w:jc w:val="both"/>
        <w:rPr>
          <w:rFonts w:ascii="Book Antiqua" w:hAnsi="Book Antiqua"/>
          <w:sz w:val="22"/>
          <w:szCs w:val="22"/>
        </w:rPr>
      </w:pPr>
    </w:p>
    <w:p w:rsidR="007B174C" w:rsidRPr="00F65437" w:rsidRDefault="007B174C" w:rsidP="007B174C">
      <w:pPr>
        <w:jc w:val="both"/>
        <w:rPr>
          <w:rFonts w:ascii="Book Antiqua" w:hAnsi="Book Antiqua"/>
          <w:sz w:val="22"/>
          <w:szCs w:val="22"/>
        </w:rPr>
      </w:pPr>
      <w:r w:rsidRPr="00F65437">
        <w:rPr>
          <w:rFonts w:ascii="Book Antiqua" w:hAnsi="Book Antiqua"/>
          <w:sz w:val="22"/>
          <w:szCs w:val="22"/>
        </w:rPr>
        <w:t>10. State whether 90 days validity offered.</w:t>
      </w:r>
      <w:r w:rsidRPr="00F65437">
        <w:rPr>
          <w:rFonts w:ascii="Book Antiqua" w:hAnsi="Book Antiqua"/>
          <w:sz w:val="22"/>
          <w:szCs w:val="22"/>
        </w:rPr>
        <w:tab/>
        <w:t>:</w:t>
      </w:r>
    </w:p>
    <w:p w:rsidR="007B174C" w:rsidRPr="00F65437" w:rsidRDefault="007B174C" w:rsidP="007B174C">
      <w:pPr>
        <w:jc w:val="both"/>
        <w:rPr>
          <w:rFonts w:ascii="Book Antiqua" w:hAnsi="Book Antiqua"/>
          <w:sz w:val="22"/>
          <w:szCs w:val="22"/>
        </w:rPr>
      </w:pPr>
    </w:p>
    <w:p w:rsidR="007B174C" w:rsidRPr="00F65437" w:rsidRDefault="007B174C" w:rsidP="007B174C">
      <w:pPr>
        <w:jc w:val="both"/>
        <w:rPr>
          <w:rFonts w:ascii="Book Antiqua" w:hAnsi="Book Antiqua"/>
          <w:sz w:val="22"/>
          <w:szCs w:val="22"/>
        </w:rPr>
      </w:pPr>
      <w:r w:rsidRPr="00F65437">
        <w:rPr>
          <w:rFonts w:ascii="Book Antiqua" w:hAnsi="Book Antiqua"/>
          <w:sz w:val="22"/>
          <w:szCs w:val="22"/>
        </w:rPr>
        <w:t>11. Whether you had executed orders of the</w:t>
      </w:r>
    </w:p>
    <w:p w:rsidR="007B174C" w:rsidRPr="00F65437" w:rsidRDefault="007B174C" w:rsidP="007B174C">
      <w:pPr>
        <w:jc w:val="both"/>
        <w:rPr>
          <w:rFonts w:ascii="Book Antiqua" w:hAnsi="Book Antiqua"/>
          <w:sz w:val="22"/>
          <w:szCs w:val="22"/>
        </w:rPr>
      </w:pPr>
      <w:r w:rsidRPr="00F65437">
        <w:rPr>
          <w:rFonts w:ascii="Book Antiqua" w:hAnsi="Book Antiqua"/>
          <w:sz w:val="22"/>
          <w:szCs w:val="22"/>
        </w:rPr>
        <w:t xml:space="preserve">       TSSPDCL previously for the relevant works now.</w:t>
      </w:r>
    </w:p>
    <w:p w:rsidR="007B174C" w:rsidRPr="00F65437" w:rsidRDefault="007B174C" w:rsidP="007B174C">
      <w:pPr>
        <w:jc w:val="both"/>
        <w:rPr>
          <w:rFonts w:ascii="Book Antiqua" w:hAnsi="Book Antiqua"/>
          <w:sz w:val="22"/>
          <w:szCs w:val="22"/>
        </w:rPr>
      </w:pPr>
      <w:r w:rsidRPr="00F65437">
        <w:rPr>
          <w:rFonts w:ascii="Book Antiqua" w:hAnsi="Book Antiqua"/>
          <w:sz w:val="22"/>
          <w:szCs w:val="22"/>
        </w:rPr>
        <w:t xml:space="preserve">      Please give full details.</w:t>
      </w:r>
      <w:r w:rsidRPr="00F65437">
        <w:rPr>
          <w:rFonts w:ascii="Book Antiqua" w:hAnsi="Book Antiqua"/>
          <w:sz w:val="22"/>
          <w:szCs w:val="22"/>
        </w:rPr>
        <w:tab/>
      </w:r>
      <w:r w:rsidRPr="00F65437">
        <w:rPr>
          <w:rFonts w:ascii="Book Antiqua" w:hAnsi="Book Antiqua"/>
          <w:sz w:val="22"/>
          <w:szCs w:val="22"/>
        </w:rPr>
        <w:tab/>
        <w:t>:</w:t>
      </w:r>
    </w:p>
    <w:p w:rsidR="007B174C" w:rsidRPr="00F65437" w:rsidRDefault="007B174C" w:rsidP="007B174C">
      <w:pPr>
        <w:jc w:val="both"/>
        <w:rPr>
          <w:rFonts w:ascii="Book Antiqua" w:hAnsi="Book Antiqua"/>
          <w:sz w:val="22"/>
          <w:szCs w:val="22"/>
        </w:rPr>
      </w:pPr>
    </w:p>
    <w:p w:rsidR="007B174C" w:rsidRPr="00F65437" w:rsidRDefault="007B174C" w:rsidP="007B174C">
      <w:pPr>
        <w:jc w:val="both"/>
        <w:rPr>
          <w:rFonts w:ascii="Book Antiqua" w:hAnsi="Book Antiqua"/>
          <w:sz w:val="22"/>
          <w:szCs w:val="22"/>
        </w:rPr>
      </w:pPr>
      <w:r w:rsidRPr="00F65437">
        <w:rPr>
          <w:rFonts w:ascii="Book Antiqua" w:hAnsi="Book Antiqua"/>
          <w:sz w:val="22"/>
          <w:szCs w:val="22"/>
        </w:rPr>
        <w:t>12. Whether sales tax clearance certificate</w:t>
      </w:r>
    </w:p>
    <w:p w:rsidR="007B174C" w:rsidRPr="00F65437" w:rsidRDefault="007B174C" w:rsidP="007B174C">
      <w:pPr>
        <w:jc w:val="both"/>
        <w:rPr>
          <w:rFonts w:ascii="Book Antiqua" w:hAnsi="Book Antiqua"/>
          <w:sz w:val="22"/>
          <w:szCs w:val="22"/>
        </w:rPr>
      </w:pPr>
      <w:r w:rsidRPr="00F65437">
        <w:rPr>
          <w:rFonts w:ascii="Book Antiqua" w:hAnsi="Book Antiqua"/>
          <w:sz w:val="22"/>
          <w:szCs w:val="22"/>
        </w:rPr>
        <w:t xml:space="preserve">       enclosed.</w:t>
      </w:r>
      <w:r w:rsidRPr="00F65437">
        <w:rPr>
          <w:rFonts w:ascii="Book Antiqua" w:hAnsi="Book Antiqua"/>
          <w:sz w:val="22"/>
          <w:szCs w:val="22"/>
        </w:rPr>
        <w:tab/>
      </w:r>
      <w:r w:rsidRPr="00F65437">
        <w:rPr>
          <w:rFonts w:ascii="Book Antiqua" w:hAnsi="Book Antiqua"/>
          <w:sz w:val="22"/>
          <w:szCs w:val="22"/>
        </w:rPr>
        <w:tab/>
      </w:r>
      <w:r w:rsidRPr="00F65437">
        <w:rPr>
          <w:rFonts w:ascii="Book Antiqua" w:hAnsi="Book Antiqua"/>
          <w:sz w:val="22"/>
          <w:szCs w:val="22"/>
        </w:rPr>
        <w:tab/>
      </w:r>
      <w:r w:rsidRPr="00F65437">
        <w:rPr>
          <w:rFonts w:ascii="Book Antiqua" w:hAnsi="Book Antiqua"/>
          <w:sz w:val="22"/>
          <w:szCs w:val="22"/>
        </w:rPr>
        <w:tab/>
      </w:r>
      <w:r w:rsidRPr="00F65437">
        <w:rPr>
          <w:rFonts w:ascii="Book Antiqua" w:hAnsi="Book Antiqua"/>
          <w:sz w:val="22"/>
          <w:szCs w:val="22"/>
        </w:rPr>
        <w:tab/>
        <w:t>:</w:t>
      </w:r>
    </w:p>
    <w:p w:rsidR="007B174C" w:rsidRPr="00F65437" w:rsidRDefault="007B174C" w:rsidP="007B174C">
      <w:pPr>
        <w:jc w:val="both"/>
        <w:rPr>
          <w:rFonts w:ascii="Book Antiqua" w:hAnsi="Book Antiqua"/>
          <w:sz w:val="22"/>
          <w:szCs w:val="22"/>
        </w:rPr>
      </w:pPr>
    </w:p>
    <w:p w:rsidR="007B174C" w:rsidRPr="00F65437" w:rsidRDefault="007B174C" w:rsidP="007B174C">
      <w:pPr>
        <w:jc w:val="both"/>
        <w:rPr>
          <w:rFonts w:ascii="Book Antiqua" w:hAnsi="Book Antiqua"/>
          <w:sz w:val="22"/>
          <w:szCs w:val="22"/>
        </w:rPr>
      </w:pPr>
      <w:r w:rsidRPr="00F65437">
        <w:rPr>
          <w:rFonts w:ascii="Book Antiqua" w:hAnsi="Book Antiqua"/>
          <w:sz w:val="22"/>
          <w:szCs w:val="22"/>
        </w:rPr>
        <w:t>13. Whether Income tax clearance certificate</w:t>
      </w:r>
    </w:p>
    <w:p w:rsidR="007B174C" w:rsidRPr="00F65437" w:rsidRDefault="007B174C" w:rsidP="007B174C">
      <w:pPr>
        <w:jc w:val="both"/>
        <w:rPr>
          <w:rFonts w:ascii="Book Antiqua" w:hAnsi="Book Antiqua"/>
          <w:sz w:val="22"/>
          <w:szCs w:val="22"/>
        </w:rPr>
      </w:pPr>
      <w:r w:rsidRPr="00F65437">
        <w:rPr>
          <w:rFonts w:ascii="Book Antiqua" w:hAnsi="Book Antiqua"/>
          <w:sz w:val="22"/>
          <w:szCs w:val="22"/>
        </w:rPr>
        <w:t xml:space="preserve">       enclosed.</w:t>
      </w:r>
      <w:r w:rsidRPr="00F65437">
        <w:rPr>
          <w:rFonts w:ascii="Book Antiqua" w:hAnsi="Book Antiqua"/>
          <w:sz w:val="22"/>
          <w:szCs w:val="22"/>
        </w:rPr>
        <w:tab/>
      </w:r>
      <w:r w:rsidRPr="00F65437">
        <w:rPr>
          <w:rFonts w:ascii="Book Antiqua" w:hAnsi="Book Antiqua"/>
          <w:sz w:val="22"/>
          <w:szCs w:val="22"/>
        </w:rPr>
        <w:tab/>
      </w:r>
      <w:r w:rsidRPr="00F65437">
        <w:rPr>
          <w:rFonts w:ascii="Book Antiqua" w:hAnsi="Book Antiqua"/>
          <w:sz w:val="22"/>
          <w:szCs w:val="22"/>
        </w:rPr>
        <w:tab/>
      </w:r>
      <w:r w:rsidRPr="00F65437">
        <w:rPr>
          <w:rFonts w:ascii="Book Antiqua" w:hAnsi="Book Antiqua"/>
          <w:sz w:val="22"/>
          <w:szCs w:val="22"/>
        </w:rPr>
        <w:tab/>
      </w:r>
      <w:r w:rsidRPr="00F65437">
        <w:rPr>
          <w:rFonts w:ascii="Book Antiqua" w:hAnsi="Book Antiqua"/>
          <w:sz w:val="22"/>
          <w:szCs w:val="22"/>
        </w:rPr>
        <w:tab/>
        <w:t>:</w:t>
      </w:r>
    </w:p>
    <w:p w:rsidR="007B174C" w:rsidRPr="00F65437" w:rsidRDefault="007B174C" w:rsidP="007B174C">
      <w:pPr>
        <w:jc w:val="both"/>
        <w:rPr>
          <w:rFonts w:ascii="Book Antiqua" w:hAnsi="Book Antiqua"/>
          <w:sz w:val="22"/>
          <w:szCs w:val="22"/>
        </w:rPr>
      </w:pPr>
    </w:p>
    <w:p w:rsidR="007B174C" w:rsidRPr="00F65437" w:rsidRDefault="007B174C" w:rsidP="007B174C">
      <w:pPr>
        <w:jc w:val="both"/>
        <w:rPr>
          <w:rFonts w:ascii="Book Antiqua" w:hAnsi="Book Antiqua"/>
          <w:sz w:val="22"/>
          <w:szCs w:val="22"/>
        </w:rPr>
      </w:pPr>
    </w:p>
    <w:p w:rsidR="007B174C" w:rsidRPr="00F65437" w:rsidRDefault="007B174C" w:rsidP="007B174C">
      <w:pPr>
        <w:jc w:val="both"/>
        <w:rPr>
          <w:rFonts w:ascii="Book Antiqua" w:hAnsi="Book Antiqua"/>
          <w:sz w:val="22"/>
          <w:szCs w:val="22"/>
        </w:rPr>
      </w:pPr>
    </w:p>
    <w:p w:rsidR="007B174C" w:rsidRPr="00F65437" w:rsidRDefault="007B174C" w:rsidP="007B174C">
      <w:pPr>
        <w:jc w:val="both"/>
        <w:rPr>
          <w:rFonts w:ascii="Book Antiqua" w:hAnsi="Book Antiqua"/>
          <w:sz w:val="22"/>
          <w:szCs w:val="22"/>
        </w:rPr>
      </w:pPr>
    </w:p>
    <w:p w:rsidR="007B174C" w:rsidRPr="00F65437" w:rsidRDefault="007B174C" w:rsidP="007B174C">
      <w:pPr>
        <w:jc w:val="both"/>
        <w:rPr>
          <w:rFonts w:ascii="Book Antiqua" w:hAnsi="Book Antiqua"/>
          <w:sz w:val="22"/>
          <w:szCs w:val="22"/>
        </w:rPr>
      </w:pPr>
    </w:p>
    <w:p w:rsidR="007B174C" w:rsidRPr="00F65437" w:rsidRDefault="007B174C" w:rsidP="007B174C">
      <w:pPr>
        <w:jc w:val="both"/>
        <w:rPr>
          <w:rFonts w:ascii="Book Antiqua" w:hAnsi="Book Antiqua"/>
          <w:sz w:val="22"/>
          <w:szCs w:val="22"/>
        </w:rPr>
      </w:pPr>
    </w:p>
    <w:p w:rsidR="007B174C" w:rsidRPr="00F65437" w:rsidRDefault="007B174C" w:rsidP="007B174C">
      <w:pPr>
        <w:jc w:val="both"/>
        <w:rPr>
          <w:rFonts w:ascii="Book Antiqua" w:hAnsi="Book Antiqua"/>
          <w:sz w:val="22"/>
          <w:szCs w:val="22"/>
        </w:rPr>
      </w:pPr>
    </w:p>
    <w:p w:rsidR="007B174C" w:rsidRPr="00F65437" w:rsidRDefault="007B174C" w:rsidP="007B174C">
      <w:pPr>
        <w:rPr>
          <w:rFonts w:ascii="Book Antiqua" w:hAnsi="Book Antiqua"/>
          <w:b/>
          <w:bCs/>
          <w:sz w:val="22"/>
          <w:szCs w:val="22"/>
        </w:rPr>
      </w:pPr>
      <w:r w:rsidRPr="00F65437">
        <w:rPr>
          <w:rFonts w:ascii="Book Antiqua" w:hAnsi="Book Antiqua"/>
          <w:b/>
          <w:bCs/>
          <w:sz w:val="22"/>
          <w:szCs w:val="22"/>
        </w:rPr>
        <w:t>SIGNATURE OF THE TENDERER</w:t>
      </w:r>
    </w:p>
    <w:p w:rsidR="007B174C" w:rsidRPr="00F65437" w:rsidRDefault="007B174C">
      <w:pPr>
        <w:rPr>
          <w:rFonts w:ascii="Book Antiqua" w:hAnsi="Book Antiqua"/>
          <w:b/>
          <w:bCs/>
          <w:sz w:val="22"/>
          <w:szCs w:val="22"/>
        </w:rPr>
      </w:pPr>
      <w:r w:rsidRPr="00F65437">
        <w:rPr>
          <w:rFonts w:ascii="Book Antiqua" w:hAnsi="Book Antiqua"/>
          <w:b/>
          <w:bCs/>
          <w:sz w:val="22"/>
          <w:szCs w:val="22"/>
        </w:rPr>
        <w:br w:type="page"/>
      </w:r>
    </w:p>
    <w:p w:rsidR="00F65437" w:rsidRPr="00F65437" w:rsidRDefault="00F65437" w:rsidP="00F65437">
      <w:pPr>
        <w:jc w:val="center"/>
        <w:rPr>
          <w:rFonts w:ascii="Book Antiqua" w:hAnsi="Book Antiqua" w:cs="Arial"/>
          <w:b/>
          <w:bCs/>
          <w:sz w:val="22"/>
          <w:szCs w:val="22"/>
          <w:u w:val="single"/>
        </w:rPr>
      </w:pPr>
      <w:r w:rsidRPr="00F65437">
        <w:rPr>
          <w:rFonts w:ascii="Book Antiqua" w:hAnsi="Book Antiqua" w:cs="Arial"/>
          <w:b/>
          <w:bCs/>
          <w:sz w:val="22"/>
          <w:szCs w:val="22"/>
          <w:u w:val="single"/>
        </w:rPr>
        <w:lastRenderedPageBreak/>
        <w:t>BILL OF QUANTITIES</w:t>
      </w:r>
    </w:p>
    <w:p w:rsidR="00F65437" w:rsidRPr="00F65437" w:rsidRDefault="00F65437" w:rsidP="00F65437">
      <w:pPr>
        <w:jc w:val="center"/>
        <w:rPr>
          <w:rFonts w:ascii="Book Antiqua" w:hAnsi="Book Antiqua" w:cs="Arial"/>
          <w:b/>
          <w:bCs/>
          <w:sz w:val="22"/>
          <w:szCs w:val="22"/>
          <w:u w:val="single"/>
        </w:rPr>
      </w:pPr>
    </w:p>
    <w:p w:rsidR="00F65437" w:rsidRPr="00F65437" w:rsidRDefault="00F65437" w:rsidP="00F65437">
      <w:pPr>
        <w:jc w:val="both"/>
        <w:rPr>
          <w:rFonts w:ascii="Book Antiqua" w:hAnsi="Book Antiqua" w:cs="Arial"/>
          <w:b/>
          <w:bCs/>
          <w:sz w:val="22"/>
          <w:szCs w:val="22"/>
        </w:rPr>
      </w:pPr>
      <w:r w:rsidRPr="00F65437">
        <w:rPr>
          <w:rFonts w:ascii="Book Antiqua" w:hAnsi="Book Antiqua" w:cs="Arial"/>
          <w:b/>
          <w:bCs/>
          <w:sz w:val="22"/>
          <w:szCs w:val="22"/>
        </w:rPr>
        <w:t>Name of work</w:t>
      </w:r>
      <w:r w:rsidRPr="00F65437">
        <w:rPr>
          <w:rFonts w:ascii="Book Antiqua" w:hAnsi="Book Antiqua"/>
          <w:b/>
          <w:bCs/>
          <w:sz w:val="22"/>
          <w:szCs w:val="22"/>
        </w:rPr>
        <w:t xml:space="preserve">: </w:t>
      </w:r>
      <w:r w:rsidRPr="00F65437">
        <w:rPr>
          <w:rFonts w:ascii="Book Antiqua" w:hAnsi="Book Antiqua"/>
          <w:b/>
          <w:sz w:val="22"/>
          <w:szCs w:val="22"/>
          <w:lang w:val="en-IN"/>
        </w:rPr>
        <w:t xml:space="preserve">Providing House Keeping and Maintenance of </w:t>
      </w:r>
      <w:r w:rsidR="00B03E63">
        <w:rPr>
          <w:rFonts w:ascii="Book Antiqua" w:hAnsi="Book Antiqua"/>
          <w:b/>
          <w:sz w:val="22"/>
          <w:szCs w:val="22"/>
          <w:lang w:val="en-IN"/>
        </w:rPr>
        <w:t xml:space="preserve">Ranga Reddy Zonal </w:t>
      </w:r>
      <w:r w:rsidRPr="00F65437">
        <w:rPr>
          <w:rFonts w:ascii="Book Antiqua" w:hAnsi="Book Antiqua"/>
          <w:b/>
          <w:sz w:val="22"/>
          <w:szCs w:val="22"/>
          <w:lang w:val="en-IN"/>
        </w:rPr>
        <w:t xml:space="preserve">office building </w:t>
      </w:r>
      <w:r w:rsidR="00B03E63">
        <w:rPr>
          <w:rFonts w:ascii="Book Antiqua" w:hAnsi="Book Antiqua"/>
          <w:b/>
          <w:sz w:val="22"/>
          <w:szCs w:val="22"/>
          <w:lang w:val="en-IN"/>
        </w:rPr>
        <w:t xml:space="preserve">at KPHB Colony, </w:t>
      </w:r>
      <w:r w:rsidRPr="00F65437">
        <w:rPr>
          <w:rFonts w:ascii="Book Antiqua" w:hAnsi="Book Antiqua"/>
          <w:b/>
          <w:sz w:val="22"/>
          <w:szCs w:val="22"/>
          <w:lang w:val="en-IN"/>
        </w:rPr>
        <w:t>Hyderabad for the period from April 202</w:t>
      </w:r>
      <w:r w:rsidR="00B03E63">
        <w:rPr>
          <w:rFonts w:ascii="Book Antiqua" w:hAnsi="Book Antiqua"/>
          <w:b/>
          <w:sz w:val="22"/>
          <w:szCs w:val="22"/>
          <w:lang w:val="en-IN"/>
        </w:rPr>
        <w:t>3</w:t>
      </w:r>
      <w:r w:rsidRPr="00F65437">
        <w:rPr>
          <w:rFonts w:ascii="Book Antiqua" w:hAnsi="Book Antiqua"/>
          <w:b/>
          <w:sz w:val="22"/>
          <w:szCs w:val="22"/>
          <w:lang w:val="en-IN"/>
        </w:rPr>
        <w:t xml:space="preserve"> to March 202</w:t>
      </w:r>
      <w:r w:rsidR="00B03E63">
        <w:rPr>
          <w:rFonts w:ascii="Book Antiqua" w:hAnsi="Book Antiqua"/>
          <w:b/>
          <w:sz w:val="22"/>
          <w:szCs w:val="22"/>
          <w:lang w:val="en-IN"/>
        </w:rPr>
        <w:t>4</w:t>
      </w:r>
      <w:r w:rsidRPr="00F65437">
        <w:rPr>
          <w:rFonts w:ascii="Book Antiqua" w:hAnsi="Book Antiqua"/>
          <w:b/>
          <w:sz w:val="22"/>
          <w:szCs w:val="22"/>
          <w:lang w:val="en-IN"/>
        </w:rPr>
        <w:t xml:space="preserve"> in Cybercity Circle</w:t>
      </w:r>
    </w:p>
    <w:p w:rsidR="00F65437" w:rsidRPr="00963E4A" w:rsidRDefault="00F65437" w:rsidP="00963E4A">
      <w:pPr>
        <w:ind w:left="2880" w:firstLine="720"/>
        <w:rPr>
          <w:rFonts w:ascii="Book Antiqua" w:hAnsi="Book Antiqua" w:cs="Arial"/>
          <w:b/>
          <w:bCs/>
          <w:sz w:val="22"/>
          <w:szCs w:val="22"/>
          <w:u w:val="single"/>
        </w:rPr>
      </w:pPr>
      <w:r w:rsidRPr="00963E4A">
        <w:rPr>
          <w:rFonts w:ascii="Book Antiqua" w:hAnsi="Book Antiqua" w:cs="Arial"/>
          <w:b/>
          <w:bCs/>
          <w:sz w:val="22"/>
          <w:szCs w:val="22"/>
          <w:u w:val="single"/>
        </w:rPr>
        <w:t>SCHEDULE - A</w:t>
      </w:r>
    </w:p>
    <w:p w:rsidR="00F65437" w:rsidRPr="00F65437" w:rsidRDefault="00F65437" w:rsidP="00F65437">
      <w:pPr>
        <w:rPr>
          <w:rFonts w:ascii="Book Antiqua" w:hAnsi="Book Antiqua" w:cs="Arial"/>
          <w:sz w:val="22"/>
          <w:szCs w:val="22"/>
        </w:rPr>
      </w:pPr>
    </w:p>
    <w:tbl>
      <w:tblPr>
        <w:tblW w:w="0" w:type="auto"/>
        <w:jc w:val="center"/>
        <w:tblInd w:w="-10" w:type="dxa"/>
        <w:tblLayout w:type="fixed"/>
        <w:tblLook w:val="0000"/>
      </w:tblPr>
      <w:tblGrid>
        <w:gridCol w:w="655"/>
        <w:gridCol w:w="1820"/>
        <w:gridCol w:w="2274"/>
        <w:gridCol w:w="1433"/>
        <w:gridCol w:w="1003"/>
        <w:gridCol w:w="1290"/>
        <w:gridCol w:w="1298"/>
      </w:tblGrid>
      <w:tr w:rsidR="00F65437" w:rsidRPr="00F65437" w:rsidTr="00963E4A">
        <w:trPr>
          <w:cantSplit/>
          <w:trHeight w:val="97"/>
          <w:jc w:val="center"/>
        </w:trPr>
        <w:tc>
          <w:tcPr>
            <w:tcW w:w="655" w:type="dxa"/>
            <w:tcBorders>
              <w:top w:val="single" w:sz="4" w:space="0" w:color="000000"/>
              <w:left w:val="single" w:sz="4" w:space="0" w:color="000000"/>
              <w:bottom w:val="single" w:sz="4" w:space="0" w:color="000000"/>
            </w:tcBorders>
            <w:vAlign w:val="center"/>
          </w:tcPr>
          <w:p w:rsidR="00F65437" w:rsidRPr="00F65437" w:rsidRDefault="00F65437" w:rsidP="00290F96">
            <w:pPr>
              <w:snapToGrid w:val="0"/>
              <w:ind w:right="-108"/>
              <w:jc w:val="both"/>
              <w:rPr>
                <w:rFonts w:ascii="Book Antiqua" w:hAnsi="Book Antiqua" w:cs="Arial"/>
                <w:b/>
                <w:bCs/>
                <w:sz w:val="22"/>
                <w:szCs w:val="22"/>
              </w:rPr>
            </w:pPr>
            <w:r w:rsidRPr="00F65437">
              <w:rPr>
                <w:rFonts w:ascii="Book Antiqua" w:hAnsi="Book Antiqua" w:cs="Arial"/>
                <w:b/>
                <w:bCs/>
                <w:sz w:val="22"/>
                <w:szCs w:val="22"/>
              </w:rPr>
              <w:t>Sl. No.</w:t>
            </w:r>
          </w:p>
        </w:tc>
        <w:tc>
          <w:tcPr>
            <w:tcW w:w="1820" w:type="dxa"/>
            <w:tcBorders>
              <w:top w:val="single" w:sz="4" w:space="0" w:color="000000"/>
              <w:left w:val="single" w:sz="4" w:space="0" w:color="000000"/>
              <w:bottom w:val="single" w:sz="4" w:space="0" w:color="000000"/>
            </w:tcBorders>
            <w:vAlign w:val="center"/>
          </w:tcPr>
          <w:p w:rsidR="00F65437" w:rsidRPr="00F65437" w:rsidRDefault="00F65437" w:rsidP="00290F96">
            <w:pPr>
              <w:snapToGrid w:val="0"/>
              <w:jc w:val="center"/>
              <w:rPr>
                <w:rFonts w:ascii="Book Antiqua" w:hAnsi="Book Antiqua" w:cs="Arial"/>
                <w:b/>
                <w:bCs/>
                <w:sz w:val="22"/>
                <w:szCs w:val="22"/>
              </w:rPr>
            </w:pPr>
            <w:r w:rsidRPr="00F65437">
              <w:rPr>
                <w:rFonts w:ascii="Book Antiqua" w:hAnsi="Book Antiqua" w:cs="Arial"/>
                <w:b/>
                <w:bCs/>
                <w:sz w:val="22"/>
                <w:szCs w:val="22"/>
              </w:rPr>
              <w:t>Approximate Quantity</w:t>
            </w:r>
          </w:p>
        </w:tc>
        <w:tc>
          <w:tcPr>
            <w:tcW w:w="2274" w:type="dxa"/>
            <w:tcBorders>
              <w:top w:val="single" w:sz="4" w:space="0" w:color="000000"/>
              <w:left w:val="single" w:sz="4" w:space="0" w:color="000000"/>
              <w:bottom w:val="single" w:sz="4" w:space="0" w:color="000000"/>
            </w:tcBorders>
            <w:vAlign w:val="center"/>
          </w:tcPr>
          <w:p w:rsidR="00F65437" w:rsidRPr="00F65437" w:rsidRDefault="00F65437" w:rsidP="00290F96">
            <w:pPr>
              <w:snapToGrid w:val="0"/>
              <w:jc w:val="center"/>
              <w:rPr>
                <w:rFonts w:ascii="Book Antiqua" w:hAnsi="Book Antiqua" w:cs="Arial"/>
                <w:b/>
                <w:bCs/>
                <w:sz w:val="22"/>
                <w:szCs w:val="22"/>
              </w:rPr>
            </w:pPr>
            <w:r w:rsidRPr="00F65437">
              <w:rPr>
                <w:rFonts w:ascii="Book Antiqua" w:hAnsi="Book Antiqua" w:cs="Arial"/>
                <w:b/>
                <w:bCs/>
                <w:sz w:val="22"/>
                <w:szCs w:val="22"/>
              </w:rPr>
              <w:t>Description of work</w:t>
            </w:r>
          </w:p>
        </w:tc>
        <w:tc>
          <w:tcPr>
            <w:tcW w:w="1433" w:type="dxa"/>
            <w:tcBorders>
              <w:top w:val="single" w:sz="4" w:space="0" w:color="000000"/>
              <w:left w:val="single" w:sz="4" w:space="0" w:color="000000"/>
              <w:bottom w:val="single" w:sz="4" w:space="0" w:color="000000"/>
            </w:tcBorders>
            <w:vAlign w:val="center"/>
          </w:tcPr>
          <w:p w:rsidR="00F65437" w:rsidRPr="00F65437" w:rsidRDefault="00F65437" w:rsidP="00290F96">
            <w:pPr>
              <w:snapToGrid w:val="0"/>
              <w:ind w:left="-108" w:right="-108"/>
              <w:jc w:val="center"/>
              <w:rPr>
                <w:rFonts w:ascii="Book Antiqua" w:hAnsi="Book Antiqua" w:cs="Arial"/>
                <w:b/>
                <w:bCs/>
                <w:sz w:val="22"/>
                <w:szCs w:val="22"/>
              </w:rPr>
            </w:pPr>
            <w:r w:rsidRPr="00F65437">
              <w:rPr>
                <w:rFonts w:ascii="Book Antiqua" w:hAnsi="Book Antiqua" w:cs="Arial"/>
                <w:b/>
                <w:bCs/>
                <w:sz w:val="22"/>
                <w:szCs w:val="22"/>
              </w:rPr>
              <w:t xml:space="preserve">Speci-fication No. / TSSS / BIS </w:t>
            </w:r>
          </w:p>
        </w:tc>
        <w:tc>
          <w:tcPr>
            <w:tcW w:w="1003" w:type="dxa"/>
            <w:tcBorders>
              <w:top w:val="single" w:sz="4" w:space="0" w:color="000000"/>
              <w:left w:val="single" w:sz="4" w:space="0" w:color="000000"/>
              <w:bottom w:val="single" w:sz="4" w:space="0" w:color="000000"/>
            </w:tcBorders>
            <w:vAlign w:val="center"/>
          </w:tcPr>
          <w:p w:rsidR="00F65437" w:rsidRPr="00F65437" w:rsidRDefault="00F65437" w:rsidP="00290F96">
            <w:pPr>
              <w:snapToGrid w:val="0"/>
              <w:jc w:val="center"/>
              <w:rPr>
                <w:rFonts w:ascii="Book Antiqua" w:hAnsi="Book Antiqua" w:cs="Arial"/>
                <w:b/>
                <w:bCs/>
                <w:sz w:val="22"/>
                <w:szCs w:val="22"/>
              </w:rPr>
            </w:pPr>
            <w:r w:rsidRPr="00F65437">
              <w:rPr>
                <w:rFonts w:ascii="Book Antiqua" w:hAnsi="Book Antiqua" w:cs="Arial"/>
                <w:b/>
                <w:bCs/>
                <w:sz w:val="22"/>
                <w:szCs w:val="22"/>
              </w:rPr>
              <w:t>Unit</w:t>
            </w:r>
          </w:p>
        </w:tc>
        <w:tc>
          <w:tcPr>
            <w:tcW w:w="1290" w:type="dxa"/>
            <w:tcBorders>
              <w:top w:val="single" w:sz="4" w:space="0" w:color="000000"/>
              <w:left w:val="single" w:sz="4" w:space="0" w:color="000000"/>
              <w:bottom w:val="single" w:sz="4" w:space="0" w:color="000000"/>
            </w:tcBorders>
            <w:vAlign w:val="center"/>
          </w:tcPr>
          <w:p w:rsidR="00F65437" w:rsidRPr="00F65437" w:rsidRDefault="00F65437" w:rsidP="00290F96">
            <w:pPr>
              <w:snapToGrid w:val="0"/>
              <w:jc w:val="center"/>
              <w:rPr>
                <w:rFonts w:ascii="Book Antiqua" w:hAnsi="Book Antiqua" w:cs="Arial"/>
                <w:b/>
                <w:bCs/>
                <w:sz w:val="22"/>
                <w:szCs w:val="22"/>
              </w:rPr>
            </w:pPr>
            <w:r w:rsidRPr="00F65437">
              <w:rPr>
                <w:rFonts w:ascii="Book Antiqua" w:hAnsi="Book Antiqua" w:cs="Arial"/>
                <w:b/>
                <w:bCs/>
                <w:sz w:val="22"/>
                <w:szCs w:val="22"/>
              </w:rPr>
              <w:t>Estimate Rate</w:t>
            </w:r>
          </w:p>
          <w:p w:rsidR="00F65437" w:rsidRPr="00F65437" w:rsidRDefault="00F65437" w:rsidP="00290F96">
            <w:pPr>
              <w:jc w:val="center"/>
              <w:rPr>
                <w:rFonts w:ascii="Book Antiqua" w:hAnsi="Book Antiqua" w:cs="Arial"/>
                <w:b/>
                <w:bCs/>
                <w:sz w:val="22"/>
                <w:szCs w:val="22"/>
              </w:rPr>
            </w:pPr>
            <w:r w:rsidRPr="00F65437">
              <w:rPr>
                <w:rFonts w:ascii="Book Antiqua" w:hAnsi="Book Antiqua" w:cs="Arial"/>
                <w:b/>
                <w:bCs/>
                <w:sz w:val="22"/>
                <w:szCs w:val="22"/>
              </w:rPr>
              <w:t>In figures /  words</w:t>
            </w:r>
          </w:p>
        </w:tc>
        <w:tc>
          <w:tcPr>
            <w:tcW w:w="1298" w:type="dxa"/>
            <w:tcBorders>
              <w:top w:val="single" w:sz="4" w:space="0" w:color="000000"/>
              <w:left w:val="single" w:sz="4" w:space="0" w:color="000000"/>
              <w:bottom w:val="single" w:sz="4" w:space="0" w:color="000000"/>
              <w:right w:val="single" w:sz="4" w:space="0" w:color="000000"/>
            </w:tcBorders>
            <w:vAlign w:val="center"/>
          </w:tcPr>
          <w:p w:rsidR="00F65437" w:rsidRPr="00F65437" w:rsidRDefault="00F65437" w:rsidP="00290F96">
            <w:pPr>
              <w:snapToGrid w:val="0"/>
              <w:jc w:val="center"/>
              <w:rPr>
                <w:rFonts w:ascii="Book Antiqua" w:hAnsi="Book Antiqua" w:cs="Arial"/>
                <w:b/>
                <w:bCs/>
                <w:sz w:val="22"/>
                <w:szCs w:val="22"/>
              </w:rPr>
            </w:pPr>
            <w:r w:rsidRPr="00F65437">
              <w:rPr>
                <w:rFonts w:ascii="Book Antiqua" w:hAnsi="Book Antiqua" w:cs="Arial"/>
                <w:b/>
                <w:bCs/>
                <w:sz w:val="22"/>
                <w:szCs w:val="22"/>
              </w:rPr>
              <w:t>Amount in Rs.</w:t>
            </w:r>
          </w:p>
        </w:tc>
      </w:tr>
      <w:tr w:rsidR="00F65437" w:rsidRPr="00F65437" w:rsidTr="00963E4A">
        <w:trPr>
          <w:cantSplit/>
          <w:trHeight w:val="1435"/>
          <w:jc w:val="center"/>
        </w:trPr>
        <w:tc>
          <w:tcPr>
            <w:tcW w:w="655" w:type="dxa"/>
            <w:tcBorders>
              <w:top w:val="single" w:sz="4" w:space="0" w:color="000000"/>
              <w:left w:val="single" w:sz="4" w:space="0" w:color="000000"/>
              <w:bottom w:val="single" w:sz="4" w:space="0" w:color="000000"/>
            </w:tcBorders>
            <w:vAlign w:val="center"/>
          </w:tcPr>
          <w:p w:rsidR="00F65437" w:rsidRPr="00F65437" w:rsidRDefault="00F65437" w:rsidP="00290F96">
            <w:pPr>
              <w:snapToGrid w:val="0"/>
              <w:jc w:val="both"/>
              <w:rPr>
                <w:rFonts w:ascii="Book Antiqua" w:hAnsi="Book Antiqua" w:cs="Arial"/>
                <w:b/>
                <w:bCs/>
                <w:sz w:val="22"/>
                <w:szCs w:val="22"/>
                <w:u w:val="single"/>
              </w:rPr>
            </w:pPr>
          </w:p>
          <w:p w:rsidR="00F65437" w:rsidRPr="00F65437" w:rsidRDefault="00F65437" w:rsidP="00290F96">
            <w:pPr>
              <w:jc w:val="both"/>
              <w:rPr>
                <w:rFonts w:ascii="Book Antiqua" w:hAnsi="Book Antiqua" w:cs="Arial"/>
                <w:b/>
                <w:bCs/>
                <w:sz w:val="22"/>
                <w:szCs w:val="22"/>
              </w:rPr>
            </w:pPr>
          </w:p>
          <w:p w:rsidR="00F65437" w:rsidRPr="00F65437" w:rsidRDefault="00F65437" w:rsidP="00290F96">
            <w:pPr>
              <w:jc w:val="both"/>
              <w:rPr>
                <w:rFonts w:ascii="Book Antiqua" w:hAnsi="Book Antiqua" w:cs="Arial"/>
                <w:b/>
                <w:bCs/>
                <w:sz w:val="22"/>
                <w:szCs w:val="22"/>
              </w:rPr>
            </w:pPr>
          </w:p>
          <w:p w:rsidR="00F65437" w:rsidRPr="00F65437" w:rsidRDefault="00F65437" w:rsidP="00290F96">
            <w:pPr>
              <w:jc w:val="both"/>
              <w:rPr>
                <w:rFonts w:ascii="Book Antiqua" w:hAnsi="Book Antiqua" w:cs="Arial"/>
                <w:b/>
                <w:bCs/>
                <w:sz w:val="22"/>
                <w:szCs w:val="22"/>
              </w:rPr>
            </w:pPr>
          </w:p>
          <w:p w:rsidR="00F65437" w:rsidRPr="00F65437" w:rsidRDefault="00F65437" w:rsidP="00290F96">
            <w:pPr>
              <w:jc w:val="both"/>
              <w:rPr>
                <w:rFonts w:ascii="Book Antiqua" w:hAnsi="Book Antiqua" w:cs="Arial"/>
                <w:b/>
                <w:bCs/>
                <w:sz w:val="22"/>
                <w:szCs w:val="22"/>
              </w:rPr>
            </w:pPr>
          </w:p>
          <w:p w:rsidR="00F65437" w:rsidRPr="00F65437" w:rsidRDefault="00F65437" w:rsidP="00290F96">
            <w:pPr>
              <w:jc w:val="both"/>
              <w:rPr>
                <w:rFonts w:ascii="Book Antiqua" w:hAnsi="Book Antiqua" w:cs="Arial"/>
                <w:b/>
                <w:bCs/>
                <w:sz w:val="22"/>
                <w:szCs w:val="22"/>
              </w:rPr>
            </w:pPr>
          </w:p>
          <w:p w:rsidR="00F65437" w:rsidRPr="00F65437" w:rsidRDefault="00F65437" w:rsidP="00290F96">
            <w:pPr>
              <w:jc w:val="both"/>
              <w:rPr>
                <w:rFonts w:ascii="Book Antiqua" w:hAnsi="Book Antiqua" w:cs="Arial"/>
                <w:b/>
                <w:bCs/>
                <w:sz w:val="22"/>
                <w:szCs w:val="22"/>
              </w:rPr>
            </w:pPr>
          </w:p>
          <w:p w:rsidR="00F65437" w:rsidRPr="00F65437" w:rsidRDefault="00F65437" w:rsidP="00290F96">
            <w:pPr>
              <w:jc w:val="both"/>
              <w:rPr>
                <w:rFonts w:ascii="Book Antiqua" w:hAnsi="Book Antiqua" w:cs="Arial"/>
                <w:b/>
                <w:bCs/>
                <w:sz w:val="22"/>
                <w:szCs w:val="22"/>
              </w:rPr>
            </w:pPr>
          </w:p>
          <w:p w:rsidR="00F65437" w:rsidRPr="00F65437" w:rsidRDefault="00F65437" w:rsidP="00290F96">
            <w:pPr>
              <w:jc w:val="both"/>
              <w:rPr>
                <w:rFonts w:ascii="Book Antiqua" w:hAnsi="Book Antiqua" w:cs="Arial"/>
                <w:b/>
                <w:bCs/>
                <w:sz w:val="22"/>
                <w:szCs w:val="22"/>
              </w:rPr>
            </w:pPr>
          </w:p>
          <w:p w:rsidR="00F65437" w:rsidRPr="00F65437" w:rsidRDefault="00F65437" w:rsidP="00290F96">
            <w:pPr>
              <w:jc w:val="both"/>
              <w:rPr>
                <w:rFonts w:ascii="Book Antiqua" w:hAnsi="Book Antiqua" w:cs="Arial"/>
                <w:b/>
                <w:bCs/>
                <w:sz w:val="22"/>
                <w:szCs w:val="22"/>
              </w:rPr>
            </w:pPr>
          </w:p>
          <w:p w:rsidR="00F65437" w:rsidRPr="00F65437" w:rsidRDefault="00F65437" w:rsidP="00290F96">
            <w:pPr>
              <w:jc w:val="both"/>
              <w:rPr>
                <w:rFonts w:ascii="Book Antiqua" w:hAnsi="Book Antiqua" w:cs="Arial"/>
                <w:b/>
                <w:bCs/>
                <w:sz w:val="22"/>
                <w:szCs w:val="22"/>
              </w:rPr>
            </w:pPr>
          </w:p>
          <w:p w:rsidR="00F65437" w:rsidRPr="00F65437" w:rsidRDefault="00F65437" w:rsidP="00290F96">
            <w:pPr>
              <w:jc w:val="both"/>
              <w:rPr>
                <w:rFonts w:ascii="Book Antiqua" w:hAnsi="Book Antiqua" w:cs="Arial"/>
                <w:b/>
                <w:bCs/>
                <w:sz w:val="22"/>
                <w:szCs w:val="22"/>
              </w:rPr>
            </w:pPr>
          </w:p>
          <w:p w:rsidR="00F65437" w:rsidRPr="00F65437" w:rsidRDefault="00F65437" w:rsidP="00290F96">
            <w:pPr>
              <w:jc w:val="both"/>
              <w:rPr>
                <w:rFonts w:ascii="Book Antiqua" w:hAnsi="Book Antiqua" w:cs="Arial"/>
                <w:b/>
                <w:bCs/>
                <w:sz w:val="22"/>
                <w:szCs w:val="22"/>
              </w:rPr>
            </w:pPr>
          </w:p>
          <w:p w:rsidR="00F65437" w:rsidRPr="00F65437" w:rsidRDefault="00F65437" w:rsidP="00290F96">
            <w:pPr>
              <w:jc w:val="both"/>
              <w:rPr>
                <w:rFonts w:ascii="Book Antiqua" w:hAnsi="Book Antiqua" w:cs="Arial"/>
                <w:b/>
                <w:bCs/>
                <w:sz w:val="22"/>
                <w:szCs w:val="22"/>
              </w:rPr>
            </w:pPr>
          </w:p>
          <w:p w:rsidR="00F65437" w:rsidRPr="00F65437" w:rsidRDefault="00F65437" w:rsidP="00290F96">
            <w:pPr>
              <w:jc w:val="both"/>
              <w:rPr>
                <w:rFonts w:ascii="Book Antiqua" w:hAnsi="Book Antiqua" w:cs="Arial"/>
                <w:b/>
                <w:bCs/>
                <w:sz w:val="22"/>
                <w:szCs w:val="22"/>
              </w:rPr>
            </w:pPr>
          </w:p>
          <w:p w:rsidR="00F65437" w:rsidRPr="00F65437" w:rsidRDefault="00F65437" w:rsidP="00290F96">
            <w:pPr>
              <w:jc w:val="both"/>
              <w:rPr>
                <w:rFonts w:ascii="Book Antiqua" w:hAnsi="Book Antiqua" w:cs="Arial"/>
                <w:b/>
                <w:bCs/>
                <w:sz w:val="22"/>
                <w:szCs w:val="22"/>
              </w:rPr>
            </w:pPr>
          </w:p>
          <w:p w:rsidR="00F65437" w:rsidRPr="00F65437" w:rsidRDefault="00F65437" w:rsidP="00290F96">
            <w:pPr>
              <w:jc w:val="both"/>
              <w:rPr>
                <w:rFonts w:ascii="Book Antiqua" w:hAnsi="Book Antiqua" w:cs="Arial"/>
                <w:b/>
                <w:bCs/>
                <w:sz w:val="22"/>
                <w:szCs w:val="22"/>
              </w:rPr>
            </w:pPr>
          </w:p>
          <w:p w:rsidR="00F65437" w:rsidRPr="00F65437" w:rsidRDefault="00F65437" w:rsidP="00290F96">
            <w:pPr>
              <w:jc w:val="both"/>
              <w:rPr>
                <w:rFonts w:ascii="Book Antiqua" w:hAnsi="Book Antiqua" w:cs="Arial"/>
                <w:b/>
                <w:bCs/>
                <w:sz w:val="22"/>
                <w:szCs w:val="22"/>
              </w:rPr>
            </w:pPr>
          </w:p>
          <w:p w:rsidR="00F65437" w:rsidRPr="00F65437" w:rsidRDefault="00F65437" w:rsidP="00290F96">
            <w:pPr>
              <w:jc w:val="both"/>
              <w:rPr>
                <w:rFonts w:ascii="Book Antiqua" w:hAnsi="Book Antiqua" w:cs="Arial"/>
                <w:b/>
                <w:bCs/>
                <w:sz w:val="22"/>
                <w:szCs w:val="22"/>
              </w:rPr>
            </w:pPr>
          </w:p>
          <w:p w:rsidR="00F65437" w:rsidRPr="00F65437" w:rsidRDefault="00F65437" w:rsidP="00290F96">
            <w:pPr>
              <w:jc w:val="both"/>
              <w:rPr>
                <w:rFonts w:ascii="Book Antiqua" w:hAnsi="Book Antiqua" w:cs="Arial"/>
                <w:b/>
                <w:bCs/>
                <w:sz w:val="22"/>
                <w:szCs w:val="22"/>
              </w:rPr>
            </w:pPr>
          </w:p>
          <w:p w:rsidR="00F65437" w:rsidRPr="00F65437" w:rsidRDefault="00F65437" w:rsidP="00290F96">
            <w:pPr>
              <w:jc w:val="both"/>
              <w:rPr>
                <w:rFonts w:ascii="Book Antiqua" w:hAnsi="Book Antiqua" w:cs="Arial"/>
                <w:b/>
                <w:bCs/>
                <w:sz w:val="22"/>
                <w:szCs w:val="22"/>
              </w:rPr>
            </w:pPr>
          </w:p>
          <w:p w:rsidR="00F65437" w:rsidRPr="00F65437" w:rsidRDefault="00F65437" w:rsidP="00290F96">
            <w:pPr>
              <w:jc w:val="both"/>
              <w:rPr>
                <w:rFonts w:ascii="Book Antiqua" w:hAnsi="Book Antiqua" w:cs="Arial"/>
                <w:b/>
                <w:bCs/>
                <w:sz w:val="22"/>
                <w:szCs w:val="22"/>
              </w:rPr>
            </w:pPr>
          </w:p>
          <w:p w:rsidR="00F65437" w:rsidRPr="00F65437" w:rsidRDefault="00F65437" w:rsidP="00290F96">
            <w:pPr>
              <w:jc w:val="both"/>
              <w:rPr>
                <w:rFonts w:ascii="Book Antiqua" w:hAnsi="Book Antiqua" w:cs="Arial"/>
                <w:b/>
                <w:bCs/>
                <w:sz w:val="22"/>
                <w:szCs w:val="22"/>
              </w:rPr>
            </w:pPr>
          </w:p>
          <w:p w:rsidR="00F65437" w:rsidRPr="00F65437" w:rsidRDefault="00F65437" w:rsidP="00290F96">
            <w:pPr>
              <w:jc w:val="both"/>
              <w:rPr>
                <w:rFonts w:ascii="Book Antiqua" w:hAnsi="Book Antiqua" w:cs="Arial"/>
                <w:b/>
                <w:bCs/>
                <w:sz w:val="22"/>
                <w:szCs w:val="22"/>
              </w:rPr>
            </w:pPr>
          </w:p>
        </w:tc>
        <w:tc>
          <w:tcPr>
            <w:tcW w:w="1820" w:type="dxa"/>
            <w:tcBorders>
              <w:top w:val="single" w:sz="4" w:space="0" w:color="000000"/>
              <w:left w:val="single" w:sz="4" w:space="0" w:color="000000"/>
              <w:bottom w:val="single" w:sz="4" w:space="0" w:color="000000"/>
            </w:tcBorders>
            <w:vAlign w:val="center"/>
          </w:tcPr>
          <w:p w:rsidR="00F65437" w:rsidRPr="00F65437" w:rsidRDefault="00F65437" w:rsidP="00290F96">
            <w:pPr>
              <w:snapToGrid w:val="0"/>
              <w:jc w:val="center"/>
              <w:rPr>
                <w:rFonts w:ascii="Book Antiqua" w:hAnsi="Book Antiqua" w:cs="Arial"/>
                <w:b/>
                <w:bCs/>
                <w:sz w:val="22"/>
                <w:szCs w:val="22"/>
              </w:rPr>
            </w:pPr>
          </w:p>
        </w:tc>
        <w:tc>
          <w:tcPr>
            <w:tcW w:w="2274" w:type="dxa"/>
            <w:tcBorders>
              <w:top w:val="single" w:sz="4" w:space="0" w:color="000000"/>
              <w:left w:val="single" w:sz="4" w:space="0" w:color="000000"/>
              <w:bottom w:val="single" w:sz="4" w:space="0" w:color="000000"/>
            </w:tcBorders>
            <w:vAlign w:val="center"/>
          </w:tcPr>
          <w:p w:rsidR="00F65437" w:rsidRPr="00F65437" w:rsidRDefault="00F65437" w:rsidP="00290F96">
            <w:pPr>
              <w:snapToGrid w:val="0"/>
              <w:jc w:val="center"/>
              <w:rPr>
                <w:rFonts w:ascii="Book Antiqua" w:hAnsi="Book Antiqua" w:cs="Arial"/>
                <w:b/>
                <w:bCs/>
                <w:sz w:val="22"/>
                <w:szCs w:val="22"/>
              </w:rPr>
            </w:pPr>
            <w:r w:rsidRPr="00F65437">
              <w:rPr>
                <w:rFonts w:ascii="Book Antiqua" w:hAnsi="Book Antiqua" w:cs="Arial"/>
                <w:b/>
                <w:bCs/>
                <w:sz w:val="22"/>
                <w:szCs w:val="22"/>
              </w:rPr>
              <w:t>Annexures  - A &amp; B  enclosed</w:t>
            </w:r>
          </w:p>
        </w:tc>
        <w:tc>
          <w:tcPr>
            <w:tcW w:w="1433" w:type="dxa"/>
            <w:tcBorders>
              <w:top w:val="single" w:sz="4" w:space="0" w:color="000000"/>
              <w:left w:val="single" w:sz="4" w:space="0" w:color="000000"/>
              <w:bottom w:val="single" w:sz="4" w:space="0" w:color="000000"/>
            </w:tcBorders>
            <w:vAlign w:val="center"/>
          </w:tcPr>
          <w:p w:rsidR="00F65437" w:rsidRPr="00F65437" w:rsidRDefault="00F65437" w:rsidP="00290F96">
            <w:pPr>
              <w:snapToGrid w:val="0"/>
              <w:jc w:val="center"/>
              <w:rPr>
                <w:rFonts w:ascii="Book Antiqua" w:hAnsi="Book Antiqua" w:cs="Arial"/>
                <w:b/>
                <w:bCs/>
                <w:sz w:val="22"/>
                <w:szCs w:val="22"/>
              </w:rPr>
            </w:pPr>
          </w:p>
        </w:tc>
        <w:tc>
          <w:tcPr>
            <w:tcW w:w="1003" w:type="dxa"/>
            <w:tcBorders>
              <w:top w:val="single" w:sz="4" w:space="0" w:color="000000"/>
              <w:left w:val="single" w:sz="4" w:space="0" w:color="000000"/>
              <w:bottom w:val="single" w:sz="4" w:space="0" w:color="000000"/>
            </w:tcBorders>
            <w:vAlign w:val="center"/>
          </w:tcPr>
          <w:p w:rsidR="00F65437" w:rsidRPr="00F65437" w:rsidRDefault="00F65437" w:rsidP="00290F96">
            <w:pPr>
              <w:snapToGrid w:val="0"/>
              <w:jc w:val="center"/>
              <w:rPr>
                <w:rFonts w:ascii="Book Antiqua" w:hAnsi="Book Antiqua" w:cs="Arial"/>
                <w:b/>
                <w:bCs/>
                <w:sz w:val="22"/>
                <w:szCs w:val="22"/>
              </w:rPr>
            </w:pPr>
          </w:p>
        </w:tc>
        <w:tc>
          <w:tcPr>
            <w:tcW w:w="1290" w:type="dxa"/>
            <w:tcBorders>
              <w:top w:val="single" w:sz="4" w:space="0" w:color="000000"/>
              <w:left w:val="single" w:sz="4" w:space="0" w:color="000000"/>
              <w:bottom w:val="single" w:sz="4" w:space="0" w:color="000000"/>
            </w:tcBorders>
            <w:vAlign w:val="center"/>
          </w:tcPr>
          <w:p w:rsidR="00F65437" w:rsidRPr="00F65437" w:rsidRDefault="00F65437" w:rsidP="00290F96">
            <w:pPr>
              <w:snapToGrid w:val="0"/>
              <w:jc w:val="center"/>
              <w:rPr>
                <w:rFonts w:ascii="Book Antiqua" w:hAnsi="Book Antiqua" w:cs="Arial"/>
                <w:b/>
                <w:bCs/>
                <w:sz w:val="22"/>
                <w:szCs w:val="22"/>
              </w:rPr>
            </w:pPr>
          </w:p>
        </w:tc>
        <w:tc>
          <w:tcPr>
            <w:tcW w:w="1298" w:type="dxa"/>
            <w:tcBorders>
              <w:top w:val="single" w:sz="4" w:space="0" w:color="000000"/>
              <w:left w:val="single" w:sz="4" w:space="0" w:color="000000"/>
              <w:bottom w:val="single" w:sz="4" w:space="0" w:color="000000"/>
              <w:right w:val="single" w:sz="4" w:space="0" w:color="000000"/>
            </w:tcBorders>
            <w:vAlign w:val="center"/>
          </w:tcPr>
          <w:p w:rsidR="00F65437" w:rsidRPr="00F65437" w:rsidRDefault="00F65437" w:rsidP="00290F96">
            <w:pPr>
              <w:snapToGrid w:val="0"/>
              <w:jc w:val="center"/>
              <w:rPr>
                <w:rFonts w:ascii="Book Antiqua" w:hAnsi="Book Antiqua" w:cs="Arial"/>
                <w:b/>
                <w:bCs/>
                <w:sz w:val="22"/>
                <w:szCs w:val="22"/>
              </w:rPr>
            </w:pPr>
          </w:p>
        </w:tc>
      </w:tr>
    </w:tbl>
    <w:p w:rsidR="00F65437" w:rsidRPr="00963E4A" w:rsidRDefault="00F65437" w:rsidP="00F65437">
      <w:pPr>
        <w:rPr>
          <w:rFonts w:ascii="Book Antiqua" w:hAnsi="Book Antiqua" w:cs="Arial"/>
          <w:sz w:val="2"/>
          <w:szCs w:val="2"/>
        </w:rPr>
      </w:pPr>
    </w:p>
    <w:p w:rsidR="00F65437" w:rsidRPr="00946639" w:rsidRDefault="00F65437" w:rsidP="00F65437">
      <w:pPr>
        <w:pStyle w:val="Heading4"/>
        <w:rPr>
          <w:rFonts w:ascii="Book Antiqua" w:hAnsi="Book Antiqua"/>
          <w:b w:val="0"/>
          <w:sz w:val="2"/>
          <w:szCs w:val="2"/>
          <w:lang w:val="en-IN"/>
        </w:rPr>
      </w:pPr>
    </w:p>
    <w:p w:rsidR="00F65437" w:rsidRPr="00963E4A" w:rsidRDefault="00F65437" w:rsidP="00F65437">
      <w:pPr>
        <w:pStyle w:val="Heading4"/>
        <w:rPr>
          <w:rFonts w:ascii="Book Antiqua" w:hAnsi="Book Antiqua"/>
          <w:bCs w:val="0"/>
          <w:color w:val="auto"/>
          <w:sz w:val="22"/>
          <w:szCs w:val="22"/>
        </w:rPr>
      </w:pPr>
      <w:r w:rsidRPr="00963E4A">
        <w:rPr>
          <w:rFonts w:ascii="Book Antiqua" w:hAnsi="Book Antiqua"/>
          <w:bCs w:val="0"/>
          <w:color w:val="auto"/>
          <w:sz w:val="22"/>
          <w:szCs w:val="22"/>
        </w:rPr>
        <w:t>ANNEXURE ‘A’</w:t>
      </w:r>
    </w:p>
    <w:p w:rsidR="00F65437" w:rsidRPr="00F65437" w:rsidRDefault="00F65437" w:rsidP="00963E4A">
      <w:pPr>
        <w:spacing w:line="276" w:lineRule="auto"/>
        <w:jc w:val="both"/>
        <w:rPr>
          <w:rFonts w:ascii="Book Antiqua" w:hAnsi="Book Antiqua"/>
          <w:sz w:val="22"/>
          <w:szCs w:val="22"/>
          <w:u w:val="single"/>
        </w:rPr>
      </w:pPr>
      <w:r w:rsidRPr="00F65437">
        <w:rPr>
          <w:rFonts w:ascii="Book Antiqua" w:hAnsi="Book Antiqua"/>
          <w:sz w:val="22"/>
          <w:szCs w:val="22"/>
        </w:rPr>
        <w:t xml:space="preserve">SCOPE OF WORK: </w:t>
      </w:r>
      <w:r w:rsidRPr="00F65437">
        <w:rPr>
          <w:rFonts w:ascii="Book Antiqua" w:hAnsi="Book Antiqua"/>
          <w:b/>
          <w:sz w:val="22"/>
          <w:szCs w:val="22"/>
          <w:lang w:val="en-IN"/>
        </w:rPr>
        <w:t xml:space="preserve">Providing House Keeping and Maintenance of </w:t>
      </w:r>
      <w:r w:rsidR="00B03E63">
        <w:rPr>
          <w:rFonts w:ascii="Book Antiqua" w:hAnsi="Book Antiqua"/>
          <w:b/>
          <w:sz w:val="22"/>
          <w:szCs w:val="22"/>
          <w:lang w:val="en-IN"/>
        </w:rPr>
        <w:t xml:space="preserve">Ranga Reddy Zonal </w:t>
      </w:r>
      <w:r w:rsidRPr="00F65437">
        <w:rPr>
          <w:rFonts w:ascii="Book Antiqua" w:hAnsi="Book Antiqua"/>
          <w:b/>
          <w:sz w:val="22"/>
          <w:szCs w:val="22"/>
          <w:lang w:val="en-IN"/>
        </w:rPr>
        <w:t xml:space="preserve">office building </w:t>
      </w:r>
      <w:r w:rsidR="00B03E63">
        <w:rPr>
          <w:rFonts w:ascii="Book Antiqua" w:hAnsi="Book Antiqua"/>
          <w:b/>
          <w:sz w:val="22"/>
          <w:szCs w:val="22"/>
          <w:lang w:val="en-IN"/>
        </w:rPr>
        <w:t>at KPHB Colony, HYderabad</w:t>
      </w:r>
      <w:r w:rsidRPr="00F65437">
        <w:rPr>
          <w:rFonts w:ascii="Book Antiqua" w:hAnsi="Book Antiqua"/>
          <w:b/>
          <w:sz w:val="22"/>
          <w:szCs w:val="22"/>
          <w:lang w:val="en-IN"/>
        </w:rPr>
        <w:t xml:space="preserve"> for the period from April 202</w:t>
      </w:r>
      <w:r w:rsidR="00B03E63">
        <w:rPr>
          <w:rFonts w:ascii="Book Antiqua" w:hAnsi="Book Antiqua"/>
          <w:b/>
          <w:sz w:val="22"/>
          <w:szCs w:val="22"/>
          <w:lang w:val="en-IN"/>
        </w:rPr>
        <w:t>3</w:t>
      </w:r>
      <w:r w:rsidRPr="00F65437">
        <w:rPr>
          <w:rFonts w:ascii="Book Antiqua" w:hAnsi="Book Antiqua"/>
          <w:b/>
          <w:sz w:val="22"/>
          <w:szCs w:val="22"/>
          <w:lang w:val="en-IN"/>
        </w:rPr>
        <w:t xml:space="preserve"> to March 202</w:t>
      </w:r>
      <w:r w:rsidR="00B03E63">
        <w:rPr>
          <w:rFonts w:ascii="Book Antiqua" w:hAnsi="Book Antiqua"/>
          <w:b/>
          <w:sz w:val="22"/>
          <w:szCs w:val="22"/>
          <w:lang w:val="en-IN"/>
        </w:rPr>
        <w:t>4</w:t>
      </w:r>
      <w:r w:rsidRPr="00F65437">
        <w:rPr>
          <w:rFonts w:ascii="Book Antiqua" w:hAnsi="Book Antiqua"/>
          <w:b/>
          <w:sz w:val="22"/>
          <w:szCs w:val="22"/>
          <w:lang w:val="en-IN"/>
        </w:rPr>
        <w:t xml:space="preserve"> in Cybercity Circle.</w:t>
      </w:r>
    </w:p>
    <w:p w:rsidR="00963E4A" w:rsidRPr="00946639" w:rsidRDefault="00963E4A" w:rsidP="00F65437">
      <w:pPr>
        <w:pStyle w:val="BodyText3"/>
        <w:rPr>
          <w:rFonts w:ascii="Book Antiqua" w:hAnsi="Book Antiqua"/>
          <w:sz w:val="8"/>
          <w:szCs w:val="8"/>
          <w:u w:val="single"/>
        </w:rPr>
      </w:pPr>
    </w:p>
    <w:p w:rsidR="00F65437" w:rsidRPr="00963E4A" w:rsidRDefault="00F65437" w:rsidP="00F65437">
      <w:pPr>
        <w:pStyle w:val="BodyText3"/>
        <w:rPr>
          <w:rFonts w:ascii="Book Antiqua" w:hAnsi="Book Antiqua"/>
          <w:b/>
          <w:bCs/>
          <w:sz w:val="22"/>
          <w:szCs w:val="22"/>
          <w:u w:val="single"/>
        </w:rPr>
      </w:pPr>
      <w:r w:rsidRPr="00963E4A">
        <w:rPr>
          <w:rFonts w:ascii="Book Antiqua" w:hAnsi="Book Antiqua"/>
          <w:b/>
          <w:bCs/>
          <w:sz w:val="22"/>
          <w:szCs w:val="22"/>
          <w:u w:val="single"/>
        </w:rPr>
        <w:t xml:space="preserve">DAILY SCHEDULE </w:t>
      </w:r>
    </w:p>
    <w:p w:rsidR="00F65437" w:rsidRPr="00F65437" w:rsidRDefault="00F65437" w:rsidP="00F65437">
      <w:pPr>
        <w:rPr>
          <w:rFonts w:ascii="Book Antiqua" w:hAnsi="Book Antiqua"/>
          <w:sz w:val="22"/>
          <w:szCs w:val="22"/>
          <w:u w:val="single"/>
        </w:rPr>
      </w:pPr>
    </w:p>
    <w:p w:rsidR="00F65437" w:rsidRPr="00F65437" w:rsidRDefault="00F65437" w:rsidP="00946639">
      <w:pPr>
        <w:numPr>
          <w:ilvl w:val="0"/>
          <w:numId w:val="20"/>
        </w:numPr>
        <w:spacing w:line="360" w:lineRule="auto"/>
        <w:jc w:val="both"/>
        <w:rPr>
          <w:rFonts w:ascii="Book Antiqua" w:hAnsi="Book Antiqua"/>
          <w:sz w:val="22"/>
          <w:szCs w:val="22"/>
        </w:rPr>
      </w:pPr>
      <w:r w:rsidRPr="00F65437">
        <w:rPr>
          <w:rFonts w:ascii="Book Antiqua" w:hAnsi="Book Antiqua"/>
          <w:sz w:val="22"/>
          <w:szCs w:val="22"/>
        </w:rPr>
        <w:t xml:space="preserve">Cleaning of all floors, office rooms /chambers and disposal of garbage in all Floors </w:t>
      </w:r>
      <w:r w:rsidR="00963E4A">
        <w:rPr>
          <w:rFonts w:ascii="Book Antiqua" w:hAnsi="Book Antiqua"/>
          <w:sz w:val="22"/>
          <w:szCs w:val="22"/>
        </w:rPr>
        <w:t xml:space="preserve">building </w:t>
      </w:r>
      <w:r w:rsidRPr="00F65437">
        <w:rPr>
          <w:rFonts w:ascii="Book Antiqua" w:hAnsi="Book Antiqua"/>
          <w:sz w:val="22"/>
          <w:szCs w:val="22"/>
        </w:rPr>
        <w:t xml:space="preserve">of </w:t>
      </w:r>
      <w:r w:rsidR="00963E4A">
        <w:rPr>
          <w:rFonts w:ascii="Book Antiqua" w:hAnsi="Book Antiqua"/>
          <w:sz w:val="22"/>
          <w:szCs w:val="22"/>
        </w:rPr>
        <w:t xml:space="preserve">the </w:t>
      </w:r>
      <w:r w:rsidRPr="00F65437">
        <w:rPr>
          <w:rFonts w:ascii="Book Antiqua" w:hAnsi="Book Antiqua"/>
          <w:b/>
          <w:sz w:val="22"/>
          <w:szCs w:val="22"/>
          <w:lang w:val="en-IN"/>
        </w:rPr>
        <w:t>Chief General Manager/ RR Zone/ Hyderabad</w:t>
      </w:r>
      <w:r w:rsidRPr="00F65437">
        <w:rPr>
          <w:rFonts w:ascii="Book Antiqua" w:hAnsi="Book Antiqua"/>
          <w:sz w:val="22"/>
          <w:szCs w:val="22"/>
        </w:rPr>
        <w:t>.</w:t>
      </w:r>
    </w:p>
    <w:p w:rsidR="00F65437" w:rsidRPr="00F65437" w:rsidRDefault="00F65437" w:rsidP="00946639">
      <w:pPr>
        <w:numPr>
          <w:ilvl w:val="0"/>
          <w:numId w:val="20"/>
        </w:numPr>
        <w:spacing w:line="360" w:lineRule="auto"/>
        <w:jc w:val="both"/>
        <w:rPr>
          <w:rFonts w:ascii="Book Antiqua" w:hAnsi="Book Antiqua"/>
          <w:sz w:val="22"/>
          <w:szCs w:val="22"/>
        </w:rPr>
      </w:pPr>
      <w:r w:rsidRPr="00F65437">
        <w:rPr>
          <w:rFonts w:ascii="Book Antiqua" w:hAnsi="Book Antiqua"/>
          <w:sz w:val="22"/>
          <w:szCs w:val="22"/>
        </w:rPr>
        <w:t xml:space="preserve">Cleaning and dusting of furniture, partitions, tables, chairs and glass surfaces and disposal of garbage in all Floors </w:t>
      </w:r>
      <w:r w:rsidR="00963E4A">
        <w:rPr>
          <w:rFonts w:ascii="Book Antiqua" w:hAnsi="Book Antiqua"/>
          <w:sz w:val="22"/>
          <w:szCs w:val="22"/>
        </w:rPr>
        <w:t xml:space="preserve">building of the </w:t>
      </w:r>
      <w:r w:rsidRPr="00F65437">
        <w:rPr>
          <w:rFonts w:ascii="Book Antiqua" w:hAnsi="Book Antiqua"/>
          <w:b/>
          <w:sz w:val="22"/>
          <w:szCs w:val="22"/>
          <w:lang w:val="en-IN"/>
        </w:rPr>
        <w:t>Chief General Manager/ RR Zone/ Hyderabad</w:t>
      </w:r>
      <w:r w:rsidRPr="00F65437">
        <w:rPr>
          <w:rFonts w:ascii="Book Antiqua" w:hAnsi="Book Antiqua"/>
          <w:sz w:val="22"/>
          <w:szCs w:val="22"/>
        </w:rPr>
        <w:t>.</w:t>
      </w:r>
    </w:p>
    <w:p w:rsidR="00F65437" w:rsidRPr="00F65437" w:rsidRDefault="00F65437" w:rsidP="00946639">
      <w:pPr>
        <w:numPr>
          <w:ilvl w:val="0"/>
          <w:numId w:val="20"/>
        </w:numPr>
        <w:spacing w:line="360" w:lineRule="auto"/>
        <w:jc w:val="both"/>
        <w:rPr>
          <w:rFonts w:ascii="Book Antiqua" w:hAnsi="Book Antiqua"/>
          <w:sz w:val="22"/>
          <w:szCs w:val="22"/>
        </w:rPr>
      </w:pPr>
      <w:r w:rsidRPr="00F65437">
        <w:rPr>
          <w:rFonts w:ascii="Book Antiqua" w:hAnsi="Book Antiqua"/>
          <w:sz w:val="22"/>
          <w:szCs w:val="22"/>
        </w:rPr>
        <w:t xml:space="preserve">Cleaning and disinfecting of all toilets in all Floors </w:t>
      </w:r>
      <w:r w:rsidR="00963E4A">
        <w:rPr>
          <w:rFonts w:ascii="Book Antiqua" w:hAnsi="Book Antiqua"/>
          <w:sz w:val="22"/>
          <w:szCs w:val="22"/>
        </w:rPr>
        <w:t xml:space="preserve">building of the </w:t>
      </w:r>
      <w:r w:rsidRPr="00F65437">
        <w:rPr>
          <w:rFonts w:ascii="Book Antiqua" w:hAnsi="Book Antiqua"/>
          <w:b/>
          <w:sz w:val="22"/>
          <w:szCs w:val="22"/>
          <w:lang w:val="en-IN"/>
        </w:rPr>
        <w:t>Chief General Manager/ RR Zone/ Hyderabad</w:t>
      </w:r>
      <w:r w:rsidRPr="00F65437">
        <w:rPr>
          <w:rFonts w:ascii="Book Antiqua" w:hAnsi="Book Antiqua"/>
          <w:sz w:val="22"/>
          <w:szCs w:val="22"/>
        </w:rPr>
        <w:t xml:space="preserve"> and ascertain proper functioning of all sanitary lines and hygiene at all times as directed by the Engineer-in-charge including providing deodorants etc. contractor has to provide following cleaning materials every month to be supplied by the contractor. </w:t>
      </w:r>
    </w:p>
    <w:p w:rsidR="00F65437" w:rsidRPr="00F65437" w:rsidRDefault="00F65437" w:rsidP="00946639">
      <w:pPr>
        <w:numPr>
          <w:ilvl w:val="0"/>
          <w:numId w:val="20"/>
        </w:numPr>
        <w:spacing w:line="360" w:lineRule="auto"/>
        <w:jc w:val="both"/>
        <w:rPr>
          <w:rFonts w:ascii="Book Antiqua" w:hAnsi="Book Antiqua"/>
          <w:sz w:val="22"/>
          <w:szCs w:val="22"/>
        </w:rPr>
      </w:pPr>
      <w:r w:rsidRPr="00F65437">
        <w:rPr>
          <w:rFonts w:ascii="Book Antiqua" w:hAnsi="Book Antiqua"/>
          <w:sz w:val="22"/>
          <w:szCs w:val="22"/>
        </w:rPr>
        <w:lastRenderedPageBreak/>
        <w:t xml:space="preserve">Removing of all the waste materials spilled and any other dropped material periodically during office hours. and remove the garbage from site to GHMC Dump yard </w:t>
      </w:r>
    </w:p>
    <w:p w:rsidR="00F65437" w:rsidRPr="00F65437" w:rsidRDefault="00F65437" w:rsidP="00F65437">
      <w:pPr>
        <w:ind w:left="360"/>
        <w:jc w:val="both"/>
        <w:rPr>
          <w:rFonts w:ascii="Book Antiqua" w:hAnsi="Book Antiqua"/>
          <w:bCs/>
          <w:sz w:val="22"/>
          <w:szCs w:val="22"/>
          <w:u w:val="single"/>
        </w:rPr>
      </w:pPr>
    </w:p>
    <w:tbl>
      <w:tblPr>
        <w:tblW w:w="8784" w:type="dxa"/>
        <w:jc w:val="center"/>
        <w:tblInd w:w="113" w:type="dxa"/>
        <w:tblLook w:val="04A0"/>
      </w:tblPr>
      <w:tblGrid>
        <w:gridCol w:w="5665"/>
        <w:gridCol w:w="3119"/>
      </w:tblGrid>
      <w:tr w:rsidR="00F65437" w:rsidRPr="00F65437" w:rsidTr="00963E4A">
        <w:trPr>
          <w:trHeight w:val="510"/>
          <w:jc w:val="center"/>
        </w:trPr>
        <w:tc>
          <w:tcPr>
            <w:tcW w:w="566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65437" w:rsidRPr="00F65437" w:rsidRDefault="00F65437" w:rsidP="00290F96">
            <w:pPr>
              <w:rPr>
                <w:rFonts w:ascii="Book Antiqua" w:hAnsi="Book Antiqua" w:cs="Arial"/>
                <w:sz w:val="22"/>
                <w:szCs w:val="22"/>
                <w:lang w:val="en-IN" w:eastAsia="en-IN"/>
              </w:rPr>
            </w:pPr>
            <w:r w:rsidRPr="00F65437">
              <w:rPr>
                <w:rFonts w:ascii="Book Antiqua" w:hAnsi="Book Antiqua" w:cs="Arial"/>
                <w:sz w:val="22"/>
                <w:szCs w:val="22"/>
                <w:lang w:val="en-IN" w:eastAsia="en-IN"/>
              </w:rPr>
              <w:t>A) House Keeping Chemical Consumables per month</w:t>
            </w:r>
          </w:p>
        </w:tc>
        <w:tc>
          <w:tcPr>
            <w:tcW w:w="311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65437" w:rsidRPr="00F65437" w:rsidRDefault="00F65437" w:rsidP="00290F96">
            <w:pPr>
              <w:jc w:val="center"/>
              <w:rPr>
                <w:rFonts w:ascii="Book Antiqua" w:hAnsi="Book Antiqua" w:cs="Arial"/>
                <w:sz w:val="22"/>
                <w:szCs w:val="22"/>
                <w:lang w:val="en-IN" w:eastAsia="en-IN"/>
              </w:rPr>
            </w:pPr>
            <w:r w:rsidRPr="00F65437">
              <w:rPr>
                <w:rFonts w:ascii="Book Antiqua" w:hAnsi="Book Antiqua" w:cs="Arial"/>
                <w:sz w:val="22"/>
                <w:szCs w:val="22"/>
                <w:lang w:val="en-IN" w:eastAsia="en-IN"/>
              </w:rPr>
              <w:t> As per Requirement</w:t>
            </w:r>
          </w:p>
          <w:p w:rsidR="00F65437" w:rsidRPr="00F65437" w:rsidRDefault="00F65437" w:rsidP="00290F96">
            <w:pPr>
              <w:jc w:val="center"/>
              <w:rPr>
                <w:rFonts w:ascii="Book Antiqua" w:hAnsi="Book Antiqua" w:cs="Arial"/>
                <w:sz w:val="22"/>
                <w:szCs w:val="22"/>
                <w:lang w:val="en-IN" w:eastAsia="en-IN"/>
              </w:rPr>
            </w:pPr>
            <w:r w:rsidRPr="00F65437">
              <w:rPr>
                <w:rFonts w:ascii="Book Antiqua" w:hAnsi="Book Antiqua" w:cs="Arial"/>
                <w:sz w:val="22"/>
                <w:szCs w:val="22"/>
                <w:lang w:val="en-IN" w:eastAsia="en-IN"/>
              </w:rPr>
              <w:t>-</w:t>
            </w:r>
          </w:p>
          <w:p w:rsidR="00F65437" w:rsidRPr="00F65437" w:rsidRDefault="00F65437" w:rsidP="00290F96">
            <w:pPr>
              <w:jc w:val="center"/>
              <w:rPr>
                <w:rFonts w:ascii="Book Antiqua" w:hAnsi="Book Antiqua" w:cs="Arial"/>
                <w:sz w:val="22"/>
                <w:szCs w:val="22"/>
                <w:lang w:val="en-IN" w:eastAsia="en-IN"/>
              </w:rPr>
            </w:pPr>
            <w:r w:rsidRPr="00F65437">
              <w:rPr>
                <w:rFonts w:ascii="Book Antiqua" w:hAnsi="Book Antiqua" w:cs="Arial"/>
                <w:sz w:val="22"/>
                <w:szCs w:val="22"/>
                <w:lang w:val="en-IN" w:eastAsia="en-IN"/>
              </w:rPr>
              <w:t>-</w:t>
            </w:r>
          </w:p>
          <w:p w:rsidR="00F65437" w:rsidRPr="00F65437" w:rsidRDefault="00F65437" w:rsidP="00290F96">
            <w:pPr>
              <w:jc w:val="center"/>
              <w:rPr>
                <w:rFonts w:ascii="Book Antiqua" w:hAnsi="Book Antiqua" w:cs="Arial"/>
                <w:sz w:val="22"/>
                <w:szCs w:val="22"/>
                <w:lang w:val="en-IN" w:eastAsia="en-IN"/>
              </w:rPr>
            </w:pPr>
            <w:r w:rsidRPr="00F65437">
              <w:rPr>
                <w:rFonts w:ascii="Book Antiqua" w:hAnsi="Book Antiqua" w:cs="Arial"/>
                <w:sz w:val="22"/>
                <w:szCs w:val="22"/>
                <w:lang w:val="en-IN" w:eastAsia="en-IN"/>
              </w:rPr>
              <w:t>-</w:t>
            </w:r>
          </w:p>
        </w:tc>
      </w:tr>
      <w:tr w:rsidR="00F65437" w:rsidRPr="00F65437" w:rsidTr="00963E4A">
        <w:trPr>
          <w:trHeight w:val="330"/>
          <w:jc w:val="center"/>
        </w:trPr>
        <w:tc>
          <w:tcPr>
            <w:tcW w:w="56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65437" w:rsidRPr="00F65437" w:rsidRDefault="00F65437" w:rsidP="00290F96">
            <w:pPr>
              <w:rPr>
                <w:rFonts w:ascii="Book Antiqua" w:hAnsi="Book Antiqua" w:cs="Arial"/>
                <w:sz w:val="22"/>
                <w:szCs w:val="22"/>
                <w:lang w:val="en-IN" w:eastAsia="en-IN"/>
              </w:rPr>
            </w:pPr>
            <w:r w:rsidRPr="00F65437">
              <w:rPr>
                <w:rFonts w:ascii="Book Antiqua" w:hAnsi="Book Antiqua" w:cs="Arial"/>
                <w:sz w:val="22"/>
                <w:szCs w:val="22"/>
                <w:lang w:val="en-IN" w:eastAsia="en-IN"/>
              </w:rPr>
              <w:t>Disinfectant Floor Cleaner of Dettol/Lizol/Mr Muscle/Harpic/ Equivalent</w:t>
            </w:r>
          </w:p>
        </w:tc>
        <w:tc>
          <w:tcPr>
            <w:tcW w:w="3119" w:type="dxa"/>
            <w:vMerge/>
            <w:tcBorders>
              <w:top w:val="single" w:sz="4" w:space="0" w:color="auto"/>
              <w:left w:val="nil"/>
              <w:right w:val="single" w:sz="4" w:space="0" w:color="auto"/>
            </w:tcBorders>
            <w:shd w:val="clear" w:color="auto" w:fill="auto"/>
            <w:noWrap/>
            <w:vAlign w:val="bottom"/>
            <w:hideMark/>
          </w:tcPr>
          <w:p w:rsidR="00F65437" w:rsidRPr="00F65437" w:rsidRDefault="00F65437" w:rsidP="00290F96">
            <w:pPr>
              <w:jc w:val="center"/>
              <w:rPr>
                <w:rFonts w:ascii="Book Antiqua" w:hAnsi="Book Antiqua" w:cs="Arial"/>
                <w:sz w:val="22"/>
                <w:szCs w:val="22"/>
                <w:lang w:val="en-IN" w:eastAsia="en-IN"/>
              </w:rPr>
            </w:pPr>
          </w:p>
        </w:tc>
      </w:tr>
      <w:tr w:rsidR="00F65437" w:rsidRPr="00F65437" w:rsidTr="00963E4A">
        <w:trPr>
          <w:trHeight w:val="510"/>
          <w:jc w:val="center"/>
        </w:trPr>
        <w:tc>
          <w:tcPr>
            <w:tcW w:w="5665" w:type="dxa"/>
            <w:tcBorders>
              <w:top w:val="nil"/>
              <w:left w:val="single" w:sz="4" w:space="0" w:color="auto"/>
              <w:bottom w:val="single" w:sz="4" w:space="0" w:color="auto"/>
              <w:right w:val="single" w:sz="4" w:space="0" w:color="auto"/>
            </w:tcBorders>
            <w:shd w:val="clear" w:color="auto" w:fill="auto"/>
            <w:vAlign w:val="bottom"/>
            <w:hideMark/>
          </w:tcPr>
          <w:p w:rsidR="00F65437" w:rsidRPr="00F65437" w:rsidRDefault="00F65437" w:rsidP="00290F96">
            <w:pPr>
              <w:rPr>
                <w:rFonts w:ascii="Book Antiqua" w:hAnsi="Book Antiqua" w:cs="Arial"/>
                <w:sz w:val="22"/>
                <w:szCs w:val="22"/>
                <w:lang w:val="en-IN" w:eastAsia="en-IN"/>
              </w:rPr>
            </w:pPr>
            <w:r w:rsidRPr="00F65437">
              <w:rPr>
                <w:rFonts w:ascii="Book Antiqua" w:hAnsi="Book Antiqua" w:cs="Arial"/>
                <w:sz w:val="22"/>
                <w:szCs w:val="22"/>
                <w:lang w:val="en-IN" w:eastAsia="en-IN"/>
              </w:rPr>
              <w:t>Soap oil of Make: M/s Unichem India Ltd/ Equivalent</w:t>
            </w:r>
          </w:p>
        </w:tc>
        <w:tc>
          <w:tcPr>
            <w:tcW w:w="3119" w:type="dxa"/>
            <w:vMerge/>
            <w:tcBorders>
              <w:left w:val="nil"/>
              <w:right w:val="single" w:sz="4" w:space="0" w:color="auto"/>
            </w:tcBorders>
            <w:shd w:val="clear" w:color="auto" w:fill="auto"/>
            <w:noWrap/>
            <w:vAlign w:val="bottom"/>
            <w:hideMark/>
          </w:tcPr>
          <w:p w:rsidR="00F65437" w:rsidRPr="00F65437" w:rsidRDefault="00F65437" w:rsidP="00290F96">
            <w:pPr>
              <w:jc w:val="center"/>
              <w:rPr>
                <w:rFonts w:ascii="Book Antiqua" w:hAnsi="Book Antiqua" w:cs="Arial"/>
                <w:sz w:val="22"/>
                <w:szCs w:val="22"/>
                <w:lang w:val="en-IN" w:eastAsia="en-IN"/>
              </w:rPr>
            </w:pPr>
          </w:p>
        </w:tc>
      </w:tr>
      <w:tr w:rsidR="00F65437" w:rsidRPr="00F65437" w:rsidTr="00963E4A">
        <w:trPr>
          <w:trHeight w:val="255"/>
          <w:jc w:val="center"/>
        </w:trPr>
        <w:tc>
          <w:tcPr>
            <w:tcW w:w="5665" w:type="dxa"/>
            <w:tcBorders>
              <w:top w:val="nil"/>
              <w:left w:val="single" w:sz="4" w:space="0" w:color="auto"/>
              <w:bottom w:val="single" w:sz="4" w:space="0" w:color="auto"/>
              <w:right w:val="single" w:sz="4" w:space="0" w:color="auto"/>
            </w:tcBorders>
            <w:shd w:val="clear" w:color="auto" w:fill="auto"/>
            <w:vAlign w:val="bottom"/>
            <w:hideMark/>
          </w:tcPr>
          <w:p w:rsidR="00F65437" w:rsidRPr="00F65437" w:rsidRDefault="00F65437" w:rsidP="00290F96">
            <w:pPr>
              <w:rPr>
                <w:rFonts w:ascii="Book Antiqua" w:hAnsi="Book Antiqua" w:cs="Arial"/>
                <w:sz w:val="22"/>
                <w:szCs w:val="22"/>
                <w:lang w:val="en-IN" w:eastAsia="en-IN"/>
              </w:rPr>
            </w:pPr>
            <w:r w:rsidRPr="00F65437">
              <w:rPr>
                <w:rFonts w:ascii="Book Antiqua" w:hAnsi="Book Antiqua" w:cs="Arial"/>
                <w:sz w:val="22"/>
                <w:szCs w:val="22"/>
                <w:lang w:val="en-IN" w:eastAsia="en-IN"/>
              </w:rPr>
              <w:t xml:space="preserve">Acid </w:t>
            </w:r>
          </w:p>
        </w:tc>
        <w:tc>
          <w:tcPr>
            <w:tcW w:w="3119" w:type="dxa"/>
            <w:vMerge/>
            <w:tcBorders>
              <w:left w:val="nil"/>
              <w:right w:val="single" w:sz="4" w:space="0" w:color="auto"/>
            </w:tcBorders>
            <w:shd w:val="clear" w:color="auto" w:fill="auto"/>
            <w:noWrap/>
            <w:vAlign w:val="bottom"/>
            <w:hideMark/>
          </w:tcPr>
          <w:p w:rsidR="00F65437" w:rsidRPr="00F65437" w:rsidRDefault="00F65437" w:rsidP="00290F96">
            <w:pPr>
              <w:jc w:val="center"/>
              <w:rPr>
                <w:rFonts w:ascii="Book Antiqua" w:hAnsi="Book Antiqua" w:cs="Arial"/>
                <w:sz w:val="22"/>
                <w:szCs w:val="22"/>
                <w:lang w:val="en-IN" w:eastAsia="en-IN"/>
              </w:rPr>
            </w:pPr>
          </w:p>
        </w:tc>
      </w:tr>
      <w:tr w:rsidR="00F65437" w:rsidRPr="00F65437" w:rsidTr="00963E4A">
        <w:trPr>
          <w:trHeight w:val="510"/>
          <w:jc w:val="center"/>
        </w:trPr>
        <w:tc>
          <w:tcPr>
            <w:tcW w:w="5665" w:type="dxa"/>
            <w:tcBorders>
              <w:top w:val="nil"/>
              <w:left w:val="single" w:sz="4" w:space="0" w:color="auto"/>
              <w:bottom w:val="single" w:sz="4" w:space="0" w:color="auto"/>
              <w:right w:val="single" w:sz="4" w:space="0" w:color="auto"/>
            </w:tcBorders>
            <w:shd w:val="clear" w:color="auto" w:fill="auto"/>
            <w:vAlign w:val="bottom"/>
            <w:hideMark/>
          </w:tcPr>
          <w:p w:rsidR="00F65437" w:rsidRPr="00F65437" w:rsidRDefault="00F65437" w:rsidP="00290F96">
            <w:pPr>
              <w:rPr>
                <w:rFonts w:ascii="Book Antiqua" w:hAnsi="Book Antiqua" w:cs="Arial"/>
                <w:sz w:val="22"/>
                <w:szCs w:val="22"/>
                <w:lang w:val="en-IN" w:eastAsia="en-IN"/>
              </w:rPr>
            </w:pPr>
            <w:r w:rsidRPr="00F65437">
              <w:rPr>
                <w:rFonts w:ascii="Book Antiqua" w:hAnsi="Book Antiqua" w:cs="Arial"/>
                <w:sz w:val="22"/>
                <w:szCs w:val="22"/>
                <w:lang w:val="en-IN" w:eastAsia="en-IN"/>
              </w:rPr>
              <w:t>Odonil of Make M/s Godrej Ltd/M/s Minichem India Ltd.</w:t>
            </w:r>
          </w:p>
        </w:tc>
        <w:tc>
          <w:tcPr>
            <w:tcW w:w="3119" w:type="dxa"/>
            <w:vMerge/>
            <w:tcBorders>
              <w:left w:val="nil"/>
              <w:right w:val="single" w:sz="4" w:space="0" w:color="auto"/>
            </w:tcBorders>
            <w:shd w:val="clear" w:color="auto" w:fill="auto"/>
            <w:noWrap/>
            <w:vAlign w:val="bottom"/>
            <w:hideMark/>
          </w:tcPr>
          <w:p w:rsidR="00F65437" w:rsidRPr="00F65437" w:rsidRDefault="00F65437" w:rsidP="00290F96">
            <w:pPr>
              <w:jc w:val="center"/>
              <w:rPr>
                <w:rFonts w:ascii="Book Antiqua" w:hAnsi="Book Antiqua" w:cs="Arial"/>
                <w:sz w:val="22"/>
                <w:szCs w:val="22"/>
                <w:lang w:val="en-IN" w:eastAsia="en-IN"/>
              </w:rPr>
            </w:pPr>
          </w:p>
        </w:tc>
      </w:tr>
      <w:tr w:rsidR="00F65437" w:rsidRPr="00F65437" w:rsidTr="00963E4A">
        <w:trPr>
          <w:trHeight w:val="255"/>
          <w:jc w:val="center"/>
        </w:trPr>
        <w:tc>
          <w:tcPr>
            <w:tcW w:w="5665" w:type="dxa"/>
            <w:tcBorders>
              <w:top w:val="nil"/>
              <w:left w:val="single" w:sz="4" w:space="0" w:color="auto"/>
              <w:bottom w:val="single" w:sz="4" w:space="0" w:color="auto"/>
              <w:right w:val="single" w:sz="4" w:space="0" w:color="auto"/>
            </w:tcBorders>
            <w:shd w:val="clear" w:color="auto" w:fill="auto"/>
            <w:vAlign w:val="bottom"/>
            <w:hideMark/>
          </w:tcPr>
          <w:p w:rsidR="00F65437" w:rsidRPr="00F65437" w:rsidRDefault="00F65437" w:rsidP="00290F96">
            <w:pPr>
              <w:rPr>
                <w:rFonts w:ascii="Book Antiqua" w:hAnsi="Book Antiqua" w:cs="Arial"/>
                <w:sz w:val="22"/>
                <w:szCs w:val="22"/>
                <w:lang w:val="en-IN" w:eastAsia="en-IN"/>
              </w:rPr>
            </w:pPr>
            <w:r w:rsidRPr="00F65437">
              <w:rPr>
                <w:rFonts w:ascii="Book Antiqua" w:hAnsi="Book Antiqua" w:cs="Arial"/>
                <w:sz w:val="22"/>
                <w:szCs w:val="22"/>
                <w:lang w:val="en-IN" w:eastAsia="en-IN"/>
              </w:rPr>
              <w:t>Napthalene balls</w:t>
            </w:r>
          </w:p>
        </w:tc>
        <w:tc>
          <w:tcPr>
            <w:tcW w:w="3119" w:type="dxa"/>
            <w:vMerge/>
            <w:tcBorders>
              <w:left w:val="nil"/>
              <w:right w:val="single" w:sz="4" w:space="0" w:color="auto"/>
            </w:tcBorders>
            <w:shd w:val="clear" w:color="auto" w:fill="auto"/>
            <w:noWrap/>
            <w:vAlign w:val="bottom"/>
            <w:hideMark/>
          </w:tcPr>
          <w:p w:rsidR="00F65437" w:rsidRPr="00F65437" w:rsidRDefault="00F65437" w:rsidP="00290F96">
            <w:pPr>
              <w:jc w:val="center"/>
              <w:rPr>
                <w:rFonts w:ascii="Book Antiqua" w:hAnsi="Book Antiqua" w:cs="Arial"/>
                <w:sz w:val="22"/>
                <w:szCs w:val="22"/>
                <w:lang w:val="en-IN" w:eastAsia="en-IN"/>
              </w:rPr>
            </w:pPr>
          </w:p>
        </w:tc>
      </w:tr>
      <w:tr w:rsidR="00F65437" w:rsidRPr="00F65437" w:rsidTr="00963E4A">
        <w:trPr>
          <w:trHeight w:val="255"/>
          <w:jc w:val="center"/>
        </w:trPr>
        <w:tc>
          <w:tcPr>
            <w:tcW w:w="5665" w:type="dxa"/>
            <w:tcBorders>
              <w:top w:val="nil"/>
              <w:left w:val="single" w:sz="4" w:space="0" w:color="auto"/>
              <w:bottom w:val="single" w:sz="4" w:space="0" w:color="auto"/>
              <w:right w:val="single" w:sz="4" w:space="0" w:color="auto"/>
            </w:tcBorders>
            <w:shd w:val="clear" w:color="auto" w:fill="auto"/>
            <w:vAlign w:val="bottom"/>
            <w:hideMark/>
          </w:tcPr>
          <w:p w:rsidR="00F65437" w:rsidRPr="00F65437" w:rsidRDefault="00F65437" w:rsidP="00290F96">
            <w:pPr>
              <w:rPr>
                <w:rFonts w:ascii="Book Antiqua" w:hAnsi="Book Antiqua" w:cs="Arial"/>
                <w:sz w:val="22"/>
                <w:szCs w:val="22"/>
                <w:lang w:val="en-IN" w:eastAsia="en-IN"/>
              </w:rPr>
            </w:pPr>
            <w:r w:rsidRPr="00F65437">
              <w:rPr>
                <w:rFonts w:ascii="Book Antiqua" w:hAnsi="Book Antiqua" w:cs="Arial"/>
                <w:sz w:val="22"/>
                <w:szCs w:val="22"/>
                <w:lang w:val="en-IN" w:eastAsia="en-IN"/>
              </w:rPr>
              <w:t>Coloured and Scented Napthalene balls</w:t>
            </w:r>
          </w:p>
        </w:tc>
        <w:tc>
          <w:tcPr>
            <w:tcW w:w="3119" w:type="dxa"/>
            <w:vMerge/>
            <w:tcBorders>
              <w:left w:val="nil"/>
              <w:right w:val="single" w:sz="4" w:space="0" w:color="auto"/>
            </w:tcBorders>
            <w:shd w:val="clear" w:color="auto" w:fill="auto"/>
            <w:noWrap/>
            <w:vAlign w:val="bottom"/>
            <w:hideMark/>
          </w:tcPr>
          <w:p w:rsidR="00F65437" w:rsidRPr="00F65437" w:rsidRDefault="00F65437" w:rsidP="00290F96">
            <w:pPr>
              <w:jc w:val="center"/>
              <w:rPr>
                <w:rFonts w:ascii="Book Antiqua" w:hAnsi="Book Antiqua" w:cs="Arial"/>
                <w:sz w:val="22"/>
                <w:szCs w:val="22"/>
                <w:lang w:val="en-IN" w:eastAsia="en-IN"/>
              </w:rPr>
            </w:pPr>
          </w:p>
        </w:tc>
      </w:tr>
      <w:tr w:rsidR="00F65437" w:rsidRPr="00F65437" w:rsidTr="00963E4A">
        <w:trPr>
          <w:trHeight w:val="255"/>
          <w:jc w:val="center"/>
        </w:trPr>
        <w:tc>
          <w:tcPr>
            <w:tcW w:w="5665" w:type="dxa"/>
            <w:tcBorders>
              <w:top w:val="nil"/>
              <w:left w:val="single" w:sz="4" w:space="0" w:color="auto"/>
              <w:bottom w:val="single" w:sz="4" w:space="0" w:color="auto"/>
              <w:right w:val="single" w:sz="4" w:space="0" w:color="auto"/>
            </w:tcBorders>
            <w:shd w:val="clear" w:color="auto" w:fill="auto"/>
            <w:vAlign w:val="bottom"/>
            <w:hideMark/>
          </w:tcPr>
          <w:p w:rsidR="00F65437" w:rsidRPr="00F65437" w:rsidRDefault="00F65437" w:rsidP="00290F96">
            <w:pPr>
              <w:rPr>
                <w:rFonts w:ascii="Book Antiqua" w:hAnsi="Book Antiqua" w:cs="Arial"/>
                <w:sz w:val="22"/>
                <w:szCs w:val="22"/>
                <w:lang w:val="en-IN" w:eastAsia="en-IN"/>
              </w:rPr>
            </w:pPr>
            <w:r w:rsidRPr="00F65437">
              <w:rPr>
                <w:rFonts w:ascii="Book Antiqua" w:hAnsi="Book Antiqua" w:cs="Arial"/>
                <w:sz w:val="22"/>
                <w:szCs w:val="22"/>
                <w:lang w:val="en-IN" w:eastAsia="en-IN"/>
              </w:rPr>
              <w:t>Air Fresherneres Premium Make</w:t>
            </w:r>
          </w:p>
        </w:tc>
        <w:tc>
          <w:tcPr>
            <w:tcW w:w="3119" w:type="dxa"/>
            <w:vMerge/>
            <w:tcBorders>
              <w:left w:val="nil"/>
              <w:right w:val="single" w:sz="4" w:space="0" w:color="auto"/>
            </w:tcBorders>
            <w:shd w:val="clear" w:color="auto" w:fill="auto"/>
            <w:noWrap/>
            <w:vAlign w:val="bottom"/>
            <w:hideMark/>
          </w:tcPr>
          <w:p w:rsidR="00F65437" w:rsidRPr="00F65437" w:rsidRDefault="00F65437" w:rsidP="00290F96">
            <w:pPr>
              <w:jc w:val="center"/>
              <w:rPr>
                <w:rFonts w:ascii="Book Antiqua" w:hAnsi="Book Antiqua" w:cs="Arial"/>
                <w:sz w:val="22"/>
                <w:szCs w:val="22"/>
                <w:lang w:val="en-IN" w:eastAsia="en-IN"/>
              </w:rPr>
            </w:pPr>
          </w:p>
        </w:tc>
      </w:tr>
      <w:tr w:rsidR="00F65437" w:rsidRPr="00F65437" w:rsidTr="00963E4A">
        <w:trPr>
          <w:trHeight w:val="510"/>
          <w:jc w:val="center"/>
        </w:trPr>
        <w:tc>
          <w:tcPr>
            <w:tcW w:w="5665" w:type="dxa"/>
            <w:tcBorders>
              <w:top w:val="nil"/>
              <w:left w:val="single" w:sz="4" w:space="0" w:color="auto"/>
              <w:bottom w:val="single" w:sz="4" w:space="0" w:color="auto"/>
              <w:right w:val="single" w:sz="4" w:space="0" w:color="auto"/>
            </w:tcBorders>
            <w:shd w:val="clear" w:color="auto" w:fill="auto"/>
            <w:vAlign w:val="bottom"/>
            <w:hideMark/>
          </w:tcPr>
          <w:p w:rsidR="00F65437" w:rsidRPr="00F65437" w:rsidRDefault="00F65437" w:rsidP="00290F96">
            <w:pPr>
              <w:rPr>
                <w:rFonts w:ascii="Book Antiqua" w:hAnsi="Book Antiqua" w:cs="Arial"/>
                <w:sz w:val="22"/>
                <w:szCs w:val="22"/>
                <w:lang w:val="en-IN" w:eastAsia="en-IN"/>
              </w:rPr>
            </w:pPr>
            <w:r w:rsidRPr="00F65437">
              <w:rPr>
                <w:rFonts w:ascii="Book Antiqua" w:hAnsi="Book Antiqua" w:cs="Arial"/>
                <w:sz w:val="22"/>
                <w:szCs w:val="22"/>
                <w:lang w:val="en-IN" w:eastAsia="en-IN"/>
              </w:rPr>
              <w:t>Dettol/Harpic/Mr Muscle/Easy Of Bang equivalent Disinfectant toilet floor cleaner</w:t>
            </w:r>
          </w:p>
        </w:tc>
        <w:tc>
          <w:tcPr>
            <w:tcW w:w="3119" w:type="dxa"/>
            <w:vMerge/>
            <w:tcBorders>
              <w:left w:val="nil"/>
              <w:right w:val="single" w:sz="4" w:space="0" w:color="auto"/>
            </w:tcBorders>
            <w:shd w:val="clear" w:color="auto" w:fill="auto"/>
            <w:noWrap/>
            <w:vAlign w:val="bottom"/>
            <w:hideMark/>
          </w:tcPr>
          <w:p w:rsidR="00F65437" w:rsidRPr="00F65437" w:rsidRDefault="00F65437" w:rsidP="00290F96">
            <w:pPr>
              <w:jc w:val="center"/>
              <w:rPr>
                <w:rFonts w:ascii="Book Antiqua" w:hAnsi="Book Antiqua" w:cs="Arial"/>
                <w:sz w:val="22"/>
                <w:szCs w:val="22"/>
                <w:lang w:val="en-IN" w:eastAsia="en-IN"/>
              </w:rPr>
            </w:pPr>
          </w:p>
        </w:tc>
      </w:tr>
      <w:tr w:rsidR="00F65437" w:rsidRPr="00F65437" w:rsidTr="00963E4A">
        <w:trPr>
          <w:trHeight w:val="330"/>
          <w:jc w:val="center"/>
        </w:trPr>
        <w:tc>
          <w:tcPr>
            <w:tcW w:w="5665" w:type="dxa"/>
            <w:tcBorders>
              <w:top w:val="nil"/>
              <w:left w:val="single" w:sz="4" w:space="0" w:color="auto"/>
              <w:bottom w:val="single" w:sz="4" w:space="0" w:color="auto"/>
              <w:right w:val="single" w:sz="4" w:space="0" w:color="auto"/>
            </w:tcBorders>
            <w:shd w:val="clear" w:color="auto" w:fill="auto"/>
            <w:vAlign w:val="bottom"/>
            <w:hideMark/>
          </w:tcPr>
          <w:p w:rsidR="00F65437" w:rsidRPr="00F65437" w:rsidRDefault="00F65437" w:rsidP="00290F96">
            <w:pPr>
              <w:rPr>
                <w:rFonts w:ascii="Book Antiqua" w:hAnsi="Book Antiqua" w:cs="Arial"/>
                <w:sz w:val="22"/>
                <w:szCs w:val="22"/>
                <w:lang w:val="en-IN" w:eastAsia="en-IN"/>
              </w:rPr>
            </w:pPr>
            <w:r w:rsidRPr="00F65437">
              <w:rPr>
                <w:rFonts w:ascii="Book Antiqua" w:hAnsi="Book Antiqua" w:cs="Arial"/>
                <w:sz w:val="22"/>
                <w:szCs w:val="22"/>
                <w:lang w:val="en-IN" w:eastAsia="en-IN"/>
              </w:rPr>
              <w:t>Bleaching Powder</w:t>
            </w:r>
          </w:p>
        </w:tc>
        <w:tc>
          <w:tcPr>
            <w:tcW w:w="3119" w:type="dxa"/>
            <w:vMerge/>
            <w:tcBorders>
              <w:left w:val="nil"/>
              <w:right w:val="single" w:sz="4" w:space="0" w:color="auto"/>
            </w:tcBorders>
            <w:shd w:val="clear" w:color="auto" w:fill="auto"/>
            <w:noWrap/>
            <w:vAlign w:val="bottom"/>
            <w:hideMark/>
          </w:tcPr>
          <w:p w:rsidR="00F65437" w:rsidRPr="00F65437" w:rsidRDefault="00F65437" w:rsidP="00290F96">
            <w:pPr>
              <w:jc w:val="center"/>
              <w:rPr>
                <w:rFonts w:ascii="Book Antiqua" w:hAnsi="Book Antiqua" w:cs="Arial"/>
                <w:sz w:val="22"/>
                <w:szCs w:val="22"/>
                <w:lang w:val="en-IN" w:eastAsia="en-IN"/>
              </w:rPr>
            </w:pPr>
          </w:p>
        </w:tc>
      </w:tr>
      <w:tr w:rsidR="00F65437" w:rsidRPr="00F65437" w:rsidTr="00963E4A">
        <w:trPr>
          <w:trHeight w:val="330"/>
          <w:jc w:val="center"/>
        </w:trPr>
        <w:tc>
          <w:tcPr>
            <w:tcW w:w="5665" w:type="dxa"/>
            <w:tcBorders>
              <w:top w:val="nil"/>
              <w:left w:val="single" w:sz="4" w:space="0" w:color="auto"/>
              <w:bottom w:val="single" w:sz="4" w:space="0" w:color="auto"/>
              <w:right w:val="single" w:sz="4" w:space="0" w:color="auto"/>
            </w:tcBorders>
            <w:shd w:val="clear" w:color="auto" w:fill="auto"/>
            <w:vAlign w:val="bottom"/>
            <w:hideMark/>
          </w:tcPr>
          <w:p w:rsidR="00F65437" w:rsidRPr="00F65437" w:rsidRDefault="00F65437" w:rsidP="00290F96">
            <w:pPr>
              <w:rPr>
                <w:rFonts w:ascii="Book Antiqua" w:hAnsi="Book Antiqua" w:cs="Arial"/>
                <w:sz w:val="22"/>
                <w:szCs w:val="22"/>
                <w:lang w:val="en-IN" w:eastAsia="en-IN"/>
              </w:rPr>
            </w:pPr>
            <w:r w:rsidRPr="00F65437">
              <w:rPr>
                <w:rFonts w:ascii="Book Antiqua" w:hAnsi="Book Antiqua" w:cs="Arial"/>
                <w:sz w:val="22"/>
                <w:szCs w:val="22"/>
                <w:lang w:val="en-IN" w:eastAsia="en-IN"/>
              </w:rPr>
              <w:t>Glass Cleaning Liquid/Colin Spray</w:t>
            </w:r>
          </w:p>
        </w:tc>
        <w:tc>
          <w:tcPr>
            <w:tcW w:w="3119" w:type="dxa"/>
            <w:vMerge/>
            <w:tcBorders>
              <w:left w:val="nil"/>
              <w:right w:val="single" w:sz="4" w:space="0" w:color="auto"/>
            </w:tcBorders>
            <w:shd w:val="clear" w:color="auto" w:fill="auto"/>
            <w:noWrap/>
            <w:vAlign w:val="bottom"/>
            <w:hideMark/>
          </w:tcPr>
          <w:p w:rsidR="00F65437" w:rsidRPr="00F65437" w:rsidRDefault="00F65437" w:rsidP="00290F96">
            <w:pPr>
              <w:jc w:val="center"/>
              <w:rPr>
                <w:rFonts w:ascii="Book Antiqua" w:hAnsi="Book Antiqua" w:cs="Arial"/>
                <w:sz w:val="22"/>
                <w:szCs w:val="22"/>
                <w:lang w:val="en-IN" w:eastAsia="en-IN"/>
              </w:rPr>
            </w:pPr>
          </w:p>
        </w:tc>
      </w:tr>
      <w:tr w:rsidR="00F65437" w:rsidRPr="00F65437" w:rsidTr="00963E4A">
        <w:trPr>
          <w:trHeight w:val="330"/>
          <w:jc w:val="center"/>
        </w:trPr>
        <w:tc>
          <w:tcPr>
            <w:tcW w:w="5665" w:type="dxa"/>
            <w:tcBorders>
              <w:top w:val="nil"/>
              <w:left w:val="single" w:sz="4" w:space="0" w:color="auto"/>
              <w:bottom w:val="single" w:sz="4" w:space="0" w:color="auto"/>
              <w:right w:val="single" w:sz="4" w:space="0" w:color="auto"/>
            </w:tcBorders>
            <w:shd w:val="clear" w:color="auto" w:fill="auto"/>
            <w:vAlign w:val="bottom"/>
            <w:hideMark/>
          </w:tcPr>
          <w:p w:rsidR="00F65437" w:rsidRPr="00F65437" w:rsidRDefault="00F65437" w:rsidP="00290F96">
            <w:pPr>
              <w:rPr>
                <w:rFonts w:ascii="Book Antiqua" w:hAnsi="Book Antiqua" w:cs="Arial"/>
                <w:sz w:val="22"/>
                <w:szCs w:val="22"/>
                <w:lang w:val="en-IN" w:eastAsia="en-IN"/>
              </w:rPr>
            </w:pPr>
            <w:r w:rsidRPr="00F65437">
              <w:rPr>
                <w:rFonts w:ascii="Book Antiqua" w:hAnsi="Book Antiqua" w:cs="Arial"/>
                <w:sz w:val="22"/>
                <w:szCs w:val="22"/>
                <w:lang w:val="en-IN" w:eastAsia="en-IN"/>
              </w:rPr>
              <w:t>Check cloths for TableSurface Cleaning</w:t>
            </w:r>
          </w:p>
        </w:tc>
        <w:tc>
          <w:tcPr>
            <w:tcW w:w="3119" w:type="dxa"/>
            <w:vMerge/>
            <w:tcBorders>
              <w:left w:val="nil"/>
              <w:right w:val="single" w:sz="4" w:space="0" w:color="auto"/>
            </w:tcBorders>
            <w:shd w:val="clear" w:color="auto" w:fill="auto"/>
            <w:noWrap/>
            <w:vAlign w:val="bottom"/>
            <w:hideMark/>
          </w:tcPr>
          <w:p w:rsidR="00F65437" w:rsidRPr="00F65437" w:rsidRDefault="00F65437" w:rsidP="00290F96">
            <w:pPr>
              <w:jc w:val="center"/>
              <w:rPr>
                <w:rFonts w:ascii="Book Antiqua" w:hAnsi="Book Antiqua" w:cs="Arial"/>
                <w:sz w:val="22"/>
                <w:szCs w:val="22"/>
                <w:lang w:val="en-IN" w:eastAsia="en-IN"/>
              </w:rPr>
            </w:pPr>
          </w:p>
        </w:tc>
      </w:tr>
      <w:tr w:rsidR="00F65437" w:rsidRPr="00F65437" w:rsidTr="00963E4A">
        <w:trPr>
          <w:trHeight w:val="330"/>
          <w:jc w:val="center"/>
        </w:trPr>
        <w:tc>
          <w:tcPr>
            <w:tcW w:w="5665" w:type="dxa"/>
            <w:tcBorders>
              <w:top w:val="nil"/>
              <w:left w:val="single" w:sz="4" w:space="0" w:color="auto"/>
              <w:bottom w:val="single" w:sz="4" w:space="0" w:color="auto"/>
              <w:right w:val="single" w:sz="4" w:space="0" w:color="auto"/>
            </w:tcBorders>
            <w:shd w:val="clear" w:color="auto" w:fill="auto"/>
            <w:vAlign w:val="bottom"/>
            <w:hideMark/>
          </w:tcPr>
          <w:p w:rsidR="00F65437" w:rsidRPr="00F65437" w:rsidRDefault="00F65437" w:rsidP="00290F96">
            <w:pPr>
              <w:rPr>
                <w:rFonts w:ascii="Book Antiqua" w:hAnsi="Book Antiqua" w:cs="Arial"/>
                <w:sz w:val="22"/>
                <w:szCs w:val="22"/>
                <w:lang w:val="en-IN" w:eastAsia="en-IN"/>
              </w:rPr>
            </w:pPr>
            <w:r w:rsidRPr="00F65437">
              <w:rPr>
                <w:rFonts w:ascii="Book Antiqua" w:hAnsi="Book Antiqua" w:cs="Arial"/>
                <w:sz w:val="22"/>
                <w:szCs w:val="22"/>
                <w:lang w:val="en-IN" w:eastAsia="en-IN"/>
              </w:rPr>
              <w:t>Yellow Cloths for Computer Screen Cleaning</w:t>
            </w:r>
          </w:p>
        </w:tc>
        <w:tc>
          <w:tcPr>
            <w:tcW w:w="3119" w:type="dxa"/>
            <w:vMerge/>
            <w:tcBorders>
              <w:left w:val="nil"/>
              <w:right w:val="single" w:sz="4" w:space="0" w:color="auto"/>
            </w:tcBorders>
            <w:shd w:val="clear" w:color="auto" w:fill="auto"/>
            <w:noWrap/>
            <w:vAlign w:val="bottom"/>
            <w:hideMark/>
          </w:tcPr>
          <w:p w:rsidR="00F65437" w:rsidRPr="00F65437" w:rsidRDefault="00F65437" w:rsidP="00290F96">
            <w:pPr>
              <w:jc w:val="center"/>
              <w:rPr>
                <w:rFonts w:ascii="Book Antiqua" w:hAnsi="Book Antiqua" w:cs="Arial"/>
                <w:sz w:val="22"/>
                <w:szCs w:val="22"/>
                <w:lang w:val="en-IN" w:eastAsia="en-IN"/>
              </w:rPr>
            </w:pPr>
          </w:p>
        </w:tc>
      </w:tr>
      <w:tr w:rsidR="00F65437" w:rsidRPr="00F65437" w:rsidTr="00963E4A">
        <w:trPr>
          <w:trHeight w:val="330"/>
          <w:jc w:val="center"/>
        </w:trPr>
        <w:tc>
          <w:tcPr>
            <w:tcW w:w="5665" w:type="dxa"/>
            <w:tcBorders>
              <w:top w:val="nil"/>
              <w:left w:val="single" w:sz="4" w:space="0" w:color="auto"/>
              <w:bottom w:val="single" w:sz="4" w:space="0" w:color="auto"/>
              <w:right w:val="single" w:sz="4" w:space="0" w:color="auto"/>
            </w:tcBorders>
            <w:shd w:val="clear" w:color="auto" w:fill="auto"/>
            <w:vAlign w:val="bottom"/>
            <w:hideMark/>
          </w:tcPr>
          <w:p w:rsidR="00F65437" w:rsidRPr="00F65437" w:rsidRDefault="00F65437" w:rsidP="00290F96">
            <w:pPr>
              <w:rPr>
                <w:rFonts w:ascii="Book Antiqua" w:hAnsi="Book Antiqua" w:cs="Arial"/>
                <w:sz w:val="22"/>
                <w:szCs w:val="22"/>
                <w:lang w:val="en-IN" w:eastAsia="en-IN"/>
              </w:rPr>
            </w:pPr>
            <w:r w:rsidRPr="00F65437">
              <w:rPr>
                <w:rFonts w:ascii="Book Antiqua" w:hAnsi="Book Antiqua" w:cs="Arial"/>
                <w:sz w:val="22"/>
                <w:szCs w:val="22"/>
                <w:lang w:val="en-IN" w:eastAsia="en-IN"/>
              </w:rPr>
              <w:t>Thick Cloths</w:t>
            </w:r>
          </w:p>
        </w:tc>
        <w:tc>
          <w:tcPr>
            <w:tcW w:w="3119" w:type="dxa"/>
            <w:vMerge/>
            <w:tcBorders>
              <w:left w:val="nil"/>
              <w:right w:val="single" w:sz="4" w:space="0" w:color="auto"/>
            </w:tcBorders>
            <w:shd w:val="clear" w:color="auto" w:fill="auto"/>
            <w:noWrap/>
            <w:vAlign w:val="bottom"/>
            <w:hideMark/>
          </w:tcPr>
          <w:p w:rsidR="00F65437" w:rsidRPr="00F65437" w:rsidRDefault="00F65437" w:rsidP="00290F96">
            <w:pPr>
              <w:jc w:val="center"/>
              <w:rPr>
                <w:rFonts w:ascii="Book Antiqua" w:hAnsi="Book Antiqua" w:cs="Arial"/>
                <w:sz w:val="22"/>
                <w:szCs w:val="22"/>
                <w:lang w:val="en-IN" w:eastAsia="en-IN"/>
              </w:rPr>
            </w:pPr>
          </w:p>
        </w:tc>
      </w:tr>
      <w:tr w:rsidR="00F65437" w:rsidRPr="00F65437" w:rsidTr="00963E4A">
        <w:trPr>
          <w:trHeight w:val="330"/>
          <w:jc w:val="center"/>
        </w:trPr>
        <w:tc>
          <w:tcPr>
            <w:tcW w:w="5665" w:type="dxa"/>
            <w:tcBorders>
              <w:top w:val="nil"/>
              <w:left w:val="single" w:sz="4" w:space="0" w:color="auto"/>
              <w:bottom w:val="single" w:sz="4" w:space="0" w:color="auto"/>
              <w:right w:val="single" w:sz="4" w:space="0" w:color="auto"/>
            </w:tcBorders>
            <w:shd w:val="clear" w:color="auto" w:fill="auto"/>
            <w:vAlign w:val="bottom"/>
            <w:hideMark/>
          </w:tcPr>
          <w:p w:rsidR="00F65437" w:rsidRPr="00F65437" w:rsidRDefault="00F65437" w:rsidP="00290F96">
            <w:pPr>
              <w:rPr>
                <w:rFonts w:ascii="Book Antiqua" w:hAnsi="Book Antiqua" w:cs="Arial"/>
                <w:sz w:val="22"/>
                <w:szCs w:val="22"/>
                <w:lang w:val="en-IN" w:eastAsia="en-IN"/>
              </w:rPr>
            </w:pPr>
            <w:r w:rsidRPr="00F65437">
              <w:rPr>
                <w:rFonts w:ascii="Book Antiqua" w:hAnsi="Book Antiqua" w:cs="Arial"/>
                <w:sz w:val="22"/>
                <w:szCs w:val="22"/>
                <w:lang w:val="en-IN" w:eastAsia="en-IN"/>
              </w:rPr>
              <w:t>Toilet Plungers of Make Gala/Equivalent</w:t>
            </w:r>
          </w:p>
        </w:tc>
        <w:tc>
          <w:tcPr>
            <w:tcW w:w="3119" w:type="dxa"/>
            <w:vMerge/>
            <w:tcBorders>
              <w:left w:val="nil"/>
              <w:right w:val="single" w:sz="4" w:space="0" w:color="auto"/>
            </w:tcBorders>
            <w:shd w:val="clear" w:color="auto" w:fill="auto"/>
            <w:noWrap/>
            <w:vAlign w:val="bottom"/>
            <w:hideMark/>
          </w:tcPr>
          <w:p w:rsidR="00F65437" w:rsidRPr="00F65437" w:rsidRDefault="00F65437" w:rsidP="00290F96">
            <w:pPr>
              <w:jc w:val="center"/>
              <w:rPr>
                <w:rFonts w:ascii="Book Antiqua" w:hAnsi="Book Antiqua" w:cs="Arial"/>
                <w:sz w:val="22"/>
                <w:szCs w:val="22"/>
                <w:lang w:val="en-IN" w:eastAsia="en-IN"/>
              </w:rPr>
            </w:pPr>
          </w:p>
        </w:tc>
      </w:tr>
      <w:tr w:rsidR="00F65437" w:rsidRPr="00F65437" w:rsidTr="00963E4A">
        <w:trPr>
          <w:trHeight w:val="330"/>
          <w:jc w:val="center"/>
        </w:trPr>
        <w:tc>
          <w:tcPr>
            <w:tcW w:w="5665" w:type="dxa"/>
            <w:tcBorders>
              <w:top w:val="nil"/>
              <w:left w:val="single" w:sz="4" w:space="0" w:color="auto"/>
              <w:bottom w:val="single" w:sz="4" w:space="0" w:color="auto"/>
              <w:right w:val="single" w:sz="4" w:space="0" w:color="auto"/>
            </w:tcBorders>
            <w:shd w:val="clear" w:color="auto" w:fill="auto"/>
            <w:vAlign w:val="bottom"/>
            <w:hideMark/>
          </w:tcPr>
          <w:p w:rsidR="00F65437" w:rsidRPr="00F65437" w:rsidRDefault="00F65437" w:rsidP="00290F96">
            <w:pPr>
              <w:rPr>
                <w:rFonts w:ascii="Book Antiqua" w:hAnsi="Book Antiqua" w:cs="Arial"/>
                <w:sz w:val="22"/>
                <w:szCs w:val="22"/>
                <w:lang w:val="en-IN" w:eastAsia="en-IN"/>
              </w:rPr>
            </w:pPr>
            <w:r w:rsidRPr="00F65437">
              <w:rPr>
                <w:rFonts w:ascii="Book Antiqua" w:hAnsi="Book Antiqua" w:cs="Arial"/>
                <w:sz w:val="22"/>
                <w:szCs w:val="22"/>
                <w:lang w:val="en-IN" w:eastAsia="en-IN"/>
              </w:rPr>
              <w:t>Toilet Brushes Make Gala/Equivalent</w:t>
            </w:r>
          </w:p>
        </w:tc>
        <w:tc>
          <w:tcPr>
            <w:tcW w:w="3119" w:type="dxa"/>
            <w:vMerge/>
            <w:tcBorders>
              <w:left w:val="nil"/>
              <w:right w:val="single" w:sz="4" w:space="0" w:color="auto"/>
            </w:tcBorders>
            <w:shd w:val="clear" w:color="auto" w:fill="auto"/>
            <w:noWrap/>
            <w:vAlign w:val="bottom"/>
            <w:hideMark/>
          </w:tcPr>
          <w:p w:rsidR="00F65437" w:rsidRPr="00F65437" w:rsidRDefault="00F65437" w:rsidP="00290F96">
            <w:pPr>
              <w:jc w:val="center"/>
              <w:rPr>
                <w:rFonts w:ascii="Book Antiqua" w:hAnsi="Book Antiqua" w:cs="Arial"/>
                <w:sz w:val="22"/>
                <w:szCs w:val="22"/>
                <w:lang w:val="en-IN" w:eastAsia="en-IN"/>
              </w:rPr>
            </w:pPr>
          </w:p>
        </w:tc>
      </w:tr>
      <w:tr w:rsidR="00F65437" w:rsidRPr="00F65437" w:rsidTr="00963E4A">
        <w:trPr>
          <w:trHeight w:val="330"/>
          <w:jc w:val="center"/>
        </w:trPr>
        <w:tc>
          <w:tcPr>
            <w:tcW w:w="5665" w:type="dxa"/>
            <w:tcBorders>
              <w:top w:val="nil"/>
              <w:left w:val="single" w:sz="4" w:space="0" w:color="auto"/>
              <w:bottom w:val="single" w:sz="4" w:space="0" w:color="auto"/>
              <w:right w:val="single" w:sz="4" w:space="0" w:color="auto"/>
            </w:tcBorders>
            <w:shd w:val="clear" w:color="auto" w:fill="auto"/>
            <w:vAlign w:val="bottom"/>
            <w:hideMark/>
          </w:tcPr>
          <w:p w:rsidR="00F65437" w:rsidRPr="00F65437" w:rsidRDefault="00F65437" w:rsidP="00290F96">
            <w:pPr>
              <w:rPr>
                <w:rFonts w:ascii="Book Antiqua" w:hAnsi="Book Antiqua" w:cs="Arial"/>
                <w:sz w:val="22"/>
                <w:szCs w:val="22"/>
                <w:lang w:val="en-IN" w:eastAsia="en-IN"/>
              </w:rPr>
            </w:pPr>
            <w:r w:rsidRPr="00F65437">
              <w:rPr>
                <w:rFonts w:ascii="Book Antiqua" w:hAnsi="Book Antiqua" w:cs="Arial"/>
                <w:sz w:val="22"/>
                <w:szCs w:val="22"/>
                <w:lang w:val="en-IN" w:eastAsia="en-IN"/>
              </w:rPr>
              <w:t>Wipers Make Gala/Equivalent</w:t>
            </w:r>
          </w:p>
        </w:tc>
        <w:tc>
          <w:tcPr>
            <w:tcW w:w="3119" w:type="dxa"/>
            <w:vMerge/>
            <w:tcBorders>
              <w:left w:val="nil"/>
              <w:right w:val="single" w:sz="4" w:space="0" w:color="auto"/>
            </w:tcBorders>
            <w:shd w:val="clear" w:color="auto" w:fill="auto"/>
            <w:noWrap/>
            <w:vAlign w:val="bottom"/>
            <w:hideMark/>
          </w:tcPr>
          <w:p w:rsidR="00F65437" w:rsidRPr="00F65437" w:rsidRDefault="00F65437" w:rsidP="00290F96">
            <w:pPr>
              <w:jc w:val="center"/>
              <w:rPr>
                <w:rFonts w:ascii="Book Antiqua" w:hAnsi="Book Antiqua" w:cs="Arial"/>
                <w:sz w:val="22"/>
                <w:szCs w:val="22"/>
                <w:lang w:val="en-IN" w:eastAsia="en-IN"/>
              </w:rPr>
            </w:pPr>
          </w:p>
        </w:tc>
      </w:tr>
      <w:tr w:rsidR="00F65437" w:rsidRPr="00F65437" w:rsidTr="00963E4A">
        <w:trPr>
          <w:trHeight w:val="765"/>
          <w:jc w:val="center"/>
        </w:trPr>
        <w:tc>
          <w:tcPr>
            <w:tcW w:w="5665" w:type="dxa"/>
            <w:tcBorders>
              <w:top w:val="nil"/>
              <w:left w:val="single" w:sz="4" w:space="0" w:color="auto"/>
              <w:bottom w:val="single" w:sz="4" w:space="0" w:color="auto"/>
              <w:right w:val="single" w:sz="4" w:space="0" w:color="auto"/>
            </w:tcBorders>
            <w:shd w:val="clear" w:color="auto" w:fill="auto"/>
            <w:vAlign w:val="bottom"/>
            <w:hideMark/>
          </w:tcPr>
          <w:p w:rsidR="00F65437" w:rsidRPr="00F65437" w:rsidRDefault="00F65437" w:rsidP="00290F96">
            <w:pPr>
              <w:rPr>
                <w:rFonts w:ascii="Book Antiqua" w:hAnsi="Book Antiqua" w:cs="Arial"/>
                <w:sz w:val="22"/>
                <w:szCs w:val="22"/>
                <w:lang w:val="en-IN" w:eastAsia="en-IN"/>
              </w:rPr>
            </w:pPr>
            <w:r w:rsidRPr="00F65437">
              <w:rPr>
                <w:rFonts w:ascii="Book Antiqua" w:hAnsi="Book Antiqua" w:cs="Arial"/>
                <w:sz w:val="22"/>
                <w:szCs w:val="22"/>
                <w:lang w:val="en-IN" w:eastAsia="en-IN"/>
              </w:rPr>
              <w:t>Air Fresher Bathroom Refills(Air Freshers Diffusing Machines) of 1st quality approved brand( General toilets)</w:t>
            </w:r>
          </w:p>
        </w:tc>
        <w:tc>
          <w:tcPr>
            <w:tcW w:w="3119" w:type="dxa"/>
            <w:vMerge/>
            <w:tcBorders>
              <w:left w:val="nil"/>
              <w:right w:val="single" w:sz="4" w:space="0" w:color="auto"/>
            </w:tcBorders>
            <w:shd w:val="clear" w:color="auto" w:fill="auto"/>
            <w:noWrap/>
            <w:vAlign w:val="bottom"/>
            <w:hideMark/>
          </w:tcPr>
          <w:p w:rsidR="00F65437" w:rsidRPr="00F65437" w:rsidRDefault="00F65437" w:rsidP="00290F96">
            <w:pPr>
              <w:jc w:val="center"/>
              <w:rPr>
                <w:rFonts w:ascii="Book Antiqua" w:hAnsi="Book Antiqua" w:cs="Arial"/>
                <w:sz w:val="22"/>
                <w:szCs w:val="22"/>
                <w:lang w:val="en-IN" w:eastAsia="en-IN"/>
              </w:rPr>
            </w:pPr>
          </w:p>
        </w:tc>
      </w:tr>
      <w:tr w:rsidR="00F65437" w:rsidRPr="00F65437" w:rsidTr="00963E4A">
        <w:trPr>
          <w:trHeight w:val="765"/>
          <w:jc w:val="center"/>
        </w:trPr>
        <w:tc>
          <w:tcPr>
            <w:tcW w:w="5665" w:type="dxa"/>
            <w:tcBorders>
              <w:top w:val="nil"/>
              <w:left w:val="single" w:sz="4" w:space="0" w:color="auto"/>
              <w:bottom w:val="single" w:sz="4" w:space="0" w:color="auto"/>
              <w:right w:val="single" w:sz="4" w:space="0" w:color="auto"/>
            </w:tcBorders>
            <w:shd w:val="clear" w:color="auto" w:fill="auto"/>
            <w:vAlign w:val="bottom"/>
            <w:hideMark/>
          </w:tcPr>
          <w:p w:rsidR="00F65437" w:rsidRPr="00F65437" w:rsidRDefault="00F65437" w:rsidP="00290F96">
            <w:pPr>
              <w:rPr>
                <w:rFonts w:ascii="Book Antiqua" w:hAnsi="Book Antiqua" w:cs="Arial"/>
                <w:sz w:val="22"/>
                <w:szCs w:val="22"/>
                <w:lang w:val="en-IN" w:eastAsia="en-IN"/>
              </w:rPr>
            </w:pPr>
            <w:r w:rsidRPr="00F65437">
              <w:rPr>
                <w:rFonts w:ascii="Book Antiqua" w:hAnsi="Book Antiqua" w:cs="Arial"/>
                <w:sz w:val="22"/>
                <w:szCs w:val="22"/>
                <w:lang w:val="en-IN" w:eastAsia="en-IN"/>
              </w:rPr>
              <w:t>Oxalic Acid Powder for cleaning of Algea Surfaces/Regular water logging areas like bathrooms</w:t>
            </w:r>
          </w:p>
        </w:tc>
        <w:tc>
          <w:tcPr>
            <w:tcW w:w="3119" w:type="dxa"/>
            <w:vMerge/>
            <w:tcBorders>
              <w:left w:val="nil"/>
              <w:right w:val="single" w:sz="4" w:space="0" w:color="auto"/>
            </w:tcBorders>
            <w:shd w:val="clear" w:color="auto" w:fill="auto"/>
            <w:noWrap/>
            <w:vAlign w:val="bottom"/>
            <w:hideMark/>
          </w:tcPr>
          <w:p w:rsidR="00F65437" w:rsidRPr="00F65437" w:rsidRDefault="00F65437" w:rsidP="00290F96">
            <w:pPr>
              <w:jc w:val="center"/>
              <w:rPr>
                <w:rFonts w:ascii="Book Antiqua" w:hAnsi="Book Antiqua" w:cs="Arial"/>
                <w:sz w:val="22"/>
                <w:szCs w:val="22"/>
                <w:lang w:val="en-IN" w:eastAsia="en-IN"/>
              </w:rPr>
            </w:pPr>
          </w:p>
        </w:tc>
      </w:tr>
      <w:tr w:rsidR="00F65437" w:rsidRPr="00F65437" w:rsidTr="00963E4A">
        <w:trPr>
          <w:trHeight w:val="255"/>
          <w:jc w:val="center"/>
        </w:trPr>
        <w:tc>
          <w:tcPr>
            <w:tcW w:w="5665" w:type="dxa"/>
            <w:tcBorders>
              <w:top w:val="nil"/>
              <w:left w:val="single" w:sz="4" w:space="0" w:color="auto"/>
              <w:bottom w:val="single" w:sz="4" w:space="0" w:color="auto"/>
              <w:right w:val="single" w:sz="4" w:space="0" w:color="auto"/>
            </w:tcBorders>
            <w:shd w:val="clear" w:color="auto" w:fill="auto"/>
            <w:vAlign w:val="bottom"/>
            <w:hideMark/>
          </w:tcPr>
          <w:p w:rsidR="00F65437" w:rsidRPr="00F65437" w:rsidRDefault="00F65437" w:rsidP="00290F96">
            <w:pPr>
              <w:rPr>
                <w:rFonts w:ascii="Book Antiqua" w:hAnsi="Book Antiqua" w:cs="Arial"/>
                <w:sz w:val="22"/>
                <w:szCs w:val="22"/>
                <w:lang w:val="en-IN" w:eastAsia="en-IN"/>
              </w:rPr>
            </w:pPr>
            <w:r w:rsidRPr="00F65437">
              <w:rPr>
                <w:rFonts w:ascii="Book Antiqua" w:hAnsi="Book Antiqua" w:cs="Arial"/>
                <w:sz w:val="22"/>
                <w:szCs w:val="22"/>
                <w:lang w:val="en-IN" w:eastAsia="en-IN"/>
              </w:rPr>
              <w:t>Daily replacement of Garbage Bags in all Toilets</w:t>
            </w:r>
          </w:p>
        </w:tc>
        <w:tc>
          <w:tcPr>
            <w:tcW w:w="3119" w:type="dxa"/>
            <w:vMerge/>
            <w:tcBorders>
              <w:left w:val="nil"/>
              <w:right w:val="single" w:sz="4" w:space="0" w:color="auto"/>
            </w:tcBorders>
            <w:shd w:val="clear" w:color="auto" w:fill="auto"/>
            <w:noWrap/>
            <w:vAlign w:val="bottom"/>
            <w:hideMark/>
          </w:tcPr>
          <w:p w:rsidR="00F65437" w:rsidRPr="00F65437" w:rsidRDefault="00F65437" w:rsidP="00290F96">
            <w:pPr>
              <w:jc w:val="center"/>
              <w:rPr>
                <w:rFonts w:ascii="Book Antiqua" w:hAnsi="Book Antiqua" w:cs="Arial"/>
                <w:sz w:val="22"/>
                <w:szCs w:val="22"/>
                <w:lang w:val="en-IN" w:eastAsia="en-IN"/>
              </w:rPr>
            </w:pPr>
          </w:p>
        </w:tc>
      </w:tr>
      <w:tr w:rsidR="00F65437" w:rsidRPr="00F65437" w:rsidTr="00963E4A">
        <w:trPr>
          <w:trHeight w:val="600"/>
          <w:jc w:val="center"/>
        </w:trPr>
        <w:tc>
          <w:tcPr>
            <w:tcW w:w="5665" w:type="dxa"/>
            <w:tcBorders>
              <w:top w:val="nil"/>
              <w:left w:val="single" w:sz="4" w:space="0" w:color="auto"/>
              <w:bottom w:val="single" w:sz="4" w:space="0" w:color="auto"/>
              <w:right w:val="single" w:sz="4" w:space="0" w:color="auto"/>
            </w:tcBorders>
            <w:shd w:val="clear" w:color="auto" w:fill="auto"/>
            <w:vAlign w:val="center"/>
            <w:hideMark/>
          </w:tcPr>
          <w:p w:rsidR="00F65437" w:rsidRPr="00F65437" w:rsidRDefault="00F65437" w:rsidP="00290F96">
            <w:pPr>
              <w:rPr>
                <w:rFonts w:ascii="Book Antiqua" w:hAnsi="Book Antiqua" w:cs="Arial"/>
                <w:b/>
                <w:bCs/>
                <w:sz w:val="22"/>
                <w:szCs w:val="22"/>
                <w:lang w:val="en-IN" w:eastAsia="en-IN"/>
              </w:rPr>
            </w:pPr>
            <w:r w:rsidRPr="00F65437">
              <w:rPr>
                <w:rFonts w:ascii="Book Antiqua" w:hAnsi="Book Antiqua" w:cs="Arial"/>
                <w:b/>
                <w:bCs/>
                <w:sz w:val="22"/>
                <w:szCs w:val="22"/>
                <w:lang w:val="en-IN" w:eastAsia="en-IN"/>
              </w:rPr>
              <w:t>Material Consumables Monthly</w:t>
            </w:r>
          </w:p>
        </w:tc>
        <w:tc>
          <w:tcPr>
            <w:tcW w:w="3119" w:type="dxa"/>
            <w:vMerge/>
            <w:tcBorders>
              <w:left w:val="nil"/>
              <w:right w:val="single" w:sz="4" w:space="0" w:color="auto"/>
            </w:tcBorders>
            <w:shd w:val="clear" w:color="auto" w:fill="auto"/>
            <w:vAlign w:val="center"/>
            <w:hideMark/>
          </w:tcPr>
          <w:p w:rsidR="00F65437" w:rsidRPr="00F65437" w:rsidRDefault="00F65437" w:rsidP="00290F96">
            <w:pPr>
              <w:jc w:val="center"/>
              <w:rPr>
                <w:rFonts w:ascii="Book Antiqua" w:hAnsi="Book Antiqua" w:cs="Arial"/>
                <w:sz w:val="22"/>
                <w:szCs w:val="22"/>
                <w:lang w:val="en-IN" w:eastAsia="en-IN"/>
              </w:rPr>
            </w:pPr>
          </w:p>
        </w:tc>
      </w:tr>
      <w:tr w:rsidR="00F65437" w:rsidRPr="00F65437" w:rsidTr="00963E4A">
        <w:trPr>
          <w:trHeight w:val="510"/>
          <w:jc w:val="center"/>
        </w:trPr>
        <w:tc>
          <w:tcPr>
            <w:tcW w:w="566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65437" w:rsidRPr="00F65437" w:rsidRDefault="00F65437" w:rsidP="00290F96">
            <w:pPr>
              <w:rPr>
                <w:rFonts w:ascii="Book Antiqua" w:hAnsi="Book Antiqua" w:cs="Arial"/>
                <w:sz w:val="22"/>
                <w:szCs w:val="22"/>
                <w:lang w:val="en-IN" w:eastAsia="en-IN"/>
              </w:rPr>
            </w:pPr>
            <w:r w:rsidRPr="00F65437">
              <w:rPr>
                <w:rFonts w:ascii="Book Antiqua" w:hAnsi="Book Antiqua" w:cs="Arial"/>
                <w:sz w:val="22"/>
                <w:szCs w:val="22"/>
                <w:lang w:val="en-IN" w:eastAsia="en-IN"/>
              </w:rPr>
              <w:t>Housekeeping Manual Cleaning Consumables per month</w:t>
            </w:r>
          </w:p>
        </w:tc>
        <w:tc>
          <w:tcPr>
            <w:tcW w:w="3119" w:type="dxa"/>
            <w:vMerge/>
            <w:tcBorders>
              <w:left w:val="nil"/>
              <w:right w:val="single" w:sz="4" w:space="0" w:color="auto"/>
            </w:tcBorders>
            <w:shd w:val="clear" w:color="auto" w:fill="auto"/>
            <w:vAlign w:val="center"/>
            <w:hideMark/>
          </w:tcPr>
          <w:p w:rsidR="00F65437" w:rsidRPr="00F65437" w:rsidRDefault="00F65437" w:rsidP="00290F96">
            <w:pPr>
              <w:jc w:val="center"/>
              <w:rPr>
                <w:rFonts w:ascii="Book Antiqua" w:hAnsi="Book Antiqua" w:cs="Arial"/>
                <w:sz w:val="22"/>
                <w:szCs w:val="22"/>
                <w:lang w:val="en-IN" w:eastAsia="en-IN"/>
              </w:rPr>
            </w:pPr>
          </w:p>
        </w:tc>
      </w:tr>
      <w:tr w:rsidR="00F65437" w:rsidRPr="00F65437" w:rsidTr="00963E4A">
        <w:trPr>
          <w:trHeight w:val="330"/>
          <w:jc w:val="center"/>
        </w:trPr>
        <w:tc>
          <w:tcPr>
            <w:tcW w:w="5665" w:type="dxa"/>
            <w:tcBorders>
              <w:top w:val="nil"/>
              <w:left w:val="single" w:sz="4" w:space="0" w:color="auto"/>
              <w:bottom w:val="single" w:sz="4" w:space="0" w:color="auto"/>
              <w:right w:val="single" w:sz="4" w:space="0" w:color="auto"/>
            </w:tcBorders>
            <w:shd w:val="clear" w:color="auto" w:fill="auto"/>
            <w:vAlign w:val="center"/>
            <w:hideMark/>
          </w:tcPr>
          <w:p w:rsidR="00F65437" w:rsidRPr="00F65437" w:rsidRDefault="00F65437" w:rsidP="00290F96">
            <w:pPr>
              <w:rPr>
                <w:rFonts w:ascii="Book Antiqua" w:hAnsi="Book Antiqua" w:cs="Arial"/>
                <w:sz w:val="22"/>
                <w:szCs w:val="22"/>
                <w:lang w:val="en-IN" w:eastAsia="en-IN"/>
              </w:rPr>
            </w:pPr>
            <w:r w:rsidRPr="00F65437">
              <w:rPr>
                <w:rFonts w:ascii="Book Antiqua" w:hAnsi="Book Antiqua" w:cs="Arial"/>
                <w:sz w:val="22"/>
                <w:szCs w:val="22"/>
                <w:lang w:val="en-IN" w:eastAsia="en-IN"/>
              </w:rPr>
              <w:t>Broom Sticks</w:t>
            </w:r>
          </w:p>
        </w:tc>
        <w:tc>
          <w:tcPr>
            <w:tcW w:w="3119" w:type="dxa"/>
            <w:vMerge/>
            <w:tcBorders>
              <w:left w:val="nil"/>
              <w:right w:val="single" w:sz="4" w:space="0" w:color="auto"/>
            </w:tcBorders>
            <w:shd w:val="clear" w:color="auto" w:fill="auto"/>
            <w:vAlign w:val="center"/>
            <w:hideMark/>
          </w:tcPr>
          <w:p w:rsidR="00F65437" w:rsidRPr="00F65437" w:rsidRDefault="00F65437" w:rsidP="00290F96">
            <w:pPr>
              <w:jc w:val="center"/>
              <w:rPr>
                <w:rFonts w:ascii="Book Antiqua" w:hAnsi="Book Antiqua" w:cs="Arial"/>
                <w:sz w:val="22"/>
                <w:szCs w:val="22"/>
                <w:lang w:val="en-IN" w:eastAsia="en-IN"/>
              </w:rPr>
            </w:pPr>
          </w:p>
        </w:tc>
      </w:tr>
      <w:tr w:rsidR="00F65437" w:rsidRPr="00F65437" w:rsidTr="00963E4A">
        <w:trPr>
          <w:trHeight w:val="330"/>
          <w:jc w:val="center"/>
        </w:trPr>
        <w:tc>
          <w:tcPr>
            <w:tcW w:w="5665" w:type="dxa"/>
            <w:tcBorders>
              <w:top w:val="nil"/>
              <w:left w:val="single" w:sz="4" w:space="0" w:color="auto"/>
              <w:bottom w:val="single" w:sz="4" w:space="0" w:color="auto"/>
              <w:right w:val="single" w:sz="4" w:space="0" w:color="auto"/>
            </w:tcBorders>
            <w:shd w:val="clear" w:color="auto" w:fill="auto"/>
            <w:vAlign w:val="center"/>
            <w:hideMark/>
          </w:tcPr>
          <w:p w:rsidR="00F65437" w:rsidRPr="00F65437" w:rsidRDefault="00F65437" w:rsidP="00290F96">
            <w:pPr>
              <w:rPr>
                <w:rFonts w:ascii="Book Antiqua" w:hAnsi="Book Antiqua" w:cs="Arial"/>
                <w:sz w:val="22"/>
                <w:szCs w:val="22"/>
                <w:lang w:val="en-IN" w:eastAsia="en-IN"/>
              </w:rPr>
            </w:pPr>
            <w:r w:rsidRPr="00F65437">
              <w:rPr>
                <w:rFonts w:ascii="Book Antiqua" w:hAnsi="Book Antiqua" w:cs="Arial"/>
                <w:sz w:val="22"/>
                <w:szCs w:val="22"/>
                <w:lang w:val="en-IN" w:eastAsia="en-IN"/>
              </w:rPr>
              <w:t>Mop Sticks along</w:t>
            </w:r>
          </w:p>
        </w:tc>
        <w:tc>
          <w:tcPr>
            <w:tcW w:w="3119" w:type="dxa"/>
            <w:vMerge/>
            <w:tcBorders>
              <w:left w:val="nil"/>
              <w:right w:val="single" w:sz="4" w:space="0" w:color="auto"/>
            </w:tcBorders>
            <w:shd w:val="clear" w:color="auto" w:fill="auto"/>
            <w:vAlign w:val="center"/>
            <w:hideMark/>
          </w:tcPr>
          <w:p w:rsidR="00F65437" w:rsidRPr="00F65437" w:rsidRDefault="00F65437" w:rsidP="00290F96">
            <w:pPr>
              <w:jc w:val="center"/>
              <w:rPr>
                <w:rFonts w:ascii="Book Antiqua" w:hAnsi="Book Antiqua" w:cs="Arial"/>
                <w:sz w:val="22"/>
                <w:szCs w:val="22"/>
                <w:lang w:val="en-IN" w:eastAsia="en-IN"/>
              </w:rPr>
            </w:pPr>
          </w:p>
        </w:tc>
      </w:tr>
      <w:tr w:rsidR="00F65437" w:rsidRPr="00F65437" w:rsidTr="00963E4A">
        <w:trPr>
          <w:trHeight w:val="330"/>
          <w:jc w:val="center"/>
        </w:trPr>
        <w:tc>
          <w:tcPr>
            <w:tcW w:w="5665" w:type="dxa"/>
            <w:tcBorders>
              <w:top w:val="nil"/>
              <w:left w:val="single" w:sz="4" w:space="0" w:color="auto"/>
              <w:bottom w:val="single" w:sz="4" w:space="0" w:color="auto"/>
              <w:right w:val="single" w:sz="4" w:space="0" w:color="auto"/>
            </w:tcBorders>
            <w:shd w:val="clear" w:color="auto" w:fill="auto"/>
            <w:vAlign w:val="center"/>
            <w:hideMark/>
          </w:tcPr>
          <w:p w:rsidR="00F65437" w:rsidRPr="00F65437" w:rsidRDefault="00F65437" w:rsidP="00290F96">
            <w:pPr>
              <w:rPr>
                <w:rFonts w:ascii="Book Antiqua" w:hAnsi="Book Antiqua" w:cs="Arial"/>
                <w:sz w:val="22"/>
                <w:szCs w:val="22"/>
                <w:lang w:val="en-IN" w:eastAsia="en-IN"/>
              </w:rPr>
            </w:pPr>
            <w:r w:rsidRPr="00F65437">
              <w:rPr>
                <w:rFonts w:ascii="Book Antiqua" w:hAnsi="Book Antiqua" w:cs="Arial"/>
                <w:sz w:val="22"/>
                <w:szCs w:val="22"/>
                <w:lang w:val="en-IN" w:eastAsia="en-IN"/>
              </w:rPr>
              <w:t>Floor Wipers</w:t>
            </w:r>
          </w:p>
        </w:tc>
        <w:tc>
          <w:tcPr>
            <w:tcW w:w="3119" w:type="dxa"/>
            <w:vMerge/>
            <w:tcBorders>
              <w:left w:val="nil"/>
              <w:right w:val="single" w:sz="4" w:space="0" w:color="auto"/>
            </w:tcBorders>
            <w:shd w:val="clear" w:color="auto" w:fill="auto"/>
            <w:vAlign w:val="center"/>
            <w:hideMark/>
          </w:tcPr>
          <w:p w:rsidR="00F65437" w:rsidRPr="00F65437" w:rsidRDefault="00F65437" w:rsidP="00290F96">
            <w:pPr>
              <w:jc w:val="center"/>
              <w:rPr>
                <w:rFonts w:ascii="Book Antiqua" w:hAnsi="Book Antiqua" w:cs="Arial"/>
                <w:sz w:val="22"/>
                <w:szCs w:val="22"/>
                <w:lang w:val="en-IN" w:eastAsia="en-IN"/>
              </w:rPr>
            </w:pPr>
          </w:p>
        </w:tc>
      </w:tr>
      <w:tr w:rsidR="00F65437" w:rsidRPr="00F65437" w:rsidTr="00963E4A">
        <w:trPr>
          <w:trHeight w:val="330"/>
          <w:jc w:val="center"/>
        </w:trPr>
        <w:tc>
          <w:tcPr>
            <w:tcW w:w="5665" w:type="dxa"/>
            <w:tcBorders>
              <w:top w:val="nil"/>
              <w:left w:val="single" w:sz="4" w:space="0" w:color="auto"/>
              <w:bottom w:val="single" w:sz="4" w:space="0" w:color="auto"/>
              <w:right w:val="single" w:sz="4" w:space="0" w:color="auto"/>
            </w:tcBorders>
            <w:shd w:val="clear" w:color="auto" w:fill="auto"/>
            <w:vAlign w:val="center"/>
            <w:hideMark/>
          </w:tcPr>
          <w:p w:rsidR="00F65437" w:rsidRPr="00F65437" w:rsidRDefault="00F65437" w:rsidP="00290F96">
            <w:pPr>
              <w:rPr>
                <w:rFonts w:ascii="Book Antiqua" w:hAnsi="Book Antiqua" w:cs="Arial"/>
                <w:sz w:val="22"/>
                <w:szCs w:val="22"/>
                <w:lang w:val="en-IN" w:eastAsia="en-IN"/>
              </w:rPr>
            </w:pPr>
            <w:r w:rsidRPr="00F65437">
              <w:rPr>
                <w:rFonts w:ascii="Book Antiqua" w:hAnsi="Book Antiqua" w:cs="Arial"/>
                <w:sz w:val="22"/>
                <w:szCs w:val="22"/>
                <w:lang w:val="en-IN" w:eastAsia="en-IN"/>
              </w:rPr>
              <w:t>Micro Fibre Dusting Cloth for Cleaning of Dry Dust</w:t>
            </w:r>
          </w:p>
        </w:tc>
        <w:tc>
          <w:tcPr>
            <w:tcW w:w="3119" w:type="dxa"/>
            <w:vMerge/>
            <w:tcBorders>
              <w:left w:val="nil"/>
              <w:right w:val="single" w:sz="4" w:space="0" w:color="auto"/>
            </w:tcBorders>
            <w:shd w:val="clear" w:color="auto" w:fill="auto"/>
            <w:vAlign w:val="center"/>
            <w:hideMark/>
          </w:tcPr>
          <w:p w:rsidR="00F65437" w:rsidRPr="00F65437" w:rsidRDefault="00F65437" w:rsidP="00290F96">
            <w:pPr>
              <w:jc w:val="center"/>
              <w:rPr>
                <w:rFonts w:ascii="Book Antiqua" w:hAnsi="Book Antiqua" w:cs="Arial"/>
                <w:sz w:val="22"/>
                <w:szCs w:val="22"/>
                <w:lang w:val="en-IN" w:eastAsia="en-IN"/>
              </w:rPr>
            </w:pPr>
          </w:p>
        </w:tc>
      </w:tr>
      <w:tr w:rsidR="00F65437" w:rsidRPr="00F65437" w:rsidTr="00963E4A">
        <w:trPr>
          <w:trHeight w:val="450"/>
          <w:jc w:val="center"/>
        </w:trPr>
        <w:tc>
          <w:tcPr>
            <w:tcW w:w="5665" w:type="dxa"/>
            <w:tcBorders>
              <w:top w:val="nil"/>
              <w:left w:val="single" w:sz="4" w:space="0" w:color="auto"/>
              <w:bottom w:val="single" w:sz="4" w:space="0" w:color="auto"/>
              <w:right w:val="single" w:sz="4" w:space="0" w:color="auto"/>
            </w:tcBorders>
            <w:shd w:val="clear" w:color="auto" w:fill="auto"/>
            <w:vAlign w:val="center"/>
            <w:hideMark/>
          </w:tcPr>
          <w:p w:rsidR="00F65437" w:rsidRPr="00F65437" w:rsidRDefault="00F65437" w:rsidP="00290F96">
            <w:pPr>
              <w:rPr>
                <w:rFonts w:ascii="Book Antiqua" w:hAnsi="Book Antiqua" w:cs="Arial"/>
                <w:sz w:val="22"/>
                <w:szCs w:val="22"/>
                <w:lang w:val="en-IN" w:eastAsia="en-IN"/>
              </w:rPr>
            </w:pPr>
            <w:r w:rsidRPr="00F65437">
              <w:rPr>
                <w:rFonts w:ascii="Book Antiqua" w:hAnsi="Book Antiqua" w:cs="Arial"/>
                <w:sz w:val="22"/>
                <w:szCs w:val="22"/>
                <w:lang w:val="en-IN" w:eastAsia="en-IN"/>
              </w:rPr>
              <w:t>Buckets &amp; Mugs for toilets per year</w:t>
            </w:r>
          </w:p>
        </w:tc>
        <w:tc>
          <w:tcPr>
            <w:tcW w:w="3119" w:type="dxa"/>
            <w:vMerge/>
            <w:tcBorders>
              <w:left w:val="nil"/>
              <w:right w:val="single" w:sz="4" w:space="0" w:color="auto"/>
            </w:tcBorders>
            <w:shd w:val="clear" w:color="auto" w:fill="auto"/>
            <w:vAlign w:val="center"/>
            <w:hideMark/>
          </w:tcPr>
          <w:p w:rsidR="00F65437" w:rsidRPr="00F65437" w:rsidRDefault="00F65437" w:rsidP="00290F96">
            <w:pPr>
              <w:jc w:val="center"/>
              <w:rPr>
                <w:rFonts w:ascii="Book Antiqua" w:hAnsi="Book Antiqua" w:cs="Arial"/>
                <w:sz w:val="22"/>
                <w:szCs w:val="22"/>
                <w:lang w:val="en-IN" w:eastAsia="en-IN"/>
              </w:rPr>
            </w:pPr>
          </w:p>
        </w:tc>
      </w:tr>
      <w:tr w:rsidR="00F65437" w:rsidRPr="00F65437" w:rsidTr="00963E4A">
        <w:trPr>
          <w:trHeight w:val="510"/>
          <w:jc w:val="center"/>
        </w:trPr>
        <w:tc>
          <w:tcPr>
            <w:tcW w:w="5665" w:type="dxa"/>
            <w:tcBorders>
              <w:top w:val="nil"/>
              <w:left w:val="single" w:sz="4" w:space="0" w:color="auto"/>
              <w:bottom w:val="single" w:sz="4" w:space="0" w:color="auto"/>
              <w:right w:val="single" w:sz="4" w:space="0" w:color="auto"/>
            </w:tcBorders>
            <w:shd w:val="clear" w:color="auto" w:fill="auto"/>
            <w:vAlign w:val="center"/>
            <w:hideMark/>
          </w:tcPr>
          <w:p w:rsidR="00F65437" w:rsidRPr="00F65437" w:rsidRDefault="00F65437" w:rsidP="00290F96">
            <w:pPr>
              <w:rPr>
                <w:rFonts w:ascii="Book Antiqua" w:hAnsi="Book Antiqua" w:cs="Arial"/>
                <w:sz w:val="22"/>
                <w:szCs w:val="22"/>
                <w:lang w:val="en-IN" w:eastAsia="en-IN"/>
              </w:rPr>
            </w:pPr>
            <w:r w:rsidRPr="00F65437">
              <w:rPr>
                <w:rFonts w:ascii="Book Antiqua" w:hAnsi="Book Antiqua" w:cs="Arial"/>
                <w:sz w:val="22"/>
                <w:szCs w:val="22"/>
                <w:lang w:val="en-IN" w:eastAsia="en-IN"/>
              </w:rPr>
              <w:t>Dumping of garbage in GHMC Dump yard once in a month</w:t>
            </w:r>
          </w:p>
        </w:tc>
        <w:tc>
          <w:tcPr>
            <w:tcW w:w="3119" w:type="dxa"/>
            <w:vMerge/>
            <w:tcBorders>
              <w:left w:val="nil"/>
              <w:right w:val="single" w:sz="4" w:space="0" w:color="auto"/>
            </w:tcBorders>
            <w:shd w:val="clear" w:color="auto" w:fill="auto"/>
            <w:vAlign w:val="center"/>
          </w:tcPr>
          <w:p w:rsidR="00F65437" w:rsidRPr="00F65437" w:rsidRDefault="00F65437" w:rsidP="00290F96">
            <w:pPr>
              <w:jc w:val="center"/>
              <w:rPr>
                <w:rFonts w:ascii="Book Antiqua" w:hAnsi="Book Antiqua" w:cs="Arial"/>
                <w:sz w:val="22"/>
                <w:szCs w:val="22"/>
                <w:lang w:val="en-IN" w:eastAsia="en-IN"/>
              </w:rPr>
            </w:pPr>
          </w:p>
        </w:tc>
      </w:tr>
      <w:tr w:rsidR="00F65437" w:rsidRPr="00F65437" w:rsidTr="00963E4A">
        <w:trPr>
          <w:trHeight w:val="255"/>
          <w:jc w:val="center"/>
        </w:trPr>
        <w:tc>
          <w:tcPr>
            <w:tcW w:w="5665" w:type="dxa"/>
            <w:tcBorders>
              <w:top w:val="nil"/>
              <w:left w:val="single" w:sz="4" w:space="0" w:color="auto"/>
              <w:bottom w:val="single" w:sz="4" w:space="0" w:color="auto"/>
              <w:right w:val="single" w:sz="4" w:space="0" w:color="auto"/>
            </w:tcBorders>
            <w:shd w:val="clear" w:color="auto" w:fill="auto"/>
            <w:vAlign w:val="center"/>
            <w:hideMark/>
          </w:tcPr>
          <w:p w:rsidR="00F65437" w:rsidRPr="00F65437" w:rsidRDefault="00F65437" w:rsidP="00290F96">
            <w:pPr>
              <w:rPr>
                <w:rFonts w:ascii="Book Antiqua" w:hAnsi="Book Antiqua" w:cs="Arial"/>
                <w:sz w:val="22"/>
                <w:szCs w:val="22"/>
                <w:lang w:val="en-IN" w:eastAsia="en-IN"/>
              </w:rPr>
            </w:pPr>
            <w:r w:rsidRPr="00F65437">
              <w:rPr>
                <w:rFonts w:ascii="Book Antiqua" w:hAnsi="Book Antiqua" w:cs="Arial"/>
                <w:sz w:val="22"/>
                <w:szCs w:val="22"/>
                <w:lang w:val="en-IN" w:eastAsia="en-IN"/>
              </w:rPr>
              <w:t>Cleaning of sump Once in a month</w:t>
            </w:r>
          </w:p>
        </w:tc>
        <w:tc>
          <w:tcPr>
            <w:tcW w:w="3119" w:type="dxa"/>
            <w:vMerge/>
            <w:tcBorders>
              <w:left w:val="nil"/>
              <w:right w:val="single" w:sz="4" w:space="0" w:color="auto"/>
            </w:tcBorders>
            <w:shd w:val="clear" w:color="auto" w:fill="auto"/>
            <w:vAlign w:val="center"/>
          </w:tcPr>
          <w:p w:rsidR="00F65437" w:rsidRPr="00F65437" w:rsidRDefault="00F65437" w:rsidP="00290F96">
            <w:pPr>
              <w:jc w:val="center"/>
              <w:rPr>
                <w:rFonts w:ascii="Book Antiqua" w:hAnsi="Book Antiqua" w:cs="Arial"/>
                <w:sz w:val="22"/>
                <w:szCs w:val="22"/>
                <w:lang w:val="en-IN" w:eastAsia="en-IN"/>
              </w:rPr>
            </w:pPr>
          </w:p>
        </w:tc>
      </w:tr>
      <w:tr w:rsidR="00F65437" w:rsidRPr="00F65437" w:rsidTr="00963E4A">
        <w:trPr>
          <w:trHeight w:val="255"/>
          <w:jc w:val="center"/>
        </w:trPr>
        <w:tc>
          <w:tcPr>
            <w:tcW w:w="5665" w:type="dxa"/>
            <w:tcBorders>
              <w:top w:val="nil"/>
              <w:left w:val="single" w:sz="4" w:space="0" w:color="auto"/>
              <w:bottom w:val="single" w:sz="4" w:space="0" w:color="auto"/>
              <w:right w:val="single" w:sz="4" w:space="0" w:color="auto"/>
            </w:tcBorders>
            <w:shd w:val="clear" w:color="auto" w:fill="auto"/>
            <w:vAlign w:val="center"/>
            <w:hideMark/>
          </w:tcPr>
          <w:p w:rsidR="00F65437" w:rsidRPr="00F65437" w:rsidRDefault="00F65437" w:rsidP="00290F96">
            <w:pPr>
              <w:rPr>
                <w:rFonts w:ascii="Book Antiqua" w:hAnsi="Book Antiqua" w:cs="Arial"/>
                <w:sz w:val="22"/>
                <w:szCs w:val="22"/>
                <w:lang w:val="en-IN" w:eastAsia="en-IN"/>
              </w:rPr>
            </w:pPr>
            <w:r w:rsidRPr="00F65437">
              <w:rPr>
                <w:rFonts w:ascii="Book Antiqua" w:hAnsi="Book Antiqua" w:cs="Arial"/>
                <w:sz w:val="22"/>
                <w:szCs w:val="22"/>
                <w:lang w:val="en-IN" w:eastAsia="en-IN"/>
              </w:rPr>
              <w:t>Cleaning of Manholes once in a month</w:t>
            </w:r>
          </w:p>
        </w:tc>
        <w:tc>
          <w:tcPr>
            <w:tcW w:w="3119" w:type="dxa"/>
            <w:vMerge/>
            <w:tcBorders>
              <w:left w:val="nil"/>
              <w:right w:val="single" w:sz="4" w:space="0" w:color="auto"/>
            </w:tcBorders>
            <w:shd w:val="clear" w:color="auto" w:fill="auto"/>
            <w:vAlign w:val="center"/>
          </w:tcPr>
          <w:p w:rsidR="00F65437" w:rsidRPr="00F65437" w:rsidRDefault="00F65437" w:rsidP="00290F96">
            <w:pPr>
              <w:jc w:val="center"/>
              <w:rPr>
                <w:rFonts w:ascii="Book Antiqua" w:hAnsi="Book Antiqua" w:cs="Arial"/>
                <w:sz w:val="22"/>
                <w:szCs w:val="22"/>
                <w:lang w:val="en-IN" w:eastAsia="en-IN"/>
              </w:rPr>
            </w:pPr>
          </w:p>
        </w:tc>
      </w:tr>
      <w:tr w:rsidR="00F65437" w:rsidRPr="00F65437" w:rsidTr="00963E4A">
        <w:trPr>
          <w:trHeight w:val="510"/>
          <w:jc w:val="center"/>
        </w:trPr>
        <w:tc>
          <w:tcPr>
            <w:tcW w:w="5665" w:type="dxa"/>
            <w:tcBorders>
              <w:top w:val="nil"/>
              <w:left w:val="single" w:sz="4" w:space="0" w:color="auto"/>
              <w:bottom w:val="single" w:sz="4" w:space="0" w:color="auto"/>
              <w:right w:val="single" w:sz="4" w:space="0" w:color="auto"/>
            </w:tcBorders>
            <w:shd w:val="clear" w:color="auto" w:fill="auto"/>
            <w:vAlign w:val="center"/>
            <w:hideMark/>
          </w:tcPr>
          <w:p w:rsidR="00F65437" w:rsidRPr="00F65437" w:rsidRDefault="00F65437" w:rsidP="00290F96">
            <w:pPr>
              <w:rPr>
                <w:rFonts w:ascii="Book Antiqua" w:hAnsi="Book Antiqua" w:cs="Arial"/>
                <w:sz w:val="22"/>
                <w:szCs w:val="22"/>
                <w:lang w:val="en-IN" w:eastAsia="en-IN"/>
              </w:rPr>
            </w:pPr>
            <w:r w:rsidRPr="00F65437">
              <w:rPr>
                <w:rFonts w:ascii="Book Antiqua" w:hAnsi="Book Antiqua" w:cs="Arial"/>
                <w:sz w:val="22"/>
                <w:szCs w:val="22"/>
                <w:lang w:val="en-IN" w:eastAsia="en-IN"/>
              </w:rPr>
              <w:t>Garbage Baskets</w:t>
            </w:r>
          </w:p>
        </w:tc>
        <w:tc>
          <w:tcPr>
            <w:tcW w:w="3119" w:type="dxa"/>
            <w:vMerge/>
            <w:tcBorders>
              <w:left w:val="nil"/>
              <w:bottom w:val="single" w:sz="4" w:space="0" w:color="auto"/>
              <w:right w:val="single" w:sz="4" w:space="0" w:color="auto"/>
            </w:tcBorders>
            <w:shd w:val="clear" w:color="auto" w:fill="auto"/>
            <w:vAlign w:val="center"/>
            <w:hideMark/>
          </w:tcPr>
          <w:p w:rsidR="00F65437" w:rsidRPr="00F65437" w:rsidRDefault="00F65437" w:rsidP="00290F96">
            <w:pPr>
              <w:jc w:val="center"/>
              <w:rPr>
                <w:rFonts w:ascii="Book Antiqua" w:hAnsi="Book Antiqua" w:cs="Arial"/>
                <w:sz w:val="22"/>
                <w:szCs w:val="22"/>
                <w:lang w:val="en-IN" w:eastAsia="en-IN"/>
              </w:rPr>
            </w:pPr>
          </w:p>
        </w:tc>
      </w:tr>
    </w:tbl>
    <w:p w:rsidR="00F65437" w:rsidRPr="00F65437" w:rsidRDefault="00F65437" w:rsidP="00F65437">
      <w:pPr>
        <w:ind w:left="360"/>
        <w:jc w:val="both"/>
        <w:rPr>
          <w:rFonts w:ascii="Book Antiqua" w:hAnsi="Book Antiqua"/>
          <w:bCs/>
          <w:sz w:val="22"/>
          <w:szCs w:val="22"/>
          <w:u w:val="single"/>
        </w:rPr>
      </w:pPr>
    </w:p>
    <w:p w:rsidR="00963E4A" w:rsidRDefault="00963E4A">
      <w:pPr>
        <w:rPr>
          <w:rFonts w:ascii="Book Antiqua" w:hAnsi="Book Antiqua"/>
          <w:bCs/>
          <w:sz w:val="22"/>
          <w:szCs w:val="22"/>
          <w:u w:val="single"/>
        </w:rPr>
      </w:pPr>
      <w:r>
        <w:rPr>
          <w:rFonts w:ascii="Book Antiqua" w:hAnsi="Book Antiqua"/>
          <w:bCs/>
          <w:sz w:val="22"/>
          <w:szCs w:val="22"/>
          <w:u w:val="single"/>
        </w:rPr>
        <w:br w:type="page"/>
      </w:r>
    </w:p>
    <w:p w:rsidR="00F65437" w:rsidRPr="00F65437" w:rsidRDefault="00F65437" w:rsidP="00F65437">
      <w:pPr>
        <w:ind w:left="360"/>
        <w:jc w:val="both"/>
        <w:rPr>
          <w:rFonts w:ascii="Book Antiqua" w:hAnsi="Book Antiqua"/>
          <w:bCs/>
          <w:sz w:val="22"/>
          <w:szCs w:val="22"/>
          <w:u w:val="single"/>
        </w:rPr>
      </w:pPr>
    </w:p>
    <w:p w:rsidR="00F65437" w:rsidRPr="00F65437" w:rsidRDefault="00F65437" w:rsidP="00F65437">
      <w:pPr>
        <w:jc w:val="both"/>
        <w:rPr>
          <w:rFonts w:ascii="Book Antiqua" w:hAnsi="Book Antiqua"/>
          <w:bCs/>
          <w:sz w:val="22"/>
          <w:szCs w:val="22"/>
        </w:rPr>
      </w:pPr>
      <w:r w:rsidRPr="00F65437">
        <w:rPr>
          <w:rFonts w:ascii="Book Antiqua" w:hAnsi="Book Antiqua"/>
          <w:b/>
          <w:bCs/>
          <w:sz w:val="22"/>
          <w:szCs w:val="22"/>
          <w:u w:val="single"/>
        </w:rPr>
        <w:t>WEEKLY SCHEDULE</w:t>
      </w:r>
      <w:r w:rsidRPr="00F65437">
        <w:rPr>
          <w:rFonts w:ascii="Book Antiqua" w:hAnsi="Book Antiqua"/>
          <w:bCs/>
          <w:sz w:val="22"/>
          <w:szCs w:val="22"/>
          <w:u w:val="single"/>
        </w:rPr>
        <w:t xml:space="preserve">  </w:t>
      </w:r>
      <w:r w:rsidRPr="00F65437">
        <w:rPr>
          <w:rFonts w:ascii="Book Antiqua" w:hAnsi="Book Antiqua"/>
          <w:bCs/>
          <w:sz w:val="22"/>
          <w:szCs w:val="22"/>
        </w:rPr>
        <w:t>(To be carried out on all Sundays)</w:t>
      </w:r>
    </w:p>
    <w:p w:rsidR="00F65437" w:rsidRPr="00F65437" w:rsidRDefault="00F65437" w:rsidP="00F65437">
      <w:pPr>
        <w:tabs>
          <w:tab w:val="left" w:pos="1200"/>
        </w:tabs>
        <w:jc w:val="both"/>
        <w:rPr>
          <w:rFonts w:ascii="Book Antiqua" w:hAnsi="Book Antiqua"/>
          <w:sz w:val="22"/>
          <w:szCs w:val="22"/>
        </w:rPr>
      </w:pPr>
      <w:r w:rsidRPr="00F65437">
        <w:rPr>
          <w:rFonts w:ascii="Book Antiqua" w:hAnsi="Book Antiqua"/>
          <w:sz w:val="22"/>
          <w:szCs w:val="22"/>
        </w:rPr>
        <w:tab/>
      </w:r>
    </w:p>
    <w:p w:rsidR="00F65437" w:rsidRPr="00F65437" w:rsidRDefault="00F65437" w:rsidP="00F65437">
      <w:pPr>
        <w:numPr>
          <w:ilvl w:val="0"/>
          <w:numId w:val="21"/>
        </w:numPr>
        <w:spacing w:line="360" w:lineRule="auto"/>
        <w:jc w:val="both"/>
        <w:rPr>
          <w:rFonts w:ascii="Book Antiqua" w:hAnsi="Book Antiqua"/>
          <w:sz w:val="22"/>
          <w:szCs w:val="22"/>
        </w:rPr>
      </w:pPr>
      <w:r w:rsidRPr="00F65437">
        <w:rPr>
          <w:rFonts w:ascii="Book Antiqua" w:hAnsi="Book Antiqua"/>
          <w:sz w:val="22"/>
          <w:szCs w:val="22"/>
        </w:rPr>
        <w:t>Thorough washing of floors mentioned all floors as per area in statement and removal of oils stains by applying approved chemicals.</w:t>
      </w:r>
    </w:p>
    <w:p w:rsidR="00F65437" w:rsidRPr="00F65437" w:rsidRDefault="00F65437" w:rsidP="00F65437">
      <w:pPr>
        <w:spacing w:line="360" w:lineRule="auto"/>
        <w:ind w:left="360"/>
        <w:jc w:val="both"/>
        <w:rPr>
          <w:rFonts w:ascii="Book Antiqua" w:hAnsi="Book Antiqua"/>
          <w:sz w:val="22"/>
          <w:szCs w:val="22"/>
        </w:rPr>
      </w:pPr>
    </w:p>
    <w:p w:rsidR="00F65437" w:rsidRPr="00F65437" w:rsidRDefault="00F65437" w:rsidP="00F65437">
      <w:pPr>
        <w:numPr>
          <w:ilvl w:val="0"/>
          <w:numId w:val="21"/>
        </w:numPr>
        <w:spacing w:line="360" w:lineRule="auto"/>
        <w:jc w:val="both"/>
        <w:rPr>
          <w:rFonts w:ascii="Book Antiqua" w:hAnsi="Book Antiqua"/>
          <w:sz w:val="22"/>
          <w:szCs w:val="22"/>
        </w:rPr>
      </w:pPr>
      <w:r w:rsidRPr="00F65437">
        <w:rPr>
          <w:rFonts w:ascii="Book Antiqua" w:hAnsi="Book Antiqua"/>
          <w:sz w:val="22"/>
          <w:szCs w:val="22"/>
        </w:rPr>
        <w:t>Mopping and wet /chemical cleaning of glass and all other surfaces and removal of all stains in buildings mentioned as above and common areas covered in the tender.</w:t>
      </w:r>
    </w:p>
    <w:p w:rsidR="00F65437" w:rsidRPr="00F65437" w:rsidRDefault="00F65437" w:rsidP="00F65437">
      <w:pPr>
        <w:spacing w:line="360" w:lineRule="auto"/>
        <w:ind w:left="360"/>
        <w:jc w:val="both"/>
        <w:rPr>
          <w:rFonts w:ascii="Book Antiqua" w:hAnsi="Book Antiqua"/>
          <w:sz w:val="22"/>
          <w:szCs w:val="22"/>
        </w:rPr>
      </w:pPr>
    </w:p>
    <w:p w:rsidR="00F65437" w:rsidRPr="00F65437" w:rsidRDefault="00F65437" w:rsidP="00F65437">
      <w:pPr>
        <w:numPr>
          <w:ilvl w:val="0"/>
          <w:numId w:val="21"/>
        </w:numPr>
        <w:spacing w:line="360" w:lineRule="auto"/>
        <w:jc w:val="both"/>
        <w:rPr>
          <w:rFonts w:ascii="Book Antiqua" w:hAnsi="Book Antiqua"/>
          <w:sz w:val="22"/>
          <w:szCs w:val="22"/>
        </w:rPr>
      </w:pPr>
      <w:r w:rsidRPr="00F65437">
        <w:rPr>
          <w:rFonts w:ascii="Book Antiqua" w:hAnsi="Book Antiqua"/>
          <w:sz w:val="22"/>
          <w:szCs w:val="22"/>
        </w:rPr>
        <w:t xml:space="preserve">Removal of cobwebs, all floors </w:t>
      </w:r>
      <w:r w:rsidR="00963E4A">
        <w:rPr>
          <w:rFonts w:ascii="Book Antiqua" w:hAnsi="Book Antiqua"/>
          <w:sz w:val="22"/>
          <w:szCs w:val="22"/>
        </w:rPr>
        <w:t xml:space="preserve">building of the </w:t>
      </w:r>
      <w:r w:rsidRPr="00F65437">
        <w:rPr>
          <w:rFonts w:ascii="Book Antiqua" w:hAnsi="Book Antiqua"/>
          <w:b/>
          <w:sz w:val="22"/>
          <w:szCs w:val="22"/>
          <w:lang w:val="en-IN"/>
        </w:rPr>
        <w:t>Chief General Manager/ RR Zone/ Hyderabad</w:t>
      </w:r>
      <w:r w:rsidRPr="00F65437">
        <w:rPr>
          <w:rFonts w:ascii="Book Antiqua" w:hAnsi="Book Antiqua"/>
          <w:sz w:val="22"/>
          <w:szCs w:val="22"/>
        </w:rPr>
        <w:t>.</w:t>
      </w:r>
    </w:p>
    <w:p w:rsidR="00F65437" w:rsidRPr="00F65437" w:rsidRDefault="00F65437" w:rsidP="00F65437">
      <w:pPr>
        <w:spacing w:line="360" w:lineRule="auto"/>
        <w:ind w:left="360"/>
        <w:jc w:val="both"/>
        <w:rPr>
          <w:rFonts w:ascii="Book Antiqua" w:hAnsi="Book Antiqua"/>
          <w:sz w:val="22"/>
          <w:szCs w:val="22"/>
        </w:rPr>
      </w:pPr>
    </w:p>
    <w:p w:rsidR="00F65437" w:rsidRPr="00F65437" w:rsidRDefault="00F65437" w:rsidP="00F65437">
      <w:pPr>
        <w:numPr>
          <w:ilvl w:val="0"/>
          <w:numId w:val="21"/>
        </w:numPr>
        <w:spacing w:line="360" w:lineRule="auto"/>
        <w:jc w:val="both"/>
        <w:rPr>
          <w:rFonts w:ascii="Book Antiqua" w:hAnsi="Book Antiqua"/>
          <w:sz w:val="22"/>
          <w:szCs w:val="22"/>
        </w:rPr>
      </w:pPr>
      <w:r w:rsidRPr="00F65437">
        <w:rPr>
          <w:rFonts w:ascii="Book Antiqua" w:hAnsi="Book Antiqua"/>
          <w:sz w:val="22"/>
          <w:szCs w:val="22"/>
        </w:rPr>
        <w:t xml:space="preserve">Sweeping of terrace floors </w:t>
      </w:r>
      <w:r w:rsidR="00963E4A">
        <w:rPr>
          <w:rFonts w:ascii="Book Antiqua" w:hAnsi="Book Antiqua"/>
          <w:sz w:val="22"/>
          <w:szCs w:val="22"/>
        </w:rPr>
        <w:t xml:space="preserve">building of the </w:t>
      </w:r>
      <w:r w:rsidRPr="00F65437">
        <w:rPr>
          <w:rFonts w:ascii="Book Antiqua" w:hAnsi="Book Antiqua"/>
          <w:b/>
          <w:sz w:val="22"/>
          <w:szCs w:val="22"/>
          <w:lang w:val="en-IN"/>
        </w:rPr>
        <w:t>Chief General Manager/ RR Zone/ Hyderabad</w:t>
      </w:r>
      <w:r w:rsidRPr="00F65437">
        <w:rPr>
          <w:rFonts w:ascii="Book Antiqua" w:hAnsi="Book Antiqua"/>
          <w:sz w:val="22"/>
          <w:szCs w:val="22"/>
        </w:rPr>
        <w:t xml:space="preserve"> and disposing of the garbage.</w:t>
      </w:r>
    </w:p>
    <w:p w:rsidR="00F65437" w:rsidRPr="00F65437" w:rsidRDefault="00F65437" w:rsidP="00F65437">
      <w:pPr>
        <w:spacing w:line="360" w:lineRule="auto"/>
        <w:ind w:left="360"/>
        <w:jc w:val="both"/>
        <w:rPr>
          <w:rFonts w:ascii="Book Antiqua" w:hAnsi="Book Antiqua"/>
          <w:sz w:val="22"/>
          <w:szCs w:val="22"/>
        </w:rPr>
      </w:pPr>
    </w:p>
    <w:p w:rsidR="00F65437" w:rsidRPr="00F65437" w:rsidRDefault="00F65437" w:rsidP="00F65437">
      <w:pPr>
        <w:spacing w:line="360" w:lineRule="auto"/>
        <w:jc w:val="both"/>
        <w:rPr>
          <w:rFonts w:ascii="Book Antiqua" w:hAnsi="Book Antiqua"/>
          <w:bCs/>
          <w:sz w:val="22"/>
          <w:szCs w:val="22"/>
        </w:rPr>
      </w:pPr>
      <w:r w:rsidRPr="00F65437">
        <w:rPr>
          <w:rFonts w:ascii="Book Antiqua" w:hAnsi="Book Antiqua"/>
          <w:b/>
          <w:sz w:val="22"/>
          <w:szCs w:val="22"/>
          <w:u w:val="single"/>
        </w:rPr>
        <w:t>MONTHLY SCHEDULE</w:t>
      </w:r>
      <w:r w:rsidRPr="00F65437">
        <w:rPr>
          <w:rFonts w:ascii="Book Antiqua" w:hAnsi="Book Antiqua"/>
          <w:sz w:val="22"/>
          <w:szCs w:val="22"/>
          <w:u w:val="single"/>
        </w:rPr>
        <w:t xml:space="preserve">  </w:t>
      </w:r>
      <w:r w:rsidRPr="00F65437">
        <w:rPr>
          <w:rFonts w:ascii="Book Antiqua" w:hAnsi="Book Antiqua"/>
          <w:bCs/>
          <w:sz w:val="22"/>
          <w:szCs w:val="22"/>
        </w:rPr>
        <w:t>(To be carried out on all Second Saturdays)</w:t>
      </w:r>
    </w:p>
    <w:p w:rsidR="00F65437" w:rsidRPr="00F65437" w:rsidRDefault="00F65437" w:rsidP="00F65437">
      <w:pPr>
        <w:numPr>
          <w:ilvl w:val="0"/>
          <w:numId w:val="22"/>
        </w:numPr>
        <w:spacing w:line="360" w:lineRule="auto"/>
        <w:jc w:val="both"/>
        <w:rPr>
          <w:rFonts w:ascii="Book Antiqua" w:hAnsi="Book Antiqua"/>
          <w:sz w:val="22"/>
          <w:szCs w:val="22"/>
        </w:rPr>
      </w:pPr>
      <w:r w:rsidRPr="00F65437">
        <w:rPr>
          <w:rFonts w:ascii="Book Antiqua" w:hAnsi="Book Antiqua"/>
          <w:sz w:val="22"/>
          <w:szCs w:val="22"/>
        </w:rPr>
        <w:t>Through dry cleaning of all ceiling fans &amp; Computers</w:t>
      </w:r>
    </w:p>
    <w:p w:rsidR="00F65437" w:rsidRPr="00F65437" w:rsidRDefault="00F65437" w:rsidP="00F65437">
      <w:pPr>
        <w:numPr>
          <w:ilvl w:val="0"/>
          <w:numId w:val="22"/>
        </w:numPr>
        <w:spacing w:line="360" w:lineRule="auto"/>
        <w:jc w:val="both"/>
        <w:rPr>
          <w:rFonts w:ascii="Book Antiqua" w:hAnsi="Book Antiqua"/>
          <w:sz w:val="22"/>
          <w:szCs w:val="22"/>
        </w:rPr>
      </w:pPr>
      <w:r w:rsidRPr="00F65437">
        <w:rPr>
          <w:rFonts w:ascii="Book Antiqua" w:hAnsi="Book Antiqua"/>
          <w:sz w:val="22"/>
          <w:szCs w:val="22"/>
        </w:rPr>
        <w:t>Through wet and dry-cleaning of all sills and glasses of the building room outside with soap solution and other chemicals, with due care and safety.</w:t>
      </w:r>
    </w:p>
    <w:p w:rsidR="00F65437" w:rsidRPr="00F65437" w:rsidRDefault="00F65437" w:rsidP="00F65437">
      <w:pPr>
        <w:numPr>
          <w:ilvl w:val="0"/>
          <w:numId w:val="22"/>
        </w:numPr>
        <w:spacing w:line="360" w:lineRule="auto"/>
        <w:jc w:val="both"/>
        <w:rPr>
          <w:rFonts w:ascii="Book Antiqua" w:hAnsi="Book Antiqua"/>
          <w:sz w:val="22"/>
          <w:szCs w:val="22"/>
        </w:rPr>
      </w:pPr>
      <w:r w:rsidRPr="00F65437">
        <w:rPr>
          <w:rFonts w:ascii="Book Antiqua" w:hAnsi="Book Antiqua"/>
          <w:sz w:val="22"/>
          <w:szCs w:val="22"/>
        </w:rPr>
        <w:t>Removal of stains over all wall surfaces using sponge with soap /shampoo water or any other approved chemical if required.</w:t>
      </w:r>
    </w:p>
    <w:p w:rsidR="00F65437" w:rsidRPr="00963E4A" w:rsidRDefault="00F65437" w:rsidP="00F65437">
      <w:pPr>
        <w:numPr>
          <w:ilvl w:val="0"/>
          <w:numId w:val="22"/>
        </w:numPr>
        <w:spacing w:line="360" w:lineRule="auto"/>
        <w:jc w:val="both"/>
        <w:rPr>
          <w:rFonts w:ascii="Book Antiqua" w:hAnsi="Book Antiqua"/>
          <w:sz w:val="22"/>
          <w:szCs w:val="22"/>
        </w:rPr>
      </w:pPr>
      <w:r w:rsidRPr="00F65437">
        <w:rPr>
          <w:rFonts w:ascii="Book Antiqua" w:hAnsi="Book Antiqua"/>
          <w:sz w:val="22"/>
          <w:szCs w:val="22"/>
        </w:rPr>
        <w:t xml:space="preserve">All Sumps and over head tanks cleaning </w:t>
      </w:r>
      <w:r w:rsidR="00963E4A">
        <w:rPr>
          <w:rFonts w:ascii="Book Antiqua" w:hAnsi="Book Antiqua"/>
          <w:sz w:val="22"/>
          <w:szCs w:val="22"/>
        </w:rPr>
        <w:t xml:space="preserve">of building of the </w:t>
      </w:r>
      <w:r w:rsidRPr="00F65437">
        <w:rPr>
          <w:rFonts w:ascii="Book Antiqua" w:hAnsi="Book Antiqua"/>
          <w:b/>
          <w:sz w:val="22"/>
          <w:szCs w:val="22"/>
          <w:lang w:val="en-IN"/>
        </w:rPr>
        <w:t>Chief General Manager/ RR Zone/ Hyderabad.</w:t>
      </w:r>
    </w:p>
    <w:p w:rsidR="00963E4A" w:rsidRDefault="00963E4A" w:rsidP="00963E4A">
      <w:pPr>
        <w:spacing w:line="360" w:lineRule="auto"/>
        <w:ind w:left="720"/>
        <w:jc w:val="both"/>
        <w:rPr>
          <w:rFonts w:ascii="Book Antiqua" w:hAnsi="Book Antiqua"/>
          <w:b/>
          <w:sz w:val="22"/>
          <w:szCs w:val="22"/>
          <w:lang w:val="en-IN"/>
        </w:rPr>
      </w:pPr>
    </w:p>
    <w:p w:rsidR="00963E4A" w:rsidRPr="00F65437" w:rsidRDefault="00963E4A" w:rsidP="00963E4A">
      <w:pPr>
        <w:spacing w:line="360" w:lineRule="auto"/>
        <w:ind w:left="720"/>
        <w:jc w:val="both"/>
        <w:rPr>
          <w:rFonts w:ascii="Book Antiqua" w:hAnsi="Book Antiqua"/>
          <w:sz w:val="22"/>
          <w:szCs w:val="22"/>
        </w:rPr>
      </w:pPr>
    </w:p>
    <w:p w:rsidR="00F65437" w:rsidRPr="00F65437" w:rsidRDefault="00F65437" w:rsidP="00F65437">
      <w:pPr>
        <w:pStyle w:val="ListParagraph"/>
        <w:tabs>
          <w:tab w:val="center" w:pos="4734"/>
          <w:tab w:val="left" w:pos="6313"/>
        </w:tabs>
        <w:rPr>
          <w:rFonts w:ascii="Book Antiqua" w:hAnsi="Book Antiqua"/>
          <w:sz w:val="22"/>
          <w:szCs w:val="22"/>
        </w:rPr>
      </w:pPr>
      <w:r w:rsidRPr="00F65437">
        <w:rPr>
          <w:rFonts w:ascii="Book Antiqua" w:hAnsi="Book Antiqua"/>
          <w:sz w:val="22"/>
          <w:szCs w:val="22"/>
        </w:rPr>
        <w:t>SIGNATURE OF THE TENDERER                                     Chief General Manager/Operation,</w:t>
      </w:r>
    </w:p>
    <w:p w:rsidR="00F65437" w:rsidRPr="00F65437" w:rsidRDefault="00F65437" w:rsidP="00F65437">
      <w:pPr>
        <w:pStyle w:val="ListParagraph"/>
        <w:tabs>
          <w:tab w:val="center" w:pos="4734"/>
          <w:tab w:val="left" w:pos="6313"/>
        </w:tabs>
        <w:rPr>
          <w:rFonts w:ascii="Book Antiqua" w:hAnsi="Book Antiqua"/>
          <w:sz w:val="22"/>
          <w:szCs w:val="22"/>
        </w:rPr>
      </w:pPr>
      <w:r w:rsidRPr="00F65437">
        <w:rPr>
          <w:rFonts w:ascii="Book Antiqua" w:hAnsi="Book Antiqua"/>
          <w:sz w:val="22"/>
          <w:szCs w:val="22"/>
        </w:rPr>
        <w:t xml:space="preserve">            WITH SEAL                        </w:t>
      </w:r>
      <w:r w:rsidRPr="00F65437">
        <w:rPr>
          <w:rFonts w:ascii="Book Antiqua" w:hAnsi="Book Antiqua"/>
          <w:sz w:val="22"/>
          <w:szCs w:val="22"/>
        </w:rPr>
        <w:tab/>
        <w:t xml:space="preserve">                                                Ranga Reddy Zone, TSSPDCL</w:t>
      </w:r>
    </w:p>
    <w:p w:rsidR="00F65437" w:rsidRPr="00F65437" w:rsidRDefault="00F65437" w:rsidP="00F65437">
      <w:pPr>
        <w:pStyle w:val="ListParagraph"/>
        <w:tabs>
          <w:tab w:val="center" w:pos="4734"/>
          <w:tab w:val="left" w:pos="6313"/>
        </w:tabs>
        <w:rPr>
          <w:rFonts w:ascii="Book Antiqua" w:hAnsi="Book Antiqua"/>
          <w:sz w:val="22"/>
          <w:szCs w:val="22"/>
        </w:rPr>
      </w:pPr>
      <w:r w:rsidRPr="00F65437">
        <w:rPr>
          <w:rFonts w:ascii="Book Antiqua" w:hAnsi="Book Antiqua"/>
          <w:sz w:val="22"/>
          <w:szCs w:val="22"/>
        </w:rPr>
        <w:t xml:space="preserve">                                                                                                     </w:t>
      </w:r>
      <w:r w:rsidR="00963E4A">
        <w:rPr>
          <w:rFonts w:ascii="Book Antiqua" w:hAnsi="Book Antiqua"/>
          <w:sz w:val="22"/>
          <w:szCs w:val="22"/>
        </w:rPr>
        <w:t xml:space="preserve">      </w:t>
      </w:r>
      <w:r w:rsidRPr="00F65437">
        <w:rPr>
          <w:rFonts w:ascii="Book Antiqua" w:hAnsi="Book Antiqua"/>
          <w:sz w:val="22"/>
          <w:szCs w:val="22"/>
        </w:rPr>
        <w:t xml:space="preserve">KPHB Colony, Hyderabad           </w:t>
      </w:r>
    </w:p>
    <w:p w:rsidR="00F65437" w:rsidRPr="00F65437" w:rsidRDefault="00F65437" w:rsidP="00F65437">
      <w:pPr>
        <w:spacing w:line="360" w:lineRule="auto"/>
        <w:ind w:left="720"/>
        <w:jc w:val="both"/>
        <w:rPr>
          <w:rFonts w:ascii="Book Antiqua" w:hAnsi="Book Antiqua"/>
          <w:sz w:val="22"/>
          <w:szCs w:val="22"/>
        </w:rPr>
      </w:pPr>
    </w:p>
    <w:p w:rsidR="00963E4A" w:rsidRDefault="00963E4A">
      <w:pPr>
        <w:rPr>
          <w:rFonts w:ascii="Book Antiqua" w:hAnsi="Book Antiqua"/>
          <w:b/>
          <w:sz w:val="22"/>
          <w:szCs w:val="22"/>
          <w:u w:val="single"/>
        </w:rPr>
      </w:pPr>
      <w:r>
        <w:rPr>
          <w:rFonts w:ascii="Book Antiqua" w:hAnsi="Book Antiqua"/>
          <w:b/>
          <w:sz w:val="22"/>
          <w:szCs w:val="22"/>
          <w:u w:val="single"/>
        </w:rPr>
        <w:br w:type="page"/>
      </w:r>
    </w:p>
    <w:p w:rsidR="00F65437" w:rsidRPr="00F65437" w:rsidRDefault="00F65437" w:rsidP="00F65437">
      <w:pPr>
        <w:tabs>
          <w:tab w:val="center" w:pos="4734"/>
          <w:tab w:val="left" w:pos="6313"/>
        </w:tabs>
        <w:jc w:val="center"/>
        <w:rPr>
          <w:rFonts w:ascii="Book Antiqua" w:hAnsi="Book Antiqua"/>
          <w:b/>
          <w:sz w:val="22"/>
          <w:szCs w:val="22"/>
          <w:u w:val="single"/>
        </w:rPr>
      </w:pPr>
      <w:r w:rsidRPr="00F65437">
        <w:rPr>
          <w:rFonts w:ascii="Book Antiqua" w:hAnsi="Book Antiqua"/>
          <w:b/>
          <w:sz w:val="22"/>
          <w:szCs w:val="22"/>
          <w:u w:val="single"/>
        </w:rPr>
        <w:lastRenderedPageBreak/>
        <w:t>ANNEXURE-B</w:t>
      </w:r>
    </w:p>
    <w:p w:rsidR="00F65437" w:rsidRPr="00F65437" w:rsidRDefault="00F65437" w:rsidP="00F65437">
      <w:pPr>
        <w:tabs>
          <w:tab w:val="center" w:pos="4734"/>
          <w:tab w:val="left" w:pos="6313"/>
        </w:tabs>
        <w:jc w:val="center"/>
        <w:rPr>
          <w:rFonts w:ascii="Book Antiqua" w:hAnsi="Book Antiqua"/>
          <w:b/>
          <w:sz w:val="22"/>
          <w:szCs w:val="22"/>
          <w:u w:val="single"/>
        </w:rPr>
      </w:pPr>
      <w:r w:rsidRPr="00F65437">
        <w:rPr>
          <w:rFonts w:ascii="Book Antiqua" w:hAnsi="Book Antiqua"/>
          <w:b/>
          <w:sz w:val="22"/>
          <w:szCs w:val="22"/>
          <w:u w:val="single"/>
        </w:rPr>
        <w:t>SCHEDULE</w:t>
      </w:r>
    </w:p>
    <w:p w:rsidR="00F65437" w:rsidRPr="00F65437" w:rsidRDefault="00F65437" w:rsidP="00F65437">
      <w:pPr>
        <w:tabs>
          <w:tab w:val="center" w:pos="4734"/>
          <w:tab w:val="left" w:pos="6313"/>
        </w:tabs>
        <w:jc w:val="center"/>
        <w:rPr>
          <w:rFonts w:ascii="Book Antiqua" w:hAnsi="Book Antiqua"/>
          <w:b/>
          <w:sz w:val="22"/>
          <w:szCs w:val="22"/>
          <w:u w:val="single"/>
        </w:rPr>
      </w:pPr>
    </w:p>
    <w:p w:rsidR="00F65437" w:rsidRPr="00F65437" w:rsidRDefault="00F65437" w:rsidP="00F65437">
      <w:pPr>
        <w:tabs>
          <w:tab w:val="center" w:pos="4734"/>
          <w:tab w:val="left" w:pos="6313"/>
        </w:tabs>
        <w:jc w:val="center"/>
        <w:rPr>
          <w:rFonts w:ascii="Book Antiqua" w:hAnsi="Book Antiqua"/>
          <w:b/>
          <w:sz w:val="22"/>
          <w:szCs w:val="22"/>
          <w:u w:val="single"/>
        </w:rPr>
      </w:pPr>
    </w:p>
    <w:p w:rsidR="00F65437" w:rsidRPr="00F65437" w:rsidRDefault="00F65437" w:rsidP="00F65437">
      <w:pPr>
        <w:rPr>
          <w:rFonts w:ascii="Book Antiqua" w:hAnsi="Book Antiqua"/>
          <w:b/>
          <w:color w:val="000000"/>
          <w:sz w:val="22"/>
          <w:szCs w:val="22"/>
        </w:rPr>
      </w:pPr>
      <w:r w:rsidRPr="00F65437">
        <w:rPr>
          <w:rFonts w:ascii="Book Antiqua" w:hAnsi="Book Antiqua"/>
          <w:sz w:val="22"/>
          <w:szCs w:val="22"/>
        </w:rPr>
        <w:t>Specification No. CGM</w:t>
      </w:r>
      <w:r w:rsidRPr="00F65437">
        <w:rPr>
          <w:rFonts w:ascii="Book Antiqua" w:hAnsi="Book Antiqua"/>
          <w:sz w:val="22"/>
          <w:szCs w:val="22"/>
          <w:lang w:val="it-IT"/>
        </w:rPr>
        <w:t xml:space="preserve">/OP/RRZ/Hyd/O.TS.No.  </w:t>
      </w:r>
      <w:r w:rsidRPr="00F65437">
        <w:rPr>
          <w:rFonts w:ascii="Book Antiqua" w:hAnsi="Book Antiqua"/>
          <w:b/>
          <w:sz w:val="22"/>
          <w:szCs w:val="22"/>
          <w:lang w:val="it-IT"/>
        </w:rPr>
        <w:t xml:space="preserve">OT- </w:t>
      </w:r>
      <w:r w:rsidR="00B03E63">
        <w:rPr>
          <w:rFonts w:ascii="Book Antiqua" w:hAnsi="Book Antiqua"/>
          <w:b/>
          <w:sz w:val="22"/>
          <w:szCs w:val="22"/>
          <w:lang w:val="it-IT"/>
        </w:rPr>
        <w:t>05</w:t>
      </w:r>
      <w:r w:rsidRPr="00F65437">
        <w:rPr>
          <w:rFonts w:ascii="Book Antiqua" w:hAnsi="Book Antiqua"/>
          <w:b/>
          <w:sz w:val="22"/>
          <w:szCs w:val="22"/>
          <w:lang w:val="it-IT"/>
        </w:rPr>
        <w:t>/</w:t>
      </w:r>
      <w:r w:rsidR="00B03E63">
        <w:rPr>
          <w:rFonts w:ascii="Book Antiqua" w:hAnsi="Book Antiqua"/>
          <w:b/>
          <w:sz w:val="22"/>
          <w:szCs w:val="22"/>
          <w:lang w:val="it-IT"/>
        </w:rPr>
        <w:t>2023</w:t>
      </w:r>
      <w:r w:rsidRPr="00F65437">
        <w:rPr>
          <w:rFonts w:ascii="Book Antiqua" w:hAnsi="Book Antiqua"/>
          <w:b/>
          <w:sz w:val="22"/>
          <w:szCs w:val="22"/>
          <w:lang w:val="it-IT"/>
        </w:rPr>
        <w:t>-</w:t>
      </w:r>
      <w:r w:rsidR="00B03E63">
        <w:rPr>
          <w:rFonts w:ascii="Book Antiqua" w:hAnsi="Book Antiqua"/>
          <w:b/>
          <w:sz w:val="22"/>
          <w:szCs w:val="22"/>
          <w:lang w:val="it-IT"/>
        </w:rPr>
        <w:t>2024</w:t>
      </w:r>
      <w:r w:rsidRPr="00F65437">
        <w:rPr>
          <w:rFonts w:ascii="Book Antiqua" w:hAnsi="Book Antiqua"/>
          <w:b/>
          <w:color w:val="000000"/>
          <w:sz w:val="22"/>
          <w:szCs w:val="22"/>
        </w:rPr>
        <w:t xml:space="preserve">. </w:t>
      </w:r>
    </w:p>
    <w:p w:rsidR="00F65437" w:rsidRPr="00F65437" w:rsidRDefault="00F65437" w:rsidP="00F65437">
      <w:pPr>
        <w:rPr>
          <w:rFonts w:ascii="Book Antiqua" w:hAnsi="Book Antiqua"/>
          <w:b/>
          <w:color w:val="000000"/>
          <w:sz w:val="22"/>
          <w:szCs w:val="22"/>
        </w:rPr>
      </w:pPr>
    </w:p>
    <w:p w:rsidR="00F65437" w:rsidRPr="00F65437" w:rsidRDefault="00F65437" w:rsidP="00F65437">
      <w:pPr>
        <w:tabs>
          <w:tab w:val="center" w:pos="4734"/>
          <w:tab w:val="left" w:pos="6313"/>
        </w:tabs>
        <w:jc w:val="center"/>
        <w:rPr>
          <w:rFonts w:ascii="Book Antiqua" w:hAnsi="Book Antiqua"/>
          <w:sz w:val="22"/>
          <w:szCs w:val="22"/>
        </w:rPr>
      </w:pPr>
    </w:p>
    <w:p w:rsidR="00F65437" w:rsidRPr="00F65437" w:rsidRDefault="00F65437" w:rsidP="00F65437">
      <w:pPr>
        <w:spacing w:line="360" w:lineRule="auto"/>
        <w:jc w:val="both"/>
        <w:rPr>
          <w:rFonts w:ascii="Book Antiqua" w:hAnsi="Book Antiqua"/>
          <w:sz w:val="22"/>
          <w:szCs w:val="22"/>
        </w:rPr>
      </w:pPr>
      <w:r w:rsidRPr="00F65437">
        <w:rPr>
          <w:rFonts w:ascii="Book Antiqua" w:hAnsi="Book Antiqua"/>
          <w:sz w:val="22"/>
          <w:szCs w:val="22"/>
        </w:rPr>
        <w:t>Name Of Work: “</w:t>
      </w:r>
      <w:r w:rsidRPr="00F65437">
        <w:rPr>
          <w:rFonts w:ascii="Book Antiqua" w:hAnsi="Book Antiqua"/>
          <w:b/>
          <w:sz w:val="22"/>
          <w:szCs w:val="22"/>
        </w:rPr>
        <w:t xml:space="preserve">Providing House Keeping and Maintenance of </w:t>
      </w:r>
      <w:r w:rsidR="00B03E63">
        <w:rPr>
          <w:rFonts w:ascii="Book Antiqua" w:hAnsi="Book Antiqua"/>
          <w:b/>
          <w:sz w:val="22"/>
          <w:szCs w:val="22"/>
        </w:rPr>
        <w:t>Ranga Reddy Zonal office building at</w:t>
      </w:r>
      <w:r w:rsidRPr="00F65437">
        <w:rPr>
          <w:rFonts w:ascii="Book Antiqua" w:hAnsi="Book Antiqua"/>
          <w:b/>
          <w:sz w:val="22"/>
          <w:szCs w:val="22"/>
        </w:rPr>
        <w:t xml:space="preserve"> KPHB Colony, Hyderabad for the period from April 202</w:t>
      </w:r>
      <w:r w:rsidR="00B03E63">
        <w:rPr>
          <w:rFonts w:ascii="Book Antiqua" w:hAnsi="Book Antiqua"/>
          <w:b/>
          <w:sz w:val="22"/>
          <w:szCs w:val="22"/>
        </w:rPr>
        <w:t>3</w:t>
      </w:r>
      <w:r w:rsidRPr="00F65437">
        <w:rPr>
          <w:rFonts w:ascii="Book Antiqua" w:hAnsi="Book Antiqua"/>
          <w:b/>
          <w:sz w:val="22"/>
          <w:szCs w:val="22"/>
        </w:rPr>
        <w:t xml:space="preserve"> to March 202</w:t>
      </w:r>
      <w:r w:rsidR="00B03E63">
        <w:rPr>
          <w:rFonts w:ascii="Book Antiqua" w:hAnsi="Book Antiqua"/>
          <w:b/>
          <w:sz w:val="22"/>
          <w:szCs w:val="22"/>
        </w:rPr>
        <w:t>4</w:t>
      </w:r>
      <w:r w:rsidRPr="00F65437">
        <w:rPr>
          <w:rFonts w:ascii="Book Antiqua" w:hAnsi="Book Antiqua"/>
          <w:b/>
          <w:sz w:val="22"/>
          <w:szCs w:val="22"/>
        </w:rPr>
        <w:t xml:space="preserve"> in Cybercity Circle</w:t>
      </w:r>
      <w:r w:rsidRPr="00F65437">
        <w:rPr>
          <w:rFonts w:ascii="Book Antiqua" w:hAnsi="Book Antiqua"/>
          <w:sz w:val="22"/>
          <w:szCs w:val="22"/>
        </w:rPr>
        <w:t xml:space="preserve">. </w:t>
      </w:r>
    </w:p>
    <w:tbl>
      <w:tblPr>
        <w:tblW w:w="10788" w:type="dxa"/>
        <w:tblInd w:w="93" w:type="dxa"/>
        <w:tblLayout w:type="fixed"/>
        <w:tblLook w:val="04A0"/>
      </w:tblPr>
      <w:tblGrid>
        <w:gridCol w:w="582"/>
        <w:gridCol w:w="1396"/>
        <w:gridCol w:w="3781"/>
        <w:gridCol w:w="1060"/>
        <w:gridCol w:w="851"/>
        <w:gridCol w:w="1134"/>
        <w:gridCol w:w="709"/>
        <w:gridCol w:w="1275"/>
      </w:tblGrid>
      <w:tr w:rsidR="00F65437" w:rsidRPr="00F65437" w:rsidTr="00F65437">
        <w:trPr>
          <w:trHeight w:val="630"/>
        </w:trPr>
        <w:tc>
          <w:tcPr>
            <w:tcW w:w="5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65437" w:rsidRPr="00F65437" w:rsidRDefault="00F65437" w:rsidP="00290F96">
            <w:pPr>
              <w:jc w:val="center"/>
              <w:rPr>
                <w:rFonts w:ascii="Book Antiqua" w:hAnsi="Book Antiqua" w:cs="Arial"/>
                <w:b/>
                <w:bCs/>
                <w:sz w:val="22"/>
                <w:szCs w:val="22"/>
              </w:rPr>
            </w:pPr>
            <w:r w:rsidRPr="00F65437">
              <w:rPr>
                <w:rFonts w:ascii="Book Antiqua" w:hAnsi="Book Antiqua" w:cs="Arial"/>
                <w:b/>
                <w:bCs/>
                <w:sz w:val="22"/>
                <w:szCs w:val="22"/>
              </w:rPr>
              <w:t>S.No</w:t>
            </w:r>
          </w:p>
        </w:tc>
        <w:tc>
          <w:tcPr>
            <w:tcW w:w="1396" w:type="dxa"/>
            <w:tcBorders>
              <w:top w:val="single" w:sz="4" w:space="0" w:color="auto"/>
              <w:left w:val="nil"/>
              <w:bottom w:val="single" w:sz="4" w:space="0" w:color="auto"/>
              <w:right w:val="single" w:sz="4" w:space="0" w:color="auto"/>
            </w:tcBorders>
            <w:shd w:val="clear" w:color="000000" w:fill="FFFFFF"/>
            <w:vAlign w:val="center"/>
            <w:hideMark/>
          </w:tcPr>
          <w:p w:rsidR="00F65437" w:rsidRPr="00F65437" w:rsidRDefault="00F65437" w:rsidP="00290F96">
            <w:pPr>
              <w:jc w:val="center"/>
              <w:rPr>
                <w:rFonts w:ascii="Book Antiqua" w:hAnsi="Book Antiqua" w:cs="Arial"/>
                <w:b/>
                <w:bCs/>
                <w:sz w:val="22"/>
                <w:szCs w:val="22"/>
              </w:rPr>
            </w:pPr>
            <w:r w:rsidRPr="00F65437">
              <w:rPr>
                <w:rFonts w:ascii="Book Antiqua" w:hAnsi="Book Antiqua" w:cs="Arial"/>
                <w:b/>
                <w:bCs/>
                <w:sz w:val="22"/>
                <w:szCs w:val="22"/>
              </w:rPr>
              <w:t>SWR No.</w:t>
            </w:r>
          </w:p>
        </w:tc>
        <w:tc>
          <w:tcPr>
            <w:tcW w:w="3781" w:type="dxa"/>
            <w:tcBorders>
              <w:top w:val="single" w:sz="4" w:space="0" w:color="auto"/>
              <w:left w:val="nil"/>
              <w:bottom w:val="single" w:sz="4" w:space="0" w:color="auto"/>
              <w:right w:val="single" w:sz="4" w:space="0" w:color="auto"/>
            </w:tcBorders>
            <w:shd w:val="clear" w:color="000000" w:fill="FFFFFF"/>
            <w:noWrap/>
            <w:vAlign w:val="center"/>
            <w:hideMark/>
          </w:tcPr>
          <w:p w:rsidR="00F65437" w:rsidRPr="00F65437" w:rsidRDefault="00F65437" w:rsidP="00290F96">
            <w:pPr>
              <w:jc w:val="center"/>
              <w:rPr>
                <w:rFonts w:ascii="Book Antiqua" w:hAnsi="Book Antiqua" w:cs="Arial"/>
                <w:b/>
                <w:bCs/>
                <w:sz w:val="22"/>
                <w:szCs w:val="22"/>
              </w:rPr>
            </w:pPr>
            <w:r w:rsidRPr="00F65437">
              <w:rPr>
                <w:rFonts w:ascii="Book Antiqua" w:hAnsi="Book Antiqua" w:cs="Arial"/>
                <w:b/>
                <w:bCs/>
                <w:sz w:val="22"/>
                <w:szCs w:val="22"/>
              </w:rPr>
              <w:t>Description of work</w:t>
            </w:r>
          </w:p>
        </w:tc>
        <w:tc>
          <w:tcPr>
            <w:tcW w:w="1060" w:type="dxa"/>
            <w:tcBorders>
              <w:top w:val="single" w:sz="4" w:space="0" w:color="auto"/>
              <w:left w:val="nil"/>
              <w:bottom w:val="single" w:sz="4" w:space="0" w:color="auto"/>
              <w:right w:val="single" w:sz="4" w:space="0" w:color="auto"/>
            </w:tcBorders>
            <w:shd w:val="clear" w:color="000000" w:fill="FFFFFF"/>
            <w:vAlign w:val="center"/>
            <w:hideMark/>
          </w:tcPr>
          <w:p w:rsidR="00F65437" w:rsidRPr="00F65437" w:rsidRDefault="00F65437" w:rsidP="00290F96">
            <w:pPr>
              <w:rPr>
                <w:rFonts w:ascii="Book Antiqua" w:hAnsi="Book Antiqua" w:cs="Arial"/>
                <w:b/>
                <w:bCs/>
                <w:sz w:val="22"/>
                <w:szCs w:val="22"/>
              </w:rPr>
            </w:pPr>
            <w:r w:rsidRPr="00F65437">
              <w:rPr>
                <w:rFonts w:ascii="Book Antiqua" w:hAnsi="Book Antiqua" w:cs="Arial"/>
                <w:b/>
                <w:bCs/>
                <w:sz w:val="22"/>
                <w:szCs w:val="22"/>
              </w:rPr>
              <w:t>Qty</w:t>
            </w:r>
          </w:p>
        </w:tc>
        <w:tc>
          <w:tcPr>
            <w:tcW w:w="851" w:type="dxa"/>
            <w:tcBorders>
              <w:top w:val="single" w:sz="4" w:space="0" w:color="auto"/>
              <w:left w:val="nil"/>
              <w:bottom w:val="single" w:sz="4" w:space="0" w:color="auto"/>
              <w:right w:val="single" w:sz="4" w:space="0" w:color="auto"/>
            </w:tcBorders>
            <w:shd w:val="clear" w:color="000000" w:fill="FFFFFF"/>
            <w:vAlign w:val="center"/>
            <w:hideMark/>
          </w:tcPr>
          <w:p w:rsidR="00F65437" w:rsidRPr="00F65437" w:rsidRDefault="00F65437" w:rsidP="00290F96">
            <w:pPr>
              <w:rPr>
                <w:rFonts w:ascii="Book Antiqua" w:hAnsi="Book Antiqua" w:cs="Arial"/>
                <w:b/>
                <w:bCs/>
                <w:sz w:val="22"/>
                <w:szCs w:val="22"/>
              </w:rPr>
            </w:pPr>
            <w:r w:rsidRPr="00F65437">
              <w:rPr>
                <w:rFonts w:ascii="Book Antiqua" w:hAnsi="Book Antiqua" w:cs="Arial"/>
                <w:b/>
                <w:bCs/>
                <w:sz w:val="22"/>
                <w:szCs w:val="22"/>
              </w:rPr>
              <w:t>Units</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F65437" w:rsidRPr="00F65437" w:rsidRDefault="00F65437" w:rsidP="00290F96">
            <w:pPr>
              <w:jc w:val="center"/>
              <w:rPr>
                <w:rFonts w:ascii="Book Antiqua" w:hAnsi="Book Antiqua" w:cs="Arial"/>
                <w:b/>
                <w:bCs/>
                <w:sz w:val="22"/>
                <w:szCs w:val="22"/>
              </w:rPr>
            </w:pPr>
            <w:r w:rsidRPr="00F65437">
              <w:rPr>
                <w:rFonts w:ascii="Book Antiqua" w:hAnsi="Book Antiqua" w:cs="Arial"/>
                <w:b/>
                <w:bCs/>
                <w:sz w:val="22"/>
                <w:szCs w:val="22"/>
              </w:rPr>
              <w:t>Rate</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F65437" w:rsidRPr="00F65437" w:rsidRDefault="00F65437" w:rsidP="00290F96">
            <w:pPr>
              <w:jc w:val="center"/>
              <w:rPr>
                <w:rFonts w:ascii="Book Antiqua" w:hAnsi="Book Antiqua" w:cs="Arial"/>
                <w:b/>
                <w:bCs/>
                <w:sz w:val="22"/>
                <w:szCs w:val="22"/>
              </w:rPr>
            </w:pPr>
            <w:r w:rsidRPr="00F65437">
              <w:rPr>
                <w:rFonts w:ascii="Book Antiqua" w:hAnsi="Book Antiqua" w:cs="Arial"/>
                <w:b/>
                <w:bCs/>
                <w:sz w:val="22"/>
                <w:szCs w:val="22"/>
              </w:rPr>
              <w:t>Per</w:t>
            </w:r>
          </w:p>
        </w:tc>
        <w:tc>
          <w:tcPr>
            <w:tcW w:w="1275" w:type="dxa"/>
            <w:tcBorders>
              <w:top w:val="single" w:sz="4" w:space="0" w:color="auto"/>
              <w:left w:val="nil"/>
              <w:bottom w:val="single" w:sz="4" w:space="0" w:color="auto"/>
              <w:right w:val="single" w:sz="4" w:space="0" w:color="auto"/>
            </w:tcBorders>
            <w:shd w:val="clear" w:color="000000" w:fill="FFFFFF"/>
            <w:vAlign w:val="center"/>
            <w:hideMark/>
          </w:tcPr>
          <w:p w:rsidR="00F65437" w:rsidRPr="00F65437" w:rsidRDefault="00F65437" w:rsidP="00290F96">
            <w:pPr>
              <w:jc w:val="center"/>
              <w:rPr>
                <w:rFonts w:ascii="Book Antiqua" w:hAnsi="Book Antiqua" w:cs="Arial"/>
                <w:b/>
                <w:bCs/>
                <w:sz w:val="22"/>
                <w:szCs w:val="22"/>
              </w:rPr>
            </w:pPr>
            <w:r w:rsidRPr="00F65437">
              <w:rPr>
                <w:rFonts w:ascii="Book Antiqua" w:hAnsi="Book Antiqua" w:cs="Arial"/>
                <w:b/>
                <w:bCs/>
                <w:sz w:val="22"/>
                <w:szCs w:val="22"/>
              </w:rPr>
              <w:t xml:space="preserve">Amount </w:t>
            </w:r>
          </w:p>
        </w:tc>
      </w:tr>
      <w:tr w:rsidR="00F65437" w:rsidRPr="00F65437" w:rsidTr="00F65437">
        <w:trPr>
          <w:trHeight w:val="1005"/>
        </w:trPr>
        <w:tc>
          <w:tcPr>
            <w:tcW w:w="58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65437" w:rsidRPr="00F65437" w:rsidRDefault="00F65437" w:rsidP="00290F96">
            <w:pPr>
              <w:jc w:val="center"/>
              <w:rPr>
                <w:rFonts w:ascii="Book Antiqua" w:hAnsi="Book Antiqua"/>
                <w:sz w:val="22"/>
                <w:szCs w:val="22"/>
              </w:rPr>
            </w:pPr>
            <w:r w:rsidRPr="00F65437">
              <w:rPr>
                <w:rFonts w:ascii="Book Antiqua" w:hAnsi="Book Antiqua"/>
                <w:sz w:val="22"/>
                <w:szCs w:val="22"/>
              </w:rPr>
              <w:t>1</w:t>
            </w:r>
          </w:p>
        </w:tc>
        <w:tc>
          <w:tcPr>
            <w:tcW w:w="1396" w:type="dxa"/>
            <w:tcBorders>
              <w:top w:val="single" w:sz="4" w:space="0" w:color="auto"/>
              <w:left w:val="nil"/>
              <w:bottom w:val="single" w:sz="4" w:space="0" w:color="auto"/>
              <w:right w:val="single" w:sz="4" w:space="0" w:color="auto"/>
            </w:tcBorders>
            <w:shd w:val="clear" w:color="auto" w:fill="auto"/>
            <w:noWrap/>
            <w:vAlign w:val="center"/>
            <w:hideMark/>
          </w:tcPr>
          <w:p w:rsidR="00F65437" w:rsidRPr="00F65437" w:rsidRDefault="00F65437" w:rsidP="00290F96">
            <w:pPr>
              <w:jc w:val="center"/>
              <w:rPr>
                <w:rFonts w:ascii="Book Antiqua" w:hAnsi="Book Antiqua" w:cs="Calibri"/>
                <w:sz w:val="22"/>
                <w:szCs w:val="22"/>
              </w:rPr>
            </w:pPr>
            <w:r w:rsidRPr="00F65437">
              <w:rPr>
                <w:rFonts w:ascii="Book Antiqua" w:hAnsi="Book Antiqua" w:cs="Calibri"/>
                <w:sz w:val="22"/>
                <w:szCs w:val="22"/>
              </w:rPr>
              <w:t>SWR33951</w:t>
            </w:r>
          </w:p>
        </w:tc>
        <w:tc>
          <w:tcPr>
            <w:tcW w:w="3781" w:type="dxa"/>
            <w:tcBorders>
              <w:top w:val="single" w:sz="4" w:space="0" w:color="auto"/>
              <w:left w:val="nil"/>
              <w:bottom w:val="single" w:sz="4" w:space="0" w:color="auto"/>
              <w:right w:val="single" w:sz="4" w:space="0" w:color="auto"/>
            </w:tcBorders>
            <w:shd w:val="clear" w:color="000000" w:fill="FFFFFF"/>
            <w:hideMark/>
          </w:tcPr>
          <w:p w:rsidR="00F65437" w:rsidRPr="00F65437" w:rsidRDefault="00F65437" w:rsidP="00290F96">
            <w:pPr>
              <w:jc w:val="both"/>
              <w:rPr>
                <w:rFonts w:ascii="Book Antiqua" w:hAnsi="Book Antiqua"/>
                <w:sz w:val="22"/>
                <w:szCs w:val="22"/>
              </w:rPr>
            </w:pPr>
            <w:r w:rsidRPr="00F65437">
              <w:rPr>
                <w:rFonts w:ascii="Book Antiqua" w:hAnsi="Book Antiqua"/>
                <w:sz w:val="22"/>
                <w:szCs w:val="22"/>
              </w:rPr>
              <w:t>House keeping daily office premises of office building of the Chief General Manager/Op/RR Zone/ Hyderabad etc., duly sweeping and dumping the waste, maintenance of water closets, wash hand basins, urinals washing with washing powder, cleaning with acid and keeping them neat with odourless using napthallin balls etc. complete for finished item of work.</w:t>
            </w:r>
          </w:p>
        </w:tc>
        <w:tc>
          <w:tcPr>
            <w:tcW w:w="1060" w:type="dxa"/>
            <w:tcBorders>
              <w:top w:val="single" w:sz="4" w:space="0" w:color="auto"/>
              <w:left w:val="nil"/>
              <w:bottom w:val="single" w:sz="4" w:space="0" w:color="auto"/>
              <w:right w:val="single" w:sz="4" w:space="0" w:color="auto"/>
            </w:tcBorders>
            <w:shd w:val="clear" w:color="000000" w:fill="FFFFFF"/>
            <w:noWrap/>
            <w:vAlign w:val="center"/>
            <w:hideMark/>
          </w:tcPr>
          <w:p w:rsidR="00F65437" w:rsidRPr="00F65437" w:rsidRDefault="00F65437" w:rsidP="00B03E63">
            <w:pPr>
              <w:jc w:val="right"/>
              <w:rPr>
                <w:rFonts w:ascii="Book Antiqua" w:hAnsi="Book Antiqua"/>
                <w:sz w:val="22"/>
                <w:szCs w:val="22"/>
              </w:rPr>
            </w:pPr>
            <w:r w:rsidRPr="00F65437">
              <w:rPr>
                <w:rFonts w:ascii="Book Antiqua" w:hAnsi="Book Antiqua"/>
                <w:sz w:val="22"/>
                <w:szCs w:val="22"/>
              </w:rPr>
              <w:t>2436</w:t>
            </w:r>
            <w:r w:rsidR="00B03E63">
              <w:rPr>
                <w:rFonts w:ascii="Book Antiqua" w:hAnsi="Book Antiqua"/>
                <w:sz w:val="22"/>
                <w:szCs w:val="22"/>
              </w:rPr>
              <w:t>0.00</w:t>
            </w:r>
          </w:p>
        </w:tc>
        <w:tc>
          <w:tcPr>
            <w:tcW w:w="851" w:type="dxa"/>
            <w:tcBorders>
              <w:top w:val="single" w:sz="4" w:space="0" w:color="auto"/>
              <w:left w:val="nil"/>
              <w:bottom w:val="single" w:sz="4" w:space="0" w:color="auto"/>
              <w:right w:val="single" w:sz="4" w:space="0" w:color="auto"/>
            </w:tcBorders>
            <w:shd w:val="clear" w:color="000000" w:fill="FFFFFF"/>
            <w:noWrap/>
            <w:vAlign w:val="center"/>
            <w:hideMark/>
          </w:tcPr>
          <w:p w:rsidR="00F65437" w:rsidRPr="00F65437" w:rsidRDefault="00F65437" w:rsidP="00290F96">
            <w:pPr>
              <w:rPr>
                <w:rFonts w:ascii="Book Antiqua" w:hAnsi="Book Antiqua"/>
                <w:sz w:val="22"/>
                <w:szCs w:val="22"/>
              </w:rPr>
            </w:pPr>
            <w:r w:rsidRPr="00F65437">
              <w:rPr>
                <w:rFonts w:ascii="Book Antiqua" w:hAnsi="Book Antiqua"/>
                <w:sz w:val="22"/>
                <w:szCs w:val="22"/>
              </w:rPr>
              <w:t>Sqm</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F65437" w:rsidRPr="00F65437" w:rsidRDefault="00B03E63" w:rsidP="00290F96">
            <w:pPr>
              <w:jc w:val="right"/>
              <w:rPr>
                <w:rFonts w:ascii="Book Antiqua" w:hAnsi="Book Antiqua"/>
                <w:sz w:val="22"/>
                <w:szCs w:val="22"/>
              </w:rPr>
            </w:pPr>
            <w:r>
              <w:rPr>
                <w:rFonts w:ascii="Book Antiqua" w:hAnsi="Book Antiqua"/>
                <w:sz w:val="22"/>
                <w:szCs w:val="22"/>
              </w:rPr>
              <w:t>42</w:t>
            </w:r>
            <w:r w:rsidR="00F65437" w:rsidRPr="00F65437">
              <w:rPr>
                <w:rFonts w:ascii="Book Antiqua" w:hAnsi="Book Antiqua"/>
                <w:sz w:val="22"/>
                <w:szCs w:val="22"/>
              </w:rPr>
              <w:t>.00</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F65437" w:rsidRPr="00F65437" w:rsidRDefault="00F65437" w:rsidP="00290F96">
            <w:pPr>
              <w:rPr>
                <w:rFonts w:ascii="Book Antiqua" w:hAnsi="Book Antiqua"/>
                <w:sz w:val="22"/>
                <w:szCs w:val="22"/>
              </w:rPr>
            </w:pPr>
            <w:r w:rsidRPr="00F65437">
              <w:rPr>
                <w:rFonts w:ascii="Book Antiqua" w:hAnsi="Book Antiqua"/>
                <w:sz w:val="22"/>
                <w:szCs w:val="22"/>
              </w:rPr>
              <w:t>Sqm</w:t>
            </w:r>
          </w:p>
        </w:tc>
        <w:tc>
          <w:tcPr>
            <w:tcW w:w="1275" w:type="dxa"/>
            <w:tcBorders>
              <w:top w:val="single" w:sz="4" w:space="0" w:color="auto"/>
              <w:left w:val="nil"/>
              <w:bottom w:val="single" w:sz="4" w:space="0" w:color="auto"/>
              <w:right w:val="single" w:sz="4" w:space="0" w:color="auto"/>
            </w:tcBorders>
            <w:shd w:val="clear" w:color="000000" w:fill="FFFFFF"/>
            <w:noWrap/>
            <w:vAlign w:val="center"/>
            <w:hideMark/>
          </w:tcPr>
          <w:p w:rsidR="00F65437" w:rsidRPr="00F65437" w:rsidRDefault="00B03E63" w:rsidP="00B03E63">
            <w:pPr>
              <w:jc w:val="right"/>
              <w:rPr>
                <w:rFonts w:ascii="Book Antiqua" w:hAnsi="Book Antiqua"/>
                <w:sz w:val="22"/>
                <w:szCs w:val="22"/>
              </w:rPr>
            </w:pPr>
            <w:r>
              <w:rPr>
                <w:rFonts w:ascii="Book Antiqua" w:hAnsi="Book Antiqua"/>
                <w:sz w:val="22"/>
                <w:szCs w:val="22"/>
              </w:rPr>
              <w:t>1023120</w:t>
            </w:r>
            <w:r w:rsidR="00F65437" w:rsidRPr="00F65437">
              <w:rPr>
                <w:rFonts w:ascii="Book Antiqua" w:hAnsi="Book Antiqua"/>
                <w:sz w:val="22"/>
                <w:szCs w:val="22"/>
              </w:rPr>
              <w:t>.40</w:t>
            </w:r>
          </w:p>
        </w:tc>
      </w:tr>
      <w:tr w:rsidR="00F65437" w:rsidRPr="00F65437" w:rsidTr="00290F96">
        <w:trPr>
          <w:trHeight w:val="1005"/>
        </w:trPr>
        <w:tc>
          <w:tcPr>
            <w:tcW w:w="582" w:type="dxa"/>
            <w:tcBorders>
              <w:top w:val="nil"/>
              <w:left w:val="single" w:sz="4" w:space="0" w:color="auto"/>
              <w:bottom w:val="single" w:sz="4" w:space="0" w:color="auto"/>
              <w:right w:val="single" w:sz="4" w:space="0" w:color="auto"/>
            </w:tcBorders>
            <w:shd w:val="clear" w:color="000000" w:fill="FFFFFF"/>
            <w:noWrap/>
            <w:vAlign w:val="center"/>
            <w:hideMark/>
          </w:tcPr>
          <w:p w:rsidR="00F65437" w:rsidRPr="00F65437" w:rsidRDefault="00F65437" w:rsidP="00290F96">
            <w:pPr>
              <w:jc w:val="center"/>
              <w:rPr>
                <w:rFonts w:ascii="Book Antiqua" w:hAnsi="Book Antiqua"/>
                <w:sz w:val="22"/>
                <w:szCs w:val="22"/>
              </w:rPr>
            </w:pPr>
            <w:r w:rsidRPr="00F65437">
              <w:rPr>
                <w:rFonts w:ascii="Book Antiqua" w:hAnsi="Book Antiqua"/>
                <w:sz w:val="22"/>
                <w:szCs w:val="22"/>
              </w:rPr>
              <w:t>2</w:t>
            </w:r>
          </w:p>
        </w:tc>
        <w:tc>
          <w:tcPr>
            <w:tcW w:w="1396" w:type="dxa"/>
            <w:tcBorders>
              <w:top w:val="nil"/>
              <w:left w:val="nil"/>
              <w:bottom w:val="single" w:sz="4" w:space="0" w:color="auto"/>
              <w:right w:val="single" w:sz="4" w:space="0" w:color="auto"/>
            </w:tcBorders>
            <w:shd w:val="clear" w:color="auto" w:fill="auto"/>
            <w:noWrap/>
            <w:vAlign w:val="center"/>
            <w:hideMark/>
          </w:tcPr>
          <w:p w:rsidR="00F65437" w:rsidRPr="00F65437" w:rsidRDefault="00F65437" w:rsidP="00290F96">
            <w:pPr>
              <w:jc w:val="center"/>
              <w:rPr>
                <w:rFonts w:ascii="Book Antiqua" w:hAnsi="Book Antiqua" w:cs="Calibri"/>
                <w:sz w:val="22"/>
                <w:szCs w:val="22"/>
              </w:rPr>
            </w:pPr>
            <w:r w:rsidRPr="00F65437">
              <w:rPr>
                <w:rFonts w:ascii="Book Antiqua" w:hAnsi="Book Antiqua" w:cs="Calibri"/>
                <w:sz w:val="22"/>
                <w:szCs w:val="22"/>
              </w:rPr>
              <w:t>SWR34068</w:t>
            </w:r>
          </w:p>
        </w:tc>
        <w:tc>
          <w:tcPr>
            <w:tcW w:w="3781" w:type="dxa"/>
            <w:tcBorders>
              <w:top w:val="nil"/>
              <w:left w:val="nil"/>
              <w:bottom w:val="single" w:sz="4" w:space="0" w:color="auto"/>
              <w:right w:val="single" w:sz="4" w:space="0" w:color="auto"/>
            </w:tcBorders>
            <w:shd w:val="clear" w:color="000000" w:fill="FFFFFF"/>
            <w:hideMark/>
          </w:tcPr>
          <w:p w:rsidR="00F65437" w:rsidRPr="00F65437" w:rsidRDefault="00F65437" w:rsidP="00290F96">
            <w:pPr>
              <w:jc w:val="both"/>
              <w:rPr>
                <w:rFonts w:ascii="Book Antiqua" w:hAnsi="Book Antiqua"/>
                <w:sz w:val="22"/>
                <w:szCs w:val="22"/>
              </w:rPr>
            </w:pPr>
            <w:r w:rsidRPr="00F65437">
              <w:rPr>
                <w:rFonts w:ascii="Book Antiqua" w:hAnsi="Book Antiqua"/>
                <w:sz w:val="22"/>
                <w:szCs w:val="22"/>
              </w:rPr>
              <w:t>Cleaning of the water tanks located in the office premises using cleaning powder etc complete for finished item of work</w:t>
            </w:r>
          </w:p>
        </w:tc>
        <w:tc>
          <w:tcPr>
            <w:tcW w:w="1060" w:type="dxa"/>
            <w:tcBorders>
              <w:top w:val="nil"/>
              <w:left w:val="nil"/>
              <w:bottom w:val="single" w:sz="4" w:space="0" w:color="auto"/>
              <w:right w:val="single" w:sz="4" w:space="0" w:color="auto"/>
            </w:tcBorders>
            <w:shd w:val="clear" w:color="000000" w:fill="FFFFFF"/>
            <w:noWrap/>
            <w:vAlign w:val="center"/>
            <w:hideMark/>
          </w:tcPr>
          <w:p w:rsidR="00F65437" w:rsidRPr="00F65437" w:rsidRDefault="00F65437" w:rsidP="00290F96">
            <w:pPr>
              <w:jc w:val="right"/>
              <w:rPr>
                <w:rFonts w:ascii="Book Antiqua" w:hAnsi="Book Antiqua"/>
                <w:sz w:val="22"/>
                <w:szCs w:val="22"/>
              </w:rPr>
            </w:pPr>
            <w:r w:rsidRPr="00F65437">
              <w:rPr>
                <w:rFonts w:ascii="Book Antiqua" w:hAnsi="Book Antiqua"/>
                <w:sz w:val="22"/>
                <w:szCs w:val="22"/>
              </w:rPr>
              <w:t>48000</w:t>
            </w:r>
          </w:p>
        </w:tc>
        <w:tc>
          <w:tcPr>
            <w:tcW w:w="851" w:type="dxa"/>
            <w:tcBorders>
              <w:top w:val="nil"/>
              <w:left w:val="nil"/>
              <w:bottom w:val="single" w:sz="4" w:space="0" w:color="auto"/>
              <w:right w:val="single" w:sz="4" w:space="0" w:color="auto"/>
            </w:tcBorders>
            <w:shd w:val="clear" w:color="000000" w:fill="FFFFFF"/>
            <w:noWrap/>
            <w:vAlign w:val="center"/>
            <w:hideMark/>
          </w:tcPr>
          <w:p w:rsidR="00F65437" w:rsidRPr="00F65437" w:rsidRDefault="00F65437" w:rsidP="00290F96">
            <w:pPr>
              <w:rPr>
                <w:rFonts w:ascii="Book Antiqua" w:hAnsi="Book Antiqua"/>
                <w:sz w:val="22"/>
                <w:szCs w:val="22"/>
              </w:rPr>
            </w:pPr>
            <w:r w:rsidRPr="00F65437">
              <w:rPr>
                <w:rFonts w:ascii="Book Antiqua" w:hAnsi="Book Antiqua"/>
                <w:sz w:val="22"/>
                <w:szCs w:val="22"/>
              </w:rPr>
              <w:t>Ls</w:t>
            </w:r>
          </w:p>
        </w:tc>
        <w:tc>
          <w:tcPr>
            <w:tcW w:w="1134" w:type="dxa"/>
            <w:tcBorders>
              <w:top w:val="nil"/>
              <w:left w:val="nil"/>
              <w:bottom w:val="single" w:sz="4" w:space="0" w:color="auto"/>
              <w:right w:val="single" w:sz="4" w:space="0" w:color="auto"/>
            </w:tcBorders>
            <w:shd w:val="clear" w:color="000000" w:fill="FFFFFF"/>
            <w:noWrap/>
            <w:vAlign w:val="center"/>
            <w:hideMark/>
          </w:tcPr>
          <w:p w:rsidR="00F65437" w:rsidRPr="00F65437" w:rsidRDefault="00F65437" w:rsidP="00B03E63">
            <w:pPr>
              <w:jc w:val="right"/>
              <w:rPr>
                <w:rFonts w:ascii="Book Antiqua" w:hAnsi="Book Antiqua"/>
                <w:sz w:val="22"/>
                <w:szCs w:val="22"/>
              </w:rPr>
            </w:pPr>
            <w:r w:rsidRPr="00F65437">
              <w:rPr>
                <w:rFonts w:ascii="Book Antiqua" w:hAnsi="Book Antiqua"/>
                <w:sz w:val="22"/>
                <w:szCs w:val="22"/>
              </w:rPr>
              <w:t>0.</w:t>
            </w:r>
            <w:r w:rsidR="00B03E63">
              <w:rPr>
                <w:rFonts w:ascii="Book Antiqua" w:hAnsi="Book Antiqua"/>
                <w:sz w:val="22"/>
                <w:szCs w:val="22"/>
              </w:rPr>
              <w:t>10</w:t>
            </w:r>
          </w:p>
        </w:tc>
        <w:tc>
          <w:tcPr>
            <w:tcW w:w="709" w:type="dxa"/>
            <w:tcBorders>
              <w:top w:val="nil"/>
              <w:left w:val="nil"/>
              <w:bottom w:val="single" w:sz="4" w:space="0" w:color="auto"/>
              <w:right w:val="single" w:sz="4" w:space="0" w:color="auto"/>
            </w:tcBorders>
            <w:shd w:val="clear" w:color="000000" w:fill="FFFFFF"/>
            <w:noWrap/>
            <w:vAlign w:val="center"/>
            <w:hideMark/>
          </w:tcPr>
          <w:p w:rsidR="00F65437" w:rsidRPr="00F65437" w:rsidRDefault="00F65437" w:rsidP="00290F96">
            <w:pPr>
              <w:rPr>
                <w:rFonts w:ascii="Book Antiqua" w:hAnsi="Book Antiqua"/>
                <w:sz w:val="22"/>
                <w:szCs w:val="22"/>
              </w:rPr>
            </w:pPr>
            <w:r w:rsidRPr="00F65437">
              <w:rPr>
                <w:rFonts w:ascii="Book Antiqua" w:hAnsi="Book Antiqua"/>
                <w:sz w:val="22"/>
                <w:szCs w:val="22"/>
              </w:rPr>
              <w:t>Ls</w:t>
            </w:r>
          </w:p>
        </w:tc>
        <w:tc>
          <w:tcPr>
            <w:tcW w:w="1275" w:type="dxa"/>
            <w:tcBorders>
              <w:top w:val="nil"/>
              <w:left w:val="nil"/>
              <w:bottom w:val="single" w:sz="4" w:space="0" w:color="auto"/>
              <w:right w:val="single" w:sz="4" w:space="0" w:color="auto"/>
            </w:tcBorders>
            <w:shd w:val="clear" w:color="000000" w:fill="FFFFFF"/>
            <w:noWrap/>
            <w:vAlign w:val="center"/>
            <w:hideMark/>
          </w:tcPr>
          <w:p w:rsidR="00F65437" w:rsidRPr="00F65437" w:rsidRDefault="00F65437" w:rsidP="00B03E63">
            <w:pPr>
              <w:jc w:val="right"/>
              <w:rPr>
                <w:rFonts w:ascii="Book Antiqua" w:hAnsi="Book Antiqua"/>
                <w:sz w:val="22"/>
                <w:szCs w:val="22"/>
              </w:rPr>
            </w:pPr>
            <w:r w:rsidRPr="00F65437">
              <w:rPr>
                <w:rFonts w:ascii="Book Antiqua" w:hAnsi="Book Antiqua"/>
                <w:sz w:val="22"/>
                <w:szCs w:val="22"/>
              </w:rPr>
              <w:t>4</w:t>
            </w:r>
            <w:r w:rsidR="00B03E63">
              <w:rPr>
                <w:rFonts w:ascii="Book Antiqua" w:hAnsi="Book Antiqua"/>
                <w:sz w:val="22"/>
                <w:szCs w:val="22"/>
              </w:rPr>
              <w:t>800</w:t>
            </w:r>
            <w:r w:rsidRPr="00F65437">
              <w:rPr>
                <w:rFonts w:ascii="Book Antiqua" w:hAnsi="Book Antiqua"/>
                <w:sz w:val="22"/>
                <w:szCs w:val="22"/>
              </w:rPr>
              <w:t>.00</w:t>
            </w:r>
          </w:p>
        </w:tc>
      </w:tr>
      <w:tr w:rsidR="00F65437" w:rsidRPr="00F65437" w:rsidTr="00290F96">
        <w:trPr>
          <w:trHeight w:val="315"/>
        </w:trPr>
        <w:tc>
          <w:tcPr>
            <w:tcW w:w="582" w:type="dxa"/>
            <w:tcBorders>
              <w:top w:val="nil"/>
              <w:left w:val="single" w:sz="4" w:space="0" w:color="auto"/>
              <w:bottom w:val="single" w:sz="4" w:space="0" w:color="auto"/>
              <w:right w:val="single" w:sz="4" w:space="0" w:color="auto"/>
            </w:tcBorders>
            <w:shd w:val="clear" w:color="000000" w:fill="FFFFFF"/>
            <w:noWrap/>
            <w:hideMark/>
          </w:tcPr>
          <w:p w:rsidR="00F65437" w:rsidRPr="00F65437" w:rsidRDefault="00F65437" w:rsidP="00290F96">
            <w:pPr>
              <w:jc w:val="right"/>
              <w:rPr>
                <w:rFonts w:ascii="Book Antiqua" w:hAnsi="Book Antiqua"/>
                <w:sz w:val="22"/>
                <w:szCs w:val="22"/>
              </w:rPr>
            </w:pPr>
            <w:r w:rsidRPr="00F65437">
              <w:rPr>
                <w:rFonts w:ascii="Book Antiqua" w:hAnsi="Book Antiqua"/>
                <w:sz w:val="22"/>
                <w:szCs w:val="22"/>
              </w:rPr>
              <w:t> </w:t>
            </w:r>
          </w:p>
        </w:tc>
        <w:tc>
          <w:tcPr>
            <w:tcW w:w="1396" w:type="dxa"/>
            <w:tcBorders>
              <w:top w:val="nil"/>
              <w:left w:val="nil"/>
              <w:bottom w:val="single" w:sz="4" w:space="0" w:color="auto"/>
              <w:right w:val="single" w:sz="4" w:space="0" w:color="auto"/>
            </w:tcBorders>
            <w:shd w:val="clear" w:color="000000" w:fill="FFFFFF"/>
            <w:noWrap/>
            <w:hideMark/>
          </w:tcPr>
          <w:p w:rsidR="00F65437" w:rsidRPr="00F65437" w:rsidRDefault="00F65437" w:rsidP="00290F96">
            <w:pPr>
              <w:jc w:val="right"/>
              <w:rPr>
                <w:rFonts w:ascii="Book Antiqua" w:hAnsi="Book Antiqua"/>
                <w:sz w:val="22"/>
                <w:szCs w:val="22"/>
              </w:rPr>
            </w:pPr>
            <w:r w:rsidRPr="00F65437">
              <w:rPr>
                <w:rFonts w:ascii="Book Antiqua" w:hAnsi="Book Antiqua"/>
                <w:sz w:val="22"/>
                <w:szCs w:val="22"/>
              </w:rPr>
              <w:t> </w:t>
            </w:r>
          </w:p>
        </w:tc>
        <w:tc>
          <w:tcPr>
            <w:tcW w:w="3781" w:type="dxa"/>
            <w:tcBorders>
              <w:top w:val="nil"/>
              <w:left w:val="nil"/>
              <w:bottom w:val="single" w:sz="4" w:space="0" w:color="auto"/>
              <w:right w:val="single" w:sz="4" w:space="0" w:color="auto"/>
            </w:tcBorders>
            <w:shd w:val="clear" w:color="000000" w:fill="FFFFFF"/>
            <w:hideMark/>
          </w:tcPr>
          <w:p w:rsidR="00F65437" w:rsidRPr="00F65437" w:rsidRDefault="00F65437" w:rsidP="00290F96">
            <w:pPr>
              <w:rPr>
                <w:rFonts w:ascii="Book Antiqua" w:hAnsi="Book Antiqua"/>
                <w:sz w:val="22"/>
                <w:szCs w:val="22"/>
              </w:rPr>
            </w:pPr>
            <w:r w:rsidRPr="00F65437">
              <w:rPr>
                <w:rFonts w:ascii="Book Antiqua" w:hAnsi="Book Antiqua"/>
                <w:sz w:val="22"/>
                <w:szCs w:val="22"/>
              </w:rPr>
              <w:t> </w:t>
            </w:r>
          </w:p>
        </w:tc>
        <w:tc>
          <w:tcPr>
            <w:tcW w:w="1060" w:type="dxa"/>
            <w:tcBorders>
              <w:top w:val="nil"/>
              <w:left w:val="nil"/>
              <w:bottom w:val="single" w:sz="4" w:space="0" w:color="auto"/>
              <w:right w:val="single" w:sz="4" w:space="0" w:color="auto"/>
            </w:tcBorders>
            <w:shd w:val="clear" w:color="000000" w:fill="FFFFFF"/>
            <w:noWrap/>
            <w:vAlign w:val="center"/>
            <w:hideMark/>
          </w:tcPr>
          <w:p w:rsidR="00F65437" w:rsidRPr="00F65437" w:rsidRDefault="00F65437" w:rsidP="00290F96">
            <w:pPr>
              <w:rPr>
                <w:rFonts w:ascii="Book Antiqua" w:hAnsi="Book Antiqua"/>
                <w:sz w:val="22"/>
                <w:szCs w:val="22"/>
              </w:rPr>
            </w:pPr>
            <w:r w:rsidRPr="00F65437">
              <w:rPr>
                <w:rFonts w:ascii="Book Antiqua" w:hAnsi="Book Antiqua"/>
                <w:sz w:val="22"/>
                <w:szCs w:val="22"/>
              </w:rPr>
              <w:t> </w:t>
            </w:r>
          </w:p>
        </w:tc>
        <w:tc>
          <w:tcPr>
            <w:tcW w:w="851" w:type="dxa"/>
            <w:tcBorders>
              <w:top w:val="nil"/>
              <w:left w:val="nil"/>
              <w:bottom w:val="single" w:sz="4" w:space="0" w:color="auto"/>
              <w:right w:val="single" w:sz="4" w:space="0" w:color="auto"/>
            </w:tcBorders>
            <w:shd w:val="clear" w:color="000000" w:fill="FFFFFF"/>
            <w:noWrap/>
            <w:vAlign w:val="center"/>
            <w:hideMark/>
          </w:tcPr>
          <w:p w:rsidR="00F65437" w:rsidRPr="00F65437" w:rsidRDefault="00F65437" w:rsidP="00290F96">
            <w:pPr>
              <w:rPr>
                <w:rFonts w:ascii="Book Antiqua" w:hAnsi="Book Antiqua"/>
                <w:sz w:val="22"/>
                <w:szCs w:val="22"/>
              </w:rPr>
            </w:pPr>
            <w:r w:rsidRPr="00F65437">
              <w:rPr>
                <w:rFonts w:ascii="Book Antiqua" w:hAnsi="Book Antiqua"/>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F65437" w:rsidRPr="00F65437" w:rsidRDefault="00F65437" w:rsidP="00290F96">
            <w:pPr>
              <w:rPr>
                <w:rFonts w:ascii="Book Antiqua" w:hAnsi="Book Antiqua"/>
                <w:sz w:val="22"/>
                <w:szCs w:val="22"/>
              </w:rPr>
            </w:pPr>
            <w:r w:rsidRPr="00F65437">
              <w:rPr>
                <w:rFonts w:ascii="Book Antiqua" w:hAnsi="Book Antiqua"/>
                <w:sz w:val="22"/>
                <w:szCs w:val="22"/>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F65437" w:rsidRPr="00F65437" w:rsidRDefault="00F65437" w:rsidP="00290F96">
            <w:pPr>
              <w:jc w:val="center"/>
              <w:rPr>
                <w:rFonts w:ascii="Book Antiqua" w:hAnsi="Book Antiqua"/>
                <w:sz w:val="22"/>
                <w:szCs w:val="22"/>
              </w:rPr>
            </w:pPr>
            <w:r w:rsidRPr="00F65437">
              <w:rPr>
                <w:rFonts w:ascii="Book Antiqua" w:hAnsi="Book Antiqua"/>
                <w:sz w:val="22"/>
                <w:szCs w:val="22"/>
              </w:rPr>
              <w:t> </w:t>
            </w:r>
          </w:p>
        </w:tc>
        <w:tc>
          <w:tcPr>
            <w:tcW w:w="1275" w:type="dxa"/>
            <w:tcBorders>
              <w:top w:val="nil"/>
              <w:left w:val="nil"/>
              <w:bottom w:val="single" w:sz="4" w:space="0" w:color="auto"/>
              <w:right w:val="single" w:sz="4" w:space="0" w:color="auto"/>
            </w:tcBorders>
            <w:shd w:val="clear" w:color="000000" w:fill="FFFFFF"/>
            <w:noWrap/>
            <w:vAlign w:val="center"/>
            <w:hideMark/>
          </w:tcPr>
          <w:p w:rsidR="00F65437" w:rsidRPr="00F65437" w:rsidRDefault="00B03E63" w:rsidP="00290F96">
            <w:pPr>
              <w:jc w:val="right"/>
              <w:rPr>
                <w:rFonts w:ascii="Book Antiqua" w:hAnsi="Book Antiqua"/>
                <w:sz w:val="22"/>
                <w:szCs w:val="22"/>
              </w:rPr>
            </w:pPr>
            <w:r>
              <w:rPr>
                <w:rFonts w:ascii="Book Antiqua" w:hAnsi="Book Antiqua"/>
                <w:sz w:val="22"/>
                <w:szCs w:val="22"/>
              </w:rPr>
              <w:t>1027920.00</w:t>
            </w:r>
          </w:p>
        </w:tc>
      </w:tr>
      <w:tr w:rsidR="00F65437" w:rsidRPr="00F65437" w:rsidTr="00290F96">
        <w:trPr>
          <w:trHeight w:val="315"/>
        </w:trPr>
        <w:tc>
          <w:tcPr>
            <w:tcW w:w="582" w:type="dxa"/>
            <w:tcBorders>
              <w:top w:val="nil"/>
              <w:left w:val="single" w:sz="4" w:space="0" w:color="auto"/>
              <w:bottom w:val="single" w:sz="4" w:space="0" w:color="auto"/>
              <w:right w:val="single" w:sz="4" w:space="0" w:color="auto"/>
            </w:tcBorders>
            <w:shd w:val="clear" w:color="000000" w:fill="FFFFFF"/>
            <w:noWrap/>
            <w:hideMark/>
          </w:tcPr>
          <w:p w:rsidR="00F65437" w:rsidRPr="00F65437" w:rsidRDefault="00F65437" w:rsidP="00290F96">
            <w:pPr>
              <w:jc w:val="right"/>
              <w:rPr>
                <w:rFonts w:ascii="Book Antiqua" w:hAnsi="Book Antiqua"/>
                <w:sz w:val="22"/>
                <w:szCs w:val="22"/>
              </w:rPr>
            </w:pPr>
            <w:r w:rsidRPr="00F65437">
              <w:rPr>
                <w:rFonts w:ascii="Book Antiqua" w:hAnsi="Book Antiqua"/>
                <w:sz w:val="22"/>
                <w:szCs w:val="22"/>
              </w:rPr>
              <w:t> </w:t>
            </w:r>
          </w:p>
        </w:tc>
        <w:tc>
          <w:tcPr>
            <w:tcW w:w="1396" w:type="dxa"/>
            <w:tcBorders>
              <w:top w:val="nil"/>
              <w:left w:val="nil"/>
              <w:bottom w:val="single" w:sz="4" w:space="0" w:color="auto"/>
              <w:right w:val="single" w:sz="4" w:space="0" w:color="auto"/>
            </w:tcBorders>
            <w:shd w:val="clear" w:color="000000" w:fill="FFFFFF"/>
            <w:noWrap/>
            <w:hideMark/>
          </w:tcPr>
          <w:p w:rsidR="00F65437" w:rsidRPr="00F65437" w:rsidRDefault="00F65437" w:rsidP="00290F96">
            <w:pPr>
              <w:jc w:val="right"/>
              <w:rPr>
                <w:rFonts w:ascii="Book Antiqua" w:hAnsi="Book Antiqua"/>
                <w:sz w:val="22"/>
                <w:szCs w:val="22"/>
              </w:rPr>
            </w:pPr>
            <w:r w:rsidRPr="00F65437">
              <w:rPr>
                <w:rFonts w:ascii="Book Antiqua" w:hAnsi="Book Antiqua"/>
                <w:sz w:val="22"/>
                <w:szCs w:val="22"/>
              </w:rPr>
              <w:t> </w:t>
            </w:r>
          </w:p>
        </w:tc>
        <w:tc>
          <w:tcPr>
            <w:tcW w:w="7535" w:type="dxa"/>
            <w:gridSpan w:val="5"/>
            <w:tcBorders>
              <w:top w:val="single" w:sz="4" w:space="0" w:color="auto"/>
              <w:left w:val="nil"/>
              <w:bottom w:val="single" w:sz="4" w:space="0" w:color="auto"/>
              <w:right w:val="single" w:sz="4" w:space="0" w:color="000000"/>
            </w:tcBorders>
            <w:shd w:val="clear" w:color="000000" w:fill="FFFFFF"/>
            <w:vAlign w:val="center"/>
            <w:hideMark/>
          </w:tcPr>
          <w:p w:rsidR="00F65437" w:rsidRPr="00F65437" w:rsidRDefault="00F65437" w:rsidP="00290F96">
            <w:pPr>
              <w:jc w:val="right"/>
              <w:rPr>
                <w:rFonts w:ascii="Book Antiqua" w:hAnsi="Book Antiqua"/>
                <w:b/>
                <w:bCs/>
                <w:sz w:val="22"/>
                <w:szCs w:val="22"/>
              </w:rPr>
            </w:pPr>
            <w:r w:rsidRPr="00F65437">
              <w:rPr>
                <w:rFonts w:ascii="Book Antiqua" w:hAnsi="Book Antiqua"/>
                <w:b/>
                <w:bCs/>
                <w:sz w:val="22"/>
                <w:szCs w:val="22"/>
              </w:rPr>
              <w:t>18% GST</w:t>
            </w:r>
          </w:p>
        </w:tc>
        <w:tc>
          <w:tcPr>
            <w:tcW w:w="1275" w:type="dxa"/>
            <w:tcBorders>
              <w:top w:val="nil"/>
              <w:left w:val="nil"/>
              <w:bottom w:val="single" w:sz="4" w:space="0" w:color="auto"/>
              <w:right w:val="single" w:sz="4" w:space="0" w:color="auto"/>
            </w:tcBorders>
            <w:shd w:val="clear" w:color="000000" w:fill="FFFFFF"/>
            <w:noWrap/>
            <w:vAlign w:val="center"/>
            <w:hideMark/>
          </w:tcPr>
          <w:p w:rsidR="00F65437" w:rsidRPr="00F65437" w:rsidRDefault="00B03E63" w:rsidP="00290F96">
            <w:pPr>
              <w:jc w:val="right"/>
              <w:rPr>
                <w:rFonts w:ascii="Book Antiqua" w:hAnsi="Book Antiqua"/>
                <w:sz w:val="22"/>
                <w:szCs w:val="22"/>
              </w:rPr>
            </w:pPr>
            <w:r>
              <w:rPr>
                <w:rFonts w:ascii="Book Antiqua" w:hAnsi="Book Antiqua"/>
                <w:sz w:val="22"/>
                <w:szCs w:val="22"/>
              </w:rPr>
              <w:t>185025.60</w:t>
            </w:r>
          </w:p>
        </w:tc>
      </w:tr>
      <w:tr w:rsidR="00F65437" w:rsidRPr="00F65437" w:rsidTr="00290F96">
        <w:trPr>
          <w:trHeight w:val="315"/>
        </w:trPr>
        <w:tc>
          <w:tcPr>
            <w:tcW w:w="582" w:type="dxa"/>
            <w:tcBorders>
              <w:top w:val="nil"/>
              <w:left w:val="single" w:sz="4" w:space="0" w:color="auto"/>
              <w:bottom w:val="single" w:sz="4" w:space="0" w:color="auto"/>
              <w:right w:val="single" w:sz="4" w:space="0" w:color="auto"/>
            </w:tcBorders>
            <w:shd w:val="clear" w:color="000000" w:fill="FFFFFF"/>
            <w:noWrap/>
            <w:hideMark/>
          </w:tcPr>
          <w:p w:rsidR="00F65437" w:rsidRPr="00F65437" w:rsidRDefault="00F65437" w:rsidP="00290F96">
            <w:pPr>
              <w:jc w:val="right"/>
              <w:rPr>
                <w:rFonts w:ascii="Book Antiqua" w:hAnsi="Book Antiqua"/>
                <w:sz w:val="22"/>
                <w:szCs w:val="22"/>
              </w:rPr>
            </w:pPr>
            <w:r w:rsidRPr="00F65437">
              <w:rPr>
                <w:rFonts w:ascii="Book Antiqua" w:hAnsi="Book Antiqua"/>
                <w:sz w:val="22"/>
                <w:szCs w:val="22"/>
              </w:rPr>
              <w:t> </w:t>
            </w:r>
          </w:p>
        </w:tc>
        <w:tc>
          <w:tcPr>
            <w:tcW w:w="1396" w:type="dxa"/>
            <w:tcBorders>
              <w:top w:val="nil"/>
              <w:left w:val="nil"/>
              <w:bottom w:val="single" w:sz="4" w:space="0" w:color="auto"/>
              <w:right w:val="single" w:sz="4" w:space="0" w:color="auto"/>
            </w:tcBorders>
            <w:shd w:val="clear" w:color="000000" w:fill="FFFFFF"/>
            <w:noWrap/>
            <w:hideMark/>
          </w:tcPr>
          <w:p w:rsidR="00F65437" w:rsidRPr="00F65437" w:rsidRDefault="00F65437" w:rsidP="00290F96">
            <w:pPr>
              <w:jc w:val="right"/>
              <w:rPr>
                <w:rFonts w:ascii="Book Antiqua" w:hAnsi="Book Antiqua"/>
                <w:sz w:val="22"/>
                <w:szCs w:val="22"/>
              </w:rPr>
            </w:pPr>
            <w:r w:rsidRPr="00F65437">
              <w:rPr>
                <w:rFonts w:ascii="Book Antiqua" w:hAnsi="Book Antiqua"/>
                <w:sz w:val="22"/>
                <w:szCs w:val="22"/>
              </w:rPr>
              <w:t> </w:t>
            </w:r>
          </w:p>
        </w:tc>
        <w:tc>
          <w:tcPr>
            <w:tcW w:w="7535" w:type="dxa"/>
            <w:gridSpan w:val="5"/>
            <w:tcBorders>
              <w:top w:val="single" w:sz="4" w:space="0" w:color="auto"/>
              <w:left w:val="nil"/>
              <w:bottom w:val="single" w:sz="4" w:space="0" w:color="auto"/>
              <w:right w:val="single" w:sz="4" w:space="0" w:color="000000"/>
            </w:tcBorders>
            <w:shd w:val="clear" w:color="000000" w:fill="FFFFFF"/>
            <w:vAlign w:val="center"/>
            <w:hideMark/>
          </w:tcPr>
          <w:p w:rsidR="00F65437" w:rsidRPr="00F65437" w:rsidRDefault="00F65437" w:rsidP="00290F96">
            <w:pPr>
              <w:jc w:val="right"/>
              <w:rPr>
                <w:rFonts w:ascii="Book Antiqua" w:hAnsi="Book Antiqua"/>
                <w:b/>
                <w:bCs/>
                <w:sz w:val="22"/>
                <w:szCs w:val="22"/>
              </w:rPr>
            </w:pPr>
            <w:r w:rsidRPr="00F65437">
              <w:rPr>
                <w:rFonts w:ascii="Book Antiqua" w:hAnsi="Book Antiqua"/>
                <w:b/>
                <w:bCs/>
                <w:sz w:val="22"/>
                <w:szCs w:val="22"/>
              </w:rPr>
              <w:t>Gross Amount</w:t>
            </w:r>
          </w:p>
        </w:tc>
        <w:tc>
          <w:tcPr>
            <w:tcW w:w="1275" w:type="dxa"/>
            <w:tcBorders>
              <w:top w:val="nil"/>
              <w:left w:val="nil"/>
              <w:bottom w:val="single" w:sz="4" w:space="0" w:color="auto"/>
              <w:right w:val="single" w:sz="4" w:space="0" w:color="auto"/>
            </w:tcBorders>
            <w:shd w:val="clear" w:color="000000" w:fill="FFFFFF"/>
            <w:noWrap/>
            <w:vAlign w:val="center"/>
            <w:hideMark/>
          </w:tcPr>
          <w:p w:rsidR="00F65437" w:rsidRPr="00F65437" w:rsidRDefault="00B03E63" w:rsidP="00290F96">
            <w:pPr>
              <w:jc w:val="right"/>
              <w:rPr>
                <w:rFonts w:ascii="Book Antiqua" w:hAnsi="Book Antiqua"/>
                <w:b/>
                <w:bCs/>
                <w:sz w:val="22"/>
                <w:szCs w:val="22"/>
              </w:rPr>
            </w:pPr>
            <w:r>
              <w:rPr>
                <w:rFonts w:ascii="Book Antiqua" w:hAnsi="Book Antiqua"/>
                <w:b/>
                <w:bCs/>
                <w:sz w:val="22"/>
                <w:szCs w:val="22"/>
              </w:rPr>
              <w:t>1212945.60</w:t>
            </w:r>
          </w:p>
        </w:tc>
      </w:tr>
    </w:tbl>
    <w:p w:rsidR="00F65437" w:rsidRPr="00F65437" w:rsidRDefault="00F65437" w:rsidP="00F65437">
      <w:pPr>
        <w:spacing w:line="360" w:lineRule="auto"/>
        <w:jc w:val="both"/>
        <w:rPr>
          <w:rFonts w:ascii="Book Antiqua" w:hAnsi="Book Antiqua"/>
          <w:bCs/>
          <w:sz w:val="22"/>
          <w:szCs w:val="22"/>
        </w:rPr>
      </w:pPr>
      <w:r w:rsidRPr="00F65437">
        <w:rPr>
          <w:rFonts w:ascii="Book Antiqua" w:hAnsi="Book Antiqua"/>
          <w:sz w:val="22"/>
          <w:szCs w:val="22"/>
        </w:rPr>
        <w:t xml:space="preserve">   </w:t>
      </w:r>
    </w:p>
    <w:tbl>
      <w:tblPr>
        <w:tblW w:w="11440" w:type="dxa"/>
        <w:tblLook w:val="04A0"/>
      </w:tblPr>
      <w:tblGrid>
        <w:gridCol w:w="660"/>
        <w:gridCol w:w="4820"/>
        <w:gridCol w:w="5960"/>
      </w:tblGrid>
      <w:tr w:rsidR="00F65437" w:rsidRPr="00F65437" w:rsidTr="00290F96">
        <w:trPr>
          <w:gridAfter w:val="1"/>
          <w:wAfter w:w="5960" w:type="dxa"/>
          <w:trHeight w:val="318"/>
        </w:trPr>
        <w:tc>
          <w:tcPr>
            <w:tcW w:w="660" w:type="dxa"/>
            <w:tcBorders>
              <w:top w:val="nil"/>
              <w:left w:val="nil"/>
              <w:bottom w:val="nil"/>
              <w:right w:val="nil"/>
            </w:tcBorders>
            <w:shd w:val="clear" w:color="auto" w:fill="auto"/>
            <w:noWrap/>
            <w:vAlign w:val="bottom"/>
            <w:hideMark/>
          </w:tcPr>
          <w:p w:rsidR="00F65437" w:rsidRPr="00F65437" w:rsidRDefault="00F65437" w:rsidP="00290F96">
            <w:pPr>
              <w:rPr>
                <w:rFonts w:ascii="Book Antiqua" w:hAnsi="Book Antiqua"/>
                <w:sz w:val="22"/>
                <w:szCs w:val="22"/>
              </w:rPr>
            </w:pPr>
          </w:p>
        </w:tc>
        <w:tc>
          <w:tcPr>
            <w:tcW w:w="4820" w:type="dxa"/>
            <w:tcBorders>
              <w:top w:val="nil"/>
              <w:left w:val="nil"/>
              <w:bottom w:val="nil"/>
              <w:right w:val="nil"/>
            </w:tcBorders>
            <w:shd w:val="clear" w:color="auto" w:fill="auto"/>
            <w:noWrap/>
            <w:vAlign w:val="bottom"/>
            <w:hideMark/>
          </w:tcPr>
          <w:p w:rsidR="00F65437" w:rsidRPr="00F65437" w:rsidRDefault="00F65437" w:rsidP="00290F96">
            <w:pPr>
              <w:rPr>
                <w:rFonts w:ascii="Book Antiqua" w:hAnsi="Book Antiqua"/>
                <w:sz w:val="22"/>
                <w:szCs w:val="22"/>
              </w:rPr>
            </w:pPr>
          </w:p>
          <w:p w:rsidR="00F65437" w:rsidRPr="00F65437" w:rsidRDefault="00F65437" w:rsidP="00290F96">
            <w:pPr>
              <w:rPr>
                <w:rFonts w:ascii="Book Antiqua" w:hAnsi="Book Antiqua"/>
                <w:sz w:val="22"/>
                <w:szCs w:val="22"/>
              </w:rPr>
            </w:pPr>
          </w:p>
          <w:p w:rsidR="00F65437" w:rsidRPr="00F65437" w:rsidRDefault="00F65437" w:rsidP="00290F96">
            <w:pPr>
              <w:rPr>
                <w:rFonts w:ascii="Book Antiqua" w:hAnsi="Book Antiqua"/>
                <w:sz w:val="22"/>
                <w:szCs w:val="22"/>
              </w:rPr>
            </w:pPr>
          </w:p>
          <w:p w:rsidR="00F65437" w:rsidRPr="00963E4A" w:rsidRDefault="00F65437" w:rsidP="00290F96">
            <w:pPr>
              <w:rPr>
                <w:rFonts w:ascii="Book Antiqua" w:hAnsi="Book Antiqua"/>
                <w:b/>
                <w:bCs/>
                <w:sz w:val="22"/>
                <w:szCs w:val="22"/>
              </w:rPr>
            </w:pPr>
            <w:r w:rsidRPr="00963E4A">
              <w:rPr>
                <w:rFonts w:ascii="Book Antiqua" w:hAnsi="Book Antiqua"/>
                <w:b/>
                <w:bCs/>
                <w:sz w:val="22"/>
                <w:szCs w:val="22"/>
              </w:rPr>
              <w:t>Note:</w:t>
            </w:r>
          </w:p>
          <w:p w:rsidR="00F65437" w:rsidRPr="00F65437" w:rsidRDefault="00F65437" w:rsidP="00290F96">
            <w:pPr>
              <w:rPr>
                <w:rFonts w:ascii="Book Antiqua" w:hAnsi="Book Antiqua"/>
                <w:sz w:val="22"/>
                <w:szCs w:val="22"/>
              </w:rPr>
            </w:pPr>
          </w:p>
        </w:tc>
      </w:tr>
      <w:tr w:rsidR="00F65437" w:rsidRPr="00F65437" w:rsidTr="00290F96">
        <w:trPr>
          <w:trHeight w:val="318"/>
        </w:trPr>
        <w:tc>
          <w:tcPr>
            <w:tcW w:w="660" w:type="dxa"/>
            <w:tcBorders>
              <w:top w:val="nil"/>
              <w:left w:val="nil"/>
              <w:bottom w:val="nil"/>
              <w:right w:val="nil"/>
            </w:tcBorders>
            <w:shd w:val="clear" w:color="auto" w:fill="auto"/>
            <w:noWrap/>
            <w:vAlign w:val="bottom"/>
            <w:hideMark/>
          </w:tcPr>
          <w:p w:rsidR="00F65437" w:rsidRPr="00F65437" w:rsidRDefault="00F65437" w:rsidP="00290F96">
            <w:pPr>
              <w:rPr>
                <w:rFonts w:ascii="Book Antiqua" w:hAnsi="Book Antiqua"/>
                <w:sz w:val="22"/>
                <w:szCs w:val="22"/>
              </w:rPr>
            </w:pPr>
          </w:p>
        </w:tc>
        <w:tc>
          <w:tcPr>
            <w:tcW w:w="10780" w:type="dxa"/>
            <w:gridSpan w:val="2"/>
            <w:tcBorders>
              <w:top w:val="nil"/>
              <w:left w:val="nil"/>
              <w:bottom w:val="nil"/>
              <w:right w:val="nil"/>
            </w:tcBorders>
            <w:shd w:val="clear" w:color="auto" w:fill="auto"/>
            <w:hideMark/>
          </w:tcPr>
          <w:p w:rsidR="00F65437" w:rsidRPr="00F65437" w:rsidRDefault="00F65437" w:rsidP="00290F96">
            <w:pPr>
              <w:rPr>
                <w:rFonts w:ascii="Book Antiqua" w:hAnsi="Book Antiqua"/>
                <w:sz w:val="22"/>
                <w:szCs w:val="22"/>
              </w:rPr>
            </w:pPr>
            <w:r w:rsidRPr="00F65437">
              <w:rPr>
                <w:rFonts w:ascii="Book Antiqua" w:hAnsi="Book Antiqua"/>
                <w:sz w:val="22"/>
                <w:szCs w:val="22"/>
              </w:rPr>
              <w:t>1. The period of work is 12  months</w:t>
            </w:r>
          </w:p>
        </w:tc>
      </w:tr>
      <w:tr w:rsidR="00F65437" w:rsidRPr="00F65437" w:rsidTr="00290F96">
        <w:trPr>
          <w:trHeight w:val="318"/>
        </w:trPr>
        <w:tc>
          <w:tcPr>
            <w:tcW w:w="660" w:type="dxa"/>
            <w:tcBorders>
              <w:top w:val="nil"/>
              <w:left w:val="nil"/>
              <w:bottom w:val="nil"/>
              <w:right w:val="nil"/>
            </w:tcBorders>
            <w:shd w:val="clear" w:color="auto" w:fill="auto"/>
            <w:noWrap/>
            <w:vAlign w:val="bottom"/>
            <w:hideMark/>
          </w:tcPr>
          <w:p w:rsidR="00F65437" w:rsidRPr="00F65437" w:rsidRDefault="00F65437" w:rsidP="00290F96">
            <w:pPr>
              <w:rPr>
                <w:rFonts w:ascii="Book Antiqua" w:hAnsi="Book Antiqua"/>
                <w:sz w:val="22"/>
                <w:szCs w:val="22"/>
              </w:rPr>
            </w:pPr>
          </w:p>
        </w:tc>
        <w:tc>
          <w:tcPr>
            <w:tcW w:w="10780" w:type="dxa"/>
            <w:gridSpan w:val="2"/>
            <w:tcBorders>
              <w:top w:val="nil"/>
              <w:left w:val="nil"/>
              <w:bottom w:val="nil"/>
              <w:right w:val="nil"/>
            </w:tcBorders>
            <w:shd w:val="clear" w:color="auto" w:fill="auto"/>
            <w:hideMark/>
          </w:tcPr>
          <w:p w:rsidR="00F65437" w:rsidRPr="00F65437" w:rsidRDefault="00F65437" w:rsidP="00290F96">
            <w:pPr>
              <w:rPr>
                <w:rFonts w:ascii="Book Antiqua" w:hAnsi="Book Antiqua"/>
                <w:sz w:val="22"/>
                <w:szCs w:val="22"/>
              </w:rPr>
            </w:pPr>
            <w:r w:rsidRPr="00F65437">
              <w:rPr>
                <w:rFonts w:ascii="Book Antiqua" w:hAnsi="Book Antiqua"/>
                <w:sz w:val="22"/>
                <w:szCs w:val="22"/>
              </w:rPr>
              <w:t>2. The work should be carried out as per TSDSS.</w:t>
            </w:r>
          </w:p>
        </w:tc>
      </w:tr>
      <w:tr w:rsidR="00F65437" w:rsidRPr="00F65437" w:rsidTr="00290F96">
        <w:trPr>
          <w:trHeight w:val="318"/>
        </w:trPr>
        <w:tc>
          <w:tcPr>
            <w:tcW w:w="660" w:type="dxa"/>
            <w:tcBorders>
              <w:top w:val="nil"/>
              <w:left w:val="nil"/>
              <w:bottom w:val="nil"/>
              <w:right w:val="nil"/>
            </w:tcBorders>
            <w:shd w:val="clear" w:color="auto" w:fill="auto"/>
            <w:noWrap/>
            <w:vAlign w:val="bottom"/>
            <w:hideMark/>
          </w:tcPr>
          <w:p w:rsidR="00F65437" w:rsidRPr="00F65437" w:rsidRDefault="00F65437" w:rsidP="00290F96">
            <w:pPr>
              <w:rPr>
                <w:rFonts w:ascii="Book Antiqua" w:hAnsi="Book Antiqua"/>
                <w:sz w:val="22"/>
                <w:szCs w:val="22"/>
              </w:rPr>
            </w:pPr>
          </w:p>
        </w:tc>
        <w:tc>
          <w:tcPr>
            <w:tcW w:w="10780" w:type="dxa"/>
            <w:gridSpan w:val="2"/>
            <w:tcBorders>
              <w:top w:val="nil"/>
              <w:left w:val="nil"/>
              <w:bottom w:val="nil"/>
              <w:right w:val="nil"/>
            </w:tcBorders>
            <w:shd w:val="clear" w:color="auto" w:fill="auto"/>
            <w:noWrap/>
            <w:vAlign w:val="bottom"/>
            <w:hideMark/>
          </w:tcPr>
          <w:p w:rsidR="00F65437" w:rsidRPr="00F65437" w:rsidRDefault="00F65437" w:rsidP="00963E4A">
            <w:pPr>
              <w:rPr>
                <w:rFonts w:ascii="Book Antiqua" w:hAnsi="Book Antiqua"/>
                <w:sz w:val="22"/>
                <w:szCs w:val="22"/>
              </w:rPr>
            </w:pPr>
            <w:r w:rsidRPr="00F65437">
              <w:rPr>
                <w:rFonts w:ascii="Book Antiqua" w:hAnsi="Book Antiqua"/>
                <w:sz w:val="22"/>
                <w:szCs w:val="22"/>
              </w:rPr>
              <w:t>3.The work should be done as per the  consultation of AEE/Civil/Cybercity</w:t>
            </w:r>
            <w:r w:rsidR="00963E4A">
              <w:rPr>
                <w:rFonts w:ascii="Book Antiqua" w:hAnsi="Book Antiqua"/>
                <w:sz w:val="22"/>
                <w:szCs w:val="22"/>
              </w:rPr>
              <w:t>.</w:t>
            </w:r>
          </w:p>
        </w:tc>
      </w:tr>
      <w:tr w:rsidR="00F65437" w:rsidRPr="00F65437" w:rsidTr="00290F96">
        <w:trPr>
          <w:trHeight w:val="318"/>
        </w:trPr>
        <w:tc>
          <w:tcPr>
            <w:tcW w:w="660" w:type="dxa"/>
            <w:tcBorders>
              <w:top w:val="nil"/>
              <w:left w:val="nil"/>
              <w:bottom w:val="nil"/>
              <w:right w:val="nil"/>
            </w:tcBorders>
            <w:shd w:val="clear" w:color="auto" w:fill="auto"/>
            <w:noWrap/>
            <w:vAlign w:val="bottom"/>
            <w:hideMark/>
          </w:tcPr>
          <w:p w:rsidR="00F65437" w:rsidRPr="00F65437" w:rsidRDefault="00F65437" w:rsidP="00290F96">
            <w:pPr>
              <w:rPr>
                <w:rFonts w:ascii="Book Antiqua" w:hAnsi="Book Antiqua"/>
                <w:sz w:val="22"/>
                <w:szCs w:val="22"/>
              </w:rPr>
            </w:pPr>
          </w:p>
        </w:tc>
        <w:tc>
          <w:tcPr>
            <w:tcW w:w="10780" w:type="dxa"/>
            <w:gridSpan w:val="2"/>
            <w:tcBorders>
              <w:top w:val="nil"/>
              <w:left w:val="nil"/>
              <w:bottom w:val="nil"/>
              <w:right w:val="nil"/>
            </w:tcBorders>
            <w:shd w:val="clear" w:color="auto" w:fill="auto"/>
            <w:noWrap/>
            <w:vAlign w:val="bottom"/>
            <w:hideMark/>
          </w:tcPr>
          <w:p w:rsidR="00F65437" w:rsidRPr="00F65437" w:rsidRDefault="00F65437" w:rsidP="00290F96">
            <w:pPr>
              <w:rPr>
                <w:rFonts w:ascii="Book Antiqua" w:hAnsi="Book Antiqua"/>
                <w:sz w:val="22"/>
                <w:szCs w:val="22"/>
              </w:rPr>
            </w:pPr>
            <w:r w:rsidRPr="00F65437">
              <w:rPr>
                <w:rFonts w:ascii="Book Antiqua" w:hAnsi="Book Antiqua"/>
                <w:sz w:val="22"/>
                <w:szCs w:val="22"/>
              </w:rPr>
              <w:t>4.All the required material will be procured by the contractor only</w:t>
            </w:r>
            <w:r w:rsidRPr="00F65437">
              <w:rPr>
                <w:rFonts w:ascii="Book Antiqua" w:hAnsi="Book Antiqua" w:cs="Arial"/>
                <w:sz w:val="22"/>
                <w:szCs w:val="22"/>
              </w:rPr>
              <w:t xml:space="preserve"> as per the IS specification</w:t>
            </w:r>
            <w:r w:rsidRPr="00F65437">
              <w:rPr>
                <w:rFonts w:ascii="Book Antiqua" w:hAnsi="Book Antiqua"/>
                <w:sz w:val="22"/>
                <w:szCs w:val="22"/>
              </w:rPr>
              <w:t>.</w:t>
            </w:r>
          </w:p>
          <w:p w:rsidR="00F65437" w:rsidRPr="00F65437" w:rsidRDefault="00F65437" w:rsidP="00290F96">
            <w:pPr>
              <w:rPr>
                <w:rFonts w:ascii="Book Antiqua" w:hAnsi="Book Antiqua"/>
                <w:sz w:val="22"/>
                <w:szCs w:val="22"/>
              </w:rPr>
            </w:pPr>
          </w:p>
          <w:p w:rsidR="00F65437" w:rsidRPr="00F65437" w:rsidRDefault="00F65437" w:rsidP="00290F96">
            <w:pPr>
              <w:rPr>
                <w:rFonts w:ascii="Book Antiqua" w:hAnsi="Book Antiqua"/>
                <w:sz w:val="22"/>
                <w:szCs w:val="22"/>
              </w:rPr>
            </w:pPr>
          </w:p>
          <w:p w:rsidR="00F65437" w:rsidRPr="00F65437" w:rsidRDefault="00F65437" w:rsidP="00290F96">
            <w:pPr>
              <w:ind w:left="810"/>
              <w:rPr>
                <w:rFonts w:ascii="Book Antiqua" w:hAnsi="Book Antiqua"/>
                <w:sz w:val="22"/>
                <w:szCs w:val="22"/>
              </w:rPr>
            </w:pPr>
          </w:p>
          <w:p w:rsidR="00F65437" w:rsidRPr="00F65437" w:rsidRDefault="00F65437" w:rsidP="00290F96">
            <w:pPr>
              <w:rPr>
                <w:rFonts w:ascii="Book Antiqua" w:hAnsi="Book Antiqua"/>
                <w:sz w:val="22"/>
                <w:szCs w:val="22"/>
              </w:rPr>
            </w:pPr>
          </w:p>
          <w:p w:rsidR="00F65437" w:rsidRPr="00F65437" w:rsidRDefault="00F65437" w:rsidP="00290F96">
            <w:pPr>
              <w:ind w:left="810"/>
              <w:rPr>
                <w:rFonts w:ascii="Book Antiqua" w:hAnsi="Book Antiqua"/>
                <w:sz w:val="22"/>
                <w:szCs w:val="22"/>
              </w:rPr>
            </w:pPr>
          </w:p>
        </w:tc>
      </w:tr>
    </w:tbl>
    <w:p w:rsidR="00F65437" w:rsidRPr="00F65437" w:rsidRDefault="00F65437" w:rsidP="00F65437">
      <w:pPr>
        <w:tabs>
          <w:tab w:val="center" w:pos="4734"/>
          <w:tab w:val="left" w:pos="6313"/>
        </w:tabs>
        <w:ind w:left="360"/>
        <w:rPr>
          <w:rFonts w:ascii="Book Antiqua" w:hAnsi="Book Antiqua"/>
          <w:sz w:val="22"/>
          <w:szCs w:val="22"/>
        </w:rPr>
      </w:pPr>
      <w:r w:rsidRPr="00F65437">
        <w:rPr>
          <w:rFonts w:ascii="Book Antiqua" w:hAnsi="Book Antiqua"/>
          <w:sz w:val="22"/>
          <w:szCs w:val="22"/>
        </w:rPr>
        <w:t>SIGNATURE OF THE TENDERER                                     Chief General Manager/Operation,</w:t>
      </w:r>
    </w:p>
    <w:p w:rsidR="00F65437" w:rsidRPr="00F65437" w:rsidRDefault="00F65437" w:rsidP="00F65437">
      <w:pPr>
        <w:tabs>
          <w:tab w:val="center" w:pos="4734"/>
          <w:tab w:val="left" w:pos="6313"/>
        </w:tabs>
        <w:rPr>
          <w:rFonts w:ascii="Book Antiqua" w:hAnsi="Book Antiqua"/>
          <w:sz w:val="22"/>
          <w:szCs w:val="22"/>
        </w:rPr>
      </w:pPr>
      <w:r w:rsidRPr="00F65437">
        <w:rPr>
          <w:rFonts w:ascii="Book Antiqua" w:hAnsi="Book Antiqua"/>
          <w:sz w:val="22"/>
          <w:szCs w:val="22"/>
        </w:rPr>
        <w:t xml:space="preserve">            WITH SEAL                        </w:t>
      </w:r>
      <w:r w:rsidRPr="00F65437">
        <w:rPr>
          <w:rFonts w:ascii="Book Antiqua" w:hAnsi="Book Antiqua"/>
          <w:sz w:val="22"/>
          <w:szCs w:val="22"/>
        </w:rPr>
        <w:tab/>
        <w:t xml:space="preserve">                                                Ranga Reddy Zone, TSSPDCL</w:t>
      </w:r>
    </w:p>
    <w:p w:rsidR="00F65437" w:rsidRPr="00F65437" w:rsidRDefault="00F65437" w:rsidP="00F65437">
      <w:pPr>
        <w:tabs>
          <w:tab w:val="center" w:pos="4734"/>
          <w:tab w:val="left" w:pos="6313"/>
        </w:tabs>
        <w:rPr>
          <w:rFonts w:ascii="Book Antiqua" w:hAnsi="Book Antiqua"/>
          <w:sz w:val="22"/>
          <w:szCs w:val="22"/>
        </w:rPr>
      </w:pPr>
      <w:r w:rsidRPr="00F65437">
        <w:rPr>
          <w:rFonts w:ascii="Book Antiqua" w:hAnsi="Book Antiqua"/>
          <w:sz w:val="22"/>
          <w:szCs w:val="22"/>
        </w:rPr>
        <w:t xml:space="preserve">                                                                                                     </w:t>
      </w:r>
      <w:r w:rsidR="00963E4A">
        <w:rPr>
          <w:rFonts w:ascii="Book Antiqua" w:hAnsi="Book Antiqua"/>
          <w:sz w:val="22"/>
          <w:szCs w:val="22"/>
        </w:rPr>
        <w:t xml:space="preserve">       </w:t>
      </w:r>
      <w:r w:rsidRPr="00F65437">
        <w:rPr>
          <w:rFonts w:ascii="Book Antiqua" w:hAnsi="Book Antiqua"/>
          <w:sz w:val="22"/>
          <w:szCs w:val="22"/>
        </w:rPr>
        <w:t xml:space="preserve">KPHB Colony, Hyderabad           </w:t>
      </w:r>
    </w:p>
    <w:p w:rsidR="00F65437" w:rsidRPr="00F65437" w:rsidRDefault="00F65437" w:rsidP="00F65437">
      <w:pPr>
        <w:ind w:left="360"/>
        <w:rPr>
          <w:rFonts w:ascii="Book Antiqua" w:hAnsi="Book Antiqua"/>
          <w:sz w:val="22"/>
          <w:szCs w:val="22"/>
        </w:rPr>
      </w:pPr>
    </w:p>
    <w:p w:rsidR="00F65437" w:rsidRPr="00F65437" w:rsidRDefault="00F65437">
      <w:pPr>
        <w:rPr>
          <w:rFonts w:ascii="Book Antiqua" w:hAnsi="Book Antiqua"/>
          <w:sz w:val="22"/>
          <w:szCs w:val="22"/>
        </w:rPr>
      </w:pPr>
      <w:r w:rsidRPr="00F65437">
        <w:rPr>
          <w:rFonts w:ascii="Book Antiqua" w:hAnsi="Book Antiqua"/>
          <w:sz w:val="22"/>
          <w:szCs w:val="22"/>
        </w:rPr>
        <w:br w:type="page"/>
      </w:r>
    </w:p>
    <w:p w:rsidR="00F65437" w:rsidRPr="00F65437" w:rsidRDefault="00F65437" w:rsidP="00F65437">
      <w:pPr>
        <w:rPr>
          <w:rFonts w:ascii="Book Antiqua" w:hAnsi="Book Antiqua"/>
          <w:sz w:val="22"/>
          <w:szCs w:val="22"/>
        </w:rPr>
      </w:pPr>
    </w:p>
    <w:p w:rsidR="00F65437" w:rsidRPr="00963E4A" w:rsidRDefault="00F65437" w:rsidP="00F65437">
      <w:pPr>
        <w:pStyle w:val="Heading5"/>
        <w:rPr>
          <w:rFonts w:ascii="Book Antiqua" w:hAnsi="Book Antiqua"/>
          <w:b/>
          <w:color w:val="auto"/>
          <w:sz w:val="22"/>
          <w:szCs w:val="22"/>
          <w:u w:val="single"/>
        </w:rPr>
      </w:pPr>
      <w:r w:rsidRPr="00963E4A">
        <w:rPr>
          <w:rFonts w:ascii="Book Antiqua" w:hAnsi="Book Antiqua"/>
          <w:b/>
          <w:color w:val="auto"/>
          <w:sz w:val="22"/>
          <w:szCs w:val="22"/>
          <w:u w:val="single"/>
        </w:rPr>
        <w:t>TERMS AND CONDITIONS</w:t>
      </w:r>
    </w:p>
    <w:p w:rsidR="00F65437" w:rsidRPr="00F65437" w:rsidRDefault="00F65437" w:rsidP="00F65437">
      <w:pPr>
        <w:rPr>
          <w:rFonts w:ascii="Book Antiqua" w:hAnsi="Book Antiqua"/>
          <w:sz w:val="22"/>
          <w:szCs w:val="22"/>
        </w:rPr>
      </w:pPr>
    </w:p>
    <w:p w:rsidR="00F65437" w:rsidRPr="00F65437" w:rsidRDefault="00F65437" w:rsidP="00946639">
      <w:pPr>
        <w:pStyle w:val="Header"/>
        <w:numPr>
          <w:ilvl w:val="0"/>
          <w:numId w:val="23"/>
        </w:numPr>
        <w:tabs>
          <w:tab w:val="clear" w:pos="4320"/>
          <w:tab w:val="clear" w:pos="8640"/>
          <w:tab w:val="center" w:pos="4153"/>
          <w:tab w:val="right" w:pos="8306"/>
        </w:tabs>
        <w:suppressAutoHyphens/>
        <w:spacing w:line="360" w:lineRule="auto"/>
        <w:jc w:val="both"/>
        <w:rPr>
          <w:rFonts w:ascii="Book Antiqua" w:hAnsi="Book Antiqua"/>
          <w:sz w:val="22"/>
          <w:szCs w:val="22"/>
        </w:rPr>
      </w:pPr>
      <w:r w:rsidRPr="00F65437">
        <w:rPr>
          <w:rFonts w:ascii="Book Antiqua" w:hAnsi="Book Antiqua"/>
          <w:sz w:val="22"/>
          <w:szCs w:val="22"/>
        </w:rPr>
        <w:t>In-Charge of the Work: Assistant Engineer/Civil.</w:t>
      </w:r>
    </w:p>
    <w:p w:rsidR="00F65437" w:rsidRPr="00963E4A" w:rsidRDefault="00F65437" w:rsidP="00946639">
      <w:pPr>
        <w:pStyle w:val="Title"/>
        <w:numPr>
          <w:ilvl w:val="0"/>
          <w:numId w:val="23"/>
        </w:numPr>
        <w:suppressAutoHyphens w:val="0"/>
        <w:autoSpaceDN/>
        <w:spacing w:before="0" w:after="0" w:line="360" w:lineRule="auto"/>
        <w:jc w:val="both"/>
        <w:textAlignment w:val="auto"/>
        <w:outlineLvl w:val="9"/>
        <w:rPr>
          <w:rFonts w:ascii="Book Antiqua" w:hAnsi="Book Antiqua"/>
          <w:sz w:val="22"/>
          <w:szCs w:val="22"/>
        </w:rPr>
      </w:pPr>
      <w:r w:rsidRPr="00963E4A">
        <w:rPr>
          <w:rFonts w:ascii="Book Antiqua" w:hAnsi="Book Antiqua"/>
          <w:sz w:val="22"/>
          <w:szCs w:val="22"/>
        </w:rPr>
        <w:t>The agency has to engage minimum number of Labours daily and as and when required as directed by the Engineer in Charge of the wor</w:t>
      </w:r>
      <w:r w:rsidRPr="00963E4A">
        <w:rPr>
          <w:rFonts w:ascii="Book Antiqua" w:hAnsi="Book Antiqua"/>
          <w:b w:val="0"/>
          <w:sz w:val="22"/>
          <w:szCs w:val="22"/>
        </w:rPr>
        <w:t>k.</w:t>
      </w:r>
    </w:p>
    <w:p w:rsidR="00F65437" w:rsidRPr="00F65437" w:rsidRDefault="00F65437" w:rsidP="00946639">
      <w:pPr>
        <w:pStyle w:val="Title"/>
        <w:numPr>
          <w:ilvl w:val="0"/>
          <w:numId w:val="23"/>
        </w:numPr>
        <w:suppressAutoHyphens w:val="0"/>
        <w:autoSpaceDN/>
        <w:spacing w:before="0" w:after="0" w:line="360" w:lineRule="auto"/>
        <w:jc w:val="both"/>
        <w:textAlignment w:val="auto"/>
        <w:outlineLvl w:val="9"/>
        <w:rPr>
          <w:rFonts w:ascii="Book Antiqua" w:hAnsi="Book Antiqua"/>
          <w:b w:val="0"/>
          <w:bCs w:val="0"/>
          <w:sz w:val="22"/>
          <w:szCs w:val="22"/>
        </w:rPr>
      </w:pPr>
      <w:r w:rsidRPr="00F65437">
        <w:rPr>
          <w:rFonts w:ascii="Book Antiqua" w:hAnsi="Book Antiqua"/>
          <w:b w:val="0"/>
          <w:bCs w:val="0"/>
          <w:sz w:val="22"/>
          <w:szCs w:val="22"/>
        </w:rPr>
        <w:t>If there is any shortfall in the required manpower to be engaged on any day, an equivalent amount will be recovered per each person per day from the monthly bills payable to the agency</w:t>
      </w:r>
      <w:r w:rsidRPr="00F65437">
        <w:rPr>
          <w:rFonts w:ascii="Book Antiqua" w:hAnsi="Book Antiqua"/>
          <w:sz w:val="22"/>
          <w:szCs w:val="22"/>
        </w:rPr>
        <w:t xml:space="preserve"> </w:t>
      </w:r>
      <w:r w:rsidRPr="00F65437">
        <w:rPr>
          <w:rFonts w:ascii="Book Antiqua" w:hAnsi="Book Antiqua"/>
          <w:b w:val="0"/>
          <w:sz w:val="22"/>
          <w:szCs w:val="22"/>
        </w:rPr>
        <w:t xml:space="preserve">(a minimum penalty of Rs.1000/- per day is also recovered from the monthly bill for unauthorized absence per person). </w:t>
      </w:r>
      <w:r w:rsidRPr="00F65437">
        <w:rPr>
          <w:rFonts w:ascii="Book Antiqua" w:hAnsi="Book Antiqua"/>
          <w:b w:val="0"/>
          <w:bCs w:val="0"/>
          <w:sz w:val="22"/>
          <w:szCs w:val="22"/>
        </w:rPr>
        <w:t>If cleaning/maintenance are not satisfactory, deduction onwards the same at the discretion of the in-charge shall be made.</w:t>
      </w:r>
    </w:p>
    <w:p w:rsidR="00F65437" w:rsidRPr="00F65437" w:rsidRDefault="00F65437" w:rsidP="00946639">
      <w:pPr>
        <w:pStyle w:val="BodyText"/>
        <w:numPr>
          <w:ilvl w:val="0"/>
          <w:numId w:val="23"/>
        </w:numPr>
        <w:suppressAutoHyphens/>
        <w:spacing w:line="360" w:lineRule="auto"/>
        <w:rPr>
          <w:rFonts w:ascii="Book Antiqua" w:hAnsi="Book Antiqua"/>
          <w:sz w:val="22"/>
          <w:szCs w:val="22"/>
        </w:rPr>
      </w:pPr>
      <w:r w:rsidRPr="00F65437">
        <w:rPr>
          <w:rFonts w:ascii="Book Antiqua" w:hAnsi="Book Antiqua"/>
          <w:sz w:val="22"/>
          <w:szCs w:val="22"/>
        </w:rPr>
        <w:t xml:space="preserve">If the work is not carried out satisfactorily, the contract will be terminated at any </w:t>
      </w:r>
    </w:p>
    <w:p w:rsidR="00F65437" w:rsidRPr="00F65437" w:rsidRDefault="00F65437" w:rsidP="00946639">
      <w:pPr>
        <w:pStyle w:val="BodyText"/>
        <w:suppressAutoHyphens/>
        <w:spacing w:line="360" w:lineRule="auto"/>
        <w:ind w:left="1080"/>
        <w:rPr>
          <w:rFonts w:ascii="Book Antiqua" w:hAnsi="Book Antiqua"/>
          <w:b/>
          <w:bCs/>
          <w:sz w:val="22"/>
          <w:szCs w:val="22"/>
        </w:rPr>
      </w:pPr>
      <w:r w:rsidRPr="00F65437">
        <w:rPr>
          <w:rFonts w:ascii="Book Antiqua" w:hAnsi="Book Antiqua"/>
          <w:sz w:val="22"/>
          <w:szCs w:val="22"/>
        </w:rPr>
        <w:t>time without assigning any reason.</w:t>
      </w:r>
    </w:p>
    <w:p w:rsidR="00F65437" w:rsidRPr="00F65437" w:rsidRDefault="00F65437" w:rsidP="00946639">
      <w:pPr>
        <w:pStyle w:val="BodyText"/>
        <w:numPr>
          <w:ilvl w:val="0"/>
          <w:numId w:val="23"/>
        </w:numPr>
        <w:suppressAutoHyphens/>
        <w:spacing w:line="360" w:lineRule="auto"/>
        <w:rPr>
          <w:rFonts w:ascii="Book Antiqua" w:hAnsi="Book Antiqua"/>
          <w:sz w:val="22"/>
          <w:szCs w:val="22"/>
        </w:rPr>
      </w:pPr>
      <w:r w:rsidRPr="00F65437">
        <w:rPr>
          <w:rFonts w:ascii="Book Antiqua" w:hAnsi="Book Antiqua"/>
          <w:sz w:val="22"/>
          <w:szCs w:val="22"/>
        </w:rPr>
        <w:t>The main cleaning works in all the floors shall be completed before 10.00 A.M on all working days and to be maintained in clean and neat condition. And the workmen should be made available in the office full day duration. On Sundays/Holidays the work can be done during the whole daytime.</w:t>
      </w:r>
    </w:p>
    <w:p w:rsidR="00F65437" w:rsidRPr="00963E4A" w:rsidRDefault="00F65437" w:rsidP="00946639">
      <w:pPr>
        <w:numPr>
          <w:ilvl w:val="0"/>
          <w:numId w:val="23"/>
        </w:numPr>
        <w:suppressAutoHyphens/>
        <w:spacing w:line="360" w:lineRule="auto"/>
        <w:jc w:val="both"/>
        <w:rPr>
          <w:rFonts w:ascii="Book Antiqua" w:hAnsi="Book Antiqua"/>
          <w:sz w:val="22"/>
          <w:szCs w:val="22"/>
        </w:rPr>
      </w:pPr>
      <w:r w:rsidRPr="00963E4A">
        <w:rPr>
          <w:rFonts w:ascii="Book Antiqua" w:hAnsi="Book Antiqua"/>
          <w:sz w:val="22"/>
          <w:szCs w:val="22"/>
        </w:rPr>
        <w:t>The rate is including of all relevant materials (like Phenol, brooms, washing powder, toilet-cleaning liquid, brushes and naphthalene balls etc.,) for cleaning, labour charges, transport charges, and all other taxes as mandatory etc. complete for the finished item of work.</w:t>
      </w:r>
    </w:p>
    <w:p w:rsidR="00F65437" w:rsidRPr="00963E4A" w:rsidRDefault="00F65437" w:rsidP="00946639">
      <w:pPr>
        <w:pStyle w:val="Title"/>
        <w:numPr>
          <w:ilvl w:val="0"/>
          <w:numId w:val="23"/>
        </w:numPr>
        <w:suppressAutoHyphens w:val="0"/>
        <w:autoSpaceDN/>
        <w:spacing w:before="0" w:after="0" w:line="360" w:lineRule="auto"/>
        <w:jc w:val="both"/>
        <w:textAlignment w:val="auto"/>
        <w:outlineLvl w:val="9"/>
        <w:rPr>
          <w:rFonts w:ascii="Book Antiqua" w:hAnsi="Book Antiqua"/>
          <w:sz w:val="22"/>
          <w:szCs w:val="22"/>
        </w:rPr>
      </w:pPr>
      <w:r w:rsidRPr="00963E4A">
        <w:rPr>
          <w:rFonts w:ascii="Book Antiqua" w:hAnsi="Book Antiqua"/>
          <w:b w:val="0"/>
          <w:sz w:val="22"/>
          <w:szCs w:val="22"/>
        </w:rPr>
        <w:t>All duties, taxes except GST, and other lev</w:t>
      </w:r>
      <w:r w:rsidRPr="00963E4A">
        <w:rPr>
          <w:rFonts w:ascii="Book Antiqua" w:hAnsi="Book Antiqua"/>
          <w:b w:val="0"/>
          <w:sz w:val="22"/>
          <w:szCs w:val="22"/>
          <w:lang w:val="en-US"/>
        </w:rPr>
        <w:t>i</w:t>
      </w:r>
      <w:r w:rsidRPr="00963E4A">
        <w:rPr>
          <w:rFonts w:ascii="Book Antiqua" w:hAnsi="Book Antiqua"/>
          <w:b w:val="0"/>
          <w:sz w:val="22"/>
          <w:szCs w:val="22"/>
        </w:rPr>
        <w:t>es payable by the contractors</w:t>
      </w:r>
      <w:r w:rsidRPr="00963E4A">
        <w:rPr>
          <w:rFonts w:ascii="Book Antiqua" w:hAnsi="Book Antiqua"/>
          <w:b w:val="0"/>
          <w:bCs w:val="0"/>
          <w:sz w:val="22"/>
          <w:szCs w:val="22"/>
        </w:rPr>
        <w:t>.</w:t>
      </w:r>
    </w:p>
    <w:p w:rsidR="00F65437" w:rsidRPr="00F65437" w:rsidRDefault="00F65437" w:rsidP="00946639">
      <w:pPr>
        <w:pStyle w:val="BodyText"/>
        <w:numPr>
          <w:ilvl w:val="0"/>
          <w:numId w:val="23"/>
        </w:numPr>
        <w:suppressAutoHyphens/>
        <w:spacing w:line="360" w:lineRule="auto"/>
        <w:rPr>
          <w:rFonts w:ascii="Book Antiqua" w:hAnsi="Book Antiqua"/>
          <w:sz w:val="22"/>
          <w:szCs w:val="22"/>
        </w:rPr>
      </w:pPr>
      <w:r w:rsidRPr="00F65437">
        <w:rPr>
          <w:rFonts w:ascii="Book Antiqua" w:hAnsi="Book Antiqua"/>
          <w:sz w:val="22"/>
          <w:szCs w:val="22"/>
        </w:rPr>
        <w:t>I.T and TSGST will be deducted at prevailing rate on total bill amounts as per existing structure.</w:t>
      </w:r>
    </w:p>
    <w:p w:rsidR="00F65437" w:rsidRPr="00963E4A" w:rsidRDefault="00F65437" w:rsidP="00946639">
      <w:pPr>
        <w:pStyle w:val="Title"/>
        <w:numPr>
          <w:ilvl w:val="0"/>
          <w:numId w:val="23"/>
        </w:numPr>
        <w:suppressAutoHyphens w:val="0"/>
        <w:autoSpaceDN/>
        <w:spacing w:before="0" w:after="0" w:line="360" w:lineRule="auto"/>
        <w:ind w:left="720" w:hanging="11"/>
        <w:jc w:val="both"/>
        <w:textAlignment w:val="auto"/>
        <w:outlineLvl w:val="9"/>
        <w:rPr>
          <w:rFonts w:ascii="Book Antiqua" w:hAnsi="Book Antiqua"/>
          <w:b w:val="0"/>
          <w:bCs w:val="0"/>
          <w:sz w:val="22"/>
          <w:szCs w:val="22"/>
        </w:rPr>
      </w:pPr>
      <w:r w:rsidRPr="00963E4A">
        <w:rPr>
          <w:rFonts w:ascii="Book Antiqua" w:hAnsi="Book Antiqua"/>
          <w:b w:val="0"/>
          <w:bCs w:val="0"/>
          <w:sz w:val="22"/>
          <w:szCs w:val="22"/>
        </w:rPr>
        <w:t>The initial period of contract will be for maximum of 1</w:t>
      </w:r>
      <w:r w:rsidRPr="00963E4A">
        <w:rPr>
          <w:rFonts w:ascii="Book Antiqua" w:hAnsi="Book Antiqua"/>
          <w:b w:val="0"/>
          <w:bCs w:val="0"/>
          <w:sz w:val="22"/>
          <w:szCs w:val="22"/>
          <w:lang w:val="en-US"/>
        </w:rPr>
        <w:t>2</w:t>
      </w:r>
      <w:r w:rsidRPr="00963E4A">
        <w:rPr>
          <w:rFonts w:ascii="Book Antiqua" w:hAnsi="Book Antiqua"/>
          <w:b w:val="0"/>
          <w:bCs w:val="0"/>
          <w:sz w:val="22"/>
          <w:szCs w:val="22"/>
        </w:rPr>
        <w:t xml:space="preserve"> months</w:t>
      </w:r>
      <w:r w:rsidR="00963E4A" w:rsidRPr="00963E4A">
        <w:rPr>
          <w:rFonts w:ascii="Book Antiqua" w:hAnsi="Book Antiqua"/>
          <w:b w:val="0"/>
          <w:bCs w:val="0"/>
          <w:sz w:val="22"/>
          <w:szCs w:val="22"/>
        </w:rPr>
        <w:t>.</w:t>
      </w:r>
    </w:p>
    <w:p w:rsidR="00F65437" w:rsidRPr="00F65437" w:rsidRDefault="00F65437" w:rsidP="00946639">
      <w:pPr>
        <w:pStyle w:val="BodyText"/>
        <w:numPr>
          <w:ilvl w:val="0"/>
          <w:numId w:val="23"/>
        </w:numPr>
        <w:suppressAutoHyphens/>
        <w:spacing w:line="360" w:lineRule="auto"/>
        <w:rPr>
          <w:rFonts w:ascii="Book Antiqua" w:hAnsi="Book Antiqua"/>
          <w:sz w:val="22"/>
          <w:szCs w:val="22"/>
        </w:rPr>
      </w:pPr>
      <w:r w:rsidRPr="00F65437">
        <w:rPr>
          <w:rFonts w:ascii="Book Antiqua" w:hAnsi="Book Antiqua"/>
          <w:sz w:val="22"/>
          <w:szCs w:val="22"/>
        </w:rPr>
        <w:t>The above rate shall be firm and valid till the completion of the work.  No advance payment shall be made towards procurement of material etc.</w:t>
      </w:r>
    </w:p>
    <w:p w:rsidR="00F65437" w:rsidRPr="00946639" w:rsidRDefault="00F65437" w:rsidP="00946639">
      <w:pPr>
        <w:pStyle w:val="Title"/>
        <w:numPr>
          <w:ilvl w:val="0"/>
          <w:numId w:val="23"/>
        </w:numPr>
        <w:suppressAutoHyphens w:val="0"/>
        <w:autoSpaceDN/>
        <w:spacing w:before="0" w:after="0" w:line="360" w:lineRule="auto"/>
        <w:ind w:left="720" w:hanging="11"/>
        <w:jc w:val="both"/>
        <w:textAlignment w:val="auto"/>
        <w:outlineLvl w:val="9"/>
        <w:rPr>
          <w:rFonts w:ascii="Book Antiqua" w:hAnsi="Book Antiqua"/>
          <w:b w:val="0"/>
          <w:bCs w:val="0"/>
          <w:sz w:val="22"/>
          <w:szCs w:val="22"/>
        </w:rPr>
      </w:pPr>
      <w:r w:rsidRPr="00946639">
        <w:rPr>
          <w:rFonts w:ascii="Book Antiqua" w:hAnsi="Book Antiqua"/>
          <w:b w:val="0"/>
          <w:bCs w:val="0"/>
          <w:sz w:val="22"/>
          <w:szCs w:val="22"/>
        </w:rPr>
        <w:t>No advance payment shall be made towards procurement of material etc.,</w:t>
      </w:r>
    </w:p>
    <w:p w:rsidR="00F65437" w:rsidRPr="00946639" w:rsidRDefault="00F65437" w:rsidP="00946639">
      <w:pPr>
        <w:pStyle w:val="Title"/>
        <w:numPr>
          <w:ilvl w:val="0"/>
          <w:numId w:val="23"/>
        </w:numPr>
        <w:suppressAutoHyphens w:val="0"/>
        <w:autoSpaceDN/>
        <w:spacing w:before="0" w:after="0" w:line="360" w:lineRule="auto"/>
        <w:jc w:val="both"/>
        <w:textAlignment w:val="auto"/>
        <w:outlineLvl w:val="9"/>
        <w:rPr>
          <w:rFonts w:ascii="Book Antiqua" w:hAnsi="Book Antiqua"/>
          <w:b w:val="0"/>
          <w:bCs w:val="0"/>
          <w:sz w:val="22"/>
          <w:szCs w:val="22"/>
        </w:rPr>
      </w:pPr>
      <w:r w:rsidRPr="00F65437">
        <w:rPr>
          <w:rFonts w:ascii="Book Antiqua" w:hAnsi="Book Antiqua"/>
          <w:b w:val="0"/>
          <w:bCs w:val="0"/>
          <w:sz w:val="22"/>
          <w:szCs w:val="22"/>
        </w:rPr>
        <w:t>The company reserves the right to award/cancel the agreement without assigning any reasons.</w:t>
      </w:r>
    </w:p>
    <w:p w:rsidR="00F65437" w:rsidRPr="00946639" w:rsidRDefault="00F65437" w:rsidP="00946639">
      <w:pPr>
        <w:pStyle w:val="Title"/>
        <w:numPr>
          <w:ilvl w:val="0"/>
          <w:numId w:val="23"/>
        </w:numPr>
        <w:suppressAutoHyphens w:val="0"/>
        <w:autoSpaceDN/>
        <w:spacing w:before="0" w:after="0" w:line="360" w:lineRule="auto"/>
        <w:jc w:val="both"/>
        <w:textAlignment w:val="auto"/>
        <w:outlineLvl w:val="9"/>
        <w:rPr>
          <w:rFonts w:ascii="Book Antiqua" w:hAnsi="Book Antiqua"/>
          <w:b w:val="0"/>
          <w:bCs w:val="0"/>
          <w:sz w:val="22"/>
          <w:szCs w:val="22"/>
        </w:rPr>
      </w:pPr>
      <w:r w:rsidRPr="00F65437">
        <w:rPr>
          <w:rFonts w:ascii="Book Antiqua" w:hAnsi="Book Antiqua"/>
          <w:b w:val="0"/>
          <w:bCs w:val="0"/>
          <w:sz w:val="22"/>
          <w:szCs w:val="22"/>
        </w:rPr>
        <w:t>Payment shall be made monthly once on submission of the bill in full shape on satisfactory services and after deducting the statutory taxes, if any levied by the Government from time to time.</w:t>
      </w:r>
    </w:p>
    <w:p w:rsidR="00F65437" w:rsidRPr="00946639" w:rsidRDefault="00F65437" w:rsidP="00946639">
      <w:pPr>
        <w:pStyle w:val="Title"/>
        <w:numPr>
          <w:ilvl w:val="0"/>
          <w:numId w:val="23"/>
        </w:numPr>
        <w:suppressAutoHyphens w:val="0"/>
        <w:autoSpaceDN/>
        <w:spacing w:before="0" w:after="0" w:line="360" w:lineRule="auto"/>
        <w:jc w:val="both"/>
        <w:textAlignment w:val="auto"/>
        <w:outlineLvl w:val="9"/>
        <w:rPr>
          <w:rFonts w:ascii="Book Antiqua" w:hAnsi="Book Antiqua"/>
          <w:b w:val="0"/>
          <w:bCs w:val="0"/>
          <w:sz w:val="22"/>
          <w:szCs w:val="22"/>
        </w:rPr>
      </w:pPr>
      <w:r w:rsidRPr="00F65437">
        <w:rPr>
          <w:rFonts w:ascii="Book Antiqua" w:hAnsi="Book Antiqua"/>
          <w:b w:val="0"/>
          <w:bCs w:val="0"/>
          <w:sz w:val="22"/>
          <w:szCs w:val="22"/>
        </w:rPr>
        <w:t>The scope of the work is as per the Annexure ‘A’ enclosed.</w:t>
      </w:r>
    </w:p>
    <w:p w:rsidR="00F65437" w:rsidRPr="00946639" w:rsidRDefault="00F65437" w:rsidP="00946639">
      <w:pPr>
        <w:pStyle w:val="Title"/>
        <w:numPr>
          <w:ilvl w:val="0"/>
          <w:numId w:val="23"/>
        </w:numPr>
        <w:suppressAutoHyphens w:val="0"/>
        <w:autoSpaceDN/>
        <w:spacing w:before="0" w:after="0" w:line="360" w:lineRule="auto"/>
        <w:jc w:val="both"/>
        <w:textAlignment w:val="auto"/>
        <w:outlineLvl w:val="9"/>
        <w:rPr>
          <w:rFonts w:ascii="Book Antiqua" w:hAnsi="Book Antiqua"/>
          <w:b w:val="0"/>
          <w:bCs w:val="0"/>
          <w:sz w:val="22"/>
          <w:szCs w:val="22"/>
        </w:rPr>
      </w:pPr>
      <w:r w:rsidRPr="00F65437">
        <w:rPr>
          <w:rFonts w:ascii="Book Antiqua" w:hAnsi="Book Antiqua"/>
          <w:b w:val="0"/>
          <w:bCs w:val="0"/>
          <w:sz w:val="22"/>
          <w:szCs w:val="22"/>
        </w:rPr>
        <w:t xml:space="preserve">The safety of the workmen shall solely be the responsibility of the agency and the agency has to abide by the workmen compensation act. The CPDCL </w:t>
      </w:r>
      <w:r w:rsidRPr="00F65437">
        <w:rPr>
          <w:rFonts w:ascii="Book Antiqua" w:hAnsi="Book Antiqua"/>
          <w:b w:val="0"/>
          <w:sz w:val="22"/>
          <w:szCs w:val="22"/>
        </w:rPr>
        <w:t>will not be responsible for any accidents occurred during the contract period</w:t>
      </w:r>
    </w:p>
    <w:p w:rsidR="00F65437" w:rsidRPr="00946639" w:rsidRDefault="00F65437" w:rsidP="00946639">
      <w:pPr>
        <w:pStyle w:val="Title"/>
        <w:numPr>
          <w:ilvl w:val="0"/>
          <w:numId w:val="23"/>
        </w:numPr>
        <w:suppressAutoHyphens w:val="0"/>
        <w:autoSpaceDN/>
        <w:spacing w:before="0" w:after="0" w:line="360" w:lineRule="auto"/>
        <w:jc w:val="both"/>
        <w:textAlignment w:val="auto"/>
        <w:outlineLvl w:val="9"/>
        <w:rPr>
          <w:rFonts w:ascii="Book Antiqua" w:hAnsi="Book Antiqua"/>
          <w:b w:val="0"/>
          <w:bCs w:val="0"/>
          <w:sz w:val="22"/>
          <w:szCs w:val="22"/>
        </w:rPr>
      </w:pPr>
      <w:r w:rsidRPr="00F65437">
        <w:rPr>
          <w:rFonts w:ascii="Book Antiqua" w:hAnsi="Book Antiqua"/>
          <w:b w:val="0"/>
          <w:sz w:val="22"/>
          <w:szCs w:val="22"/>
        </w:rPr>
        <w:lastRenderedPageBreak/>
        <w:t xml:space="preserve">The contractor shall comply with all statutory requirements like   minimum wages act etc., and shall maintain &amp; produce all records on demand.  </w:t>
      </w:r>
    </w:p>
    <w:p w:rsidR="00F65437" w:rsidRPr="00946639" w:rsidRDefault="00F65437" w:rsidP="00946639">
      <w:pPr>
        <w:pStyle w:val="Title"/>
        <w:numPr>
          <w:ilvl w:val="0"/>
          <w:numId w:val="23"/>
        </w:numPr>
        <w:suppressAutoHyphens w:val="0"/>
        <w:autoSpaceDN/>
        <w:spacing w:before="0" w:after="0" w:line="360" w:lineRule="auto"/>
        <w:jc w:val="both"/>
        <w:textAlignment w:val="auto"/>
        <w:outlineLvl w:val="9"/>
        <w:rPr>
          <w:rFonts w:ascii="Book Antiqua" w:hAnsi="Book Antiqua"/>
          <w:b w:val="0"/>
          <w:bCs w:val="0"/>
          <w:sz w:val="22"/>
          <w:szCs w:val="22"/>
        </w:rPr>
      </w:pPr>
      <w:r w:rsidRPr="00F65437">
        <w:rPr>
          <w:rFonts w:ascii="Book Antiqua" w:hAnsi="Book Antiqua"/>
          <w:b w:val="0"/>
          <w:bCs w:val="0"/>
          <w:sz w:val="22"/>
          <w:szCs w:val="22"/>
        </w:rPr>
        <w:t>The contractor/Agency will comply with all the provisions regarding licensing, welfare and health, procedures, maintenance of various records and registers etc., as provided under applicable Laws/Rules and for non-compliance, of any of levied by the appropriate authority under the Laws/Rules. The Contractor/Agency shall also be liable for compliance of statues as applicable (including wages Act. Workman’s Compensation Act.) etc., and the expenditure shall be borne by the Contractor/Agency. Any default in compliance, violation of any Laws and contravention of any of the provisions referred above, the Contractor/ Agency shall alone be held responsible. Further the Contractor/Agency must adhere to the Rules and regulations of various Acts/Orders issued by Central/ State/Local authorities now and then.</w:t>
      </w:r>
    </w:p>
    <w:p w:rsidR="00F65437" w:rsidRPr="00946639" w:rsidRDefault="00F65437" w:rsidP="00946639">
      <w:pPr>
        <w:pStyle w:val="Title"/>
        <w:numPr>
          <w:ilvl w:val="0"/>
          <w:numId w:val="23"/>
        </w:numPr>
        <w:suppressAutoHyphens w:val="0"/>
        <w:autoSpaceDN/>
        <w:spacing w:before="0" w:after="0" w:line="360" w:lineRule="auto"/>
        <w:jc w:val="both"/>
        <w:textAlignment w:val="auto"/>
        <w:outlineLvl w:val="9"/>
        <w:rPr>
          <w:rFonts w:ascii="Book Antiqua" w:hAnsi="Book Antiqua"/>
          <w:b w:val="0"/>
          <w:bCs w:val="0"/>
          <w:sz w:val="22"/>
          <w:szCs w:val="22"/>
        </w:rPr>
      </w:pPr>
      <w:r w:rsidRPr="00F65437">
        <w:rPr>
          <w:rFonts w:ascii="Book Antiqua" w:hAnsi="Book Antiqua"/>
          <w:b w:val="0"/>
          <w:bCs w:val="0"/>
          <w:sz w:val="22"/>
          <w:szCs w:val="22"/>
        </w:rPr>
        <w:t>The TSSPDCL shall not be liable to pay any allowance, salary or any other amount under any Law in force for the work force engaged by the Contractor/Agency. The person or Contractor/Agency to whom the contract is given will not be entitled to any other allowance or benefits which are not included in the contract</w:t>
      </w:r>
      <w:r w:rsidR="00946639">
        <w:rPr>
          <w:rFonts w:ascii="Book Antiqua" w:hAnsi="Book Antiqua"/>
          <w:b w:val="0"/>
          <w:bCs w:val="0"/>
          <w:sz w:val="22"/>
          <w:szCs w:val="22"/>
        </w:rPr>
        <w:t>.</w:t>
      </w:r>
    </w:p>
    <w:p w:rsidR="00F65437" w:rsidRPr="00946639" w:rsidRDefault="00F65437" w:rsidP="00946639">
      <w:pPr>
        <w:pStyle w:val="Title"/>
        <w:numPr>
          <w:ilvl w:val="0"/>
          <w:numId w:val="23"/>
        </w:numPr>
        <w:suppressAutoHyphens w:val="0"/>
        <w:autoSpaceDN/>
        <w:spacing w:before="0" w:after="0" w:line="360" w:lineRule="auto"/>
        <w:jc w:val="both"/>
        <w:textAlignment w:val="auto"/>
        <w:outlineLvl w:val="9"/>
        <w:rPr>
          <w:rFonts w:ascii="Book Antiqua" w:hAnsi="Book Antiqua"/>
          <w:b w:val="0"/>
          <w:bCs w:val="0"/>
          <w:sz w:val="22"/>
          <w:szCs w:val="22"/>
        </w:rPr>
      </w:pPr>
      <w:r w:rsidRPr="00F65437">
        <w:rPr>
          <w:rFonts w:ascii="Book Antiqua" w:hAnsi="Book Antiqua"/>
          <w:b w:val="0"/>
          <w:bCs w:val="0"/>
          <w:sz w:val="22"/>
          <w:szCs w:val="22"/>
        </w:rPr>
        <w:t>The contractor will obtain License under the Contract Labour (Regulation and Abolition Act), according to the number of workers engaged by him by depositing the fees and complying with the formalities. He will also seek the renewal of the same well before the expiry.</w:t>
      </w:r>
    </w:p>
    <w:p w:rsidR="00F65437" w:rsidRPr="00946639" w:rsidRDefault="00F65437" w:rsidP="00946639">
      <w:pPr>
        <w:pStyle w:val="Title"/>
        <w:numPr>
          <w:ilvl w:val="0"/>
          <w:numId w:val="23"/>
        </w:numPr>
        <w:suppressAutoHyphens w:val="0"/>
        <w:autoSpaceDN/>
        <w:spacing w:before="0" w:after="0" w:line="360" w:lineRule="auto"/>
        <w:jc w:val="both"/>
        <w:textAlignment w:val="auto"/>
        <w:outlineLvl w:val="9"/>
        <w:rPr>
          <w:rFonts w:ascii="Book Antiqua" w:hAnsi="Book Antiqua"/>
          <w:b w:val="0"/>
          <w:bCs w:val="0"/>
          <w:sz w:val="22"/>
          <w:szCs w:val="22"/>
        </w:rPr>
      </w:pPr>
      <w:r w:rsidRPr="00F65437">
        <w:rPr>
          <w:rFonts w:ascii="Book Antiqua" w:hAnsi="Book Antiqua"/>
          <w:b w:val="0"/>
          <w:bCs w:val="0"/>
          <w:sz w:val="22"/>
          <w:szCs w:val="22"/>
        </w:rPr>
        <w:t xml:space="preserve">The payments shall be made as </w:t>
      </w:r>
      <w:r w:rsidR="00946639">
        <w:rPr>
          <w:rFonts w:ascii="Book Antiqua" w:hAnsi="Book Antiqua"/>
          <w:b w:val="0"/>
          <w:bCs w:val="0"/>
          <w:sz w:val="22"/>
          <w:szCs w:val="22"/>
        </w:rPr>
        <w:t>per provisions of relevant ACTS.</w:t>
      </w:r>
      <w:r w:rsidRPr="00F65437">
        <w:rPr>
          <w:rFonts w:ascii="Book Antiqua" w:hAnsi="Book Antiqua"/>
          <w:b w:val="0"/>
          <w:bCs w:val="0"/>
          <w:sz w:val="22"/>
          <w:szCs w:val="22"/>
        </w:rPr>
        <w:t xml:space="preserve">  </w:t>
      </w:r>
    </w:p>
    <w:p w:rsidR="00F65437" w:rsidRPr="00946639" w:rsidRDefault="00F65437" w:rsidP="00946639">
      <w:pPr>
        <w:pStyle w:val="Title"/>
        <w:numPr>
          <w:ilvl w:val="0"/>
          <w:numId w:val="23"/>
        </w:numPr>
        <w:suppressAutoHyphens w:val="0"/>
        <w:autoSpaceDN/>
        <w:spacing w:before="0" w:after="0" w:line="360" w:lineRule="auto"/>
        <w:jc w:val="both"/>
        <w:textAlignment w:val="auto"/>
        <w:outlineLvl w:val="9"/>
        <w:rPr>
          <w:rFonts w:ascii="Book Antiqua" w:hAnsi="Book Antiqua"/>
          <w:b w:val="0"/>
          <w:bCs w:val="0"/>
          <w:sz w:val="22"/>
          <w:szCs w:val="22"/>
        </w:rPr>
      </w:pPr>
      <w:r w:rsidRPr="00F65437">
        <w:rPr>
          <w:rFonts w:ascii="Book Antiqua" w:hAnsi="Book Antiqua"/>
          <w:b w:val="0"/>
          <w:bCs w:val="0"/>
          <w:sz w:val="22"/>
          <w:szCs w:val="22"/>
        </w:rPr>
        <w:t>The Contractor/Agency shall not be entitled to prefer any claim towards weekly offs, festival holidays and earned leave etc., as the rates quoted are inclusive of all the incidental charges.</w:t>
      </w:r>
    </w:p>
    <w:p w:rsidR="00F65437" w:rsidRPr="00946639" w:rsidRDefault="00F65437" w:rsidP="00946639">
      <w:pPr>
        <w:pStyle w:val="Title"/>
        <w:numPr>
          <w:ilvl w:val="0"/>
          <w:numId w:val="23"/>
        </w:numPr>
        <w:suppressAutoHyphens w:val="0"/>
        <w:autoSpaceDN/>
        <w:spacing w:before="0" w:after="0" w:line="360" w:lineRule="auto"/>
        <w:jc w:val="both"/>
        <w:textAlignment w:val="auto"/>
        <w:outlineLvl w:val="9"/>
        <w:rPr>
          <w:rFonts w:ascii="Book Antiqua" w:hAnsi="Book Antiqua"/>
          <w:b w:val="0"/>
          <w:bCs w:val="0"/>
          <w:sz w:val="22"/>
          <w:szCs w:val="22"/>
        </w:rPr>
      </w:pPr>
      <w:r w:rsidRPr="00F65437">
        <w:rPr>
          <w:rFonts w:ascii="Book Antiqua" w:hAnsi="Book Antiqua"/>
          <w:b w:val="0"/>
          <w:bCs w:val="0"/>
          <w:sz w:val="22"/>
          <w:szCs w:val="22"/>
        </w:rPr>
        <w:t>The Contractor/Agency will be liable not only to pay wages to their employees, but also the retrenchment compensation, notice pay, Gratuity or Bonus as applicable and TSSPDCL will not be held liable for any obligation of the contractor.</w:t>
      </w:r>
    </w:p>
    <w:p w:rsidR="00F65437" w:rsidRPr="00946639" w:rsidRDefault="00F65437" w:rsidP="00946639">
      <w:pPr>
        <w:pStyle w:val="Title"/>
        <w:numPr>
          <w:ilvl w:val="0"/>
          <w:numId w:val="23"/>
        </w:numPr>
        <w:suppressAutoHyphens w:val="0"/>
        <w:autoSpaceDN/>
        <w:spacing w:before="0" w:after="0" w:line="360" w:lineRule="auto"/>
        <w:jc w:val="both"/>
        <w:textAlignment w:val="auto"/>
        <w:outlineLvl w:val="9"/>
        <w:rPr>
          <w:rFonts w:ascii="Book Antiqua" w:hAnsi="Book Antiqua"/>
          <w:b w:val="0"/>
          <w:bCs w:val="0"/>
          <w:sz w:val="22"/>
          <w:szCs w:val="22"/>
        </w:rPr>
      </w:pPr>
      <w:r w:rsidRPr="00F65437">
        <w:rPr>
          <w:rFonts w:ascii="Book Antiqua" w:hAnsi="Book Antiqua"/>
          <w:b w:val="0"/>
          <w:bCs w:val="0"/>
          <w:sz w:val="22"/>
          <w:szCs w:val="22"/>
        </w:rPr>
        <w:t>The workmen engaged by the contractor shall not have any right or claim for employment with TSSPDCL.</w:t>
      </w:r>
    </w:p>
    <w:p w:rsidR="00F65437" w:rsidRPr="00946639" w:rsidRDefault="00F65437" w:rsidP="00946639">
      <w:pPr>
        <w:pStyle w:val="Title"/>
        <w:numPr>
          <w:ilvl w:val="0"/>
          <w:numId w:val="23"/>
        </w:numPr>
        <w:suppressAutoHyphens w:val="0"/>
        <w:autoSpaceDN/>
        <w:spacing w:before="0" w:after="0" w:line="360" w:lineRule="auto"/>
        <w:jc w:val="both"/>
        <w:textAlignment w:val="auto"/>
        <w:outlineLvl w:val="9"/>
        <w:rPr>
          <w:rFonts w:ascii="Book Antiqua" w:hAnsi="Book Antiqua"/>
          <w:b w:val="0"/>
          <w:bCs w:val="0"/>
          <w:sz w:val="22"/>
          <w:szCs w:val="22"/>
        </w:rPr>
      </w:pPr>
      <w:r w:rsidRPr="00F65437">
        <w:rPr>
          <w:rFonts w:ascii="Book Antiqua" w:hAnsi="Book Antiqua"/>
          <w:b w:val="0"/>
          <w:bCs w:val="0"/>
          <w:sz w:val="22"/>
          <w:szCs w:val="22"/>
        </w:rPr>
        <w:t xml:space="preserve"> The workmen should wear the uniform daily without fail.</w:t>
      </w:r>
    </w:p>
    <w:p w:rsidR="00F65437" w:rsidRPr="00946639" w:rsidRDefault="00F65437" w:rsidP="00946639">
      <w:pPr>
        <w:pStyle w:val="Title"/>
        <w:numPr>
          <w:ilvl w:val="0"/>
          <w:numId w:val="23"/>
        </w:numPr>
        <w:suppressAutoHyphens w:val="0"/>
        <w:autoSpaceDN/>
        <w:spacing w:before="0" w:after="0" w:line="360" w:lineRule="auto"/>
        <w:jc w:val="both"/>
        <w:textAlignment w:val="auto"/>
        <w:outlineLvl w:val="9"/>
        <w:rPr>
          <w:rFonts w:ascii="Book Antiqua" w:hAnsi="Book Antiqua"/>
          <w:b w:val="0"/>
          <w:bCs w:val="0"/>
          <w:sz w:val="22"/>
          <w:szCs w:val="22"/>
        </w:rPr>
      </w:pPr>
      <w:r w:rsidRPr="00F65437">
        <w:rPr>
          <w:rFonts w:ascii="Book Antiqua" w:hAnsi="Book Antiqua"/>
          <w:b w:val="0"/>
          <w:bCs w:val="0"/>
          <w:sz w:val="22"/>
          <w:szCs w:val="22"/>
        </w:rPr>
        <w:t xml:space="preserve"> Power supply for working of equipment if any shall be provided at free of cost by TSSPDCL</w:t>
      </w:r>
      <w:r w:rsidRPr="00F65437">
        <w:rPr>
          <w:rFonts w:ascii="Book Antiqua" w:hAnsi="Book Antiqua"/>
          <w:b w:val="0"/>
          <w:sz w:val="22"/>
          <w:szCs w:val="22"/>
        </w:rPr>
        <w:t xml:space="preserve"> with prior permission obtained from Engineer in charge of the work</w:t>
      </w:r>
    </w:p>
    <w:p w:rsidR="00F65437" w:rsidRPr="00946639" w:rsidRDefault="00F65437" w:rsidP="00946639">
      <w:pPr>
        <w:pStyle w:val="Title"/>
        <w:numPr>
          <w:ilvl w:val="0"/>
          <w:numId w:val="23"/>
        </w:numPr>
        <w:suppressAutoHyphens w:val="0"/>
        <w:autoSpaceDN/>
        <w:spacing w:before="0" w:after="0" w:line="360" w:lineRule="auto"/>
        <w:jc w:val="both"/>
        <w:textAlignment w:val="auto"/>
        <w:outlineLvl w:val="9"/>
        <w:rPr>
          <w:rFonts w:ascii="Book Antiqua" w:hAnsi="Book Antiqua"/>
          <w:b w:val="0"/>
          <w:bCs w:val="0"/>
          <w:sz w:val="22"/>
          <w:szCs w:val="22"/>
        </w:rPr>
      </w:pPr>
      <w:r w:rsidRPr="00F65437">
        <w:rPr>
          <w:rFonts w:ascii="Book Antiqua" w:hAnsi="Book Antiqua"/>
          <w:b w:val="0"/>
          <w:bCs w:val="0"/>
          <w:sz w:val="22"/>
          <w:szCs w:val="22"/>
        </w:rPr>
        <w:t xml:space="preserve"> Any damage caused to the TSSPDCL furniture, fixtures &amp; material while working shall be made good at the contractor’s cost and risk.</w:t>
      </w:r>
    </w:p>
    <w:p w:rsidR="00F65437" w:rsidRPr="00946639" w:rsidRDefault="00F65437" w:rsidP="00946639">
      <w:pPr>
        <w:pStyle w:val="Title"/>
        <w:numPr>
          <w:ilvl w:val="0"/>
          <w:numId w:val="23"/>
        </w:numPr>
        <w:suppressAutoHyphens w:val="0"/>
        <w:autoSpaceDN/>
        <w:spacing w:before="0" w:after="0" w:line="360" w:lineRule="auto"/>
        <w:jc w:val="both"/>
        <w:textAlignment w:val="auto"/>
        <w:outlineLvl w:val="9"/>
        <w:rPr>
          <w:rFonts w:ascii="Book Antiqua" w:hAnsi="Book Antiqua"/>
          <w:b w:val="0"/>
          <w:bCs w:val="0"/>
          <w:sz w:val="22"/>
          <w:szCs w:val="22"/>
        </w:rPr>
      </w:pPr>
      <w:r w:rsidRPr="00F65437">
        <w:rPr>
          <w:rFonts w:ascii="Book Antiqua" w:hAnsi="Book Antiqua"/>
          <w:b w:val="0"/>
          <w:bCs w:val="0"/>
          <w:sz w:val="22"/>
          <w:szCs w:val="22"/>
        </w:rPr>
        <w:t>If cleaning/maintenance are not satisfactory deduction onwards the same at the discretion of the in-charge shall be made.</w:t>
      </w:r>
    </w:p>
    <w:p w:rsidR="00F65437" w:rsidRPr="00946639" w:rsidRDefault="00F65437" w:rsidP="00946639">
      <w:pPr>
        <w:pStyle w:val="Title"/>
        <w:numPr>
          <w:ilvl w:val="0"/>
          <w:numId w:val="23"/>
        </w:numPr>
        <w:suppressAutoHyphens w:val="0"/>
        <w:autoSpaceDN/>
        <w:spacing w:before="0" w:after="0" w:line="360" w:lineRule="auto"/>
        <w:jc w:val="both"/>
        <w:textAlignment w:val="auto"/>
        <w:outlineLvl w:val="9"/>
        <w:rPr>
          <w:rFonts w:ascii="Book Antiqua" w:hAnsi="Book Antiqua"/>
          <w:b w:val="0"/>
          <w:bCs w:val="0"/>
          <w:sz w:val="22"/>
          <w:szCs w:val="22"/>
        </w:rPr>
      </w:pPr>
      <w:r w:rsidRPr="00F65437">
        <w:rPr>
          <w:rFonts w:ascii="Book Antiqua" w:hAnsi="Book Antiqua"/>
          <w:b w:val="0"/>
          <w:bCs w:val="0"/>
          <w:sz w:val="22"/>
          <w:szCs w:val="22"/>
        </w:rPr>
        <w:lastRenderedPageBreak/>
        <w:t>The TSSPDCL reserves the right to terminate the contract with 15 days notice in case of breach of any terms and condition of the tender and contract, including forfeiture of EMD amount. After termination of contract, it is open to TSSPDCL to make alternative suitable arrangements by appointing another agency at the cost and risk of the Contractor/Agency. The additional expenditure incurred, if any, will be adjusted against the Security deposit. The unadjusted balance will be recovered as per provisions of Revenue Recovery Act under usual procedure.</w:t>
      </w:r>
    </w:p>
    <w:p w:rsidR="00F65437" w:rsidRPr="00F65437" w:rsidRDefault="00F65437" w:rsidP="00946639">
      <w:pPr>
        <w:pStyle w:val="Title"/>
        <w:numPr>
          <w:ilvl w:val="0"/>
          <w:numId w:val="23"/>
        </w:numPr>
        <w:suppressAutoHyphens w:val="0"/>
        <w:autoSpaceDN/>
        <w:spacing w:before="0" w:after="0" w:line="360" w:lineRule="auto"/>
        <w:jc w:val="both"/>
        <w:textAlignment w:val="auto"/>
        <w:outlineLvl w:val="9"/>
        <w:rPr>
          <w:rFonts w:ascii="Book Antiqua" w:hAnsi="Book Antiqua"/>
          <w:b w:val="0"/>
          <w:bCs w:val="0"/>
          <w:sz w:val="22"/>
          <w:szCs w:val="22"/>
        </w:rPr>
      </w:pPr>
      <w:r w:rsidRPr="00F65437">
        <w:rPr>
          <w:rFonts w:ascii="Book Antiqua" w:hAnsi="Book Antiqua"/>
          <w:b w:val="0"/>
          <w:bCs w:val="0"/>
          <w:sz w:val="22"/>
          <w:szCs w:val="22"/>
        </w:rPr>
        <w:t>The Contractor/Agency shall not transfer or assign sub-contract to any other party.</w:t>
      </w:r>
    </w:p>
    <w:p w:rsidR="00F65437" w:rsidRDefault="00F65437" w:rsidP="00946639">
      <w:pPr>
        <w:spacing w:line="360" w:lineRule="auto"/>
        <w:ind w:left="1134"/>
        <w:rPr>
          <w:rFonts w:ascii="Book Antiqua" w:hAnsi="Book Antiqua"/>
          <w:b/>
          <w:bCs/>
          <w:sz w:val="22"/>
          <w:szCs w:val="22"/>
        </w:rPr>
      </w:pPr>
      <w:r w:rsidRPr="00F65437">
        <w:rPr>
          <w:rFonts w:ascii="Book Antiqua" w:hAnsi="Book Antiqua"/>
          <w:b/>
          <w:bCs/>
          <w:sz w:val="22"/>
          <w:szCs w:val="22"/>
        </w:rPr>
        <w:t>TSSPDCL authority shall not be liable for any illegal action or omission made by the workforce of the contractor. In case of any loss or damage to the property in on account of any act, omission, negligence on the part of the contractor and /or its agent, representative etc., in handling of the duties/functions entrusted or otherwise or on account of breach, omission, failure or negligence on the part of the contractor or its agent, or its representative in the compliance of  provisions hereof or in carrying out, executing, doing, performing or fulfilling any of its obligations or operations hereunder, the contractor shall be liable to make good such loss or damage determined by TSSPDCL authorities and shall not be open to any question by the contractor. TSSPDCL authorities shall recover such amount of loss or damage from the contractor.</w:t>
      </w:r>
    </w:p>
    <w:p w:rsidR="00946639" w:rsidRPr="00F65437" w:rsidRDefault="00946639" w:rsidP="00946639">
      <w:pPr>
        <w:spacing w:line="360" w:lineRule="auto"/>
        <w:ind w:left="1134"/>
        <w:rPr>
          <w:rFonts w:ascii="Book Antiqua" w:hAnsi="Book Antiqua"/>
          <w:b/>
          <w:bCs/>
          <w:sz w:val="22"/>
          <w:szCs w:val="22"/>
        </w:rPr>
      </w:pPr>
    </w:p>
    <w:p w:rsidR="00F65437" w:rsidRPr="00F65437" w:rsidRDefault="00F65437" w:rsidP="00F65437">
      <w:pPr>
        <w:ind w:left="360"/>
        <w:rPr>
          <w:rFonts w:ascii="Book Antiqua" w:hAnsi="Book Antiqua"/>
          <w:b/>
          <w:bCs/>
          <w:sz w:val="22"/>
          <w:szCs w:val="22"/>
        </w:rPr>
      </w:pPr>
    </w:p>
    <w:p w:rsidR="00F65437" w:rsidRPr="00F65437" w:rsidRDefault="00F65437" w:rsidP="00F65437">
      <w:pPr>
        <w:ind w:left="360"/>
        <w:rPr>
          <w:rFonts w:ascii="Book Antiqua" w:hAnsi="Book Antiqua"/>
          <w:b/>
          <w:bCs/>
          <w:sz w:val="22"/>
          <w:szCs w:val="22"/>
        </w:rPr>
      </w:pPr>
    </w:p>
    <w:p w:rsidR="00F65437" w:rsidRPr="00F65437" w:rsidRDefault="00F65437" w:rsidP="00F65437">
      <w:pPr>
        <w:tabs>
          <w:tab w:val="center" w:pos="4734"/>
          <w:tab w:val="left" w:pos="6313"/>
        </w:tabs>
        <w:ind w:left="360"/>
        <w:rPr>
          <w:rFonts w:ascii="Book Antiqua" w:hAnsi="Book Antiqua"/>
          <w:sz w:val="22"/>
          <w:szCs w:val="22"/>
        </w:rPr>
      </w:pPr>
      <w:r w:rsidRPr="00F65437">
        <w:rPr>
          <w:rFonts w:ascii="Book Antiqua" w:hAnsi="Book Antiqua"/>
          <w:sz w:val="22"/>
          <w:szCs w:val="22"/>
        </w:rPr>
        <w:t>SIGNATURE OF THE TENDERER                                     Chief General Manager/Operation,</w:t>
      </w:r>
    </w:p>
    <w:p w:rsidR="00F65437" w:rsidRPr="00F65437" w:rsidRDefault="00F65437" w:rsidP="00F65437">
      <w:pPr>
        <w:tabs>
          <w:tab w:val="center" w:pos="4734"/>
          <w:tab w:val="left" w:pos="6313"/>
        </w:tabs>
        <w:rPr>
          <w:rFonts w:ascii="Book Antiqua" w:hAnsi="Book Antiqua"/>
          <w:sz w:val="22"/>
          <w:szCs w:val="22"/>
        </w:rPr>
      </w:pPr>
      <w:r w:rsidRPr="00F65437">
        <w:rPr>
          <w:rFonts w:ascii="Book Antiqua" w:hAnsi="Book Antiqua"/>
          <w:sz w:val="22"/>
          <w:szCs w:val="22"/>
        </w:rPr>
        <w:t xml:space="preserve">            WITH SEAL                        </w:t>
      </w:r>
      <w:r w:rsidRPr="00F65437">
        <w:rPr>
          <w:rFonts w:ascii="Book Antiqua" w:hAnsi="Book Antiqua"/>
          <w:sz w:val="22"/>
          <w:szCs w:val="22"/>
        </w:rPr>
        <w:tab/>
        <w:t xml:space="preserve">                                                </w:t>
      </w:r>
      <w:r w:rsidR="00946639">
        <w:rPr>
          <w:rFonts w:ascii="Book Antiqua" w:hAnsi="Book Antiqua"/>
          <w:sz w:val="22"/>
          <w:szCs w:val="22"/>
        </w:rPr>
        <w:t xml:space="preserve">   </w:t>
      </w:r>
      <w:r w:rsidRPr="00F65437">
        <w:rPr>
          <w:rFonts w:ascii="Book Antiqua" w:hAnsi="Book Antiqua"/>
          <w:sz w:val="22"/>
          <w:szCs w:val="22"/>
        </w:rPr>
        <w:t>Ranga Reddy Zone, TSSPDCL</w:t>
      </w:r>
    </w:p>
    <w:p w:rsidR="00F65437" w:rsidRPr="00F65437" w:rsidRDefault="00F65437" w:rsidP="00F65437">
      <w:pPr>
        <w:tabs>
          <w:tab w:val="center" w:pos="4734"/>
          <w:tab w:val="left" w:pos="6313"/>
        </w:tabs>
        <w:rPr>
          <w:rFonts w:ascii="Book Antiqua" w:hAnsi="Book Antiqua"/>
          <w:sz w:val="22"/>
          <w:szCs w:val="22"/>
        </w:rPr>
      </w:pPr>
      <w:r w:rsidRPr="00F65437">
        <w:rPr>
          <w:rFonts w:ascii="Book Antiqua" w:hAnsi="Book Antiqua"/>
          <w:sz w:val="22"/>
          <w:szCs w:val="22"/>
        </w:rPr>
        <w:t xml:space="preserve">                                                                                                     </w:t>
      </w:r>
      <w:r w:rsidR="00946639">
        <w:rPr>
          <w:rFonts w:ascii="Book Antiqua" w:hAnsi="Book Antiqua"/>
          <w:sz w:val="22"/>
          <w:szCs w:val="22"/>
        </w:rPr>
        <w:t xml:space="preserve">         </w:t>
      </w:r>
      <w:r w:rsidRPr="00F65437">
        <w:rPr>
          <w:rFonts w:ascii="Book Antiqua" w:hAnsi="Book Antiqua"/>
          <w:sz w:val="22"/>
          <w:szCs w:val="22"/>
        </w:rPr>
        <w:t xml:space="preserve">KPHB Colony, Hyderabad           </w:t>
      </w:r>
    </w:p>
    <w:p w:rsidR="00946639" w:rsidRDefault="00946639">
      <w:pPr>
        <w:rPr>
          <w:rFonts w:ascii="Book Antiqua" w:hAnsi="Book Antiqua" w:cs="Arial"/>
          <w:b/>
          <w:kern w:val="3"/>
          <w:sz w:val="22"/>
          <w:szCs w:val="22"/>
        </w:rPr>
      </w:pPr>
      <w:r>
        <w:rPr>
          <w:rFonts w:ascii="Book Antiqua" w:hAnsi="Book Antiqua"/>
          <w:bCs/>
          <w:sz w:val="22"/>
          <w:szCs w:val="22"/>
        </w:rPr>
        <w:br w:type="page"/>
      </w:r>
    </w:p>
    <w:p w:rsidR="00B215F3" w:rsidRPr="00F65437" w:rsidRDefault="00B215F3" w:rsidP="007B174C">
      <w:pPr>
        <w:rPr>
          <w:rFonts w:ascii="Book Antiqua" w:hAnsi="Book Antiqua"/>
          <w:sz w:val="22"/>
          <w:szCs w:val="22"/>
        </w:rPr>
      </w:pPr>
    </w:p>
    <w:p w:rsidR="00285673" w:rsidRPr="00F65437" w:rsidRDefault="006C79A9" w:rsidP="009C0179">
      <w:pPr>
        <w:pStyle w:val="Heading1"/>
        <w:ind w:left="2160" w:firstLine="720"/>
        <w:rPr>
          <w:rFonts w:ascii="Book Antiqua" w:hAnsi="Book Antiqua"/>
          <w:sz w:val="22"/>
          <w:szCs w:val="22"/>
        </w:rPr>
      </w:pPr>
      <w:r w:rsidRPr="00F65437">
        <w:rPr>
          <w:rFonts w:ascii="Book Antiqua" w:hAnsi="Book Antiqua"/>
          <w:sz w:val="22"/>
          <w:szCs w:val="22"/>
        </w:rPr>
        <w:t xml:space="preserve">      </w:t>
      </w:r>
      <w:r w:rsidR="00285673" w:rsidRPr="00F65437">
        <w:rPr>
          <w:rFonts w:ascii="Book Antiqua" w:hAnsi="Book Antiqua"/>
          <w:sz w:val="22"/>
          <w:szCs w:val="22"/>
        </w:rPr>
        <w:t>RATE QUOTATION</w:t>
      </w:r>
    </w:p>
    <w:p w:rsidR="006C79A9" w:rsidRPr="00F65437" w:rsidRDefault="006C79A9" w:rsidP="006C79A9">
      <w:pPr>
        <w:rPr>
          <w:rFonts w:ascii="Book Antiqua" w:hAnsi="Book Antiqua"/>
          <w:sz w:val="22"/>
          <w:szCs w:val="22"/>
        </w:rPr>
      </w:pPr>
    </w:p>
    <w:p w:rsidR="00C15B5E" w:rsidRPr="00F65437" w:rsidRDefault="004D11F8" w:rsidP="00C15B5E">
      <w:pPr>
        <w:rPr>
          <w:rFonts w:ascii="Book Antiqua" w:hAnsi="Book Antiqua"/>
          <w:b/>
          <w:color w:val="000000"/>
          <w:sz w:val="22"/>
          <w:szCs w:val="22"/>
        </w:rPr>
      </w:pPr>
      <w:r w:rsidRPr="00F65437">
        <w:rPr>
          <w:rFonts w:ascii="Book Antiqua" w:hAnsi="Book Antiqua"/>
          <w:sz w:val="22"/>
          <w:szCs w:val="22"/>
        </w:rPr>
        <w:t>Specification No. CGM</w:t>
      </w:r>
      <w:r w:rsidRPr="00F65437">
        <w:rPr>
          <w:rFonts w:ascii="Book Antiqua" w:hAnsi="Book Antiqua"/>
          <w:sz w:val="22"/>
          <w:szCs w:val="22"/>
          <w:lang w:val="it-IT"/>
        </w:rPr>
        <w:t>/OP/</w:t>
      </w:r>
      <w:r w:rsidR="00BD1EFB" w:rsidRPr="00F65437">
        <w:rPr>
          <w:rFonts w:ascii="Book Antiqua" w:hAnsi="Book Antiqua"/>
          <w:sz w:val="22"/>
          <w:szCs w:val="22"/>
          <w:lang w:val="it-IT"/>
        </w:rPr>
        <w:t>RRZ</w:t>
      </w:r>
      <w:r w:rsidRPr="00F65437">
        <w:rPr>
          <w:rFonts w:ascii="Book Antiqua" w:hAnsi="Book Antiqua"/>
          <w:sz w:val="22"/>
          <w:szCs w:val="22"/>
          <w:lang w:val="it-IT"/>
        </w:rPr>
        <w:t>/Hyd/</w:t>
      </w:r>
      <w:r w:rsidR="006C79A9" w:rsidRPr="00F65437">
        <w:rPr>
          <w:rFonts w:ascii="Book Antiqua" w:hAnsi="Book Antiqua"/>
          <w:sz w:val="22"/>
          <w:szCs w:val="22"/>
          <w:lang w:val="it-IT"/>
        </w:rPr>
        <w:t>O</w:t>
      </w:r>
      <w:r w:rsidRPr="00F65437">
        <w:rPr>
          <w:rFonts w:ascii="Book Antiqua" w:hAnsi="Book Antiqua"/>
          <w:sz w:val="22"/>
          <w:szCs w:val="22"/>
          <w:lang w:val="it-IT"/>
        </w:rPr>
        <w:t xml:space="preserve">.TS.No.   </w:t>
      </w:r>
      <w:r w:rsidR="00E346AB" w:rsidRPr="00F65437">
        <w:rPr>
          <w:rFonts w:ascii="Book Antiqua" w:hAnsi="Book Antiqua"/>
          <w:b/>
          <w:sz w:val="22"/>
          <w:szCs w:val="22"/>
          <w:lang w:val="it-IT"/>
        </w:rPr>
        <w:t>OT-</w:t>
      </w:r>
      <w:r w:rsidR="006D6EA0" w:rsidRPr="00F65437">
        <w:rPr>
          <w:rFonts w:ascii="Book Antiqua" w:hAnsi="Book Antiqua"/>
          <w:b/>
          <w:sz w:val="22"/>
          <w:szCs w:val="22"/>
          <w:lang w:val="it-IT"/>
        </w:rPr>
        <w:t>0</w:t>
      </w:r>
      <w:r w:rsidR="00B03E63">
        <w:rPr>
          <w:rFonts w:ascii="Book Antiqua" w:hAnsi="Book Antiqua"/>
          <w:b/>
          <w:sz w:val="22"/>
          <w:szCs w:val="22"/>
          <w:lang w:val="it-IT"/>
        </w:rPr>
        <w:t>5</w:t>
      </w:r>
      <w:r w:rsidR="00AE79E8" w:rsidRPr="00F65437">
        <w:rPr>
          <w:rFonts w:ascii="Book Antiqua" w:hAnsi="Book Antiqua"/>
          <w:b/>
          <w:color w:val="000000"/>
          <w:sz w:val="22"/>
          <w:szCs w:val="22"/>
        </w:rPr>
        <w:t>/</w:t>
      </w:r>
      <w:r w:rsidR="00B03E63">
        <w:rPr>
          <w:rFonts w:ascii="Book Antiqua" w:hAnsi="Book Antiqua"/>
          <w:b/>
          <w:color w:val="000000"/>
          <w:sz w:val="22"/>
          <w:szCs w:val="22"/>
        </w:rPr>
        <w:t>2023</w:t>
      </w:r>
      <w:r w:rsidR="00AE79E8" w:rsidRPr="00F65437">
        <w:rPr>
          <w:rFonts w:ascii="Book Antiqua" w:hAnsi="Book Antiqua"/>
          <w:b/>
          <w:color w:val="000000"/>
          <w:sz w:val="22"/>
          <w:szCs w:val="22"/>
        </w:rPr>
        <w:t>-</w:t>
      </w:r>
      <w:r w:rsidR="00B03E63">
        <w:rPr>
          <w:rFonts w:ascii="Book Antiqua" w:hAnsi="Book Antiqua"/>
          <w:b/>
          <w:color w:val="000000"/>
          <w:sz w:val="22"/>
          <w:szCs w:val="22"/>
        </w:rPr>
        <w:t>24</w:t>
      </w:r>
      <w:r w:rsidR="00C15B5E" w:rsidRPr="00F65437">
        <w:rPr>
          <w:rFonts w:ascii="Book Antiqua" w:hAnsi="Book Antiqua"/>
          <w:b/>
          <w:color w:val="000000"/>
          <w:sz w:val="22"/>
          <w:szCs w:val="22"/>
        </w:rPr>
        <w:t xml:space="preserve">. </w:t>
      </w:r>
    </w:p>
    <w:p w:rsidR="001142BA" w:rsidRPr="00F65437" w:rsidRDefault="001142BA" w:rsidP="00C15B5E">
      <w:pPr>
        <w:rPr>
          <w:rFonts w:ascii="Book Antiqua" w:hAnsi="Book Antiqua"/>
          <w:b/>
          <w:color w:val="000000"/>
          <w:sz w:val="22"/>
          <w:szCs w:val="22"/>
        </w:rPr>
      </w:pPr>
    </w:p>
    <w:p w:rsidR="00925764" w:rsidRPr="00F65437" w:rsidRDefault="00D1006E" w:rsidP="00BD1EFB">
      <w:pPr>
        <w:framePr w:hSpace="180" w:wrap="around" w:vAnchor="text" w:hAnchor="margin" w:xAlign="center" w:y="163"/>
        <w:spacing w:line="360" w:lineRule="auto"/>
        <w:jc w:val="both"/>
        <w:rPr>
          <w:rFonts w:ascii="Book Antiqua" w:hAnsi="Book Antiqua"/>
          <w:sz w:val="22"/>
          <w:szCs w:val="22"/>
        </w:rPr>
      </w:pPr>
      <w:r w:rsidRPr="00F65437">
        <w:rPr>
          <w:rFonts w:ascii="Book Antiqua" w:hAnsi="Book Antiqua"/>
          <w:sz w:val="22"/>
          <w:szCs w:val="22"/>
          <w:u w:val="single"/>
        </w:rPr>
        <w:t>Name of the work</w:t>
      </w:r>
      <w:r w:rsidR="004D11F8" w:rsidRPr="00F65437">
        <w:rPr>
          <w:rFonts w:ascii="Book Antiqua" w:hAnsi="Book Antiqua"/>
          <w:sz w:val="22"/>
          <w:szCs w:val="22"/>
          <w:u w:val="single"/>
        </w:rPr>
        <w:t xml:space="preserve"> </w:t>
      </w:r>
      <w:r w:rsidRPr="00F65437">
        <w:rPr>
          <w:rFonts w:ascii="Book Antiqua" w:hAnsi="Book Antiqua"/>
          <w:b/>
          <w:sz w:val="22"/>
          <w:szCs w:val="22"/>
          <w:u w:val="single"/>
        </w:rPr>
        <w:t>:</w:t>
      </w:r>
      <w:r w:rsidRPr="00F65437">
        <w:rPr>
          <w:rFonts w:ascii="Book Antiqua" w:hAnsi="Book Antiqua"/>
          <w:sz w:val="22"/>
          <w:szCs w:val="22"/>
        </w:rPr>
        <w:t xml:space="preserve"> </w:t>
      </w:r>
      <w:r w:rsidR="00FD024B" w:rsidRPr="00F65437">
        <w:rPr>
          <w:rFonts w:ascii="Book Antiqua" w:hAnsi="Book Antiqua"/>
          <w:sz w:val="22"/>
          <w:szCs w:val="22"/>
        </w:rPr>
        <w:t xml:space="preserve"> </w:t>
      </w:r>
      <w:r w:rsidRPr="00F65437">
        <w:rPr>
          <w:rFonts w:ascii="Book Antiqua" w:hAnsi="Book Antiqua"/>
          <w:sz w:val="22"/>
          <w:szCs w:val="22"/>
        </w:rPr>
        <w:t>Schedule for the work of</w:t>
      </w:r>
      <w:r w:rsidR="0031743F" w:rsidRPr="00F65437">
        <w:rPr>
          <w:rFonts w:ascii="Book Antiqua" w:hAnsi="Book Antiqua"/>
          <w:sz w:val="22"/>
          <w:szCs w:val="22"/>
        </w:rPr>
        <w:t xml:space="preserve"> </w:t>
      </w:r>
      <w:r w:rsidR="006D6EA0" w:rsidRPr="00F65437">
        <w:rPr>
          <w:rFonts w:ascii="Book Antiqua" w:hAnsi="Book Antiqua"/>
          <w:sz w:val="22"/>
          <w:szCs w:val="22"/>
        </w:rPr>
        <w:t>“</w:t>
      </w:r>
      <w:r w:rsidR="00BD1EFB" w:rsidRPr="00F65437">
        <w:rPr>
          <w:rFonts w:ascii="Book Antiqua" w:hAnsi="Book Antiqua"/>
          <w:b/>
          <w:sz w:val="22"/>
          <w:szCs w:val="22"/>
        </w:rPr>
        <w:t xml:space="preserve">Providing House Keeping and Maintenance of </w:t>
      </w:r>
      <w:r w:rsidR="00B03E63">
        <w:rPr>
          <w:rFonts w:ascii="Book Antiqua" w:hAnsi="Book Antiqua"/>
          <w:b/>
          <w:sz w:val="22"/>
          <w:szCs w:val="22"/>
        </w:rPr>
        <w:t xml:space="preserve">Ranga Reddy Zonal </w:t>
      </w:r>
      <w:r w:rsidR="00BD1EFB" w:rsidRPr="00F65437">
        <w:rPr>
          <w:rFonts w:ascii="Book Antiqua" w:hAnsi="Book Antiqua"/>
          <w:b/>
          <w:sz w:val="22"/>
          <w:szCs w:val="22"/>
        </w:rPr>
        <w:t xml:space="preserve">office building </w:t>
      </w:r>
      <w:r w:rsidR="00B03E63">
        <w:rPr>
          <w:rFonts w:ascii="Book Antiqua" w:hAnsi="Book Antiqua"/>
          <w:b/>
          <w:sz w:val="22"/>
          <w:szCs w:val="22"/>
        </w:rPr>
        <w:t>at</w:t>
      </w:r>
      <w:r w:rsidR="00BD1EFB" w:rsidRPr="00F65437">
        <w:rPr>
          <w:rFonts w:ascii="Book Antiqua" w:hAnsi="Book Antiqua"/>
          <w:b/>
          <w:sz w:val="22"/>
          <w:szCs w:val="22"/>
        </w:rPr>
        <w:t xml:space="preserve"> KPHB Colony, Hyderabad for the period from April 202</w:t>
      </w:r>
      <w:r w:rsidR="00B03E63">
        <w:rPr>
          <w:rFonts w:ascii="Book Antiqua" w:hAnsi="Book Antiqua"/>
          <w:b/>
          <w:sz w:val="22"/>
          <w:szCs w:val="22"/>
        </w:rPr>
        <w:t>3</w:t>
      </w:r>
      <w:r w:rsidR="00BD1EFB" w:rsidRPr="00F65437">
        <w:rPr>
          <w:rFonts w:ascii="Book Antiqua" w:hAnsi="Book Antiqua"/>
          <w:b/>
          <w:sz w:val="22"/>
          <w:szCs w:val="22"/>
        </w:rPr>
        <w:t xml:space="preserve"> to March 202</w:t>
      </w:r>
      <w:r w:rsidR="00B03E63">
        <w:rPr>
          <w:rFonts w:ascii="Book Antiqua" w:hAnsi="Book Antiqua"/>
          <w:b/>
          <w:sz w:val="22"/>
          <w:szCs w:val="22"/>
        </w:rPr>
        <w:t>4</w:t>
      </w:r>
      <w:r w:rsidR="00BD1EFB" w:rsidRPr="00F65437">
        <w:rPr>
          <w:rFonts w:ascii="Book Antiqua" w:hAnsi="Book Antiqua"/>
          <w:b/>
          <w:sz w:val="22"/>
          <w:szCs w:val="22"/>
        </w:rPr>
        <w:t xml:space="preserve"> in Cybercity Circle</w:t>
      </w:r>
      <w:r w:rsidR="006D6EA0" w:rsidRPr="00F65437">
        <w:rPr>
          <w:rFonts w:ascii="Book Antiqua" w:hAnsi="Book Antiqua"/>
          <w:sz w:val="22"/>
          <w:szCs w:val="22"/>
        </w:rPr>
        <w:t>.</w:t>
      </w:r>
    </w:p>
    <w:p w:rsidR="006C79A9" w:rsidRPr="00F65437" w:rsidRDefault="006C79A9" w:rsidP="00925764">
      <w:pPr>
        <w:spacing w:line="360" w:lineRule="auto"/>
        <w:jc w:val="both"/>
        <w:rPr>
          <w:rFonts w:ascii="Book Antiqua" w:hAnsi="Book Antiqua"/>
          <w:sz w:val="22"/>
          <w:szCs w:val="22"/>
        </w:rPr>
      </w:pPr>
    </w:p>
    <w:p w:rsidR="0091293E" w:rsidRPr="00F65437" w:rsidRDefault="00D5125B" w:rsidP="00925764">
      <w:pPr>
        <w:spacing w:line="360" w:lineRule="auto"/>
        <w:jc w:val="both"/>
        <w:rPr>
          <w:rFonts w:ascii="Book Antiqua" w:hAnsi="Book Antiqua"/>
          <w:sz w:val="22"/>
          <w:szCs w:val="22"/>
        </w:rPr>
      </w:pPr>
      <w:r w:rsidRPr="00F65437">
        <w:rPr>
          <w:rFonts w:ascii="Book Antiqua" w:hAnsi="Book Antiqua"/>
          <w:sz w:val="22"/>
          <w:szCs w:val="22"/>
        </w:rPr>
        <w:t xml:space="preserve">Sanctioned Estimate Cost </w:t>
      </w:r>
      <w:r w:rsidR="00D1006E" w:rsidRPr="00F65437">
        <w:rPr>
          <w:rFonts w:ascii="Book Antiqua" w:hAnsi="Book Antiqua"/>
          <w:sz w:val="22"/>
          <w:szCs w:val="22"/>
        </w:rPr>
        <w:t xml:space="preserve">: </w:t>
      </w:r>
      <w:r w:rsidR="00D1006E" w:rsidRPr="00F65437">
        <w:rPr>
          <w:rFonts w:ascii="Book Antiqua" w:hAnsi="Book Antiqua"/>
          <w:b/>
          <w:sz w:val="22"/>
          <w:szCs w:val="22"/>
        </w:rPr>
        <w:t>Rs.</w:t>
      </w:r>
      <w:r w:rsidR="00285673" w:rsidRPr="00F65437">
        <w:rPr>
          <w:rFonts w:ascii="Book Antiqua" w:hAnsi="Book Antiqua" w:cs="Arial"/>
          <w:b/>
          <w:sz w:val="22"/>
          <w:szCs w:val="22"/>
        </w:rPr>
        <w:t xml:space="preserve"> </w:t>
      </w:r>
      <w:r w:rsidR="00B03E63">
        <w:rPr>
          <w:rFonts w:ascii="Book Antiqua" w:hAnsi="Book Antiqua" w:cs="Arial"/>
          <w:b/>
          <w:sz w:val="22"/>
          <w:szCs w:val="22"/>
        </w:rPr>
        <w:t>10</w:t>
      </w:r>
      <w:r w:rsidR="006D6EA0" w:rsidRPr="00F65437">
        <w:rPr>
          <w:rFonts w:ascii="Book Antiqua" w:hAnsi="Book Antiqua" w:cs="Arial"/>
          <w:b/>
          <w:sz w:val="22"/>
          <w:szCs w:val="22"/>
        </w:rPr>
        <w:t>,</w:t>
      </w:r>
      <w:r w:rsidR="00B03E63">
        <w:rPr>
          <w:rFonts w:ascii="Book Antiqua" w:hAnsi="Book Antiqua" w:cs="Arial"/>
          <w:b/>
          <w:sz w:val="22"/>
          <w:szCs w:val="22"/>
        </w:rPr>
        <w:t>27</w:t>
      </w:r>
      <w:r w:rsidR="006D6EA0" w:rsidRPr="00F65437">
        <w:rPr>
          <w:rFonts w:ascii="Book Antiqua" w:hAnsi="Book Antiqua" w:cs="Arial"/>
          <w:b/>
          <w:sz w:val="22"/>
          <w:szCs w:val="22"/>
        </w:rPr>
        <w:t>,</w:t>
      </w:r>
      <w:r w:rsidR="00B03E63">
        <w:rPr>
          <w:rFonts w:ascii="Book Antiqua" w:hAnsi="Book Antiqua" w:cs="Arial"/>
          <w:b/>
          <w:sz w:val="22"/>
          <w:szCs w:val="22"/>
        </w:rPr>
        <w:t>920</w:t>
      </w:r>
      <w:r w:rsidR="006D6EA0" w:rsidRPr="00F65437">
        <w:rPr>
          <w:rFonts w:ascii="Book Antiqua" w:hAnsi="Book Antiqua" w:cs="Arial"/>
          <w:b/>
          <w:sz w:val="22"/>
          <w:szCs w:val="22"/>
        </w:rPr>
        <w:t>.</w:t>
      </w:r>
      <w:r w:rsidR="00B03E63">
        <w:rPr>
          <w:rFonts w:ascii="Book Antiqua" w:hAnsi="Book Antiqua" w:cs="Arial"/>
          <w:b/>
          <w:sz w:val="22"/>
          <w:szCs w:val="22"/>
        </w:rPr>
        <w:t>00</w:t>
      </w:r>
      <w:r w:rsidR="00D932FE" w:rsidRPr="00F65437">
        <w:rPr>
          <w:rFonts w:ascii="Book Antiqua" w:hAnsi="Book Antiqua"/>
          <w:sz w:val="22"/>
          <w:szCs w:val="22"/>
        </w:rPr>
        <w:t xml:space="preserve"> </w:t>
      </w:r>
      <w:r w:rsidR="00285673" w:rsidRPr="00F65437">
        <w:rPr>
          <w:rFonts w:ascii="Book Antiqua" w:hAnsi="Book Antiqua"/>
          <w:sz w:val="22"/>
          <w:szCs w:val="22"/>
        </w:rPr>
        <w:t>(Excl of GST)</w:t>
      </w:r>
    </w:p>
    <w:p w:rsidR="00882813" w:rsidRPr="00F65437" w:rsidRDefault="00882813" w:rsidP="00925764">
      <w:pPr>
        <w:spacing w:line="360" w:lineRule="auto"/>
        <w:jc w:val="both"/>
        <w:rPr>
          <w:rFonts w:ascii="Book Antiqua" w:hAnsi="Book Antiqua"/>
          <w:b/>
          <w:sz w:val="22"/>
          <w:szCs w:val="22"/>
        </w:rPr>
      </w:pPr>
    </w:p>
    <w:p w:rsidR="00161A84" w:rsidRPr="00F65437" w:rsidRDefault="00D1006E" w:rsidP="00A104F7">
      <w:pPr>
        <w:rPr>
          <w:rFonts w:ascii="Book Antiqua" w:hAnsi="Book Antiqua"/>
          <w:sz w:val="22"/>
          <w:szCs w:val="22"/>
        </w:rPr>
      </w:pPr>
      <w:r w:rsidRPr="00F65437">
        <w:rPr>
          <w:rFonts w:ascii="Book Antiqua" w:hAnsi="Book Antiqua"/>
          <w:b/>
          <w:sz w:val="22"/>
          <w:szCs w:val="22"/>
        </w:rPr>
        <w:t xml:space="preserve"> </w:t>
      </w:r>
    </w:p>
    <w:p w:rsidR="00D1006E" w:rsidRPr="00F65437" w:rsidRDefault="00D1006E" w:rsidP="00A104F7">
      <w:pPr>
        <w:spacing w:line="480" w:lineRule="auto"/>
        <w:rPr>
          <w:rFonts w:ascii="Book Antiqua" w:hAnsi="Book Antiqua"/>
          <w:sz w:val="22"/>
          <w:szCs w:val="22"/>
        </w:rPr>
      </w:pPr>
      <w:r w:rsidRPr="00F65437">
        <w:rPr>
          <w:rFonts w:ascii="Book Antiqua" w:hAnsi="Book Antiqua"/>
          <w:sz w:val="22"/>
          <w:szCs w:val="22"/>
        </w:rPr>
        <w:t>I/We …………………………………………………………………………………… do hereby express my/our willingness to execute the aforesaid work as per the conditions, standards, specifications, rules, regulations etc., stipulated in the Tender Schedules at.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73"/>
        <w:gridCol w:w="9551"/>
      </w:tblGrid>
      <w:tr w:rsidR="00F12C64" w:rsidRPr="00F65437" w:rsidTr="00F12C64">
        <w:tc>
          <w:tcPr>
            <w:tcW w:w="675" w:type="dxa"/>
            <w:tcBorders>
              <w:top w:val="single" w:sz="4" w:space="0" w:color="000000"/>
              <w:left w:val="single" w:sz="4" w:space="0" w:color="000000"/>
              <w:bottom w:val="single" w:sz="4" w:space="0" w:color="000000"/>
              <w:right w:val="single" w:sz="4" w:space="0" w:color="000000"/>
            </w:tcBorders>
            <w:vAlign w:val="center"/>
            <w:hideMark/>
          </w:tcPr>
          <w:p w:rsidR="00F12C64" w:rsidRPr="00F65437" w:rsidRDefault="00F12C64" w:rsidP="00930508">
            <w:pPr>
              <w:spacing w:line="480" w:lineRule="auto"/>
              <w:jc w:val="center"/>
              <w:rPr>
                <w:rFonts w:ascii="Book Antiqua" w:hAnsi="Book Antiqua"/>
                <w:sz w:val="22"/>
                <w:szCs w:val="22"/>
              </w:rPr>
            </w:pPr>
            <w:r w:rsidRPr="00F65437">
              <w:rPr>
                <w:rFonts w:ascii="Book Antiqua" w:hAnsi="Book Antiqua"/>
                <w:sz w:val="22"/>
                <w:szCs w:val="22"/>
              </w:rPr>
              <w:t>1</w:t>
            </w:r>
          </w:p>
        </w:tc>
        <w:tc>
          <w:tcPr>
            <w:tcW w:w="9551" w:type="dxa"/>
            <w:tcBorders>
              <w:top w:val="single" w:sz="4" w:space="0" w:color="000000"/>
              <w:left w:val="single" w:sz="4" w:space="0" w:color="000000"/>
              <w:bottom w:val="single" w:sz="4" w:space="0" w:color="000000"/>
              <w:right w:val="single" w:sz="4" w:space="0" w:color="000000"/>
            </w:tcBorders>
            <w:vAlign w:val="center"/>
          </w:tcPr>
          <w:p w:rsidR="00F12C64" w:rsidRPr="00F65437" w:rsidRDefault="00F12C64" w:rsidP="00930508">
            <w:pPr>
              <w:suppressAutoHyphens/>
              <w:autoSpaceDN w:val="0"/>
              <w:spacing w:line="480" w:lineRule="auto"/>
              <w:ind w:left="-108"/>
              <w:textAlignment w:val="baseline"/>
              <w:rPr>
                <w:rFonts w:ascii="Book Antiqua" w:hAnsi="Book Antiqua"/>
                <w:sz w:val="22"/>
                <w:szCs w:val="22"/>
              </w:rPr>
            </w:pPr>
          </w:p>
          <w:p w:rsidR="00F12C64" w:rsidRPr="00F65437" w:rsidRDefault="00F12C64" w:rsidP="00946639">
            <w:pPr>
              <w:suppressAutoHyphens/>
              <w:autoSpaceDN w:val="0"/>
              <w:spacing w:line="480" w:lineRule="auto"/>
              <w:ind w:left="-108"/>
              <w:textAlignment w:val="baseline"/>
              <w:rPr>
                <w:rFonts w:ascii="Book Antiqua" w:hAnsi="Book Antiqua"/>
                <w:sz w:val="22"/>
                <w:szCs w:val="22"/>
              </w:rPr>
            </w:pPr>
            <w:r w:rsidRPr="00F65437">
              <w:rPr>
                <w:rFonts w:ascii="Book Antiqua" w:hAnsi="Book Antiqua"/>
                <w:sz w:val="22"/>
                <w:szCs w:val="22"/>
              </w:rPr>
              <w:t>The estimated value of the contract: Rs…………..................... (Rupees in words ………………..………………………</w:t>
            </w:r>
            <w:r w:rsidR="00946639">
              <w:rPr>
                <w:rFonts w:ascii="Book Antiqua" w:hAnsi="Book Antiqua"/>
                <w:sz w:val="22"/>
                <w:szCs w:val="22"/>
              </w:rPr>
              <w:t>………………………………………………………………..only).</w:t>
            </w:r>
          </w:p>
        </w:tc>
      </w:tr>
      <w:tr w:rsidR="00F12C64" w:rsidRPr="00F65437" w:rsidTr="00F12C64">
        <w:tc>
          <w:tcPr>
            <w:tcW w:w="675" w:type="dxa"/>
            <w:tcBorders>
              <w:top w:val="single" w:sz="4" w:space="0" w:color="000000"/>
              <w:left w:val="single" w:sz="4" w:space="0" w:color="000000"/>
              <w:bottom w:val="single" w:sz="4" w:space="0" w:color="000000"/>
              <w:right w:val="single" w:sz="4" w:space="0" w:color="000000"/>
            </w:tcBorders>
            <w:vAlign w:val="center"/>
            <w:hideMark/>
          </w:tcPr>
          <w:p w:rsidR="00F12C64" w:rsidRPr="00F65437" w:rsidRDefault="00F12C64" w:rsidP="00930508">
            <w:pPr>
              <w:spacing w:line="480" w:lineRule="auto"/>
              <w:jc w:val="center"/>
              <w:rPr>
                <w:rFonts w:ascii="Book Antiqua" w:hAnsi="Book Antiqua"/>
                <w:sz w:val="22"/>
                <w:szCs w:val="22"/>
              </w:rPr>
            </w:pPr>
            <w:r w:rsidRPr="00F65437">
              <w:rPr>
                <w:rFonts w:ascii="Book Antiqua" w:hAnsi="Book Antiqua"/>
                <w:sz w:val="22"/>
                <w:szCs w:val="22"/>
              </w:rPr>
              <w:t>2</w:t>
            </w:r>
          </w:p>
        </w:tc>
        <w:tc>
          <w:tcPr>
            <w:tcW w:w="9551" w:type="dxa"/>
            <w:tcBorders>
              <w:top w:val="single" w:sz="4" w:space="0" w:color="000000"/>
              <w:left w:val="single" w:sz="4" w:space="0" w:color="000000"/>
              <w:bottom w:val="single" w:sz="4" w:space="0" w:color="000000"/>
              <w:right w:val="single" w:sz="4" w:space="0" w:color="000000"/>
            </w:tcBorders>
            <w:vAlign w:val="center"/>
          </w:tcPr>
          <w:p w:rsidR="00F12C64" w:rsidRPr="00F65437" w:rsidRDefault="00F12C64" w:rsidP="00930508">
            <w:pPr>
              <w:suppressAutoHyphens/>
              <w:autoSpaceDN w:val="0"/>
              <w:spacing w:line="480" w:lineRule="auto"/>
              <w:textAlignment w:val="baseline"/>
              <w:rPr>
                <w:rFonts w:ascii="Book Antiqua" w:hAnsi="Book Antiqua"/>
                <w:sz w:val="22"/>
                <w:szCs w:val="22"/>
              </w:rPr>
            </w:pPr>
          </w:p>
          <w:p w:rsidR="00F12C64" w:rsidRPr="00F65437" w:rsidRDefault="00F12C64" w:rsidP="00946639">
            <w:pPr>
              <w:suppressAutoHyphens/>
              <w:autoSpaceDN w:val="0"/>
              <w:spacing w:line="480" w:lineRule="auto"/>
              <w:textAlignment w:val="baseline"/>
              <w:rPr>
                <w:rFonts w:ascii="Book Antiqua" w:hAnsi="Book Antiqua"/>
                <w:sz w:val="22"/>
                <w:szCs w:val="22"/>
              </w:rPr>
            </w:pPr>
            <w:r w:rsidRPr="00F65437">
              <w:rPr>
                <w:rFonts w:ascii="Book Antiqua" w:hAnsi="Book Antiqua"/>
                <w:sz w:val="22"/>
                <w:szCs w:val="22"/>
              </w:rPr>
              <w:t xml:space="preserve">An overall tender percentage of </w:t>
            </w:r>
            <w:r w:rsidRPr="00F65437">
              <w:rPr>
                <w:rFonts w:ascii="Book Antiqua" w:hAnsi="Book Antiqua"/>
                <w:b/>
                <w:sz w:val="22"/>
                <w:szCs w:val="22"/>
                <w:u w:val="single"/>
              </w:rPr>
              <w:t>excess over</w:t>
            </w:r>
            <w:r w:rsidRPr="00F65437">
              <w:rPr>
                <w:rFonts w:ascii="Book Antiqua" w:hAnsi="Book Antiqua"/>
                <w:sz w:val="22"/>
                <w:szCs w:val="22"/>
              </w:rPr>
              <w:t xml:space="preserve"> (in figures…………………………..and in words ………………………………………………………………………………………………) the estimated values of the contract.</w:t>
            </w:r>
          </w:p>
        </w:tc>
      </w:tr>
      <w:tr w:rsidR="00F12C64" w:rsidRPr="00F65437" w:rsidTr="00F12C64">
        <w:tc>
          <w:tcPr>
            <w:tcW w:w="675" w:type="dxa"/>
            <w:tcBorders>
              <w:top w:val="single" w:sz="4" w:space="0" w:color="000000"/>
              <w:left w:val="single" w:sz="4" w:space="0" w:color="000000"/>
              <w:bottom w:val="single" w:sz="4" w:space="0" w:color="000000"/>
              <w:right w:val="single" w:sz="4" w:space="0" w:color="000000"/>
            </w:tcBorders>
            <w:vAlign w:val="center"/>
            <w:hideMark/>
          </w:tcPr>
          <w:p w:rsidR="00F12C64" w:rsidRPr="00F65437" w:rsidRDefault="00F12C64" w:rsidP="00930508">
            <w:pPr>
              <w:spacing w:line="480" w:lineRule="auto"/>
              <w:jc w:val="center"/>
              <w:rPr>
                <w:rFonts w:ascii="Book Antiqua" w:hAnsi="Book Antiqua"/>
                <w:sz w:val="22"/>
                <w:szCs w:val="22"/>
              </w:rPr>
            </w:pPr>
            <w:r w:rsidRPr="00F65437">
              <w:rPr>
                <w:rFonts w:ascii="Book Antiqua" w:hAnsi="Book Antiqua"/>
                <w:sz w:val="22"/>
                <w:szCs w:val="22"/>
              </w:rPr>
              <w:t>3</w:t>
            </w:r>
          </w:p>
        </w:tc>
        <w:tc>
          <w:tcPr>
            <w:tcW w:w="9551" w:type="dxa"/>
            <w:tcBorders>
              <w:top w:val="single" w:sz="4" w:space="0" w:color="000000"/>
              <w:left w:val="single" w:sz="4" w:space="0" w:color="000000"/>
              <w:bottom w:val="single" w:sz="4" w:space="0" w:color="000000"/>
              <w:right w:val="single" w:sz="4" w:space="0" w:color="000000"/>
            </w:tcBorders>
            <w:vAlign w:val="center"/>
          </w:tcPr>
          <w:p w:rsidR="00F12C64" w:rsidRPr="00F65437" w:rsidRDefault="00F12C64" w:rsidP="00930508">
            <w:pPr>
              <w:spacing w:line="480" w:lineRule="auto"/>
              <w:rPr>
                <w:rFonts w:ascii="Book Antiqua" w:hAnsi="Book Antiqua"/>
                <w:sz w:val="22"/>
                <w:szCs w:val="22"/>
              </w:rPr>
            </w:pPr>
          </w:p>
          <w:p w:rsidR="00F12C64" w:rsidRPr="00F65437" w:rsidRDefault="00F12C64" w:rsidP="00930508">
            <w:pPr>
              <w:spacing w:line="480" w:lineRule="auto"/>
              <w:rPr>
                <w:rFonts w:ascii="Book Antiqua" w:hAnsi="Book Antiqua"/>
                <w:sz w:val="22"/>
                <w:szCs w:val="22"/>
              </w:rPr>
            </w:pPr>
            <w:r w:rsidRPr="00F65437">
              <w:rPr>
                <w:rFonts w:ascii="Book Antiqua" w:hAnsi="Book Antiqua"/>
                <w:sz w:val="22"/>
                <w:szCs w:val="22"/>
              </w:rPr>
              <w:t xml:space="preserve">An overall tender percentage of </w:t>
            </w:r>
            <w:r w:rsidRPr="00F65437">
              <w:rPr>
                <w:rFonts w:ascii="Book Antiqua" w:hAnsi="Book Antiqua"/>
                <w:b/>
                <w:sz w:val="22"/>
                <w:szCs w:val="22"/>
                <w:u w:val="single"/>
              </w:rPr>
              <w:t>less than</w:t>
            </w:r>
            <w:r w:rsidRPr="00F65437">
              <w:rPr>
                <w:rFonts w:ascii="Book Antiqua" w:hAnsi="Book Antiqua"/>
                <w:sz w:val="22"/>
                <w:szCs w:val="22"/>
              </w:rPr>
              <w:t xml:space="preserve"> (in figures…………………………..and in words ……………………………………………………………………………………….……) the estimated values of the contract</w:t>
            </w:r>
          </w:p>
        </w:tc>
      </w:tr>
    </w:tbl>
    <w:p w:rsidR="00F12C64" w:rsidRPr="00946639" w:rsidRDefault="00F12C64" w:rsidP="00A104F7">
      <w:pPr>
        <w:spacing w:line="480" w:lineRule="auto"/>
        <w:rPr>
          <w:rFonts w:ascii="Book Antiqua" w:hAnsi="Book Antiqua"/>
          <w:sz w:val="10"/>
          <w:szCs w:val="10"/>
        </w:rPr>
      </w:pPr>
    </w:p>
    <w:p w:rsidR="00D1006E" w:rsidRPr="00F65437" w:rsidRDefault="00F12C64" w:rsidP="00A104F7">
      <w:pPr>
        <w:ind w:firstLine="360"/>
        <w:rPr>
          <w:rFonts w:ascii="Book Antiqua" w:hAnsi="Book Antiqua"/>
          <w:sz w:val="22"/>
          <w:szCs w:val="22"/>
        </w:rPr>
      </w:pPr>
      <w:r w:rsidRPr="00F65437">
        <w:rPr>
          <w:rFonts w:ascii="Book Antiqua" w:hAnsi="Book Antiqua"/>
          <w:sz w:val="22"/>
          <w:szCs w:val="22"/>
        </w:rPr>
        <w:t xml:space="preserve"> </w:t>
      </w:r>
      <w:r w:rsidR="00D1006E" w:rsidRPr="00F65437">
        <w:rPr>
          <w:rFonts w:ascii="Book Antiqua" w:hAnsi="Book Antiqua"/>
          <w:sz w:val="22"/>
          <w:szCs w:val="22"/>
        </w:rPr>
        <w:t>(Clearly strike out whichever is not applicable)</w:t>
      </w:r>
    </w:p>
    <w:p w:rsidR="0091293E" w:rsidRPr="00F65437" w:rsidRDefault="0091293E" w:rsidP="00A104F7">
      <w:pPr>
        <w:ind w:firstLine="360"/>
        <w:rPr>
          <w:rFonts w:ascii="Book Antiqua" w:hAnsi="Book Antiqua"/>
          <w:sz w:val="22"/>
          <w:szCs w:val="22"/>
        </w:rPr>
      </w:pPr>
    </w:p>
    <w:p w:rsidR="00D1006E" w:rsidRPr="00F65437" w:rsidRDefault="00D1006E" w:rsidP="00A104F7">
      <w:pPr>
        <w:spacing w:line="480" w:lineRule="auto"/>
        <w:ind w:firstLine="360"/>
        <w:rPr>
          <w:rFonts w:ascii="Book Antiqua" w:hAnsi="Book Antiqua"/>
          <w:b/>
          <w:sz w:val="22"/>
          <w:szCs w:val="22"/>
          <w:u w:val="single"/>
        </w:rPr>
      </w:pPr>
      <w:r w:rsidRPr="00F65437">
        <w:rPr>
          <w:rFonts w:ascii="Book Antiqua" w:hAnsi="Book Antiqua"/>
          <w:b/>
          <w:sz w:val="22"/>
          <w:szCs w:val="22"/>
          <w:u w:val="single"/>
        </w:rPr>
        <w:t>Conditions:</w:t>
      </w:r>
    </w:p>
    <w:p w:rsidR="00D1006E" w:rsidRPr="00F65437" w:rsidRDefault="00D1006E" w:rsidP="000172E5">
      <w:pPr>
        <w:numPr>
          <w:ilvl w:val="0"/>
          <w:numId w:val="13"/>
        </w:numPr>
        <w:suppressAutoHyphens/>
        <w:autoSpaceDN w:val="0"/>
        <w:jc w:val="both"/>
        <w:textAlignment w:val="baseline"/>
        <w:rPr>
          <w:rFonts w:ascii="Book Antiqua" w:hAnsi="Book Antiqua"/>
          <w:sz w:val="22"/>
          <w:szCs w:val="22"/>
        </w:rPr>
      </w:pPr>
      <w:r w:rsidRPr="00F65437">
        <w:rPr>
          <w:rFonts w:ascii="Book Antiqua" w:hAnsi="Book Antiqua"/>
          <w:sz w:val="22"/>
          <w:szCs w:val="22"/>
        </w:rPr>
        <w:t>The work should be done in the presence of field Engineers only.</w:t>
      </w:r>
    </w:p>
    <w:p w:rsidR="00D1006E" w:rsidRPr="00F65437" w:rsidRDefault="00D1006E" w:rsidP="000172E5">
      <w:pPr>
        <w:numPr>
          <w:ilvl w:val="0"/>
          <w:numId w:val="13"/>
        </w:numPr>
        <w:suppressAutoHyphens/>
        <w:autoSpaceDN w:val="0"/>
        <w:jc w:val="both"/>
        <w:textAlignment w:val="baseline"/>
        <w:rPr>
          <w:rFonts w:ascii="Book Antiqua" w:hAnsi="Book Antiqua"/>
          <w:sz w:val="22"/>
          <w:szCs w:val="22"/>
        </w:rPr>
      </w:pPr>
      <w:r w:rsidRPr="00F65437">
        <w:rPr>
          <w:rFonts w:ascii="Book Antiqua" w:hAnsi="Book Antiqua"/>
          <w:sz w:val="22"/>
          <w:szCs w:val="22"/>
        </w:rPr>
        <w:t xml:space="preserve">The work should be completed within </w:t>
      </w:r>
      <w:r w:rsidR="001375A8" w:rsidRPr="00F65437">
        <w:rPr>
          <w:rFonts w:ascii="Book Antiqua" w:hAnsi="Book Antiqua"/>
          <w:sz w:val="22"/>
          <w:szCs w:val="22"/>
        </w:rPr>
        <w:t>12</w:t>
      </w:r>
      <w:r w:rsidR="00CA7561" w:rsidRPr="00F65437">
        <w:rPr>
          <w:rFonts w:ascii="Book Antiqua" w:hAnsi="Book Antiqua"/>
          <w:sz w:val="22"/>
          <w:szCs w:val="22"/>
        </w:rPr>
        <w:t xml:space="preserve"> </w:t>
      </w:r>
      <w:r w:rsidRPr="00F65437">
        <w:rPr>
          <w:rFonts w:ascii="Book Antiqua" w:hAnsi="Book Antiqua"/>
          <w:sz w:val="22"/>
          <w:szCs w:val="22"/>
        </w:rPr>
        <w:t xml:space="preserve">months from the date of entrusting each individual work </w:t>
      </w:r>
      <w:r w:rsidR="00945627" w:rsidRPr="00F65437">
        <w:rPr>
          <w:rFonts w:ascii="Book Antiqua" w:hAnsi="Book Antiqua"/>
          <w:sz w:val="22"/>
          <w:szCs w:val="22"/>
        </w:rPr>
        <w:t>to the concerned</w:t>
      </w:r>
      <w:r w:rsidRPr="00F65437">
        <w:rPr>
          <w:rFonts w:ascii="Book Antiqua" w:hAnsi="Book Antiqua"/>
          <w:sz w:val="22"/>
          <w:szCs w:val="22"/>
        </w:rPr>
        <w:t xml:space="preserve"> in this agreement.</w:t>
      </w:r>
    </w:p>
    <w:p w:rsidR="00D1006E" w:rsidRPr="00F65437" w:rsidRDefault="00D1006E" w:rsidP="000172E5">
      <w:pPr>
        <w:numPr>
          <w:ilvl w:val="0"/>
          <w:numId w:val="13"/>
        </w:numPr>
        <w:suppressAutoHyphens/>
        <w:autoSpaceDN w:val="0"/>
        <w:jc w:val="both"/>
        <w:textAlignment w:val="baseline"/>
        <w:rPr>
          <w:rFonts w:ascii="Book Antiqua" w:hAnsi="Book Antiqua"/>
          <w:sz w:val="22"/>
          <w:szCs w:val="22"/>
        </w:rPr>
      </w:pPr>
      <w:r w:rsidRPr="00F65437">
        <w:rPr>
          <w:rFonts w:ascii="Book Antiqua" w:hAnsi="Book Antiqua"/>
          <w:sz w:val="22"/>
          <w:szCs w:val="22"/>
        </w:rPr>
        <w:t>All the required T&amp;P and labour should be procured by the contractor only.</w:t>
      </w:r>
    </w:p>
    <w:p w:rsidR="00D1006E" w:rsidRPr="00F65437" w:rsidRDefault="00D1006E" w:rsidP="000172E5">
      <w:pPr>
        <w:numPr>
          <w:ilvl w:val="0"/>
          <w:numId w:val="13"/>
        </w:numPr>
        <w:suppressAutoHyphens/>
        <w:autoSpaceDN w:val="0"/>
        <w:jc w:val="both"/>
        <w:textAlignment w:val="baseline"/>
        <w:rPr>
          <w:rFonts w:ascii="Book Antiqua" w:hAnsi="Book Antiqua"/>
          <w:sz w:val="22"/>
          <w:szCs w:val="22"/>
        </w:rPr>
      </w:pPr>
      <w:r w:rsidRPr="00F65437">
        <w:rPr>
          <w:rFonts w:ascii="Book Antiqua" w:hAnsi="Book Antiqua"/>
          <w:sz w:val="22"/>
          <w:szCs w:val="22"/>
        </w:rPr>
        <w:lastRenderedPageBreak/>
        <w:t>The percentage quoted shall be up to a maximum of the decimals and shall be written clearly in figures and words.  In case of discrepancy between the percentage quoted in figures and words the percentage quoted in words will prevail.</w:t>
      </w:r>
    </w:p>
    <w:p w:rsidR="00D1006E" w:rsidRPr="00F65437" w:rsidRDefault="00D1006E" w:rsidP="000172E5">
      <w:pPr>
        <w:numPr>
          <w:ilvl w:val="0"/>
          <w:numId w:val="13"/>
        </w:numPr>
        <w:suppressAutoHyphens/>
        <w:autoSpaceDN w:val="0"/>
        <w:jc w:val="both"/>
        <w:textAlignment w:val="baseline"/>
        <w:rPr>
          <w:rFonts w:ascii="Book Antiqua" w:hAnsi="Book Antiqua"/>
          <w:sz w:val="22"/>
          <w:szCs w:val="22"/>
        </w:rPr>
      </w:pPr>
      <w:r w:rsidRPr="00F65437">
        <w:rPr>
          <w:rFonts w:ascii="Book Antiqua" w:hAnsi="Book Antiqua"/>
          <w:sz w:val="22"/>
          <w:szCs w:val="22"/>
        </w:rPr>
        <w:t>In case contractor quoted % only in words and does not quoted in figures or vice versa such tenders shall be treated as incomplete and rejected.</w:t>
      </w:r>
    </w:p>
    <w:p w:rsidR="00D1006E" w:rsidRPr="00F65437" w:rsidRDefault="00D1006E" w:rsidP="000172E5">
      <w:pPr>
        <w:numPr>
          <w:ilvl w:val="0"/>
          <w:numId w:val="13"/>
        </w:numPr>
        <w:suppressAutoHyphens/>
        <w:autoSpaceDN w:val="0"/>
        <w:jc w:val="both"/>
        <w:textAlignment w:val="baseline"/>
        <w:rPr>
          <w:rFonts w:ascii="Book Antiqua" w:hAnsi="Book Antiqua"/>
          <w:sz w:val="22"/>
          <w:szCs w:val="22"/>
        </w:rPr>
      </w:pPr>
      <w:r w:rsidRPr="00F65437">
        <w:rPr>
          <w:rFonts w:ascii="Book Antiqua" w:hAnsi="Book Antiqua"/>
          <w:sz w:val="22"/>
          <w:szCs w:val="22"/>
        </w:rPr>
        <w:t>If the contractor</w:t>
      </w:r>
      <w:r w:rsidR="000B6008" w:rsidRPr="00F65437">
        <w:rPr>
          <w:rFonts w:ascii="Book Antiqua" w:hAnsi="Book Antiqua"/>
          <w:sz w:val="22"/>
          <w:szCs w:val="22"/>
        </w:rPr>
        <w:t xml:space="preserve"> has</w:t>
      </w:r>
      <w:r w:rsidRPr="00F65437">
        <w:rPr>
          <w:rFonts w:ascii="Book Antiqua" w:hAnsi="Book Antiqua"/>
          <w:sz w:val="22"/>
          <w:szCs w:val="22"/>
        </w:rPr>
        <w:t xml:space="preserve"> quoted above 10% of less than the estimated value the amount equivalent to above 10% should be paid by the contractor in the form of DD or Bank Guarantee before issue of LOI.</w:t>
      </w:r>
    </w:p>
    <w:p w:rsidR="00D1006E" w:rsidRPr="00F65437" w:rsidRDefault="00D1006E" w:rsidP="000172E5">
      <w:pPr>
        <w:numPr>
          <w:ilvl w:val="0"/>
          <w:numId w:val="13"/>
        </w:numPr>
        <w:suppressAutoHyphens/>
        <w:autoSpaceDN w:val="0"/>
        <w:jc w:val="both"/>
        <w:textAlignment w:val="baseline"/>
        <w:rPr>
          <w:rFonts w:ascii="Book Antiqua" w:hAnsi="Book Antiqua"/>
          <w:sz w:val="22"/>
          <w:szCs w:val="22"/>
        </w:rPr>
      </w:pPr>
      <w:r w:rsidRPr="00F65437">
        <w:rPr>
          <w:rFonts w:ascii="Book Antiqua" w:hAnsi="Book Antiqua"/>
          <w:sz w:val="22"/>
          <w:szCs w:val="22"/>
        </w:rPr>
        <w:t>The bill should be prepared work wise against this agreement.</w:t>
      </w:r>
    </w:p>
    <w:p w:rsidR="00285673" w:rsidRPr="00946639" w:rsidRDefault="00285673" w:rsidP="00285673">
      <w:pPr>
        <w:suppressAutoHyphens/>
        <w:autoSpaceDN w:val="0"/>
        <w:ind w:left="720"/>
        <w:textAlignment w:val="baseline"/>
        <w:rPr>
          <w:rFonts w:ascii="Book Antiqua" w:hAnsi="Book Antiqua"/>
          <w:sz w:val="40"/>
          <w:szCs w:val="40"/>
        </w:rPr>
      </w:pPr>
    </w:p>
    <w:p w:rsidR="004B4112" w:rsidRPr="00F65437" w:rsidRDefault="004B4112" w:rsidP="00285673">
      <w:pPr>
        <w:suppressAutoHyphens/>
        <w:autoSpaceDN w:val="0"/>
        <w:ind w:left="720"/>
        <w:textAlignment w:val="baseline"/>
        <w:rPr>
          <w:rFonts w:ascii="Book Antiqua" w:hAnsi="Book Antiqua"/>
          <w:sz w:val="22"/>
          <w:szCs w:val="22"/>
        </w:rPr>
      </w:pPr>
    </w:p>
    <w:p w:rsidR="00D1006E" w:rsidRPr="00F65437" w:rsidRDefault="00D1006E" w:rsidP="00A104F7">
      <w:pPr>
        <w:tabs>
          <w:tab w:val="center" w:pos="4734"/>
          <w:tab w:val="left" w:pos="6313"/>
        </w:tabs>
        <w:ind w:left="360"/>
        <w:rPr>
          <w:rFonts w:ascii="Book Antiqua" w:hAnsi="Book Antiqua"/>
          <w:sz w:val="22"/>
          <w:szCs w:val="22"/>
        </w:rPr>
      </w:pPr>
      <w:r w:rsidRPr="00F65437">
        <w:rPr>
          <w:rFonts w:ascii="Book Antiqua" w:hAnsi="Book Antiqua"/>
          <w:sz w:val="22"/>
          <w:szCs w:val="22"/>
        </w:rPr>
        <w:t>SI</w:t>
      </w:r>
      <w:r w:rsidR="001375A8" w:rsidRPr="00F65437">
        <w:rPr>
          <w:rFonts w:ascii="Book Antiqua" w:hAnsi="Book Antiqua"/>
          <w:sz w:val="22"/>
          <w:szCs w:val="22"/>
        </w:rPr>
        <w:t xml:space="preserve">GNATURE OF THE TENDERER                                    </w:t>
      </w:r>
      <w:r w:rsidRPr="00F65437">
        <w:rPr>
          <w:rFonts w:ascii="Book Antiqua" w:hAnsi="Book Antiqua"/>
          <w:sz w:val="22"/>
          <w:szCs w:val="22"/>
        </w:rPr>
        <w:t xml:space="preserve"> </w:t>
      </w:r>
      <w:r w:rsidR="001375A8" w:rsidRPr="00F65437">
        <w:rPr>
          <w:rFonts w:ascii="Book Antiqua" w:hAnsi="Book Antiqua"/>
          <w:sz w:val="22"/>
          <w:szCs w:val="22"/>
        </w:rPr>
        <w:t>Chief General Manager/Operation</w:t>
      </w:r>
      <w:r w:rsidRPr="00F65437">
        <w:rPr>
          <w:rFonts w:ascii="Book Antiqua" w:hAnsi="Book Antiqua"/>
          <w:sz w:val="22"/>
          <w:szCs w:val="22"/>
        </w:rPr>
        <w:t>,</w:t>
      </w:r>
    </w:p>
    <w:p w:rsidR="00D1006E" w:rsidRPr="00F65437" w:rsidRDefault="00A104F7" w:rsidP="00A104F7">
      <w:pPr>
        <w:tabs>
          <w:tab w:val="center" w:pos="4734"/>
          <w:tab w:val="left" w:pos="6313"/>
        </w:tabs>
        <w:rPr>
          <w:rFonts w:ascii="Book Antiqua" w:hAnsi="Book Antiqua"/>
          <w:sz w:val="22"/>
          <w:szCs w:val="22"/>
        </w:rPr>
      </w:pPr>
      <w:r w:rsidRPr="00F65437">
        <w:rPr>
          <w:rFonts w:ascii="Book Antiqua" w:hAnsi="Book Antiqua"/>
          <w:sz w:val="22"/>
          <w:szCs w:val="22"/>
        </w:rPr>
        <w:t xml:space="preserve">            </w:t>
      </w:r>
      <w:r w:rsidR="00D1006E" w:rsidRPr="00F65437">
        <w:rPr>
          <w:rFonts w:ascii="Book Antiqua" w:hAnsi="Book Antiqua"/>
          <w:sz w:val="22"/>
          <w:szCs w:val="22"/>
        </w:rPr>
        <w:t xml:space="preserve">WITH </w:t>
      </w:r>
      <w:r w:rsidR="001375A8" w:rsidRPr="00F65437">
        <w:rPr>
          <w:rFonts w:ascii="Book Antiqua" w:hAnsi="Book Antiqua"/>
          <w:sz w:val="22"/>
          <w:szCs w:val="22"/>
        </w:rPr>
        <w:t xml:space="preserve">SEAL                        </w:t>
      </w:r>
      <w:r w:rsidR="001375A8" w:rsidRPr="00F65437">
        <w:rPr>
          <w:rFonts w:ascii="Book Antiqua" w:hAnsi="Book Antiqua"/>
          <w:sz w:val="22"/>
          <w:szCs w:val="22"/>
        </w:rPr>
        <w:tab/>
        <w:t xml:space="preserve">                                               </w:t>
      </w:r>
      <w:r w:rsidR="00D1006E" w:rsidRPr="00F65437">
        <w:rPr>
          <w:rFonts w:ascii="Book Antiqua" w:hAnsi="Book Antiqua"/>
          <w:sz w:val="22"/>
          <w:szCs w:val="22"/>
        </w:rPr>
        <w:t xml:space="preserve"> </w:t>
      </w:r>
      <w:r w:rsidR="001375A8" w:rsidRPr="00F65437">
        <w:rPr>
          <w:rFonts w:ascii="Book Antiqua" w:hAnsi="Book Antiqua"/>
          <w:sz w:val="22"/>
          <w:szCs w:val="22"/>
        </w:rPr>
        <w:t>Ranga Reddy</w:t>
      </w:r>
      <w:r w:rsidR="00D1006E" w:rsidRPr="00F65437">
        <w:rPr>
          <w:rFonts w:ascii="Book Antiqua" w:hAnsi="Book Antiqua"/>
          <w:sz w:val="22"/>
          <w:szCs w:val="22"/>
        </w:rPr>
        <w:t xml:space="preserve"> Zone, TSSPDCL</w:t>
      </w:r>
    </w:p>
    <w:p w:rsidR="009C0179" w:rsidRPr="00F65437" w:rsidRDefault="00A104F7" w:rsidP="00F65437">
      <w:pPr>
        <w:tabs>
          <w:tab w:val="center" w:pos="4734"/>
          <w:tab w:val="left" w:pos="6313"/>
        </w:tabs>
        <w:rPr>
          <w:rFonts w:ascii="Book Antiqua" w:hAnsi="Book Antiqua"/>
          <w:sz w:val="22"/>
          <w:szCs w:val="22"/>
        </w:rPr>
      </w:pPr>
      <w:r w:rsidRPr="00F65437">
        <w:rPr>
          <w:rFonts w:ascii="Book Antiqua" w:hAnsi="Book Antiqua"/>
          <w:sz w:val="22"/>
          <w:szCs w:val="22"/>
        </w:rPr>
        <w:t xml:space="preserve">                                                                        </w:t>
      </w:r>
      <w:r w:rsidR="001375A8" w:rsidRPr="00F65437">
        <w:rPr>
          <w:rFonts w:ascii="Book Antiqua" w:hAnsi="Book Antiqua"/>
          <w:sz w:val="22"/>
          <w:szCs w:val="22"/>
        </w:rPr>
        <w:t xml:space="preserve">                             </w:t>
      </w:r>
      <w:r w:rsidR="00946639">
        <w:rPr>
          <w:rFonts w:ascii="Book Antiqua" w:hAnsi="Book Antiqua"/>
          <w:sz w:val="22"/>
          <w:szCs w:val="22"/>
        </w:rPr>
        <w:t xml:space="preserve">        </w:t>
      </w:r>
      <w:r w:rsidR="001375A8" w:rsidRPr="00F65437">
        <w:rPr>
          <w:rFonts w:ascii="Book Antiqua" w:hAnsi="Book Antiqua"/>
          <w:sz w:val="22"/>
          <w:szCs w:val="22"/>
        </w:rPr>
        <w:t>KPHB Colony</w:t>
      </w:r>
      <w:r w:rsidR="00D1006E" w:rsidRPr="00F65437">
        <w:rPr>
          <w:rFonts w:ascii="Book Antiqua" w:hAnsi="Book Antiqua"/>
          <w:sz w:val="22"/>
          <w:szCs w:val="22"/>
        </w:rPr>
        <w:t>, Hyderabad</w:t>
      </w:r>
      <w:r w:rsidR="009C0179" w:rsidRPr="00F65437">
        <w:rPr>
          <w:rFonts w:ascii="Book Antiqua" w:hAnsi="Book Antiqua"/>
          <w:sz w:val="22"/>
          <w:szCs w:val="22"/>
        </w:rPr>
        <w:t xml:space="preserve">           </w:t>
      </w:r>
    </w:p>
    <w:p w:rsidR="009C0179" w:rsidRPr="00F65437" w:rsidRDefault="009C0179" w:rsidP="009C0179">
      <w:pPr>
        <w:rPr>
          <w:rFonts w:ascii="Book Antiqua" w:hAnsi="Book Antiqua"/>
          <w:sz w:val="22"/>
          <w:szCs w:val="22"/>
        </w:rPr>
      </w:pPr>
    </w:p>
    <w:p w:rsidR="00CE41E9" w:rsidRPr="00F65437" w:rsidRDefault="00CE41E9" w:rsidP="00285673">
      <w:pPr>
        <w:ind w:left="360"/>
        <w:rPr>
          <w:rFonts w:ascii="Book Antiqua" w:hAnsi="Book Antiqua"/>
          <w:sz w:val="22"/>
          <w:szCs w:val="22"/>
        </w:rPr>
      </w:pPr>
    </w:p>
    <w:sectPr w:rsidR="00CE41E9" w:rsidRPr="00F65437" w:rsidSect="00946639">
      <w:pgSz w:w="11907" w:h="16839" w:code="9"/>
      <w:pgMar w:top="709" w:right="992" w:bottom="1134" w:left="907" w:header="720" w:footer="720" w:gutter="0"/>
      <w:paperSrc w:first="7"/>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C4BB8" w:rsidRDefault="00BC4BB8">
      <w:r>
        <w:separator/>
      </w:r>
    </w:p>
  </w:endnote>
  <w:endnote w:type="continuationSeparator" w:id="1">
    <w:p w:rsidR="00BC4BB8" w:rsidRDefault="00BC4BB8">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Gautami">
    <w:panose1 w:val="020B0502040204020203"/>
    <w:charset w:val="00"/>
    <w:family w:val="swiss"/>
    <w:pitch w:val="variable"/>
    <w:sig w:usb0="002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0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C4BB8" w:rsidRDefault="00BC4BB8">
      <w:r>
        <w:separator/>
      </w:r>
    </w:p>
  </w:footnote>
  <w:footnote w:type="continuationSeparator" w:id="1">
    <w:p w:rsidR="00BC4BB8" w:rsidRDefault="00BC4BB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singleLevel"/>
    <w:tmpl w:val="00000008"/>
    <w:name w:val="WW8Num8"/>
    <w:lvl w:ilvl="0">
      <w:start w:val="3"/>
      <w:numFmt w:val="bullet"/>
      <w:lvlText w:val=""/>
      <w:lvlJc w:val="left"/>
      <w:pPr>
        <w:tabs>
          <w:tab w:val="num" w:pos="1440"/>
        </w:tabs>
        <w:ind w:left="1440" w:hanging="720"/>
      </w:pPr>
      <w:rPr>
        <w:rFonts w:ascii="Wingdings" w:hAnsi="Wingdings" w:cs="Wingdings"/>
      </w:rPr>
    </w:lvl>
  </w:abstractNum>
  <w:abstractNum w:abstractNumId="1">
    <w:nsid w:val="03575771"/>
    <w:multiLevelType w:val="multilevel"/>
    <w:tmpl w:val="A4F4A2FA"/>
    <w:lvl w:ilvl="0">
      <w:start w:val="1"/>
      <w:numFmt w:val="decimal"/>
      <w:lvlText w:val="%1."/>
      <w:lvlJc w:val="left"/>
      <w:pPr>
        <w:ind w:left="810" w:hanging="45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nsid w:val="03A87722"/>
    <w:multiLevelType w:val="hybridMultilevel"/>
    <w:tmpl w:val="C4E079F2"/>
    <w:lvl w:ilvl="0" w:tplc="4009000F">
      <w:start w:val="1"/>
      <w:numFmt w:val="decimal"/>
      <w:lvlText w:val="%1."/>
      <w:lvlJc w:val="left"/>
      <w:pPr>
        <w:tabs>
          <w:tab w:val="num" w:pos="720"/>
        </w:tabs>
        <w:ind w:left="720" w:hanging="360"/>
      </w:pPr>
      <w:rPr>
        <w:rFonts w:hint="default"/>
      </w:rPr>
    </w:lvl>
    <w:lvl w:ilvl="1" w:tplc="40090019">
      <w:start w:val="1"/>
      <w:numFmt w:val="lowerLetter"/>
      <w:lvlText w:val="%2."/>
      <w:lvlJc w:val="left"/>
      <w:pPr>
        <w:tabs>
          <w:tab w:val="num" w:pos="1440"/>
        </w:tabs>
        <w:ind w:left="1440" w:hanging="360"/>
      </w:pPr>
    </w:lvl>
    <w:lvl w:ilvl="2" w:tplc="4009001B" w:tentative="1">
      <w:start w:val="1"/>
      <w:numFmt w:val="lowerRoman"/>
      <w:lvlText w:val="%3."/>
      <w:lvlJc w:val="right"/>
      <w:pPr>
        <w:tabs>
          <w:tab w:val="num" w:pos="2160"/>
        </w:tabs>
        <w:ind w:left="2160" w:hanging="180"/>
      </w:pPr>
    </w:lvl>
    <w:lvl w:ilvl="3" w:tplc="4009000F" w:tentative="1">
      <w:start w:val="1"/>
      <w:numFmt w:val="decimal"/>
      <w:lvlText w:val="%4."/>
      <w:lvlJc w:val="left"/>
      <w:pPr>
        <w:tabs>
          <w:tab w:val="num" w:pos="2880"/>
        </w:tabs>
        <w:ind w:left="2880" w:hanging="360"/>
      </w:pPr>
    </w:lvl>
    <w:lvl w:ilvl="4" w:tplc="40090019" w:tentative="1">
      <w:start w:val="1"/>
      <w:numFmt w:val="lowerLetter"/>
      <w:lvlText w:val="%5."/>
      <w:lvlJc w:val="left"/>
      <w:pPr>
        <w:tabs>
          <w:tab w:val="num" w:pos="3600"/>
        </w:tabs>
        <w:ind w:left="3600" w:hanging="360"/>
      </w:pPr>
    </w:lvl>
    <w:lvl w:ilvl="5" w:tplc="4009001B" w:tentative="1">
      <w:start w:val="1"/>
      <w:numFmt w:val="lowerRoman"/>
      <w:lvlText w:val="%6."/>
      <w:lvlJc w:val="right"/>
      <w:pPr>
        <w:tabs>
          <w:tab w:val="num" w:pos="4320"/>
        </w:tabs>
        <w:ind w:left="4320" w:hanging="180"/>
      </w:pPr>
    </w:lvl>
    <w:lvl w:ilvl="6" w:tplc="4009000F" w:tentative="1">
      <w:start w:val="1"/>
      <w:numFmt w:val="decimal"/>
      <w:lvlText w:val="%7."/>
      <w:lvlJc w:val="left"/>
      <w:pPr>
        <w:tabs>
          <w:tab w:val="num" w:pos="5040"/>
        </w:tabs>
        <w:ind w:left="5040" w:hanging="360"/>
      </w:pPr>
    </w:lvl>
    <w:lvl w:ilvl="7" w:tplc="40090019" w:tentative="1">
      <w:start w:val="1"/>
      <w:numFmt w:val="lowerLetter"/>
      <w:lvlText w:val="%8."/>
      <w:lvlJc w:val="left"/>
      <w:pPr>
        <w:tabs>
          <w:tab w:val="num" w:pos="5760"/>
        </w:tabs>
        <w:ind w:left="5760" w:hanging="360"/>
      </w:pPr>
    </w:lvl>
    <w:lvl w:ilvl="8" w:tplc="4009001B" w:tentative="1">
      <w:start w:val="1"/>
      <w:numFmt w:val="lowerRoman"/>
      <w:lvlText w:val="%9."/>
      <w:lvlJc w:val="right"/>
      <w:pPr>
        <w:tabs>
          <w:tab w:val="num" w:pos="6480"/>
        </w:tabs>
        <w:ind w:left="6480" w:hanging="180"/>
      </w:pPr>
    </w:lvl>
  </w:abstractNum>
  <w:abstractNum w:abstractNumId="3">
    <w:nsid w:val="04F27966"/>
    <w:multiLevelType w:val="hybridMultilevel"/>
    <w:tmpl w:val="59C435BA"/>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4CB6143"/>
    <w:multiLevelType w:val="hybridMultilevel"/>
    <w:tmpl w:val="0C289C08"/>
    <w:lvl w:ilvl="0" w:tplc="04090011">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0A763A4"/>
    <w:multiLevelType w:val="hybridMultilevel"/>
    <w:tmpl w:val="ED6615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19E6D0A"/>
    <w:multiLevelType w:val="hybridMultilevel"/>
    <w:tmpl w:val="269A4C46"/>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
    <w:nsid w:val="28AA36FD"/>
    <w:multiLevelType w:val="hybridMultilevel"/>
    <w:tmpl w:val="DCE022C2"/>
    <w:lvl w:ilvl="0" w:tplc="4009000F">
      <w:start w:val="1"/>
      <w:numFmt w:val="decimal"/>
      <w:lvlText w:val="%1."/>
      <w:lvlJc w:val="left"/>
      <w:pPr>
        <w:tabs>
          <w:tab w:val="num" w:pos="720"/>
        </w:tabs>
        <w:ind w:left="720" w:hanging="360"/>
      </w:pPr>
      <w:rPr>
        <w:rFonts w:hint="default"/>
      </w:rPr>
    </w:lvl>
    <w:lvl w:ilvl="1" w:tplc="40090019">
      <w:start w:val="1"/>
      <w:numFmt w:val="lowerLetter"/>
      <w:lvlText w:val="%2."/>
      <w:lvlJc w:val="left"/>
      <w:pPr>
        <w:tabs>
          <w:tab w:val="num" w:pos="1440"/>
        </w:tabs>
        <w:ind w:left="1440" w:hanging="360"/>
      </w:pPr>
    </w:lvl>
    <w:lvl w:ilvl="2" w:tplc="4009001B" w:tentative="1">
      <w:start w:val="1"/>
      <w:numFmt w:val="lowerRoman"/>
      <w:lvlText w:val="%3."/>
      <w:lvlJc w:val="right"/>
      <w:pPr>
        <w:tabs>
          <w:tab w:val="num" w:pos="2160"/>
        </w:tabs>
        <w:ind w:left="2160" w:hanging="180"/>
      </w:pPr>
    </w:lvl>
    <w:lvl w:ilvl="3" w:tplc="4009000F" w:tentative="1">
      <w:start w:val="1"/>
      <w:numFmt w:val="decimal"/>
      <w:lvlText w:val="%4."/>
      <w:lvlJc w:val="left"/>
      <w:pPr>
        <w:tabs>
          <w:tab w:val="num" w:pos="2880"/>
        </w:tabs>
        <w:ind w:left="2880" w:hanging="360"/>
      </w:pPr>
    </w:lvl>
    <w:lvl w:ilvl="4" w:tplc="40090019" w:tentative="1">
      <w:start w:val="1"/>
      <w:numFmt w:val="lowerLetter"/>
      <w:lvlText w:val="%5."/>
      <w:lvlJc w:val="left"/>
      <w:pPr>
        <w:tabs>
          <w:tab w:val="num" w:pos="3600"/>
        </w:tabs>
        <w:ind w:left="3600" w:hanging="360"/>
      </w:pPr>
    </w:lvl>
    <w:lvl w:ilvl="5" w:tplc="4009001B" w:tentative="1">
      <w:start w:val="1"/>
      <w:numFmt w:val="lowerRoman"/>
      <w:lvlText w:val="%6."/>
      <w:lvlJc w:val="right"/>
      <w:pPr>
        <w:tabs>
          <w:tab w:val="num" w:pos="4320"/>
        </w:tabs>
        <w:ind w:left="4320" w:hanging="180"/>
      </w:pPr>
    </w:lvl>
    <w:lvl w:ilvl="6" w:tplc="4009000F" w:tentative="1">
      <w:start w:val="1"/>
      <w:numFmt w:val="decimal"/>
      <w:lvlText w:val="%7."/>
      <w:lvlJc w:val="left"/>
      <w:pPr>
        <w:tabs>
          <w:tab w:val="num" w:pos="5040"/>
        </w:tabs>
        <w:ind w:left="5040" w:hanging="360"/>
      </w:pPr>
    </w:lvl>
    <w:lvl w:ilvl="7" w:tplc="40090019" w:tentative="1">
      <w:start w:val="1"/>
      <w:numFmt w:val="lowerLetter"/>
      <w:lvlText w:val="%8."/>
      <w:lvlJc w:val="left"/>
      <w:pPr>
        <w:tabs>
          <w:tab w:val="num" w:pos="5760"/>
        </w:tabs>
        <w:ind w:left="5760" w:hanging="360"/>
      </w:pPr>
    </w:lvl>
    <w:lvl w:ilvl="8" w:tplc="4009001B" w:tentative="1">
      <w:start w:val="1"/>
      <w:numFmt w:val="lowerRoman"/>
      <w:lvlText w:val="%9."/>
      <w:lvlJc w:val="right"/>
      <w:pPr>
        <w:tabs>
          <w:tab w:val="num" w:pos="6480"/>
        </w:tabs>
        <w:ind w:left="6480" w:hanging="180"/>
      </w:pPr>
    </w:lvl>
  </w:abstractNum>
  <w:abstractNum w:abstractNumId="8">
    <w:nsid w:val="2B5512BD"/>
    <w:multiLevelType w:val="hybridMultilevel"/>
    <w:tmpl w:val="1E3C3F9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1850685"/>
    <w:multiLevelType w:val="multilevel"/>
    <w:tmpl w:val="8F121856"/>
    <w:lvl w:ilvl="0">
      <w:start w:val="1"/>
      <w:numFmt w:val="decimal"/>
      <w:lvlText w:val="%1."/>
      <w:lvlJc w:val="left"/>
      <w:pPr>
        <w:ind w:left="921" w:hanging="360"/>
      </w:pPr>
    </w:lvl>
    <w:lvl w:ilvl="1">
      <w:start w:val="1"/>
      <w:numFmt w:val="lowerLetter"/>
      <w:lvlText w:val="%2."/>
      <w:lvlJc w:val="left"/>
      <w:pPr>
        <w:ind w:left="1641" w:hanging="360"/>
      </w:pPr>
    </w:lvl>
    <w:lvl w:ilvl="2">
      <w:start w:val="1"/>
      <w:numFmt w:val="lowerRoman"/>
      <w:lvlText w:val="%3."/>
      <w:lvlJc w:val="right"/>
      <w:pPr>
        <w:ind w:left="2361" w:hanging="180"/>
      </w:pPr>
    </w:lvl>
    <w:lvl w:ilvl="3">
      <w:start w:val="1"/>
      <w:numFmt w:val="decimal"/>
      <w:lvlText w:val="%4."/>
      <w:lvlJc w:val="left"/>
      <w:pPr>
        <w:ind w:left="3081" w:hanging="360"/>
      </w:pPr>
    </w:lvl>
    <w:lvl w:ilvl="4">
      <w:start w:val="1"/>
      <w:numFmt w:val="lowerLetter"/>
      <w:lvlText w:val="%5."/>
      <w:lvlJc w:val="left"/>
      <w:pPr>
        <w:ind w:left="3801" w:hanging="360"/>
      </w:pPr>
    </w:lvl>
    <w:lvl w:ilvl="5">
      <w:start w:val="1"/>
      <w:numFmt w:val="lowerRoman"/>
      <w:lvlText w:val="%6."/>
      <w:lvlJc w:val="right"/>
      <w:pPr>
        <w:ind w:left="4521" w:hanging="180"/>
      </w:pPr>
    </w:lvl>
    <w:lvl w:ilvl="6">
      <w:start w:val="1"/>
      <w:numFmt w:val="decimal"/>
      <w:lvlText w:val="%7."/>
      <w:lvlJc w:val="left"/>
      <w:pPr>
        <w:ind w:left="5241" w:hanging="360"/>
      </w:pPr>
    </w:lvl>
    <w:lvl w:ilvl="7">
      <w:start w:val="1"/>
      <w:numFmt w:val="lowerLetter"/>
      <w:lvlText w:val="%8."/>
      <w:lvlJc w:val="left"/>
      <w:pPr>
        <w:ind w:left="5961" w:hanging="360"/>
      </w:pPr>
    </w:lvl>
    <w:lvl w:ilvl="8">
      <w:start w:val="1"/>
      <w:numFmt w:val="lowerRoman"/>
      <w:lvlText w:val="%9."/>
      <w:lvlJc w:val="right"/>
      <w:pPr>
        <w:ind w:left="6681" w:hanging="180"/>
      </w:pPr>
    </w:lvl>
  </w:abstractNum>
  <w:abstractNum w:abstractNumId="10">
    <w:nsid w:val="334F1E40"/>
    <w:multiLevelType w:val="multilevel"/>
    <w:tmpl w:val="500A23C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nsid w:val="3CBF37A9"/>
    <w:multiLevelType w:val="hybridMultilevel"/>
    <w:tmpl w:val="036A5E66"/>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1772F9A"/>
    <w:multiLevelType w:val="hybridMultilevel"/>
    <w:tmpl w:val="DD409172"/>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2810708"/>
    <w:multiLevelType w:val="hybridMultilevel"/>
    <w:tmpl w:val="EC3ECDA8"/>
    <w:lvl w:ilvl="0" w:tplc="19043628">
      <w:start w:val="1"/>
      <w:numFmt w:val="decimal"/>
      <w:lvlText w:val="%1)"/>
      <w:lvlJc w:val="left"/>
      <w:pPr>
        <w:ind w:left="600" w:hanging="360"/>
      </w:pPr>
      <w:rPr>
        <w:rFonts w:hint="default"/>
        <w:b w:val="0"/>
        <w:sz w:val="22"/>
      </w:rPr>
    </w:lvl>
    <w:lvl w:ilvl="1" w:tplc="40090019" w:tentative="1">
      <w:start w:val="1"/>
      <w:numFmt w:val="lowerLetter"/>
      <w:lvlText w:val="%2."/>
      <w:lvlJc w:val="left"/>
      <w:pPr>
        <w:ind w:left="1320" w:hanging="360"/>
      </w:pPr>
    </w:lvl>
    <w:lvl w:ilvl="2" w:tplc="4009001B" w:tentative="1">
      <w:start w:val="1"/>
      <w:numFmt w:val="lowerRoman"/>
      <w:lvlText w:val="%3."/>
      <w:lvlJc w:val="right"/>
      <w:pPr>
        <w:ind w:left="2040" w:hanging="180"/>
      </w:pPr>
    </w:lvl>
    <w:lvl w:ilvl="3" w:tplc="4009000F" w:tentative="1">
      <w:start w:val="1"/>
      <w:numFmt w:val="decimal"/>
      <w:lvlText w:val="%4."/>
      <w:lvlJc w:val="left"/>
      <w:pPr>
        <w:ind w:left="2760" w:hanging="360"/>
      </w:pPr>
    </w:lvl>
    <w:lvl w:ilvl="4" w:tplc="40090019" w:tentative="1">
      <w:start w:val="1"/>
      <w:numFmt w:val="lowerLetter"/>
      <w:lvlText w:val="%5."/>
      <w:lvlJc w:val="left"/>
      <w:pPr>
        <w:ind w:left="3480" w:hanging="360"/>
      </w:pPr>
    </w:lvl>
    <w:lvl w:ilvl="5" w:tplc="4009001B" w:tentative="1">
      <w:start w:val="1"/>
      <w:numFmt w:val="lowerRoman"/>
      <w:lvlText w:val="%6."/>
      <w:lvlJc w:val="right"/>
      <w:pPr>
        <w:ind w:left="4200" w:hanging="180"/>
      </w:pPr>
    </w:lvl>
    <w:lvl w:ilvl="6" w:tplc="4009000F" w:tentative="1">
      <w:start w:val="1"/>
      <w:numFmt w:val="decimal"/>
      <w:lvlText w:val="%7."/>
      <w:lvlJc w:val="left"/>
      <w:pPr>
        <w:ind w:left="4920" w:hanging="360"/>
      </w:pPr>
    </w:lvl>
    <w:lvl w:ilvl="7" w:tplc="40090019" w:tentative="1">
      <w:start w:val="1"/>
      <w:numFmt w:val="lowerLetter"/>
      <w:lvlText w:val="%8."/>
      <w:lvlJc w:val="left"/>
      <w:pPr>
        <w:ind w:left="5640" w:hanging="360"/>
      </w:pPr>
    </w:lvl>
    <w:lvl w:ilvl="8" w:tplc="4009001B" w:tentative="1">
      <w:start w:val="1"/>
      <w:numFmt w:val="lowerRoman"/>
      <w:lvlText w:val="%9."/>
      <w:lvlJc w:val="right"/>
      <w:pPr>
        <w:ind w:left="6360" w:hanging="180"/>
      </w:pPr>
    </w:lvl>
  </w:abstractNum>
  <w:abstractNum w:abstractNumId="14">
    <w:nsid w:val="462D7ACB"/>
    <w:multiLevelType w:val="hybridMultilevel"/>
    <w:tmpl w:val="6078410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8424CF1"/>
    <w:multiLevelType w:val="hybridMultilevel"/>
    <w:tmpl w:val="C91E0EF2"/>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8F638D3"/>
    <w:multiLevelType w:val="hybridMultilevel"/>
    <w:tmpl w:val="DA2C7E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52C4DFD"/>
    <w:multiLevelType w:val="hybridMultilevel"/>
    <w:tmpl w:val="C1C6449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24D7236"/>
    <w:multiLevelType w:val="hybridMultilevel"/>
    <w:tmpl w:val="8BC23620"/>
    <w:lvl w:ilvl="0" w:tplc="5D50265A">
      <w:start w:val="1"/>
      <w:numFmt w:val="bullet"/>
      <w:lvlText w:val=""/>
      <w:lvlJc w:val="left"/>
      <w:pPr>
        <w:tabs>
          <w:tab w:val="num" w:pos="1080"/>
        </w:tabs>
        <w:ind w:left="1080" w:hanging="360"/>
      </w:pPr>
      <w:rPr>
        <w:rFonts w:ascii="Symbol" w:hAnsi="Symbol" w:hint="default"/>
        <w:color w:val="auto"/>
      </w:rPr>
    </w:lvl>
    <w:lvl w:ilvl="1" w:tplc="04090003">
      <w:start w:val="1"/>
      <w:numFmt w:val="bullet"/>
      <w:lvlText w:val="o"/>
      <w:lvlJc w:val="left"/>
      <w:pPr>
        <w:tabs>
          <w:tab w:val="num" w:pos="540"/>
        </w:tabs>
        <w:ind w:left="540" w:hanging="360"/>
      </w:pPr>
      <w:rPr>
        <w:rFonts w:ascii="Courier New" w:hAnsi="Courier New" w:hint="default"/>
      </w:rPr>
    </w:lvl>
    <w:lvl w:ilvl="2" w:tplc="04090005" w:tentative="1">
      <w:start w:val="1"/>
      <w:numFmt w:val="bullet"/>
      <w:lvlText w:val=""/>
      <w:lvlJc w:val="left"/>
      <w:pPr>
        <w:tabs>
          <w:tab w:val="num" w:pos="1260"/>
        </w:tabs>
        <w:ind w:left="1260" w:hanging="360"/>
      </w:pPr>
      <w:rPr>
        <w:rFonts w:ascii="Wingdings" w:hAnsi="Wingdings" w:hint="default"/>
      </w:rPr>
    </w:lvl>
    <w:lvl w:ilvl="3" w:tplc="04090001" w:tentative="1">
      <w:start w:val="1"/>
      <w:numFmt w:val="bullet"/>
      <w:lvlText w:val=""/>
      <w:lvlJc w:val="left"/>
      <w:pPr>
        <w:tabs>
          <w:tab w:val="num" w:pos="1980"/>
        </w:tabs>
        <w:ind w:left="1980" w:hanging="360"/>
      </w:pPr>
      <w:rPr>
        <w:rFonts w:ascii="Symbol" w:hAnsi="Symbol" w:hint="default"/>
      </w:rPr>
    </w:lvl>
    <w:lvl w:ilvl="4" w:tplc="04090003" w:tentative="1">
      <w:start w:val="1"/>
      <w:numFmt w:val="bullet"/>
      <w:lvlText w:val="o"/>
      <w:lvlJc w:val="left"/>
      <w:pPr>
        <w:tabs>
          <w:tab w:val="num" w:pos="2700"/>
        </w:tabs>
        <w:ind w:left="2700" w:hanging="360"/>
      </w:pPr>
      <w:rPr>
        <w:rFonts w:ascii="Courier New" w:hAnsi="Courier New" w:hint="default"/>
      </w:rPr>
    </w:lvl>
    <w:lvl w:ilvl="5" w:tplc="04090005" w:tentative="1">
      <w:start w:val="1"/>
      <w:numFmt w:val="bullet"/>
      <w:lvlText w:val=""/>
      <w:lvlJc w:val="left"/>
      <w:pPr>
        <w:tabs>
          <w:tab w:val="num" w:pos="3420"/>
        </w:tabs>
        <w:ind w:left="3420" w:hanging="360"/>
      </w:pPr>
      <w:rPr>
        <w:rFonts w:ascii="Wingdings" w:hAnsi="Wingdings" w:hint="default"/>
      </w:rPr>
    </w:lvl>
    <w:lvl w:ilvl="6" w:tplc="04090001" w:tentative="1">
      <w:start w:val="1"/>
      <w:numFmt w:val="bullet"/>
      <w:lvlText w:val=""/>
      <w:lvlJc w:val="left"/>
      <w:pPr>
        <w:tabs>
          <w:tab w:val="num" w:pos="4140"/>
        </w:tabs>
        <w:ind w:left="4140" w:hanging="360"/>
      </w:pPr>
      <w:rPr>
        <w:rFonts w:ascii="Symbol" w:hAnsi="Symbol" w:hint="default"/>
      </w:rPr>
    </w:lvl>
    <w:lvl w:ilvl="7" w:tplc="04090003" w:tentative="1">
      <w:start w:val="1"/>
      <w:numFmt w:val="bullet"/>
      <w:lvlText w:val="o"/>
      <w:lvlJc w:val="left"/>
      <w:pPr>
        <w:tabs>
          <w:tab w:val="num" w:pos="4860"/>
        </w:tabs>
        <w:ind w:left="4860" w:hanging="360"/>
      </w:pPr>
      <w:rPr>
        <w:rFonts w:ascii="Courier New" w:hAnsi="Courier New" w:hint="default"/>
      </w:rPr>
    </w:lvl>
    <w:lvl w:ilvl="8" w:tplc="04090005" w:tentative="1">
      <w:start w:val="1"/>
      <w:numFmt w:val="bullet"/>
      <w:lvlText w:val=""/>
      <w:lvlJc w:val="left"/>
      <w:pPr>
        <w:tabs>
          <w:tab w:val="num" w:pos="5580"/>
        </w:tabs>
        <w:ind w:left="5580" w:hanging="360"/>
      </w:pPr>
      <w:rPr>
        <w:rFonts w:ascii="Wingdings" w:hAnsi="Wingdings" w:hint="default"/>
      </w:rPr>
    </w:lvl>
  </w:abstractNum>
  <w:abstractNum w:abstractNumId="19">
    <w:nsid w:val="669667DE"/>
    <w:multiLevelType w:val="hybridMultilevel"/>
    <w:tmpl w:val="1D0478F0"/>
    <w:lvl w:ilvl="0" w:tplc="02C8FEA6">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0">
    <w:nsid w:val="6FB129B0"/>
    <w:multiLevelType w:val="hybridMultilevel"/>
    <w:tmpl w:val="127C73F4"/>
    <w:lvl w:ilvl="0" w:tplc="E04C7B9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7654584F"/>
    <w:multiLevelType w:val="multilevel"/>
    <w:tmpl w:val="544EBF3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nsid w:val="7B0A068A"/>
    <w:multiLevelType w:val="hybridMultilevel"/>
    <w:tmpl w:val="BD920CDA"/>
    <w:lvl w:ilvl="0" w:tplc="6514401E">
      <w:start w:val="1"/>
      <w:numFmt w:val="decimal"/>
      <w:lvlText w:val="%1)"/>
      <w:lvlJc w:val="left"/>
      <w:pPr>
        <w:tabs>
          <w:tab w:val="num" w:pos="1080"/>
        </w:tabs>
        <w:ind w:left="1080" w:hanging="360"/>
      </w:pPr>
      <w:rPr>
        <w:rFonts w:hint="default"/>
        <w:b w:val="0"/>
        <w:sz w:val="24"/>
        <w:szCs w:val="24"/>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3">
    <w:nsid w:val="7BAA73EE"/>
    <w:multiLevelType w:val="hybridMultilevel"/>
    <w:tmpl w:val="4DECD4E8"/>
    <w:lvl w:ilvl="0" w:tplc="4009000F">
      <w:start w:val="1"/>
      <w:numFmt w:val="decimal"/>
      <w:lvlText w:val="%1."/>
      <w:lvlJc w:val="left"/>
      <w:pPr>
        <w:tabs>
          <w:tab w:val="num" w:pos="720"/>
        </w:tabs>
        <w:ind w:left="720" w:hanging="360"/>
      </w:pPr>
      <w:rPr>
        <w:rFonts w:hint="default"/>
      </w:rPr>
    </w:lvl>
    <w:lvl w:ilvl="1" w:tplc="47145096">
      <w:start w:val="1"/>
      <w:numFmt w:val="decimal"/>
      <w:lvlText w:val="%2"/>
      <w:lvlJc w:val="left"/>
      <w:pPr>
        <w:tabs>
          <w:tab w:val="num" w:pos="1440"/>
        </w:tabs>
        <w:ind w:left="1440" w:hanging="360"/>
      </w:pPr>
      <w:rPr>
        <w:rFonts w:hint="default"/>
      </w:rPr>
    </w:lvl>
    <w:lvl w:ilvl="2" w:tplc="4009001B" w:tentative="1">
      <w:start w:val="1"/>
      <w:numFmt w:val="lowerRoman"/>
      <w:lvlText w:val="%3."/>
      <w:lvlJc w:val="right"/>
      <w:pPr>
        <w:tabs>
          <w:tab w:val="num" w:pos="2160"/>
        </w:tabs>
        <w:ind w:left="2160" w:hanging="180"/>
      </w:pPr>
    </w:lvl>
    <w:lvl w:ilvl="3" w:tplc="4009000F" w:tentative="1">
      <w:start w:val="1"/>
      <w:numFmt w:val="decimal"/>
      <w:lvlText w:val="%4."/>
      <w:lvlJc w:val="left"/>
      <w:pPr>
        <w:tabs>
          <w:tab w:val="num" w:pos="2880"/>
        </w:tabs>
        <w:ind w:left="2880" w:hanging="360"/>
      </w:pPr>
    </w:lvl>
    <w:lvl w:ilvl="4" w:tplc="40090019" w:tentative="1">
      <w:start w:val="1"/>
      <w:numFmt w:val="lowerLetter"/>
      <w:lvlText w:val="%5."/>
      <w:lvlJc w:val="left"/>
      <w:pPr>
        <w:tabs>
          <w:tab w:val="num" w:pos="3600"/>
        </w:tabs>
        <w:ind w:left="3600" w:hanging="360"/>
      </w:pPr>
    </w:lvl>
    <w:lvl w:ilvl="5" w:tplc="4009001B" w:tentative="1">
      <w:start w:val="1"/>
      <w:numFmt w:val="lowerRoman"/>
      <w:lvlText w:val="%6."/>
      <w:lvlJc w:val="right"/>
      <w:pPr>
        <w:tabs>
          <w:tab w:val="num" w:pos="4320"/>
        </w:tabs>
        <w:ind w:left="4320" w:hanging="180"/>
      </w:pPr>
    </w:lvl>
    <w:lvl w:ilvl="6" w:tplc="4009000F" w:tentative="1">
      <w:start w:val="1"/>
      <w:numFmt w:val="decimal"/>
      <w:lvlText w:val="%7."/>
      <w:lvlJc w:val="left"/>
      <w:pPr>
        <w:tabs>
          <w:tab w:val="num" w:pos="5040"/>
        </w:tabs>
        <w:ind w:left="5040" w:hanging="360"/>
      </w:pPr>
    </w:lvl>
    <w:lvl w:ilvl="7" w:tplc="40090019" w:tentative="1">
      <w:start w:val="1"/>
      <w:numFmt w:val="lowerLetter"/>
      <w:lvlText w:val="%8."/>
      <w:lvlJc w:val="left"/>
      <w:pPr>
        <w:tabs>
          <w:tab w:val="num" w:pos="5760"/>
        </w:tabs>
        <w:ind w:left="5760" w:hanging="360"/>
      </w:pPr>
    </w:lvl>
    <w:lvl w:ilvl="8" w:tplc="4009001B" w:tentative="1">
      <w:start w:val="1"/>
      <w:numFmt w:val="lowerRoman"/>
      <w:lvlText w:val="%9."/>
      <w:lvlJc w:val="right"/>
      <w:pPr>
        <w:tabs>
          <w:tab w:val="num" w:pos="6480"/>
        </w:tabs>
        <w:ind w:left="6480" w:hanging="180"/>
      </w:pPr>
    </w:lvl>
  </w:abstractNum>
  <w:num w:numId="1">
    <w:abstractNumId w:val="5"/>
  </w:num>
  <w:num w:numId="2">
    <w:abstractNumId w:val="20"/>
  </w:num>
  <w:num w:numId="3">
    <w:abstractNumId w:val="16"/>
  </w:num>
  <w:num w:numId="4">
    <w:abstractNumId w:val="11"/>
  </w:num>
  <w:num w:numId="5">
    <w:abstractNumId w:val="3"/>
  </w:num>
  <w:num w:numId="6">
    <w:abstractNumId w:val="14"/>
  </w:num>
  <w:num w:numId="7">
    <w:abstractNumId w:val="17"/>
  </w:num>
  <w:num w:numId="8">
    <w:abstractNumId w:val="12"/>
  </w:num>
  <w:num w:numId="9">
    <w:abstractNumId w:val="15"/>
  </w:num>
  <w:num w:numId="10">
    <w:abstractNumId w:val="9"/>
  </w:num>
  <w:num w:numId="11">
    <w:abstractNumId w:val="10"/>
  </w:num>
  <w:num w:numId="12">
    <w:abstractNumId w:val="1"/>
  </w:num>
  <w:num w:numId="13">
    <w:abstractNumId w:val="21"/>
  </w:num>
  <w:num w:numId="14">
    <w:abstractNumId w:val="13"/>
  </w:num>
  <w:num w:numId="15">
    <w:abstractNumId w:val="6"/>
  </w:num>
  <w:num w:numId="16">
    <w:abstractNumId w:val="8"/>
  </w:num>
  <w:num w:numId="17">
    <w:abstractNumId w:val="4"/>
  </w:num>
  <w:num w:numId="18">
    <w:abstractNumId w:val="0"/>
  </w:num>
  <w:num w:numId="19">
    <w:abstractNumId w:val="19"/>
  </w:num>
  <w:num w:numId="20">
    <w:abstractNumId w:val="7"/>
  </w:num>
  <w:num w:numId="21">
    <w:abstractNumId w:val="23"/>
  </w:num>
  <w:num w:numId="22">
    <w:abstractNumId w:val="2"/>
  </w:num>
  <w:num w:numId="23">
    <w:abstractNumId w:val="22"/>
  </w:num>
  <w:num w:numId="24">
    <w:abstractNumId w:val="18"/>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GrammaticalErrors/>
  <w:activeWritingStyle w:appName="MSWord" w:lang="en-US" w:vendorID="64" w:dllVersion="131078" w:nlCheck="1" w:checkStyle="1"/>
  <w:activeWritingStyle w:appName="MSWord" w:lang="en-GB" w:vendorID="64" w:dllVersion="131078" w:nlCheck="1" w:checkStyle="1"/>
  <w:activeWritingStyle w:appName="MSWord" w:lang="en-IN" w:vendorID="64" w:dllVersion="131078" w:nlCheck="1" w:checkStyle="1"/>
  <w:attachedTemplate r:id="rId1"/>
  <w:stylePaneFormatFilter w:val="3F01"/>
  <w:defaultTabStop w:val="720"/>
  <w:drawingGridHorizontalSpacing w:val="120"/>
  <w:displayHorizontalDrawingGridEvery w:val="2"/>
  <w:characterSpacingControl w:val="doNotCompress"/>
  <w:footnotePr>
    <w:footnote w:id="0"/>
    <w:footnote w:id="1"/>
  </w:footnotePr>
  <w:endnotePr>
    <w:endnote w:id="0"/>
    <w:endnote w:id="1"/>
  </w:endnotePr>
  <w:compat/>
  <w:rsids>
    <w:rsidRoot w:val="00E36EC6"/>
    <w:rsid w:val="0000000D"/>
    <w:rsid w:val="0000003D"/>
    <w:rsid w:val="0000016F"/>
    <w:rsid w:val="00000184"/>
    <w:rsid w:val="00000673"/>
    <w:rsid w:val="00000791"/>
    <w:rsid w:val="0000087D"/>
    <w:rsid w:val="00000CEF"/>
    <w:rsid w:val="00000E03"/>
    <w:rsid w:val="0000107F"/>
    <w:rsid w:val="00001298"/>
    <w:rsid w:val="00001303"/>
    <w:rsid w:val="0000169F"/>
    <w:rsid w:val="0000194B"/>
    <w:rsid w:val="00001A71"/>
    <w:rsid w:val="00001B56"/>
    <w:rsid w:val="000022FF"/>
    <w:rsid w:val="0000235C"/>
    <w:rsid w:val="00002373"/>
    <w:rsid w:val="000023E1"/>
    <w:rsid w:val="00002402"/>
    <w:rsid w:val="000025EB"/>
    <w:rsid w:val="00002943"/>
    <w:rsid w:val="00002A3F"/>
    <w:rsid w:val="00002D0F"/>
    <w:rsid w:val="00002D5C"/>
    <w:rsid w:val="00002E90"/>
    <w:rsid w:val="00002EFB"/>
    <w:rsid w:val="00003066"/>
    <w:rsid w:val="00003713"/>
    <w:rsid w:val="000039E3"/>
    <w:rsid w:val="00003AD4"/>
    <w:rsid w:val="00003D06"/>
    <w:rsid w:val="00003E6A"/>
    <w:rsid w:val="0000444B"/>
    <w:rsid w:val="000044DE"/>
    <w:rsid w:val="0000451B"/>
    <w:rsid w:val="000049FF"/>
    <w:rsid w:val="00004AC5"/>
    <w:rsid w:val="00004C10"/>
    <w:rsid w:val="000050E2"/>
    <w:rsid w:val="000053B1"/>
    <w:rsid w:val="00005481"/>
    <w:rsid w:val="0000572B"/>
    <w:rsid w:val="0000589A"/>
    <w:rsid w:val="0000595B"/>
    <w:rsid w:val="000059B9"/>
    <w:rsid w:val="000059D1"/>
    <w:rsid w:val="00005A61"/>
    <w:rsid w:val="00005B1E"/>
    <w:rsid w:val="00005C9A"/>
    <w:rsid w:val="00005F1C"/>
    <w:rsid w:val="00005F56"/>
    <w:rsid w:val="00006009"/>
    <w:rsid w:val="0000603D"/>
    <w:rsid w:val="00006104"/>
    <w:rsid w:val="0000616F"/>
    <w:rsid w:val="000061C5"/>
    <w:rsid w:val="00006224"/>
    <w:rsid w:val="00006440"/>
    <w:rsid w:val="0000670C"/>
    <w:rsid w:val="0000676C"/>
    <w:rsid w:val="00006A39"/>
    <w:rsid w:val="00006A83"/>
    <w:rsid w:val="00006C37"/>
    <w:rsid w:val="00006CF4"/>
    <w:rsid w:val="00006E3C"/>
    <w:rsid w:val="0000707B"/>
    <w:rsid w:val="0000734A"/>
    <w:rsid w:val="000074D4"/>
    <w:rsid w:val="00007856"/>
    <w:rsid w:val="000079AE"/>
    <w:rsid w:val="00007B78"/>
    <w:rsid w:val="00010082"/>
    <w:rsid w:val="00010089"/>
    <w:rsid w:val="00010462"/>
    <w:rsid w:val="00010E4B"/>
    <w:rsid w:val="00011202"/>
    <w:rsid w:val="0001147B"/>
    <w:rsid w:val="000115A2"/>
    <w:rsid w:val="00011675"/>
    <w:rsid w:val="0001179D"/>
    <w:rsid w:val="00011997"/>
    <w:rsid w:val="00011AEA"/>
    <w:rsid w:val="00011C80"/>
    <w:rsid w:val="00011CFF"/>
    <w:rsid w:val="0001229C"/>
    <w:rsid w:val="000123EE"/>
    <w:rsid w:val="0001262D"/>
    <w:rsid w:val="0001266B"/>
    <w:rsid w:val="00012AD1"/>
    <w:rsid w:val="00012BD4"/>
    <w:rsid w:val="00012DA9"/>
    <w:rsid w:val="00012E3C"/>
    <w:rsid w:val="00012FB9"/>
    <w:rsid w:val="000132AE"/>
    <w:rsid w:val="000135F8"/>
    <w:rsid w:val="0001379D"/>
    <w:rsid w:val="00013833"/>
    <w:rsid w:val="00013960"/>
    <w:rsid w:val="000139AE"/>
    <w:rsid w:val="00013A20"/>
    <w:rsid w:val="00013E61"/>
    <w:rsid w:val="00013F75"/>
    <w:rsid w:val="0001400F"/>
    <w:rsid w:val="00014121"/>
    <w:rsid w:val="000143A6"/>
    <w:rsid w:val="000143AD"/>
    <w:rsid w:val="00014883"/>
    <w:rsid w:val="00014986"/>
    <w:rsid w:val="00014E04"/>
    <w:rsid w:val="00015011"/>
    <w:rsid w:val="000154AA"/>
    <w:rsid w:val="000154BC"/>
    <w:rsid w:val="00015520"/>
    <w:rsid w:val="00015630"/>
    <w:rsid w:val="00015658"/>
    <w:rsid w:val="00015C43"/>
    <w:rsid w:val="00015D55"/>
    <w:rsid w:val="000161B2"/>
    <w:rsid w:val="0001628B"/>
    <w:rsid w:val="00016456"/>
    <w:rsid w:val="0001690D"/>
    <w:rsid w:val="00016B24"/>
    <w:rsid w:val="00016B63"/>
    <w:rsid w:val="00016EDB"/>
    <w:rsid w:val="00017054"/>
    <w:rsid w:val="000170C0"/>
    <w:rsid w:val="000172E5"/>
    <w:rsid w:val="00017329"/>
    <w:rsid w:val="00017348"/>
    <w:rsid w:val="000178BA"/>
    <w:rsid w:val="000178D4"/>
    <w:rsid w:val="000179FD"/>
    <w:rsid w:val="00017A31"/>
    <w:rsid w:val="000200EF"/>
    <w:rsid w:val="00020292"/>
    <w:rsid w:val="00020510"/>
    <w:rsid w:val="000209E3"/>
    <w:rsid w:val="00020BED"/>
    <w:rsid w:val="00020C0B"/>
    <w:rsid w:val="00020C93"/>
    <w:rsid w:val="00020CDD"/>
    <w:rsid w:val="00020DBC"/>
    <w:rsid w:val="00020F7D"/>
    <w:rsid w:val="000218A9"/>
    <w:rsid w:val="000218CC"/>
    <w:rsid w:val="00021D5E"/>
    <w:rsid w:val="00021E4A"/>
    <w:rsid w:val="000220C1"/>
    <w:rsid w:val="000223B2"/>
    <w:rsid w:val="0002264F"/>
    <w:rsid w:val="000227D6"/>
    <w:rsid w:val="00022918"/>
    <w:rsid w:val="00022C8A"/>
    <w:rsid w:val="000232CF"/>
    <w:rsid w:val="000233B6"/>
    <w:rsid w:val="00023530"/>
    <w:rsid w:val="00023715"/>
    <w:rsid w:val="00023A1F"/>
    <w:rsid w:val="00024296"/>
    <w:rsid w:val="0002435E"/>
    <w:rsid w:val="0002443F"/>
    <w:rsid w:val="00024748"/>
    <w:rsid w:val="00024AE4"/>
    <w:rsid w:val="00024E0F"/>
    <w:rsid w:val="00024E46"/>
    <w:rsid w:val="00024EC3"/>
    <w:rsid w:val="000255FA"/>
    <w:rsid w:val="0002569C"/>
    <w:rsid w:val="000256CD"/>
    <w:rsid w:val="00025AD6"/>
    <w:rsid w:val="00025AFE"/>
    <w:rsid w:val="00025CCD"/>
    <w:rsid w:val="00025D8E"/>
    <w:rsid w:val="0002618A"/>
    <w:rsid w:val="000262D9"/>
    <w:rsid w:val="000262EA"/>
    <w:rsid w:val="00026517"/>
    <w:rsid w:val="000265A3"/>
    <w:rsid w:val="000266DC"/>
    <w:rsid w:val="00026D00"/>
    <w:rsid w:val="00026E16"/>
    <w:rsid w:val="00026F9A"/>
    <w:rsid w:val="00026FA7"/>
    <w:rsid w:val="00026FFB"/>
    <w:rsid w:val="000272FB"/>
    <w:rsid w:val="0002736D"/>
    <w:rsid w:val="00027CDB"/>
    <w:rsid w:val="00027DB8"/>
    <w:rsid w:val="00027FD2"/>
    <w:rsid w:val="00030212"/>
    <w:rsid w:val="0003023F"/>
    <w:rsid w:val="00030601"/>
    <w:rsid w:val="00030642"/>
    <w:rsid w:val="00030B20"/>
    <w:rsid w:val="00030E44"/>
    <w:rsid w:val="00030F21"/>
    <w:rsid w:val="0003105E"/>
    <w:rsid w:val="00031393"/>
    <w:rsid w:val="000314AE"/>
    <w:rsid w:val="000314CD"/>
    <w:rsid w:val="00031C7B"/>
    <w:rsid w:val="000323D0"/>
    <w:rsid w:val="00032469"/>
    <w:rsid w:val="0003272A"/>
    <w:rsid w:val="00032C3F"/>
    <w:rsid w:val="00032E7E"/>
    <w:rsid w:val="00032F63"/>
    <w:rsid w:val="00033025"/>
    <w:rsid w:val="0003319A"/>
    <w:rsid w:val="000332B6"/>
    <w:rsid w:val="000332C9"/>
    <w:rsid w:val="000332CD"/>
    <w:rsid w:val="000332D3"/>
    <w:rsid w:val="000334D1"/>
    <w:rsid w:val="00033555"/>
    <w:rsid w:val="00033A29"/>
    <w:rsid w:val="00033E25"/>
    <w:rsid w:val="000340B2"/>
    <w:rsid w:val="00034159"/>
    <w:rsid w:val="0003440D"/>
    <w:rsid w:val="00034481"/>
    <w:rsid w:val="00034494"/>
    <w:rsid w:val="00034542"/>
    <w:rsid w:val="000345F6"/>
    <w:rsid w:val="00034AAF"/>
    <w:rsid w:val="00034AC2"/>
    <w:rsid w:val="00034AE5"/>
    <w:rsid w:val="000353C9"/>
    <w:rsid w:val="00035755"/>
    <w:rsid w:val="000359E1"/>
    <w:rsid w:val="00035ACD"/>
    <w:rsid w:val="00035B61"/>
    <w:rsid w:val="00035D7C"/>
    <w:rsid w:val="00035E1B"/>
    <w:rsid w:val="00035F31"/>
    <w:rsid w:val="0003615E"/>
    <w:rsid w:val="000362BD"/>
    <w:rsid w:val="000363BA"/>
    <w:rsid w:val="00036854"/>
    <w:rsid w:val="000368BD"/>
    <w:rsid w:val="000368CA"/>
    <w:rsid w:val="00036AF5"/>
    <w:rsid w:val="00036B46"/>
    <w:rsid w:val="00036DAB"/>
    <w:rsid w:val="00036F8E"/>
    <w:rsid w:val="0003737A"/>
    <w:rsid w:val="000375FA"/>
    <w:rsid w:val="000377C5"/>
    <w:rsid w:val="00037A0E"/>
    <w:rsid w:val="000401E3"/>
    <w:rsid w:val="000402C9"/>
    <w:rsid w:val="000403E7"/>
    <w:rsid w:val="000408C0"/>
    <w:rsid w:val="00040A7B"/>
    <w:rsid w:val="00040AEE"/>
    <w:rsid w:val="000411AB"/>
    <w:rsid w:val="000416CD"/>
    <w:rsid w:val="0004190E"/>
    <w:rsid w:val="0004199B"/>
    <w:rsid w:val="00041AA7"/>
    <w:rsid w:val="00041E0F"/>
    <w:rsid w:val="00041FCC"/>
    <w:rsid w:val="000420BD"/>
    <w:rsid w:val="00042219"/>
    <w:rsid w:val="0004225A"/>
    <w:rsid w:val="000428FD"/>
    <w:rsid w:val="00042AF0"/>
    <w:rsid w:val="00042B01"/>
    <w:rsid w:val="00042C7C"/>
    <w:rsid w:val="00043015"/>
    <w:rsid w:val="00043084"/>
    <w:rsid w:val="000430BC"/>
    <w:rsid w:val="000430CE"/>
    <w:rsid w:val="00043216"/>
    <w:rsid w:val="0004351E"/>
    <w:rsid w:val="00043852"/>
    <w:rsid w:val="00043D84"/>
    <w:rsid w:val="00043DB1"/>
    <w:rsid w:val="00043E84"/>
    <w:rsid w:val="00043F13"/>
    <w:rsid w:val="00043F7F"/>
    <w:rsid w:val="000445E5"/>
    <w:rsid w:val="00044634"/>
    <w:rsid w:val="000447CB"/>
    <w:rsid w:val="0004487D"/>
    <w:rsid w:val="0004494B"/>
    <w:rsid w:val="00044973"/>
    <w:rsid w:val="00044CA2"/>
    <w:rsid w:val="00044FCE"/>
    <w:rsid w:val="00045633"/>
    <w:rsid w:val="00045759"/>
    <w:rsid w:val="000457AB"/>
    <w:rsid w:val="00045900"/>
    <w:rsid w:val="00045F30"/>
    <w:rsid w:val="000461FE"/>
    <w:rsid w:val="00046566"/>
    <w:rsid w:val="000465A2"/>
    <w:rsid w:val="0004671D"/>
    <w:rsid w:val="00046864"/>
    <w:rsid w:val="00046BC4"/>
    <w:rsid w:val="00046ED3"/>
    <w:rsid w:val="00047390"/>
    <w:rsid w:val="000476A2"/>
    <w:rsid w:val="000478A2"/>
    <w:rsid w:val="000479CA"/>
    <w:rsid w:val="00047C05"/>
    <w:rsid w:val="00047C74"/>
    <w:rsid w:val="00047DA3"/>
    <w:rsid w:val="00047DB9"/>
    <w:rsid w:val="0005010F"/>
    <w:rsid w:val="0005011A"/>
    <w:rsid w:val="000501A1"/>
    <w:rsid w:val="00050497"/>
    <w:rsid w:val="0005051E"/>
    <w:rsid w:val="00050568"/>
    <w:rsid w:val="000505A6"/>
    <w:rsid w:val="00050AE6"/>
    <w:rsid w:val="00050F49"/>
    <w:rsid w:val="00050F6B"/>
    <w:rsid w:val="00051397"/>
    <w:rsid w:val="000516E9"/>
    <w:rsid w:val="00051844"/>
    <w:rsid w:val="000519D8"/>
    <w:rsid w:val="000519EF"/>
    <w:rsid w:val="00051A50"/>
    <w:rsid w:val="00051D6D"/>
    <w:rsid w:val="00051E12"/>
    <w:rsid w:val="00051F51"/>
    <w:rsid w:val="0005268B"/>
    <w:rsid w:val="00052722"/>
    <w:rsid w:val="00052803"/>
    <w:rsid w:val="00052840"/>
    <w:rsid w:val="00052910"/>
    <w:rsid w:val="000529EC"/>
    <w:rsid w:val="00052A24"/>
    <w:rsid w:val="00052A92"/>
    <w:rsid w:val="00052CEA"/>
    <w:rsid w:val="00053114"/>
    <w:rsid w:val="00053135"/>
    <w:rsid w:val="00053274"/>
    <w:rsid w:val="00053362"/>
    <w:rsid w:val="00053A86"/>
    <w:rsid w:val="00053EAF"/>
    <w:rsid w:val="000541B5"/>
    <w:rsid w:val="000541C0"/>
    <w:rsid w:val="000547A2"/>
    <w:rsid w:val="000547E4"/>
    <w:rsid w:val="000549A0"/>
    <w:rsid w:val="000552AB"/>
    <w:rsid w:val="000552E7"/>
    <w:rsid w:val="00055317"/>
    <w:rsid w:val="00055674"/>
    <w:rsid w:val="000556CE"/>
    <w:rsid w:val="00055A8A"/>
    <w:rsid w:val="00055B62"/>
    <w:rsid w:val="00055DE0"/>
    <w:rsid w:val="00055EE8"/>
    <w:rsid w:val="000560B4"/>
    <w:rsid w:val="000562C1"/>
    <w:rsid w:val="0005644B"/>
    <w:rsid w:val="00056708"/>
    <w:rsid w:val="00056CBE"/>
    <w:rsid w:val="00056F9E"/>
    <w:rsid w:val="00057C17"/>
    <w:rsid w:val="00057DAD"/>
    <w:rsid w:val="00057DD9"/>
    <w:rsid w:val="000602DC"/>
    <w:rsid w:val="000605B7"/>
    <w:rsid w:val="000607EE"/>
    <w:rsid w:val="000608F9"/>
    <w:rsid w:val="000609DE"/>
    <w:rsid w:val="00060F20"/>
    <w:rsid w:val="0006117D"/>
    <w:rsid w:val="000618D5"/>
    <w:rsid w:val="00061B8E"/>
    <w:rsid w:val="00061DD4"/>
    <w:rsid w:val="00061F02"/>
    <w:rsid w:val="00062186"/>
    <w:rsid w:val="000628A4"/>
    <w:rsid w:val="0006294D"/>
    <w:rsid w:val="00062992"/>
    <w:rsid w:val="00062CB9"/>
    <w:rsid w:val="00062F8A"/>
    <w:rsid w:val="00063136"/>
    <w:rsid w:val="0006329C"/>
    <w:rsid w:val="000632C6"/>
    <w:rsid w:val="000634A6"/>
    <w:rsid w:val="00063736"/>
    <w:rsid w:val="00063857"/>
    <w:rsid w:val="0006398B"/>
    <w:rsid w:val="00063C97"/>
    <w:rsid w:val="00063D89"/>
    <w:rsid w:val="00064228"/>
    <w:rsid w:val="000645C3"/>
    <w:rsid w:val="00064686"/>
    <w:rsid w:val="0006496F"/>
    <w:rsid w:val="00064B9E"/>
    <w:rsid w:val="00064D63"/>
    <w:rsid w:val="000651C4"/>
    <w:rsid w:val="00065505"/>
    <w:rsid w:val="00065774"/>
    <w:rsid w:val="000657E3"/>
    <w:rsid w:val="00065AC1"/>
    <w:rsid w:val="00065EF7"/>
    <w:rsid w:val="00066242"/>
    <w:rsid w:val="00066454"/>
    <w:rsid w:val="000667A2"/>
    <w:rsid w:val="0006695D"/>
    <w:rsid w:val="00066DCE"/>
    <w:rsid w:val="00067139"/>
    <w:rsid w:val="000672B6"/>
    <w:rsid w:val="000675F8"/>
    <w:rsid w:val="0006768A"/>
    <w:rsid w:val="000678F8"/>
    <w:rsid w:val="000679C7"/>
    <w:rsid w:val="00067A6A"/>
    <w:rsid w:val="000701B8"/>
    <w:rsid w:val="000701E2"/>
    <w:rsid w:val="00070305"/>
    <w:rsid w:val="00070695"/>
    <w:rsid w:val="00070ACD"/>
    <w:rsid w:val="00070B6D"/>
    <w:rsid w:val="00070C5A"/>
    <w:rsid w:val="00070D64"/>
    <w:rsid w:val="00070E47"/>
    <w:rsid w:val="00070F00"/>
    <w:rsid w:val="00071084"/>
    <w:rsid w:val="000710C9"/>
    <w:rsid w:val="00071506"/>
    <w:rsid w:val="0007158C"/>
    <w:rsid w:val="000719B9"/>
    <w:rsid w:val="00071C41"/>
    <w:rsid w:val="00071D45"/>
    <w:rsid w:val="00071E5D"/>
    <w:rsid w:val="00072430"/>
    <w:rsid w:val="000724C5"/>
    <w:rsid w:val="00072607"/>
    <w:rsid w:val="0007267F"/>
    <w:rsid w:val="00072987"/>
    <w:rsid w:val="000729C5"/>
    <w:rsid w:val="00072A7C"/>
    <w:rsid w:val="00072D5A"/>
    <w:rsid w:val="00072D90"/>
    <w:rsid w:val="00072FAC"/>
    <w:rsid w:val="00073049"/>
    <w:rsid w:val="0007307B"/>
    <w:rsid w:val="00073226"/>
    <w:rsid w:val="00073644"/>
    <w:rsid w:val="00073E02"/>
    <w:rsid w:val="000744CE"/>
    <w:rsid w:val="000744F4"/>
    <w:rsid w:val="0007486C"/>
    <w:rsid w:val="000748A5"/>
    <w:rsid w:val="00074B54"/>
    <w:rsid w:val="00074C56"/>
    <w:rsid w:val="00074CBE"/>
    <w:rsid w:val="00074EA7"/>
    <w:rsid w:val="00075986"/>
    <w:rsid w:val="00075A59"/>
    <w:rsid w:val="00076248"/>
    <w:rsid w:val="00076502"/>
    <w:rsid w:val="0007650E"/>
    <w:rsid w:val="00076575"/>
    <w:rsid w:val="0007657F"/>
    <w:rsid w:val="00076C34"/>
    <w:rsid w:val="00076D3E"/>
    <w:rsid w:val="00076F39"/>
    <w:rsid w:val="000770DF"/>
    <w:rsid w:val="00077729"/>
    <w:rsid w:val="000779A5"/>
    <w:rsid w:val="00077D60"/>
    <w:rsid w:val="0008016E"/>
    <w:rsid w:val="000806FE"/>
    <w:rsid w:val="000807BE"/>
    <w:rsid w:val="00080F58"/>
    <w:rsid w:val="00080F9A"/>
    <w:rsid w:val="0008152D"/>
    <w:rsid w:val="0008191E"/>
    <w:rsid w:val="00081978"/>
    <w:rsid w:val="000819AA"/>
    <w:rsid w:val="00081A54"/>
    <w:rsid w:val="00081B0F"/>
    <w:rsid w:val="00081D52"/>
    <w:rsid w:val="000821D1"/>
    <w:rsid w:val="0008229F"/>
    <w:rsid w:val="000823AE"/>
    <w:rsid w:val="000823B4"/>
    <w:rsid w:val="000824F6"/>
    <w:rsid w:val="000826BC"/>
    <w:rsid w:val="00082759"/>
    <w:rsid w:val="00082D81"/>
    <w:rsid w:val="000830E0"/>
    <w:rsid w:val="00083431"/>
    <w:rsid w:val="000837DE"/>
    <w:rsid w:val="000837FE"/>
    <w:rsid w:val="00083D57"/>
    <w:rsid w:val="0008443E"/>
    <w:rsid w:val="00084877"/>
    <w:rsid w:val="00084878"/>
    <w:rsid w:val="000848ED"/>
    <w:rsid w:val="00084C23"/>
    <w:rsid w:val="00084FD4"/>
    <w:rsid w:val="00085016"/>
    <w:rsid w:val="000850AE"/>
    <w:rsid w:val="00085195"/>
    <w:rsid w:val="00085A4F"/>
    <w:rsid w:val="00085C46"/>
    <w:rsid w:val="00085E45"/>
    <w:rsid w:val="00085E8C"/>
    <w:rsid w:val="0008637A"/>
    <w:rsid w:val="00086533"/>
    <w:rsid w:val="0008658F"/>
    <w:rsid w:val="00086A6F"/>
    <w:rsid w:val="00086C24"/>
    <w:rsid w:val="00086CAA"/>
    <w:rsid w:val="000874A6"/>
    <w:rsid w:val="00087773"/>
    <w:rsid w:val="00090182"/>
    <w:rsid w:val="000901AD"/>
    <w:rsid w:val="000901F2"/>
    <w:rsid w:val="000909FC"/>
    <w:rsid w:val="00090B8D"/>
    <w:rsid w:val="00090BC8"/>
    <w:rsid w:val="00090E11"/>
    <w:rsid w:val="00090F8E"/>
    <w:rsid w:val="00091371"/>
    <w:rsid w:val="000913F3"/>
    <w:rsid w:val="000915CF"/>
    <w:rsid w:val="00091658"/>
    <w:rsid w:val="0009166C"/>
    <w:rsid w:val="0009167F"/>
    <w:rsid w:val="00091779"/>
    <w:rsid w:val="000918C1"/>
    <w:rsid w:val="0009195E"/>
    <w:rsid w:val="00091B05"/>
    <w:rsid w:val="00091BD1"/>
    <w:rsid w:val="000922E2"/>
    <w:rsid w:val="00092360"/>
    <w:rsid w:val="0009246B"/>
    <w:rsid w:val="000924BF"/>
    <w:rsid w:val="00092584"/>
    <w:rsid w:val="000925C8"/>
    <w:rsid w:val="00092B0D"/>
    <w:rsid w:val="00092B63"/>
    <w:rsid w:val="00092BCE"/>
    <w:rsid w:val="00092F70"/>
    <w:rsid w:val="000934D6"/>
    <w:rsid w:val="0009396E"/>
    <w:rsid w:val="0009399D"/>
    <w:rsid w:val="00093FF6"/>
    <w:rsid w:val="00094022"/>
    <w:rsid w:val="000940E1"/>
    <w:rsid w:val="000941CB"/>
    <w:rsid w:val="00094221"/>
    <w:rsid w:val="0009440A"/>
    <w:rsid w:val="0009454D"/>
    <w:rsid w:val="00094573"/>
    <w:rsid w:val="000946EE"/>
    <w:rsid w:val="000948C0"/>
    <w:rsid w:val="00094A65"/>
    <w:rsid w:val="00094BD0"/>
    <w:rsid w:val="00094BDD"/>
    <w:rsid w:val="00094C14"/>
    <w:rsid w:val="00094E3A"/>
    <w:rsid w:val="00094ECC"/>
    <w:rsid w:val="00095385"/>
    <w:rsid w:val="000953E5"/>
    <w:rsid w:val="000956BF"/>
    <w:rsid w:val="00095A63"/>
    <w:rsid w:val="00095D1C"/>
    <w:rsid w:val="00095ED8"/>
    <w:rsid w:val="000962A4"/>
    <w:rsid w:val="000965B7"/>
    <w:rsid w:val="000968E8"/>
    <w:rsid w:val="0009699B"/>
    <w:rsid w:val="00096A02"/>
    <w:rsid w:val="00096A6B"/>
    <w:rsid w:val="00096B80"/>
    <w:rsid w:val="00096F14"/>
    <w:rsid w:val="00097221"/>
    <w:rsid w:val="00097264"/>
    <w:rsid w:val="000979F0"/>
    <w:rsid w:val="00097A78"/>
    <w:rsid w:val="00097AED"/>
    <w:rsid w:val="00097C5A"/>
    <w:rsid w:val="00097DDA"/>
    <w:rsid w:val="000A05E9"/>
    <w:rsid w:val="000A0FA4"/>
    <w:rsid w:val="000A1135"/>
    <w:rsid w:val="000A12C4"/>
    <w:rsid w:val="000A1E31"/>
    <w:rsid w:val="000A1E5C"/>
    <w:rsid w:val="000A23B9"/>
    <w:rsid w:val="000A2839"/>
    <w:rsid w:val="000A2B79"/>
    <w:rsid w:val="000A2D47"/>
    <w:rsid w:val="000A31A7"/>
    <w:rsid w:val="000A35FC"/>
    <w:rsid w:val="000A3624"/>
    <w:rsid w:val="000A36F9"/>
    <w:rsid w:val="000A3959"/>
    <w:rsid w:val="000A3A95"/>
    <w:rsid w:val="000A3B36"/>
    <w:rsid w:val="000A3C95"/>
    <w:rsid w:val="000A3C9F"/>
    <w:rsid w:val="000A438B"/>
    <w:rsid w:val="000A461B"/>
    <w:rsid w:val="000A4ADC"/>
    <w:rsid w:val="000A4EB5"/>
    <w:rsid w:val="000A4ECC"/>
    <w:rsid w:val="000A4FF4"/>
    <w:rsid w:val="000A502D"/>
    <w:rsid w:val="000A50C8"/>
    <w:rsid w:val="000A551D"/>
    <w:rsid w:val="000A5639"/>
    <w:rsid w:val="000A5900"/>
    <w:rsid w:val="000A5A9B"/>
    <w:rsid w:val="000A5B04"/>
    <w:rsid w:val="000A5C37"/>
    <w:rsid w:val="000A62A8"/>
    <w:rsid w:val="000A63B9"/>
    <w:rsid w:val="000A64AF"/>
    <w:rsid w:val="000A6817"/>
    <w:rsid w:val="000A6877"/>
    <w:rsid w:val="000A6906"/>
    <w:rsid w:val="000A6B52"/>
    <w:rsid w:val="000A6FA0"/>
    <w:rsid w:val="000A70DA"/>
    <w:rsid w:val="000A71F0"/>
    <w:rsid w:val="000A7214"/>
    <w:rsid w:val="000A7295"/>
    <w:rsid w:val="000A73A9"/>
    <w:rsid w:val="000A7774"/>
    <w:rsid w:val="000A7B94"/>
    <w:rsid w:val="000A7E8D"/>
    <w:rsid w:val="000B01B7"/>
    <w:rsid w:val="000B04B3"/>
    <w:rsid w:val="000B08CB"/>
    <w:rsid w:val="000B0A41"/>
    <w:rsid w:val="000B0E03"/>
    <w:rsid w:val="000B0F66"/>
    <w:rsid w:val="000B155D"/>
    <w:rsid w:val="000B16C5"/>
    <w:rsid w:val="000B1B22"/>
    <w:rsid w:val="000B23EA"/>
    <w:rsid w:val="000B2716"/>
    <w:rsid w:val="000B271A"/>
    <w:rsid w:val="000B2BB3"/>
    <w:rsid w:val="000B2D1A"/>
    <w:rsid w:val="000B2FD8"/>
    <w:rsid w:val="000B3245"/>
    <w:rsid w:val="000B3408"/>
    <w:rsid w:val="000B373C"/>
    <w:rsid w:val="000B384F"/>
    <w:rsid w:val="000B3962"/>
    <w:rsid w:val="000B3979"/>
    <w:rsid w:val="000B3D68"/>
    <w:rsid w:val="000B40AF"/>
    <w:rsid w:val="000B41C0"/>
    <w:rsid w:val="000B4278"/>
    <w:rsid w:val="000B42EE"/>
    <w:rsid w:val="000B44E6"/>
    <w:rsid w:val="000B455B"/>
    <w:rsid w:val="000B45C1"/>
    <w:rsid w:val="000B4763"/>
    <w:rsid w:val="000B4D25"/>
    <w:rsid w:val="000B4D95"/>
    <w:rsid w:val="000B50EA"/>
    <w:rsid w:val="000B5152"/>
    <w:rsid w:val="000B5469"/>
    <w:rsid w:val="000B54D8"/>
    <w:rsid w:val="000B55C1"/>
    <w:rsid w:val="000B56D4"/>
    <w:rsid w:val="000B56E1"/>
    <w:rsid w:val="000B5703"/>
    <w:rsid w:val="000B583B"/>
    <w:rsid w:val="000B586E"/>
    <w:rsid w:val="000B5DA5"/>
    <w:rsid w:val="000B6007"/>
    <w:rsid w:val="000B6008"/>
    <w:rsid w:val="000B629C"/>
    <w:rsid w:val="000B67F9"/>
    <w:rsid w:val="000B681E"/>
    <w:rsid w:val="000B6959"/>
    <w:rsid w:val="000B6B18"/>
    <w:rsid w:val="000B6CB0"/>
    <w:rsid w:val="000B6D4D"/>
    <w:rsid w:val="000B735D"/>
    <w:rsid w:val="000B7984"/>
    <w:rsid w:val="000B7CB1"/>
    <w:rsid w:val="000B7EBF"/>
    <w:rsid w:val="000B7FBD"/>
    <w:rsid w:val="000C00A6"/>
    <w:rsid w:val="000C02C3"/>
    <w:rsid w:val="000C07CF"/>
    <w:rsid w:val="000C088E"/>
    <w:rsid w:val="000C088F"/>
    <w:rsid w:val="000C104D"/>
    <w:rsid w:val="000C134D"/>
    <w:rsid w:val="000C15A9"/>
    <w:rsid w:val="000C173C"/>
    <w:rsid w:val="000C199E"/>
    <w:rsid w:val="000C1B59"/>
    <w:rsid w:val="000C20C5"/>
    <w:rsid w:val="000C2321"/>
    <w:rsid w:val="000C279A"/>
    <w:rsid w:val="000C286B"/>
    <w:rsid w:val="000C29B3"/>
    <w:rsid w:val="000C29D1"/>
    <w:rsid w:val="000C2AA9"/>
    <w:rsid w:val="000C2CCB"/>
    <w:rsid w:val="000C2D0D"/>
    <w:rsid w:val="000C2D5E"/>
    <w:rsid w:val="000C2DA6"/>
    <w:rsid w:val="000C30D2"/>
    <w:rsid w:val="000C315B"/>
    <w:rsid w:val="000C33F8"/>
    <w:rsid w:val="000C3528"/>
    <w:rsid w:val="000C353B"/>
    <w:rsid w:val="000C3AF9"/>
    <w:rsid w:val="000C41E1"/>
    <w:rsid w:val="000C4405"/>
    <w:rsid w:val="000C462F"/>
    <w:rsid w:val="000C48F3"/>
    <w:rsid w:val="000C4ACE"/>
    <w:rsid w:val="000C4B95"/>
    <w:rsid w:val="000C4DDF"/>
    <w:rsid w:val="000C4EA4"/>
    <w:rsid w:val="000C4EF2"/>
    <w:rsid w:val="000C5167"/>
    <w:rsid w:val="000C55D8"/>
    <w:rsid w:val="000C58C2"/>
    <w:rsid w:val="000C5C88"/>
    <w:rsid w:val="000C6191"/>
    <w:rsid w:val="000C61A6"/>
    <w:rsid w:val="000C6228"/>
    <w:rsid w:val="000C64C6"/>
    <w:rsid w:val="000C666D"/>
    <w:rsid w:val="000C6784"/>
    <w:rsid w:val="000C67B8"/>
    <w:rsid w:val="000C6B07"/>
    <w:rsid w:val="000C6C0D"/>
    <w:rsid w:val="000C6C13"/>
    <w:rsid w:val="000C729D"/>
    <w:rsid w:val="000C74BF"/>
    <w:rsid w:val="000C75B8"/>
    <w:rsid w:val="000C78D8"/>
    <w:rsid w:val="000C7B97"/>
    <w:rsid w:val="000D0161"/>
    <w:rsid w:val="000D01E1"/>
    <w:rsid w:val="000D0205"/>
    <w:rsid w:val="000D0339"/>
    <w:rsid w:val="000D042D"/>
    <w:rsid w:val="000D0610"/>
    <w:rsid w:val="000D0657"/>
    <w:rsid w:val="000D089B"/>
    <w:rsid w:val="000D0E0D"/>
    <w:rsid w:val="000D0FBA"/>
    <w:rsid w:val="000D0FFA"/>
    <w:rsid w:val="000D106B"/>
    <w:rsid w:val="000D117D"/>
    <w:rsid w:val="000D143E"/>
    <w:rsid w:val="000D1539"/>
    <w:rsid w:val="000D1755"/>
    <w:rsid w:val="000D1785"/>
    <w:rsid w:val="000D18B6"/>
    <w:rsid w:val="000D1AE4"/>
    <w:rsid w:val="000D1DA6"/>
    <w:rsid w:val="000D1F2B"/>
    <w:rsid w:val="000D2062"/>
    <w:rsid w:val="000D21D3"/>
    <w:rsid w:val="000D26B0"/>
    <w:rsid w:val="000D2724"/>
    <w:rsid w:val="000D27D9"/>
    <w:rsid w:val="000D2E3A"/>
    <w:rsid w:val="000D3386"/>
    <w:rsid w:val="000D33E9"/>
    <w:rsid w:val="000D33FF"/>
    <w:rsid w:val="000D3593"/>
    <w:rsid w:val="000D36BE"/>
    <w:rsid w:val="000D38FD"/>
    <w:rsid w:val="000D396E"/>
    <w:rsid w:val="000D3A89"/>
    <w:rsid w:val="000D3F0F"/>
    <w:rsid w:val="000D4608"/>
    <w:rsid w:val="000D4787"/>
    <w:rsid w:val="000D4862"/>
    <w:rsid w:val="000D4C96"/>
    <w:rsid w:val="000D5026"/>
    <w:rsid w:val="000D510C"/>
    <w:rsid w:val="000D5465"/>
    <w:rsid w:val="000D576A"/>
    <w:rsid w:val="000D5C94"/>
    <w:rsid w:val="000D5FA2"/>
    <w:rsid w:val="000D61BA"/>
    <w:rsid w:val="000D6223"/>
    <w:rsid w:val="000D645A"/>
    <w:rsid w:val="000D64DF"/>
    <w:rsid w:val="000D6722"/>
    <w:rsid w:val="000D68A4"/>
    <w:rsid w:val="000D6A12"/>
    <w:rsid w:val="000D6F04"/>
    <w:rsid w:val="000D7136"/>
    <w:rsid w:val="000D7391"/>
    <w:rsid w:val="000D73B7"/>
    <w:rsid w:val="000D7982"/>
    <w:rsid w:val="000D7B50"/>
    <w:rsid w:val="000D7B9A"/>
    <w:rsid w:val="000E0351"/>
    <w:rsid w:val="000E0401"/>
    <w:rsid w:val="000E05D2"/>
    <w:rsid w:val="000E0635"/>
    <w:rsid w:val="000E06EE"/>
    <w:rsid w:val="000E076C"/>
    <w:rsid w:val="000E081A"/>
    <w:rsid w:val="000E0DEF"/>
    <w:rsid w:val="000E165C"/>
    <w:rsid w:val="000E183B"/>
    <w:rsid w:val="000E1B59"/>
    <w:rsid w:val="000E1B78"/>
    <w:rsid w:val="000E1CD7"/>
    <w:rsid w:val="000E1F27"/>
    <w:rsid w:val="000E2052"/>
    <w:rsid w:val="000E2208"/>
    <w:rsid w:val="000E246D"/>
    <w:rsid w:val="000E2999"/>
    <w:rsid w:val="000E2D44"/>
    <w:rsid w:val="000E3111"/>
    <w:rsid w:val="000E326E"/>
    <w:rsid w:val="000E3668"/>
    <w:rsid w:val="000E36F8"/>
    <w:rsid w:val="000E3725"/>
    <w:rsid w:val="000E38BD"/>
    <w:rsid w:val="000E39C4"/>
    <w:rsid w:val="000E39C7"/>
    <w:rsid w:val="000E3D5C"/>
    <w:rsid w:val="000E3E1D"/>
    <w:rsid w:val="000E3E45"/>
    <w:rsid w:val="000E3F65"/>
    <w:rsid w:val="000E4174"/>
    <w:rsid w:val="000E41D4"/>
    <w:rsid w:val="000E44C2"/>
    <w:rsid w:val="000E454E"/>
    <w:rsid w:val="000E4621"/>
    <w:rsid w:val="000E464D"/>
    <w:rsid w:val="000E474C"/>
    <w:rsid w:val="000E49FA"/>
    <w:rsid w:val="000E4A98"/>
    <w:rsid w:val="000E4BC0"/>
    <w:rsid w:val="000E50A1"/>
    <w:rsid w:val="000E5186"/>
    <w:rsid w:val="000E53E4"/>
    <w:rsid w:val="000E558D"/>
    <w:rsid w:val="000E55F8"/>
    <w:rsid w:val="000E57A9"/>
    <w:rsid w:val="000E583A"/>
    <w:rsid w:val="000E5BFF"/>
    <w:rsid w:val="000E5C60"/>
    <w:rsid w:val="000E5F01"/>
    <w:rsid w:val="000E6320"/>
    <w:rsid w:val="000E66F2"/>
    <w:rsid w:val="000E6776"/>
    <w:rsid w:val="000E6CC3"/>
    <w:rsid w:val="000E731B"/>
    <w:rsid w:val="000E7742"/>
    <w:rsid w:val="000E775D"/>
    <w:rsid w:val="000E778B"/>
    <w:rsid w:val="000E7CC7"/>
    <w:rsid w:val="000E7F4B"/>
    <w:rsid w:val="000E7F7F"/>
    <w:rsid w:val="000E7FB0"/>
    <w:rsid w:val="000F0203"/>
    <w:rsid w:val="000F087E"/>
    <w:rsid w:val="000F08A3"/>
    <w:rsid w:val="000F09EB"/>
    <w:rsid w:val="000F0C14"/>
    <w:rsid w:val="000F0C59"/>
    <w:rsid w:val="000F0DF9"/>
    <w:rsid w:val="000F0EC7"/>
    <w:rsid w:val="000F0F14"/>
    <w:rsid w:val="000F1035"/>
    <w:rsid w:val="000F10F9"/>
    <w:rsid w:val="000F12A0"/>
    <w:rsid w:val="000F1376"/>
    <w:rsid w:val="000F18E6"/>
    <w:rsid w:val="000F195A"/>
    <w:rsid w:val="000F1CB2"/>
    <w:rsid w:val="000F1DEB"/>
    <w:rsid w:val="000F3092"/>
    <w:rsid w:val="000F32BA"/>
    <w:rsid w:val="000F3302"/>
    <w:rsid w:val="000F3739"/>
    <w:rsid w:val="000F3780"/>
    <w:rsid w:val="000F3989"/>
    <w:rsid w:val="000F405B"/>
    <w:rsid w:val="000F4153"/>
    <w:rsid w:val="000F4412"/>
    <w:rsid w:val="000F450C"/>
    <w:rsid w:val="000F45B8"/>
    <w:rsid w:val="000F486B"/>
    <w:rsid w:val="000F48CB"/>
    <w:rsid w:val="000F4E83"/>
    <w:rsid w:val="000F4F0D"/>
    <w:rsid w:val="000F54E3"/>
    <w:rsid w:val="000F54EC"/>
    <w:rsid w:val="000F59CE"/>
    <w:rsid w:val="000F5A5B"/>
    <w:rsid w:val="000F5FF5"/>
    <w:rsid w:val="000F628C"/>
    <w:rsid w:val="000F6318"/>
    <w:rsid w:val="000F63C4"/>
    <w:rsid w:val="000F6534"/>
    <w:rsid w:val="000F66D1"/>
    <w:rsid w:val="000F679A"/>
    <w:rsid w:val="000F6B2B"/>
    <w:rsid w:val="000F6B2F"/>
    <w:rsid w:val="000F6E8F"/>
    <w:rsid w:val="000F74EF"/>
    <w:rsid w:val="000F7697"/>
    <w:rsid w:val="000F793F"/>
    <w:rsid w:val="000F7EE2"/>
    <w:rsid w:val="00100148"/>
    <w:rsid w:val="001002FA"/>
    <w:rsid w:val="00100363"/>
    <w:rsid w:val="00100427"/>
    <w:rsid w:val="0010043A"/>
    <w:rsid w:val="00100797"/>
    <w:rsid w:val="0010080E"/>
    <w:rsid w:val="00101040"/>
    <w:rsid w:val="001010A2"/>
    <w:rsid w:val="00101555"/>
    <w:rsid w:val="00101709"/>
    <w:rsid w:val="00101979"/>
    <w:rsid w:val="00101989"/>
    <w:rsid w:val="00101C27"/>
    <w:rsid w:val="00101D14"/>
    <w:rsid w:val="00101D3C"/>
    <w:rsid w:val="00101E71"/>
    <w:rsid w:val="00101F41"/>
    <w:rsid w:val="00101F43"/>
    <w:rsid w:val="001022FC"/>
    <w:rsid w:val="0010246F"/>
    <w:rsid w:val="0010247B"/>
    <w:rsid w:val="00102660"/>
    <w:rsid w:val="001029D3"/>
    <w:rsid w:val="00102AB1"/>
    <w:rsid w:val="00102FC8"/>
    <w:rsid w:val="00103406"/>
    <w:rsid w:val="00103DB8"/>
    <w:rsid w:val="00103DF0"/>
    <w:rsid w:val="00103DFE"/>
    <w:rsid w:val="001042F1"/>
    <w:rsid w:val="001045B3"/>
    <w:rsid w:val="00104627"/>
    <w:rsid w:val="0010472C"/>
    <w:rsid w:val="001048ED"/>
    <w:rsid w:val="001049E2"/>
    <w:rsid w:val="00104DB2"/>
    <w:rsid w:val="00104FB9"/>
    <w:rsid w:val="00104FC3"/>
    <w:rsid w:val="00105084"/>
    <w:rsid w:val="001051A1"/>
    <w:rsid w:val="00105318"/>
    <w:rsid w:val="00105487"/>
    <w:rsid w:val="001055A9"/>
    <w:rsid w:val="00105A2D"/>
    <w:rsid w:val="00105B59"/>
    <w:rsid w:val="00105D12"/>
    <w:rsid w:val="00105E6F"/>
    <w:rsid w:val="00105EA0"/>
    <w:rsid w:val="0010600C"/>
    <w:rsid w:val="00106323"/>
    <w:rsid w:val="001064BE"/>
    <w:rsid w:val="00106558"/>
    <w:rsid w:val="0010657B"/>
    <w:rsid w:val="001066FB"/>
    <w:rsid w:val="00106865"/>
    <w:rsid w:val="00106DDA"/>
    <w:rsid w:val="00106F2E"/>
    <w:rsid w:val="001070D5"/>
    <w:rsid w:val="0010745C"/>
    <w:rsid w:val="0010750E"/>
    <w:rsid w:val="0010767F"/>
    <w:rsid w:val="001076EB"/>
    <w:rsid w:val="001077B8"/>
    <w:rsid w:val="0010784B"/>
    <w:rsid w:val="00107B58"/>
    <w:rsid w:val="00107F46"/>
    <w:rsid w:val="00107F58"/>
    <w:rsid w:val="001101B1"/>
    <w:rsid w:val="001107E8"/>
    <w:rsid w:val="001108CF"/>
    <w:rsid w:val="00110995"/>
    <w:rsid w:val="00110A15"/>
    <w:rsid w:val="0011109F"/>
    <w:rsid w:val="00111386"/>
    <w:rsid w:val="001117EA"/>
    <w:rsid w:val="00111921"/>
    <w:rsid w:val="00111A2F"/>
    <w:rsid w:val="00111B6E"/>
    <w:rsid w:val="00111E20"/>
    <w:rsid w:val="00111F59"/>
    <w:rsid w:val="00111F78"/>
    <w:rsid w:val="00112056"/>
    <w:rsid w:val="001121A8"/>
    <w:rsid w:val="00112338"/>
    <w:rsid w:val="001129F1"/>
    <w:rsid w:val="001129F8"/>
    <w:rsid w:val="00112A2B"/>
    <w:rsid w:val="00112DD3"/>
    <w:rsid w:val="00112EA1"/>
    <w:rsid w:val="00112F3E"/>
    <w:rsid w:val="0011315B"/>
    <w:rsid w:val="001131B4"/>
    <w:rsid w:val="001134A0"/>
    <w:rsid w:val="001137CB"/>
    <w:rsid w:val="001139D2"/>
    <w:rsid w:val="00113D16"/>
    <w:rsid w:val="00113E0A"/>
    <w:rsid w:val="001141B4"/>
    <w:rsid w:val="00114259"/>
    <w:rsid w:val="001142BA"/>
    <w:rsid w:val="001144FC"/>
    <w:rsid w:val="00114745"/>
    <w:rsid w:val="00114B51"/>
    <w:rsid w:val="00114DC9"/>
    <w:rsid w:val="00115035"/>
    <w:rsid w:val="001151B5"/>
    <w:rsid w:val="00115285"/>
    <w:rsid w:val="001152EC"/>
    <w:rsid w:val="00115357"/>
    <w:rsid w:val="00115468"/>
    <w:rsid w:val="001155BF"/>
    <w:rsid w:val="0011566E"/>
    <w:rsid w:val="001156CA"/>
    <w:rsid w:val="00115749"/>
    <w:rsid w:val="0011592C"/>
    <w:rsid w:val="001159A9"/>
    <w:rsid w:val="00115C67"/>
    <w:rsid w:val="00115D70"/>
    <w:rsid w:val="00115F2E"/>
    <w:rsid w:val="001160E3"/>
    <w:rsid w:val="00116552"/>
    <w:rsid w:val="001166BA"/>
    <w:rsid w:val="001167F3"/>
    <w:rsid w:val="00116832"/>
    <w:rsid w:val="00116A04"/>
    <w:rsid w:val="00116D0F"/>
    <w:rsid w:val="00117227"/>
    <w:rsid w:val="001172FA"/>
    <w:rsid w:val="001175BC"/>
    <w:rsid w:val="0011775F"/>
    <w:rsid w:val="00117D99"/>
    <w:rsid w:val="00117E12"/>
    <w:rsid w:val="00117ED7"/>
    <w:rsid w:val="001201AA"/>
    <w:rsid w:val="00120438"/>
    <w:rsid w:val="00120494"/>
    <w:rsid w:val="001207CA"/>
    <w:rsid w:val="00120BE1"/>
    <w:rsid w:val="00120D88"/>
    <w:rsid w:val="00120DDD"/>
    <w:rsid w:val="00120F1F"/>
    <w:rsid w:val="0012117C"/>
    <w:rsid w:val="0012168F"/>
    <w:rsid w:val="001217A6"/>
    <w:rsid w:val="00121889"/>
    <w:rsid w:val="0012199E"/>
    <w:rsid w:val="001219CA"/>
    <w:rsid w:val="00121AEA"/>
    <w:rsid w:val="00121C88"/>
    <w:rsid w:val="00121CCD"/>
    <w:rsid w:val="00121D22"/>
    <w:rsid w:val="00121DA1"/>
    <w:rsid w:val="00121DCA"/>
    <w:rsid w:val="00121FDE"/>
    <w:rsid w:val="00122114"/>
    <w:rsid w:val="001227EE"/>
    <w:rsid w:val="00122921"/>
    <w:rsid w:val="00122970"/>
    <w:rsid w:val="00122A2D"/>
    <w:rsid w:val="00122C6B"/>
    <w:rsid w:val="00122CDA"/>
    <w:rsid w:val="00122DF9"/>
    <w:rsid w:val="00122F44"/>
    <w:rsid w:val="0012308A"/>
    <w:rsid w:val="00123208"/>
    <w:rsid w:val="00123270"/>
    <w:rsid w:val="00123394"/>
    <w:rsid w:val="00123742"/>
    <w:rsid w:val="001237FA"/>
    <w:rsid w:val="00123822"/>
    <w:rsid w:val="001239A8"/>
    <w:rsid w:val="00123A41"/>
    <w:rsid w:val="00123B53"/>
    <w:rsid w:val="00123CF9"/>
    <w:rsid w:val="00123E23"/>
    <w:rsid w:val="00123EE1"/>
    <w:rsid w:val="0012411E"/>
    <w:rsid w:val="001241C9"/>
    <w:rsid w:val="00124387"/>
    <w:rsid w:val="001245CC"/>
    <w:rsid w:val="00124791"/>
    <w:rsid w:val="00124C38"/>
    <w:rsid w:val="00124CD1"/>
    <w:rsid w:val="00124E09"/>
    <w:rsid w:val="0012543A"/>
    <w:rsid w:val="001255B3"/>
    <w:rsid w:val="00125705"/>
    <w:rsid w:val="001259B8"/>
    <w:rsid w:val="00125A48"/>
    <w:rsid w:val="00125AA5"/>
    <w:rsid w:val="00125DAE"/>
    <w:rsid w:val="00125EA6"/>
    <w:rsid w:val="00125F1E"/>
    <w:rsid w:val="00126388"/>
    <w:rsid w:val="00126395"/>
    <w:rsid w:val="00126517"/>
    <w:rsid w:val="001266CA"/>
    <w:rsid w:val="00126864"/>
    <w:rsid w:val="00126EA1"/>
    <w:rsid w:val="00126F85"/>
    <w:rsid w:val="001270C5"/>
    <w:rsid w:val="00127538"/>
    <w:rsid w:val="001275E1"/>
    <w:rsid w:val="00127766"/>
    <w:rsid w:val="00127778"/>
    <w:rsid w:val="001278BD"/>
    <w:rsid w:val="001279D8"/>
    <w:rsid w:val="00127A5C"/>
    <w:rsid w:val="00127AC7"/>
    <w:rsid w:val="00127B96"/>
    <w:rsid w:val="0013007F"/>
    <w:rsid w:val="0013008E"/>
    <w:rsid w:val="001301FF"/>
    <w:rsid w:val="0013057A"/>
    <w:rsid w:val="001305D0"/>
    <w:rsid w:val="0013064D"/>
    <w:rsid w:val="00130C91"/>
    <w:rsid w:val="00130DAA"/>
    <w:rsid w:val="001312FD"/>
    <w:rsid w:val="00131583"/>
    <w:rsid w:val="00131749"/>
    <w:rsid w:val="00131792"/>
    <w:rsid w:val="0013190A"/>
    <w:rsid w:val="00131A47"/>
    <w:rsid w:val="00131B7C"/>
    <w:rsid w:val="00132217"/>
    <w:rsid w:val="00132276"/>
    <w:rsid w:val="00132359"/>
    <w:rsid w:val="001323DE"/>
    <w:rsid w:val="00132409"/>
    <w:rsid w:val="00132481"/>
    <w:rsid w:val="00132DE8"/>
    <w:rsid w:val="00132E89"/>
    <w:rsid w:val="00132FA1"/>
    <w:rsid w:val="0013301A"/>
    <w:rsid w:val="001335FC"/>
    <w:rsid w:val="00133B0B"/>
    <w:rsid w:val="00133FEF"/>
    <w:rsid w:val="00134164"/>
    <w:rsid w:val="00134371"/>
    <w:rsid w:val="00134551"/>
    <w:rsid w:val="0013469D"/>
    <w:rsid w:val="001347C7"/>
    <w:rsid w:val="00134804"/>
    <w:rsid w:val="00134836"/>
    <w:rsid w:val="00134925"/>
    <w:rsid w:val="00134CE8"/>
    <w:rsid w:val="00135211"/>
    <w:rsid w:val="00135484"/>
    <w:rsid w:val="00135508"/>
    <w:rsid w:val="001356E7"/>
    <w:rsid w:val="00136255"/>
    <w:rsid w:val="00136519"/>
    <w:rsid w:val="00136625"/>
    <w:rsid w:val="00136737"/>
    <w:rsid w:val="00136BCA"/>
    <w:rsid w:val="00136CC1"/>
    <w:rsid w:val="0013715A"/>
    <w:rsid w:val="001373B2"/>
    <w:rsid w:val="001373F2"/>
    <w:rsid w:val="001375A8"/>
    <w:rsid w:val="001375C9"/>
    <w:rsid w:val="001378DB"/>
    <w:rsid w:val="00137ACE"/>
    <w:rsid w:val="001400E2"/>
    <w:rsid w:val="0014043E"/>
    <w:rsid w:val="00140532"/>
    <w:rsid w:val="00140814"/>
    <w:rsid w:val="001409C7"/>
    <w:rsid w:val="00140B61"/>
    <w:rsid w:val="00140BEF"/>
    <w:rsid w:val="001413E0"/>
    <w:rsid w:val="001416FF"/>
    <w:rsid w:val="00141774"/>
    <w:rsid w:val="001419EB"/>
    <w:rsid w:val="00141A14"/>
    <w:rsid w:val="00141B0B"/>
    <w:rsid w:val="00142168"/>
    <w:rsid w:val="001421DA"/>
    <w:rsid w:val="00142451"/>
    <w:rsid w:val="001427A8"/>
    <w:rsid w:val="0014292A"/>
    <w:rsid w:val="00142992"/>
    <w:rsid w:val="00142B24"/>
    <w:rsid w:val="00142CC3"/>
    <w:rsid w:val="00143256"/>
    <w:rsid w:val="00143404"/>
    <w:rsid w:val="0014346C"/>
    <w:rsid w:val="00143736"/>
    <w:rsid w:val="00144075"/>
    <w:rsid w:val="00144097"/>
    <w:rsid w:val="001440CF"/>
    <w:rsid w:val="0014424C"/>
    <w:rsid w:val="00144AAA"/>
    <w:rsid w:val="00144BF5"/>
    <w:rsid w:val="00144EF6"/>
    <w:rsid w:val="00144F09"/>
    <w:rsid w:val="0014501D"/>
    <w:rsid w:val="001451BF"/>
    <w:rsid w:val="0014529D"/>
    <w:rsid w:val="001459ED"/>
    <w:rsid w:val="00145BF1"/>
    <w:rsid w:val="00145FC4"/>
    <w:rsid w:val="001465A7"/>
    <w:rsid w:val="001465DA"/>
    <w:rsid w:val="0014667F"/>
    <w:rsid w:val="0014679E"/>
    <w:rsid w:val="001468FD"/>
    <w:rsid w:val="00146927"/>
    <w:rsid w:val="00146A34"/>
    <w:rsid w:val="00146AD4"/>
    <w:rsid w:val="00146BEA"/>
    <w:rsid w:val="00146C3F"/>
    <w:rsid w:val="00147201"/>
    <w:rsid w:val="001474E8"/>
    <w:rsid w:val="00147A50"/>
    <w:rsid w:val="00147DAB"/>
    <w:rsid w:val="0015018D"/>
    <w:rsid w:val="001501B1"/>
    <w:rsid w:val="001502C4"/>
    <w:rsid w:val="00150473"/>
    <w:rsid w:val="001506AF"/>
    <w:rsid w:val="00150788"/>
    <w:rsid w:val="00150805"/>
    <w:rsid w:val="001508F5"/>
    <w:rsid w:val="00150A0F"/>
    <w:rsid w:val="00150B81"/>
    <w:rsid w:val="00150C83"/>
    <w:rsid w:val="00150DC6"/>
    <w:rsid w:val="00150E9F"/>
    <w:rsid w:val="00151386"/>
    <w:rsid w:val="001519C9"/>
    <w:rsid w:val="00151B9F"/>
    <w:rsid w:val="00151CC0"/>
    <w:rsid w:val="00151D2B"/>
    <w:rsid w:val="00151D5D"/>
    <w:rsid w:val="00151F0B"/>
    <w:rsid w:val="001520AB"/>
    <w:rsid w:val="00152487"/>
    <w:rsid w:val="0015249A"/>
    <w:rsid w:val="001525CE"/>
    <w:rsid w:val="00152830"/>
    <w:rsid w:val="00152A57"/>
    <w:rsid w:val="00152B28"/>
    <w:rsid w:val="00152CF2"/>
    <w:rsid w:val="00152E79"/>
    <w:rsid w:val="00152ED8"/>
    <w:rsid w:val="0015322A"/>
    <w:rsid w:val="00153457"/>
    <w:rsid w:val="001534F7"/>
    <w:rsid w:val="001538A6"/>
    <w:rsid w:val="00153BDE"/>
    <w:rsid w:val="00153C5D"/>
    <w:rsid w:val="00153DEA"/>
    <w:rsid w:val="00153F02"/>
    <w:rsid w:val="00154189"/>
    <w:rsid w:val="001541FA"/>
    <w:rsid w:val="00154205"/>
    <w:rsid w:val="00154679"/>
    <w:rsid w:val="00154826"/>
    <w:rsid w:val="00154A59"/>
    <w:rsid w:val="00154CED"/>
    <w:rsid w:val="00154F63"/>
    <w:rsid w:val="00155036"/>
    <w:rsid w:val="0015506B"/>
    <w:rsid w:val="00155292"/>
    <w:rsid w:val="001552B6"/>
    <w:rsid w:val="001552C0"/>
    <w:rsid w:val="00155345"/>
    <w:rsid w:val="001553C8"/>
    <w:rsid w:val="00155486"/>
    <w:rsid w:val="001556A9"/>
    <w:rsid w:val="001556CF"/>
    <w:rsid w:val="0015582F"/>
    <w:rsid w:val="001560E4"/>
    <w:rsid w:val="0015615B"/>
    <w:rsid w:val="001561A8"/>
    <w:rsid w:val="00156372"/>
    <w:rsid w:val="001567FD"/>
    <w:rsid w:val="00156D30"/>
    <w:rsid w:val="00156EB5"/>
    <w:rsid w:val="001570FA"/>
    <w:rsid w:val="001571AB"/>
    <w:rsid w:val="0015724F"/>
    <w:rsid w:val="001573A5"/>
    <w:rsid w:val="001577B1"/>
    <w:rsid w:val="001579D2"/>
    <w:rsid w:val="00157AEC"/>
    <w:rsid w:val="00157B33"/>
    <w:rsid w:val="00160176"/>
    <w:rsid w:val="0016046B"/>
    <w:rsid w:val="00160480"/>
    <w:rsid w:val="001605FB"/>
    <w:rsid w:val="00160866"/>
    <w:rsid w:val="001608C7"/>
    <w:rsid w:val="00160D14"/>
    <w:rsid w:val="00160D5E"/>
    <w:rsid w:val="00160D75"/>
    <w:rsid w:val="00160E32"/>
    <w:rsid w:val="00160FFA"/>
    <w:rsid w:val="00161698"/>
    <w:rsid w:val="0016192E"/>
    <w:rsid w:val="001619D1"/>
    <w:rsid w:val="00161A84"/>
    <w:rsid w:val="00161B5D"/>
    <w:rsid w:val="001622B6"/>
    <w:rsid w:val="0016235F"/>
    <w:rsid w:val="00162698"/>
    <w:rsid w:val="001626E2"/>
    <w:rsid w:val="00162725"/>
    <w:rsid w:val="0016286F"/>
    <w:rsid w:val="00162AFA"/>
    <w:rsid w:val="00162B62"/>
    <w:rsid w:val="001630EA"/>
    <w:rsid w:val="001630F0"/>
    <w:rsid w:val="00163101"/>
    <w:rsid w:val="00163746"/>
    <w:rsid w:val="00163865"/>
    <w:rsid w:val="00163A28"/>
    <w:rsid w:val="00163D93"/>
    <w:rsid w:val="001642AB"/>
    <w:rsid w:val="00164493"/>
    <w:rsid w:val="001644A6"/>
    <w:rsid w:val="001645DC"/>
    <w:rsid w:val="00164DC5"/>
    <w:rsid w:val="00164DE7"/>
    <w:rsid w:val="00164E96"/>
    <w:rsid w:val="0016509C"/>
    <w:rsid w:val="0016536C"/>
    <w:rsid w:val="00165433"/>
    <w:rsid w:val="00165721"/>
    <w:rsid w:val="00165B9B"/>
    <w:rsid w:val="00165CB6"/>
    <w:rsid w:val="00165D38"/>
    <w:rsid w:val="00165E22"/>
    <w:rsid w:val="00165E6B"/>
    <w:rsid w:val="00166278"/>
    <w:rsid w:val="00166785"/>
    <w:rsid w:val="00166882"/>
    <w:rsid w:val="001669A2"/>
    <w:rsid w:val="001669E4"/>
    <w:rsid w:val="00166CEB"/>
    <w:rsid w:val="00166D8A"/>
    <w:rsid w:val="0016724D"/>
    <w:rsid w:val="00167408"/>
    <w:rsid w:val="0016751D"/>
    <w:rsid w:val="00167C25"/>
    <w:rsid w:val="00167FCA"/>
    <w:rsid w:val="00170480"/>
    <w:rsid w:val="00170C61"/>
    <w:rsid w:val="00170CF1"/>
    <w:rsid w:val="00170DCA"/>
    <w:rsid w:val="0017153C"/>
    <w:rsid w:val="001715F2"/>
    <w:rsid w:val="001716E3"/>
    <w:rsid w:val="001717CD"/>
    <w:rsid w:val="0017187F"/>
    <w:rsid w:val="00171E13"/>
    <w:rsid w:val="00171E42"/>
    <w:rsid w:val="001723E7"/>
    <w:rsid w:val="00172499"/>
    <w:rsid w:val="00172882"/>
    <w:rsid w:val="00172CFE"/>
    <w:rsid w:val="00173663"/>
    <w:rsid w:val="001736D8"/>
    <w:rsid w:val="00173974"/>
    <w:rsid w:val="00173CF9"/>
    <w:rsid w:val="00173DE3"/>
    <w:rsid w:val="0017401D"/>
    <w:rsid w:val="00174120"/>
    <w:rsid w:val="001746A1"/>
    <w:rsid w:val="001746D8"/>
    <w:rsid w:val="001748E4"/>
    <w:rsid w:val="00174A69"/>
    <w:rsid w:val="001750DD"/>
    <w:rsid w:val="001750FC"/>
    <w:rsid w:val="001753B6"/>
    <w:rsid w:val="00175466"/>
    <w:rsid w:val="00175526"/>
    <w:rsid w:val="00175A97"/>
    <w:rsid w:val="00175AA5"/>
    <w:rsid w:val="00175B27"/>
    <w:rsid w:val="00175C9B"/>
    <w:rsid w:val="00175EB9"/>
    <w:rsid w:val="00176026"/>
    <w:rsid w:val="00176053"/>
    <w:rsid w:val="00176287"/>
    <w:rsid w:val="00176290"/>
    <w:rsid w:val="00176583"/>
    <w:rsid w:val="00176642"/>
    <w:rsid w:val="00176BBE"/>
    <w:rsid w:val="00176D81"/>
    <w:rsid w:val="001771CA"/>
    <w:rsid w:val="001773C1"/>
    <w:rsid w:val="00177473"/>
    <w:rsid w:val="0017765C"/>
    <w:rsid w:val="00177D5B"/>
    <w:rsid w:val="00177F13"/>
    <w:rsid w:val="00177F54"/>
    <w:rsid w:val="001800A5"/>
    <w:rsid w:val="001800F5"/>
    <w:rsid w:val="0018019A"/>
    <w:rsid w:val="00180372"/>
    <w:rsid w:val="001803DA"/>
    <w:rsid w:val="00180C53"/>
    <w:rsid w:val="00180D59"/>
    <w:rsid w:val="00180EF7"/>
    <w:rsid w:val="00181152"/>
    <w:rsid w:val="001811B5"/>
    <w:rsid w:val="001811BF"/>
    <w:rsid w:val="00181367"/>
    <w:rsid w:val="0018163E"/>
    <w:rsid w:val="0018185F"/>
    <w:rsid w:val="00181A0B"/>
    <w:rsid w:val="00181C5B"/>
    <w:rsid w:val="001820AB"/>
    <w:rsid w:val="00182146"/>
    <w:rsid w:val="001824B6"/>
    <w:rsid w:val="00182652"/>
    <w:rsid w:val="0018284B"/>
    <w:rsid w:val="001829B0"/>
    <w:rsid w:val="00182A6F"/>
    <w:rsid w:val="00182B05"/>
    <w:rsid w:val="001830B4"/>
    <w:rsid w:val="001830C2"/>
    <w:rsid w:val="001833EF"/>
    <w:rsid w:val="0018370A"/>
    <w:rsid w:val="0018377A"/>
    <w:rsid w:val="0018384F"/>
    <w:rsid w:val="00183B82"/>
    <w:rsid w:val="00183CC7"/>
    <w:rsid w:val="00184083"/>
    <w:rsid w:val="001843D5"/>
    <w:rsid w:val="0018461E"/>
    <w:rsid w:val="00184791"/>
    <w:rsid w:val="00184AEC"/>
    <w:rsid w:val="00184C2F"/>
    <w:rsid w:val="00184E27"/>
    <w:rsid w:val="00184E55"/>
    <w:rsid w:val="00184E7E"/>
    <w:rsid w:val="00184EA4"/>
    <w:rsid w:val="00185195"/>
    <w:rsid w:val="0018536C"/>
    <w:rsid w:val="001853B1"/>
    <w:rsid w:val="0018592B"/>
    <w:rsid w:val="00185AE6"/>
    <w:rsid w:val="00185BD1"/>
    <w:rsid w:val="00186043"/>
    <w:rsid w:val="001862B1"/>
    <w:rsid w:val="00186370"/>
    <w:rsid w:val="00186423"/>
    <w:rsid w:val="0018656F"/>
    <w:rsid w:val="00186645"/>
    <w:rsid w:val="00186951"/>
    <w:rsid w:val="00186956"/>
    <w:rsid w:val="00186B50"/>
    <w:rsid w:val="00186D5B"/>
    <w:rsid w:val="001871A1"/>
    <w:rsid w:val="00187644"/>
    <w:rsid w:val="001877BB"/>
    <w:rsid w:val="00187C5C"/>
    <w:rsid w:val="00187D3A"/>
    <w:rsid w:val="00187F89"/>
    <w:rsid w:val="00187FAA"/>
    <w:rsid w:val="001901BA"/>
    <w:rsid w:val="001902EF"/>
    <w:rsid w:val="00190414"/>
    <w:rsid w:val="001905A6"/>
    <w:rsid w:val="001906A1"/>
    <w:rsid w:val="00190945"/>
    <w:rsid w:val="00190A45"/>
    <w:rsid w:val="00190EAD"/>
    <w:rsid w:val="00190FCC"/>
    <w:rsid w:val="001910EC"/>
    <w:rsid w:val="00191569"/>
    <w:rsid w:val="0019170B"/>
    <w:rsid w:val="00191E83"/>
    <w:rsid w:val="00192182"/>
    <w:rsid w:val="0019218A"/>
    <w:rsid w:val="00192BEE"/>
    <w:rsid w:val="00192C1F"/>
    <w:rsid w:val="00192D02"/>
    <w:rsid w:val="00192F4E"/>
    <w:rsid w:val="00192F77"/>
    <w:rsid w:val="00193094"/>
    <w:rsid w:val="00193343"/>
    <w:rsid w:val="001939A6"/>
    <w:rsid w:val="001939E1"/>
    <w:rsid w:val="00193BE8"/>
    <w:rsid w:val="00193F87"/>
    <w:rsid w:val="00194025"/>
    <w:rsid w:val="00194165"/>
    <w:rsid w:val="0019421C"/>
    <w:rsid w:val="0019442C"/>
    <w:rsid w:val="001944AC"/>
    <w:rsid w:val="001944EF"/>
    <w:rsid w:val="001944F1"/>
    <w:rsid w:val="001944FA"/>
    <w:rsid w:val="001946DF"/>
    <w:rsid w:val="0019476F"/>
    <w:rsid w:val="0019478C"/>
    <w:rsid w:val="00194B40"/>
    <w:rsid w:val="00194C5E"/>
    <w:rsid w:val="00194CEF"/>
    <w:rsid w:val="00194E20"/>
    <w:rsid w:val="00194F45"/>
    <w:rsid w:val="0019506E"/>
    <w:rsid w:val="00195165"/>
    <w:rsid w:val="00195615"/>
    <w:rsid w:val="00195639"/>
    <w:rsid w:val="001956B9"/>
    <w:rsid w:val="00195890"/>
    <w:rsid w:val="001958CE"/>
    <w:rsid w:val="00195B0A"/>
    <w:rsid w:val="00195E03"/>
    <w:rsid w:val="001960EC"/>
    <w:rsid w:val="00196279"/>
    <w:rsid w:val="001963FC"/>
    <w:rsid w:val="0019696F"/>
    <w:rsid w:val="001971A8"/>
    <w:rsid w:val="0019735A"/>
    <w:rsid w:val="00197868"/>
    <w:rsid w:val="001978DD"/>
    <w:rsid w:val="001978E6"/>
    <w:rsid w:val="00197F05"/>
    <w:rsid w:val="001A028C"/>
    <w:rsid w:val="001A02A7"/>
    <w:rsid w:val="001A05D2"/>
    <w:rsid w:val="001A0770"/>
    <w:rsid w:val="001A0D10"/>
    <w:rsid w:val="001A0DCB"/>
    <w:rsid w:val="001A0E97"/>
    <w:rsid w:val="001A12CF"/>
    <w:rsid w:val="001A13FA"/>
    <w:rsid w:val="001A1492"/>
    <w:rsid w:val="001A1C2F"/>
    <w:rsid w:val="001A1C88"/>
    <w:rsid w:val="001A1E53"/>
    <w:rsid w:val="001A2100"/>
    <w:rsid w:val="001A2148"/>
    <w:rsid w:val="001A214C"/>
    <w:rsid w:val="001A23D1"/>
    <w:rsid w:val="001A24F0"/>
    <w:rsid w:val="001A2597"/>
    <w:rsid w:val="001A271E"/>
    <w:rsid w:val="001A277F"/>
    <w:rsid w:val="001A2B33"/>
    <w:rsid w:val="001A2D8D"/>
    <w:rsid w:val="001A2D9B"/>
    <w:rsid w:val="001A2E94"/>
    <w:rsid w:val="001A36FC"/>
    <w:rsid w:val="001A3EF3"/>
    <w:rsid w:val="001A3F16"/>
    <w:rsid w:val="001A40ED"/>
    <w:rsid w:val="001A4171"/>
    <w:rsid w:val="001A4569"/>
    <w:rsid w:val="001A462C"/>
    <w:rsid w:val="001A4931"/>
    <w:rsid w:val="001A498E"/>
    <w:rsid w:val="001A4F27"/>
    <w:rsid w:val="001A5415"/>
    <w:rsid w:val="001A591F"/>
    <w:rsid w:val="001A5956"/>
    <w:rsid w:val="001A59AF"/>
    <w:rsid w:val="001A5AB4"/>
    <w:rsid w:val="001A5E9B"/>
    <w:rsid w:val="001A5F29"/>
    <w:rsid w:val="001A6070"/>
    <w:rsid w:val="001A61AB"/>
    <w:rsid w:val="001A61E7"/>
    <w:rsid w:val="001A636C"/>
    <w:rsid w:val="001A668E"/>
    <w:rsid w:val="001A66B4"/>
    <w:rsid w:val="001A67FC"/>
    <w:rsid w:val="001A6C14"/>
    <w:rsid w:val="001A6D20"/>
    <w:rsid w:val="001A6D63"/>
    <w:rsid w:val="001A6DD4"/>
    <w:rsid w:val="001A74BD"/>
    <w:rsid w:val="001A78BC"/>
    <w:rsid w:val="001A7E51"/>
    <w:rsid w:val="001A7EE0"/>
    <w:rsid w:val="001A7F06"/>
    <w:rsid w:val="001B011C"/>
    <w:rsid w:val="001B0493"/>
    <w:rsid w:val="001B07AE"/>
    <w:rsid w:val="001B0903"/>
    <w:rsid w:val="001B0A95"/>
    <w:rsid w:val="001B0B67"/>
    <w:rsid w:val="001B121D"/>
    <w:rsid w:val="001B14CA"/>
    <w:rsid w:val="001B1633"/>
    <w:rsid w:val="001B185A"/>
    <w:rsid w:val="001B1949"/>
    <w:rsid w:val="001B1C28"/>
    <w:rsid w:val="001B1D56"/>
    <w:rsid w:val="001B1FEB"/>
    <w:rsid w:val="001B2247"/>
    <w:rsid w:val="001B2B84"/>
    <w:rsid w:val="001B2DFF"/>
    <w:rsid w:val="001B2E42"/>
    <w:rsid w:val="001B2EC1"/>
    <w:rsid w:val="001B300E"/>
    <w:rsid w:val="001B3118"/>
    <w:rsid w:val="001B3391"/>
    <w:rsid w:val="001B3414"/>
    <w:rsid w:val="001B3606"/>
    <w:rsid w:val="001B372D"/>
    <w:rsid w:val="001B3969"/>
    <w:rsid w:val="001B3D1E"/>
    <w:rsid w:val="001B3F96"/>
    <w:rsid w:val="001B4137"/>
    <w:rsid w:val="001B42EE"/>
    <w:rsid w:val="001B4349"/>
    <w:rsid w:val="001B43B1"/>
    <w:rsid w:val="001B48D2"/>
    <w:rsid w:val="001B4A22"/>
    <w:rsid w:val="001B4C4C"/>
    <w:rsid w:val="001B4C97"/>
    <w:rsid w:val="001B4DDE"/>
    <w:rsid w:val="001B521F"/>
    <w:rsid w:val="001B525C"/>
    <w:rsid w:val="001B5A27"/>
    <w:rsid w:val="001B5C03"/>
    <w:rsid w:val="001B5E73"/>
    <w:rsid w:val="001B615D"/>
    <w:rsid w:val="001B62D7"/>
    <w:rsid w:val="001B6332"/>
    <w:rsid w:val="001B6666"/>
    <w:rsid w:val="001B6D4A"/>
    <w:rsid w:val="001B6EF1"/>
    <w:rsid w:val="001B6F08"/>
    <w:rsid w:val="001B7160"/>
    <w:rsid w:val="001B7278"/>
    <w:rsid w:val="001B73A8"/>
    <w:rsid w:val="001B7464"/>
    <w:rsid w:val="001B7AB1"/>
    <w:rsid w:val="001B7E8E"/>
    <w:rsid w:val="001C0133"/>
    <w:rsid w:val="001C051B"/>
    <w:rsid w:val="001C05BB"/>
    <w:rsid w:val="001C05FE"/>
    <w:rsid w:val="001C069F"/>
    <w:rsid w:val="001C0A29"/>
    <w:rsid w:val="001C0D03"/>
    <w:rsid w:val="001C0E4A"/>
    <w:rsid w:val="001C1187"/>
    <w:rsid w:val="001C11B4"/>
    <w:rsid w:val="001C11B9"/>
    <w:rsid w:val="001C1236"/>
    <w:rsid w:val="001C15D1"/>
    <w:rsid w:val="001C1666"/>
    <w:rsid w:val="001C19BC"/>
    <w:rsid w:val="001C1DFC"/>
    <w:rsid w:val="001C1E1B"/>
    <w:rsid w:val="001C1FEC"/>
    <w:rsid w:val="001C1FF4"/>
    <w:rsid w:val="001C2433"/>
    <w:rsid w:val="001C27FC"/>
    <w:rsid w:val="001C29DB"/>
    <w:rsid w:val="001C2BCA"/>
    <w:rsid w:val="001C2E35"/>
    <w:rsid w:val="001C3047"/>
    <w:rsid w:val="001C351B"/>
    <w:rsid w:val="001C3BFC"/>
    <w:rsid w:val="001C416C"/>
    <w:rsid w:val="001C45A2"/>
    <w:rsid w:val="001C4744"/>
    <w:rsid w:val="001C49C5"/>
    <w:rsid w:val="001C49D2"/>
    <w:rsid w:val="001C4B21"/>
    <w:rsid w:val="001C4DB5"/>
    <w:rsid w:val="001C513F"/>
    <w:rsid w:val="001C5607"/>
    <w:rsid w:val="001C59C9"/>
    <w:rsid w:val="001C5C7C"/>
    <w:rsid w:val="001C5D54"/>
    <w:rsid w:val="001C64BA"/>
    <w:rsid w:val="001C6E30"/>
    <w:rsid w:val="001C7128"/>
    <w:rsid w:val="001C72D3"/>
    <w:rsid w:val="001C77A3"/>
    <w:rsid w:val="001C77E8"/>
    <w:rsid w:val="001C78B6"/>
    <w:rsid w:val="001C7937"/>
    <w:rsid w:val="001C7941"/>
    <w:rsid w:val="001C795B"/>
    <w:rsid w:val="001C7967"/>
    <w:rsid w:val="001C7F97"/>
    <w:rsid w:val="001D005B"/>
    <w:rsid w:val="001D07FE"/>
    <w:rsid w:val="001D0808"/>
    <w:rsid w:val="001D0B09"/>
    <w:rsid w:val="001D128C"/>
    <w:rsid w:val="001D1300"/>
    <w:rsid w:val="001D1712"/>
    <w:rsid w:val="001D180A"/>
    <w:rsid w:val="001D19B3"/>
    <w:rsid w:val="001D1ABD"/>
    <w:rsid w:val="001D1D22"/>
    <w:rsid w:val="001D208E"/>
    <w:rsid w:val="001D20F1"/>
    <w:rsid w:val="001D21CC"/>
    <w:rsid w:val="001D272F"/>
    <w:rsid w:val="001D2A70"/>
    <w:rsid w:val="001D2F39"/>
    <w:rsid w:val="001D2F4E"/>
    <w:rsid w:val="001D31F5"/>
    <w:rsid w:val="001D3342"/>
    <w:rsid w:val="001D3964"/>
    <w:rsid w:val="001D3F9A"/>
    <w:rsid w:val="001D3FD0"/>
    <w:rsid w:val="001D41EB"/>
    <w:rsid w:val="001D4205"/>
    <w:rsid w:val="001D44CE"/>
    <w:rsid w:val="001D4DC8"/>
    <w:rsid w:val="001D4FFF"/>
    <w:rsid w:val="001D523A"/>
    <w:rsid w:val="001D574B"/>
    <w:rsid w:val="001D57F7"/>
    <w:rsid w:val="001D5905"/>
    <w:rsid w:val="001D5C88"/>
    <w:rsid w:val="001D5CED"/>
    <w:rsid w:val="001D5F22"/>
    <w:rsid w:val="001D6342"/>
    <w:rsid w:val="001D67AD"/>
    <w:rsid w:val="001D6E5C"/>
    <w:rsid w:val="001D71C0"/>
    <w:rsid w:val="001D72C9"/>
    <w:rsid w:val="001D7332"/>
    <w:rsid w:val="001D7373"/>
    <w:rsid w:val="001D78F2"/>
    <w:rsid w:val="001D790B"/>
    <w:rsid w:val="001D7A40"/>
    <w:rsid w:val="001D7CE3"/>
    <w:rsid w:val="001D7E1A"/>
    <w:rsid w:val="001E0124"/>
    <w:rsid w:val="001E01ED"/>
    <w:rsid w:val="001E07DD"/>
    <w:rsid w:val="001E099F"/>
    <w:rsid w:val="001E0ACD"/>
    <w:rsid w:val="001E1020"/>
    <w:rsid w:val="001E11D2"/>
    <w:rsid w:val="001E1254"/>
    <w:rsid w:val="001E1385"/>
    <w:rsid w:val="001E164F"/>
    <w:rsid w:val="001E1717"/>
    <w:rsid w:val="001E1A7B"/>
    <w:rsid w:val="001E1AB7"/>
    <w:rsid w:val="001E1CA2"/>
    <w:rsid w:val="001E22D4"/>
    <w:rsid w:val="001E2441"/>
    <w:rsid w:val="001E256E"/>
    <w:rsid w:val="001E2619"/>
    <w:rsid w:val="001E29B4"/>
    <w:rsid w:val="001E2BD3"/>
    <w:rsid w:val="001E2BD9"/>
    <w:rsid w:val="001E2E24"/>
    <w:rsid w:val="001E307C"/>
    <w:rsid w:val="001E31C4"/>
    <w:rsid w:val="001E3519"/>
    <w:rsid w:val="001E3AE7"/>
    <w:rsid w:val="001E3DF1"/>
    <w:rsid w:val="001E3F2B"/>
    <w:rsid w:val="001E41C0"/>
    <w:rsid w:val="001E471A"/>
    <w:rsid w:val="001E4A86"/>
    <w:rsid w:val="001E4BF9"/>
    <w:rsid w:val="001E4C78"/>
    <w:rsid w:val="001E4C89"/>
    <w:rsid w:val="001E4F2C"/>
    <w:rsid w:val="001E5009"/>
    <w:rsid w:val="001E5054"/>
    <w:rsid w:val="001E5B67"/>
    <w:rsid w:val="001E5F66"/>
    <w:rsid w:val="001E5F81"/>
    <w:rsid w:val="001E606D"/>
    <w:rsid w:val="001E6431"/>
    <w:rsid w:val="001E67F7"/>
    <w:rsid w:val="001E69D7"/>
    <w:rsid w:val="001E6AA6"/>
    <w:rsid w:val="001E7161"/>
    <w:rsid w:val="001E75A1"/>
    <w:rsid w:val="001E799A"/>
    <w:rsid w:val="001E7B08"/>
    <w:rsid w:val="001E7B2A"/>
    <w:rsid w:val="001E7EF6"/>
    <w:rsid w:val="001F01F2"/>
    <w:rsid w:val="001F0949"/>
    <w:rsid w:val="001F0B01"/>
    <w:rsid w:val="001F0BE9"/>
    <w:rsid w:val="001F0DEA"/>
    <w:rsid w:val="001F1253"/>
    <w:rsid w:val="001F12DD"/>
    <w:rsid w:val="001F13FA"/>
    <w:rsid w:val="001F14F8"/>
    <w:rsid w:val="001F1503"/>
    <w:rsid w:val="001F1537"/>
    <w:rsid w:val="001F1608"/>
    <w:rsid w:val="001F1647"/>
    <w:rsid w:val="001F172C"/>
    <w:rsid w:val="001F1C24"/>
    <w:rsid w:val="001F1D1D"/>
    <w:rsid w:val="001F1D51"/>
    <w:rsid w:val="001F203B"/>
    <w:rsid w:val="001F235A"/>
    <w:rsid w:val="001F24EE"/>
    <w:rsid w:val="001F2807"/>
    <w:rsid w:val="001F2B55"/>
    <w:rsid w:val="001F33AD"/>
    <w:rsid w:val="001F33D6"/>
    <w:rsid w:val="001F3795"/>
    <w:rsid w:val="001F3B58"/>
    <w:rsid w:val="001F3BDB"/>
    <w:rsid w:val="001F3D0A"/>
    <w:rsid w:val="001F3E3D"/>
    <w:rsid w:val="001F4287"/>
    <w:rsid w:val="001F43B7"/>
    <w:rsid w:val="001F4A6C"/>
    <w:rsid w:val="001F52BD"/>
    <w:rsid w:val="001F54C3"/>
    <w:rsid w:val="001F559E"/>
    <w:rsid w:val="001F5706"/>
    <w:rsid w:val="001F5A47"/>
    <w:rsid w:val="001F5BF6"/>
    <w:rsid w:val="001F5CA3"/>
    <w:rsid w:val="001F62AE"/>
    <w:rsid w:val="001F62B2"/>
    <w:rsid w:val="001F63ED"/>
    <w:rsid w:val="001F6466"/>
    <w:rsid w:val="001F6BF2"/>
    <w:rsid w:val="001F6EFE"/>
    <w:rsid w:val="001F70A8"/>
    <w:rsid w:val="001F783F"/>
    <w:rsid w:val="001F79A4"/>
    <w:rsid w:val="001F79F5"/>
    <w:rsid w:val="001F7B0D"/>
    <w:rsid w:val="001F7C2E"/>
    <w:rsid w:val="0020013C"/>
    <w:rsid w:val="002002C9"/>
    <w:rsid w:val="00200574"/>
    <w:rsid w:val="002005DA"/>
    <w:rsid w:val="00200700"/>
    <w:rsid w:val="00200706"/>
    <w:rsid w:val="0020089A"/>
    <w:rsid w:val="00200920"/>
    <w:rsid w:val="00200B5F"/>
    <w:rsid w:val="00200DCD"/>
    <w:rsid w:val="00200E55"/>
    <w:rsid w:val="00200E91"/>
    <w:rsid w:val="00200EA9"/>
    <w:rsid w:val="00200F63"/>
    <w:rsid w:val="002013D1"/>
    <w:rsid w:val="0020154E"/>
    <w:rsid w:val="00201FC1"/>
    <w:rsid w:val="002023FE"/>
    <w:rsid w:val="0020246B"/>
    <w:rsid w:val="0020255F"/>
    <w:rsid w:val="002025A6"/>
    <w:rsid w:val="002028EB"/>
    <w:rsid w:val="00202A6C"/>
    <w:rsid w:val="00202CB1"/>
    <w:rsid w:val="00202E92"/>
    <w:rsid w:val="00202EDF"/>
    <w:rsid w:val="00203176"/>
    <w:rsid w:val="002033CF"/>
    <w:rsid w:val="00203412"/>
    <w:rsid w:val="00203669"/>
    <w:rsid w:val="002036F6"/>
    <w:rsid w:val="00203DBE"/>
    <w:rsid w:val="00204023"/>
    <w:rsid w:val="002041B1"/>
    <w:rsid w:val="002042E5"/>
    <w:rsid w:val="0020476D"/>
    <w:rsid w:val="00204A15"/>
    <w:rsid w:val="00204B87"/>
    <w:rsid w:val="00204DBA"/>
    <w:rsid w:val="00204EAB"/>
    <w:rsid w:val="00204FC1"/>
    <w:rsid w:val="002057F0"/>
    <w:rsid w:val="002059B2"/>
    <w:rsid w:val="00205AC0"/>
    <w:rsid w:val="00206472"/>
    <w:rsid w:val="0020651B"/>
    <w:rsid w:val="002066F2"/>
    <w:rsid w:val="0020683D"/>
    <w:rsid w:val="0020691B"/>
    <w:rsid w:val="00206D40"/>
    <w:rsid w:val="00206F04"/>
    <w:rsid w:val="00207126"/>
    <w:rsid w:val="002071F5"/>
    <w:rsid w:val="002074FA"/>
    <w:rsid w:val="00207683"/>
    <w:rsid w:val="00207C1B"/>
    <w:rsid w:val="00207CE0"/>
    <w:rsid w:val="00210096"/>
    <w:rsid w:val="0021040C"/>
    <w:rsid w:val="002105B5"/>
    <w:rsid w:val="002105BF"/>
    <w:rsid w:val="0021072B"/>
    <w:rsid w:val="00210778"/>
    <w:rsid w:val="0021077C"/>
    <w:rsid w:val="00210887"/>
    <w:rsid w:val="00210C81"/>
    <w:rsid w:val="00210F01"/>
    <w:rsid w:val="00210F81"/>
    <w:rsid w:val="00210F95"/>
    <w:rsid w:val="00211038"/>
    <w:rsid w:val="00211141"/>
    <w:rsid w:val="00211305"/>
    <w:rsid w:val="0021137E"/>
    <w:rsid w:val="002115DD"/>
    <w:rsid w:val="00211686"/>
    <w:rsid w:val="002118B0"/>
    <w:rsid w:val="00211A7F"/>
    <w:rsid w:val="00211BA5"/>
    <w:rsid w:val="00211C9E"/>
    <w:rsid w:val="00211DBA"/>
    <w:rsid w:val="00211EA0"/>
    <w:rsid w:val="00211EEA"/>
    <w:rsid w:val="0021236B"/>
    <w:rsid w:val="00212467"/>
    <w:rsid w:val="0021253E"/>
    <w:rsid w:val="00212603"/>
    <w:rsid w:val="00212618"/>
    <w:rsid w:val="0021261D"/>
    <w:rsid w:val="002127EE"/>
    <w:rsid w:val="00212AA4"/>
    <w:rsid w:val="00212C09"/>
    <w:rsid w:val="00212CC6"/>
    <w:rsid w:val="0021306A"/>
    <w:rsid w:val="00213086"/>
    <w:rsid w:val="0021310E"/>
    <w:rsid w:val="0021319A"/>
    <w:rsid w:val="00213476"/>
    <w:rsid w:val="0021351D"/>
    <w:rsid w:val="00213B42"/>
    <w:rsid w:val="00213C9A"/>
    <w:rsid w:val="00213D7E"/>
    <w:rsid w:val="00213EBD"/>
    <w:rsid w:val="00213F25"/>
    <w:rsid w:val="00213FBD"/>
    <w:rsid w:val="0021475A"/>
    <w:rsid w:val="00214D50"/>
    <w:rsid w:val="00214EBC"/>
    <w:rsid w:val="00214EF1"/>
    <w:rsid w:val="00214FA9"/>
    <w:rsid w:val="00215008"/>
    <w:rsid w:val="00215472"/>
    <w:rsid w:val="0021554E"/>
    <w:rsid w:val="00215803"/>
    <w:rsid w:val="00215DC5"/>
    <w:rsid w:val="0021634B"/>
    <w:rsid w:val="00216355"/>
    <w:rsid w:val="002164A5"/>
    <w:rsid w:val="002164FF"/>
    <w:rsid w:val="00216770"/>
    <w:rsid w:val="002168D6"/>
    <w:rsid w:val="00216EBA"/>
    <w:rsid w:val="00216F6C"/>
    <w:rsid w:val="00217056"/>
    <w:rsid w:val="002170B9"/>
    <w:rsid w:val="0021745D"/>
    <w:rsid w:val="0021754B"/>
    <w:rsid w:val="002178AC"/>
    <w:rsid w:val="00217B1A"/>
    <w:rsid w:val="00220090"/>
    <w:rsid w:val="0022009C"/>
    <w:rsid w:val="002201BF"/>
    <w:rsid w:val="0022026F"/>
    <w:rsid w:val="0022041C"/>
    <w:rsid w:val="0022088F"/>
    <w:rsid w:val="0022120C"/>
    <w:rsid w:val="0022152E"/>
    <w:rsid w:val="0022196F"/>
    <w:rsid w:val="00221B65"/>
    <w:rsid w:val="00221BCB"/>
    <w:rsid w:val="00221C83"/>
    <w:rsid w:val="00221D00"/>
    <w:rsid w:val="00221D1E"/>
    <w:rsid w:val="00221D6C"/>
    <w:rsid w:val="00221DCE"/>
    <w:rsid w:val="002220B7"/>
    <w:rsid w:val="002224CA"/>
    <w:rsid w:val="00222728"/>
    <w:rsid w:val="00222979"/>
    <w:rsid w:val="00222BDC"/>
    <w:rsid w:val="00223192"/>
    <w:rsid w:val="002232CB"/>
    <w:rsid w:val="002232FB"/>
    <w:rsid w:val="002235E7"/>
    <w:rsid w:val="002236A7"/>
    <w:rsid w:val="00223743"/>
    <w:rsid w:val="00223899"/>
    <w:rsid w:val="002238B3"/>
    <w:rsid w:val="00223A12"/>
    <w:rsid w:val="00223A7B"/>
    <w:rsid w:val="00223D06"/>
    <w:rsid w:val="00224313"/>
    <w:rsid w:val="00224807"/>
    <w:rsid w:val="00224BF8"/>
    <w:rsid w:val="00224BFE"/>
    <w:rsid w:val="00224CA0"/>
    <w:rsid w:val="00224F82"/>
    <w:rsid w:val="002253D6"/>
    <w:rsid w:val="00225573"/>
    <w:rsid w:val="0022570E"/>
    <w:rsid w:val="00225805"/>
    <w:rsid w:val="002258BB"/>
    <w:rsid w:val="00225CB1"/>
    <w:rsid w:val="00225D46"/>
    <w:rsid w:val="00225D59"/>
    <w:rsid w:val="0022624E"/>
    <w:rsid w:val="0022628E"/>
    <w:rsid w:val="00226406"/>
    <w:rsid w:val="00226749"/>
    <w:rsid w:val="002269EC"/>
    <w:rsid w:val="00226A21"/>
    <w:rsid w:val="00226B18"/>
    <w:rsid w:val="00226C12"/>
    <w:rsid w:val="00226D2A"/>
    <w:rsid w:val="00226E4C"/>
    <w:rsid w:val="00226F39"/>
    <w:rsid w:val="0022712F"/>
    <w:rsid w:val="00227288"/>
    <w:rsid w:val="002272E0"/>
    <w:rsid w:val="00227455"/>
    <w:rsid w:val="0022784A"/>
    <w:rsid w:val="00227FB8"/>
    <w:rsid w:val="00230219"/>
    <w:rsid w:val="00230330"/>
    <w:rsid w:val="002309DD"/>
    <w:rsid w:val="00230A01"/>
    <w:rsid w:val="00230ACB"/>
    <w:rsid w:val="00230C72"/>
    <w:rsid w:val="00230E33"/>
    <w:rsid w:val="00230E4F"/>
    <w:rsid w:val="00230EB9"/>
    <w:rsid w:val="00230EBC"/>
    <w:rsid w:val="0023109D"/>
    <w:rsid w:val="00231423"/>
    <w:rsid w:val="00231488"/>
    <w:rsid w:val="00231576"/>
    <w:rsid w:val="002315FF"/>
    <w:rsid w:val="00231A69"/>
    <w:rsid w:val="00231B3A"/>
    <w:rsid w:val="002320BB"/>
    <w:rsid w:val="0023222F"/>
    <w:rsid w:val="002324BF"/>
    <w:rsid w:val="002325AF"/>
    <w:rsid w:val="00232950"/>
    <w:rsid w:val="00232F67"/>
    <w:rsid w:val="00232FD5"/>
    <w:rsid w:val="00233466"/>
    <w:rsid w:val="002334D7"/>
    <w:rsid w:val="00233908"/>
    <w:rsid w:val="00233A06"/>
    <w:rsid w:val="00233E4C"/>
    <w:rsid w:val="00233E58"/>
    <w:rsid w:val="00233E68"/>
    <w:rsid w:val="00233E91"/>
    <w:rsid w:val="00234023"/>
    <w:rsid w:val="00234150"/>
    <w:rsid w:val="00234167"/>
    <w:rsid w:val="00234197"/>
    <w:rsid w:val="002344EC"/>
    <w:rsid w:val="00234A18"/>
    <w:rsid w:val="00234B76"/>
    <w:rsid w:val="00235124"/>
    <w:rsid w:val="002352D7"/>
    <w:rsid w:val="002353AA"/>
    <w:rsid w:val="00235412"/>
    <w:rsid w:val="00235518"/>
    <w:rsid w:val="00235528"/>
    <w:rsid w:val="002357D8"/>
    <w:rsid w:val="0023587B"/>
    <w:rsid w:val="00235AF2"/>
    <w:rsid w:val="00235E00"/>
    <w:rsid w:val="00235F03"/>
    <w:rsid w:val="00236003"/>
    <w:rsid w:val="002361AB"/>
    <w:rsid w:val="00236207"/>
    <w:rsid w:val="00236817"/>
    <w:rsid w:val="0023682D"/>
    <w:rsid w:val="0023689B"/>
    <w:rsid w:val="00236A0E"/>
    <w:rsid w:val="00236BAE"/>
    <w:rsid w:val="00236C31"/>
    <w:rsid w:val="00236E5F"/>
    <w:rsid w:val="00237005"/>
    <w:rsid w:val="00237251"/>
    <w:rsid w:val="0023750E"/>
    <w:rsid w:val="00237612"/>
    <w:rsid w:val="00237789"/>
    <w:rsid w:val="00237867"/>
    <w:rsid w:val="00240186"/>
    <w:rsid w:val="0024029E"/>
    <w:rsid w:val="00240365"/>
    <w:rsid w:val="0024049F"/>
    <w:rsid w:val="00240532"/>
    <w:rsid w:val="00240691"/>
    <w:rsid w:val="0024079B"/>
    <w:rsid w:val="00240ABC"/>
    <w:rsid w:val="00240CD4"/>
    <w:rsid w:val="00240E97"/>
    <w:rsid w:val="00240E9A"/>
    <w:rsid w:val="00240FBE"/>
    <w:rsid w:val="00241435"/>
    <w:rsid w:val="0024148F"/>
    <w:rsid w:val="002415C4"/>
    <w:rsid w:val="00241744"/>
    <w:rsid w:val="00241BA0"/>
    <w:rsid w:val="00241C0F"/>
    <w:rsid w:val="00241DBD"/>
    <w:rsid w:val="00241E76"/>
    <w:rsid w:val="00241F2B"/>
    <w:rsid w:val="00242697"/>
    <w:rsid w:val="00242B45"/>
    <w:rsid w:val="00242D4A"/>
    <w:rsid w:val="00242FDB"/>
    <w:rsid w:val="00243570"/>
    <w:rsid w:val="00243631"/>
    <w:rsid w:val="00243988"/>
    <w:rsid w:val="00243A04"/>
    <w:rsid w:val="00243B51"/>
    <w:rsid w:val="00243BAE"/>
    <w:rsid w:val="00243C7A"/>
    <w:rsid w:val="00244026"/>
    <w:rsid w:val="00244164"/>
    <w:rsid w:val="0024425A"/>
    <w:rsid w:val="0024433E"/>
    <w:rsid w:val="00244592"/>
    <w:rsid w:val="002446BC"/>
    <w:rsid w:val="002446D2"/>
    <w:rsid w:val="00244B19"/>
    <w:rsid w:val="00244B41"/>
    <w:rsid w:val="00244E66"/>
    <w:rsid w:val="0024528C"/>
    <w:rsid w:val="002453EA"/>
    <w:rsid w:val="00245BCA"/>
    <w:rsid w:val="00245C1D"/>
    <w:rsid w:val="00245D90"/>
    <w:rsid w:val="002462D7"/>
    <w:rsid w:val="00246318"/>
    <w:rsid w:val="0024640C"/>
    <w:rsid w:val="00246578"/>
    <w:rsid w:val="0024670A"/>
    <w:rsid w:val="00246B8C"/>
    <w:rsid w:val="00246E13"/>
    <w:rsid w:val="00246F34"/>
    <w:rsid w:val="002479D2"/>
    <w:rsid w:val="00247B45"/>
    <w:rsid w:val="00250453"/>
    <w:rsid w:val="002504CC"/>
    <w:rsid w:val="0025083C"/>
    <w:rsid w:val="002509ED"/>
    <w:rsid w:val="00250D49"/>
    <w:rsid w:val="0025110A"/>
    <w:rsid w:val="00251201"/>
    <w:rsid w:val="002512D4"/>
    <w:rsid w:val="002513CD"/>
    <w:rsid w:val="00251858"/>
    <w:rsid w:val="00251F86"/>
    <w:rsid w:val="0025228A"/>
    <w:rsid w:val="002522C3"/>
    <w:rsid w:val="002525D2"/>
    <w:rsid w:val="00252734"/>
    <w:rsid w:val="00252BA6"/>
    <w:rsid w:val="00252C65"/>
    <w:rsid w:val="00253491"/>
    <w:rsid w:val="002536A0"/>
    <w:rsid w:val="002536E1"/>
    <w:rsid w:val="002538F8"/>
    <w:rsid w:val="002540CB"/>
    <w:rsid w:val="00254616"/>
    <w:rsid w:val="00254687"/>
    <w:rsid w:val="00255208"/>
    <w:rsid w:val="0025539C"/>
    <w:rsid w:val="00255436"/>
    <w:rsid w:val="0025566D"/>
    <w:rsid w:val="002558E8"/>
    <w:rsid w:val="0025590B"/>
    <w:rsid w:val="00255962"/>
    <w:rsid w:val="00255BC1"/>
    <w:rsid w:val="00255CEA"/>
    <w:rsid w:val="00255DB0"/>
    <w:rsid w:val="0025677D"/>
    <w:rsid w:val="0025696C"/>
    <w:rsid w:val="002570C4"/>
    <w:rsid w:val="0025716D"/>
    <w:rsid w:val="002574C3"/>
    <w:rsid w:val="0025791A"/>
    <w:rsid w:val="00257A40"/>
    <w:rsid w:val="00260080"/>
    <w:rsid w:val="00260393"/>
    <w:rsid w:val="00260449"/>
    <w:rsid w:val="002606DE"/>
    <w:rsid w:val="002608E3"/>
    <w:rsid w:val="002609BD"/>
    <w:rsid w:val="00260AE6"/>
    <w:rsid w:val="00260DB1"/>
    <w:rsid w:val="00261205"/>
    <w:rsid w:val="0026125C"/>
    <w:rsid w:val="0026129A"/>
    <w:rsid w:val="00261725"/>
    <w:rsid w:val="00261782"/>
    <w:rsid w:val="0026181F"/>
    <w:rsid w:val="00261AE2"/>
    <w:rsid w:val="00261DA2"/>
    <w:rsid w:val="00261FD4"/>
    <w:rsid w:val="0026271E"/>
    <w:rsid w:val="00262A98"/>
    <w:rsid w:val="00262D26"/>
    <w:rsid w:val="0026341F"/>
    <w:rsid w:val="002636F0"/>
    <w:rsid w:val="00263753"/>
    <w:rsid w:val="002637F2"/>
    <w:rsid w:val="00263996"/>
    <w:rsid w:val="00263AAF"/>
    <w:rsid w:val="00263B88"/>
    <w:rsid w:val="00263BCB"/>
    <w:rsid w:val="00263C05"/>
    <w:rsid w:val="00263E3A"/>
    <w:rsid w:val="002640CE"/>
    <w:rsid w:val="002640E0"/>
    <w:rsid w:val="0026422D"/>
    <w:rsid w:val="00264421"/>
    <w:rsid w:val="002644C7"/>
    <w:rsid w:val="00264533"/>
    <w:rsid w:val="0026471E"/>
    <w:rsid w:val="0026474C"/>
    <w:rsid w:val="00264EB8"/>
    <w:rsid w:val="002651C0"/>
    <w:rsid w:val="00265999"/>
    <w:rsid w:val="00265BE6"/>
    <w:rsid w:val="00265F38"/>
    <w:rsid w:val="00266157"/>
    <w:rsid w:val="00266575"/>
    <w:rsid w:val="00266618"/>
    <w:rsid w:val="0026689F"/>
    <w:rsid w:val="002668F2"/>
    <w:rsid w:val="00266B9A"/>
    <w:rsid w:val="00266E37"/>
    <w:rsid w:val="002673A9"/>
    <w:rsid w:val="002675B7"/>
    <w:rsid w:val="002675DF"/>
    <w:rsid w:val="0026773D"/>
    <w:rsid w:val="002677FF"/>
    <w:rsid w:val="00267C70"/>
    <w:rsid w:val="00267C8E"/>
    <w:rsid w:val="00267F66"/>
    <w:rsid w:val="002700F0"/>
    <w:rsid w:val="00270204"/>
    <w:rsid w:val="002705DC"/>
    <w:rsid w:val="00270B9B"/>
    <w:rsid w:val="00270BC8"/>
    <w:rsid w:val="00270EF3"/>
    <w:rsid w:val="00271058"/>
    <w:rsid w:val="0027109E"/>
    <w:rsid w:val="002712B1"/>
    <w:rsid w:val="00271316"/>
    <w:rsid w:val="002713E0"/>
    <w:rsid w:val="00271475"/>
    <w:rsid w:val="002715CF"/>
    <w:rsid w:val="002715F4"/>
    <w:rsid w:val="002715FE"/>
    <w:rsid w:val="00271876"/>
    <w:rsid w:val="0027194B"/>
    <w:rsid w:val="00271963"/>
    <w:rsid w:val="00271B8F"/>
    <w:rsid w:val="00271F3E"/>
    <w:rsid w:val="002720D3"/>
    <w:rsid w:val="00272220"/>
    <w:rsid w:val="0027239D"/>
    <w:rsid w:val="00272533"/>
    <w:rsid w:val="002727BB"/>
    <w:rsid w:val="00272BE9"/>
    <w:rsid w:val="00272D30"/>
    <w:rsid w:val="00272E0C"/>
    <w:rsid w:val="00273009"/>
    <w:rsid w:val="00273101"/>
    <w:rsid w:val="002732C5"/>
    <w:rsid w:val="00273601"/>
    <w:rsid w:val="00273614"/>
    <w:rsid w:val="00273A47"/>
    <w:rsid w:val="00273A5E"/>
    <w:rsid w:val="00273AAD"/>
    <w:rsid w:val="00273E93"/>
    <w:rsid w:val="00274029"/>
    <w:rsid w:val="00274185"/>
    <w:rsid w:val="0027428E"/>
    <w:rsid w:val="002742B5"/>
    <w:rsid w:val="0027440C"/>
    <w:rsid w:val="00274521"/>
    <w:rsid w:val="00274528"/>
    <w:rsid w:val="00274C1B"/>
    <w:rsid w:val="00274C38"/>
    <w:rsid w:val="002750A8"/>
    <w:rsid w:val="002750F4"/>
    <w:rsid w:val="002752D9"/>
    <w:rsid w:val="00275360"/>
    <w:rsid w:val="0027556A"/>
    <w:rsid w:val="00275942"/>
    <w:rsid w:val="00275A8E"/>
    <w:rsid w:val="00275B03"/>
    <w:rsid w:val="00275B1E"/>
    <w:rsid w:val="00275D0D"/>
    <w:rsid w:val="00275D57"/>
    <w:rsid w:val="00275E8A"/>
    <w:rsid w:val="00275F20"/>
    <w:rsid w:val="00276222"/>
    <w:rsid w:val="0027638C"/>
    <w:rsid w:val="00276729"/>
    <w:rsid w:val="0027695F"/>
    <w:rsid w:val="00276D02"/>
    <w:rsid w:val="00276DF5"/>
    <w:rsid w:val="00277063"/>
    <w:rsid w:val="0027756C"/>
    <w:rsid w:val="0027773B"/>
    <w:rsid w:val="00277748"/>
    <w:rsid w:val="00277BF4"/>
    <w:rsid w:val="00277FF3"/>
    <w:rsid w:val="0028037B"/>
    <w:rsid w:val="0028065D"/>
    <w:rsid w:val="0028072B"/>
    <w:rsid w:val="00280782"/>
    <w:rsid w:val="00280874"/>
    <w:rsid w:val="00280AE2"/>
    <w:rsid w:val="00281126"/>
    <w:rsid w:val="0028117C"/>
    <w:rsid w:val="002811D8"/>
    <w:rsid w:val="0028122D"/>
    <w:rsid w:val="0028134F"/>
    <w:rsid w:val="002814B1"/>
    <w:rsid w:val="00281951"/>
    <w:rsid w:val="00281A6B"/>
    <w:rsid w:val="00281A7C"/>
    <w:rsid w:val="00281C67"/>
    <w:rsid w:val="00282017"/>
    <w:rsid w:val="00282180"/>
    <w:rsid w:val="0028232E"/>
    <w:rsid w:val="002825D9"/>
    <w:rsid w:val="002825E5"/>
    <w:rsid w:val="002826C5"/>
    <w:rsid w:val="00282A0F"/>
    <w:rsid w:val="00282A51"/>
    <w:rsid w:val="00282A78"/>
    <w:rsid w:val="00282B4E"/>
    <w:rsid w:val="00282D41"/>
    <w:rsid w:val="00283AA5"/>
    <w:rsid w:val="00283BCF"/>
    <w:rsid w:val="00283C27"/>
    <w:rsid w:val="0028448A"/>
    <w:rsid w:val="0028467C"/>
    <w:rsid w:val="002846F5"/>
    <w:rsid w:val="0028499B"/>
    <w:rsid w:val="00284ADF"/>
    <w:rsid w:val="00284D0B"/>
    <w:rsid w:val="002850FE"/>
    <w:rsid w:val="00285147"/>
    <w:rsid w:val="00285193"/>
    <w:rsid w:val="00285243"/>
    <w:rsid w:val="00285441"/>
    <w:rsid w:val="00285673"/>
    <w:rsid w:val="00285692"/>
    <w:rsid w:val="002856C3"/>
    <w:rsid w:val="0028582C"/>
    <w:rsid w:val="002859AC"/>
    <w:rsid w:val="00285C60"/>
    <w:rsid w:val="002860B9"/>
    <w:rsid w:val="002861D9"/>
    <w:rsid w:val="00286663"/>
    <w:rsid w:val="002867EC"/>
    <w:rsid w:val="0028686D"/>
    <w:rsid w:val="0028693E"/>
    <w:rsid w:val="0028736F"/>
    <w:rsid w:val="0028756C"/>
    <w:rsid w:val="002875E6"/>
    <w:rsid w:val="002877EE"/>
    <w:rsid w:val="00287E4C"/>
    <w:rsid w:val="00287E60"/>
    <w:rsid w:val="00290106"/>
    <w:rsid w:val="00290353"/>
    <w:rsid w:val="00290597"/>
    <w:rsid w:val="00290D30"/>
    <w:rsid w:val="00290FE2"/>
    <w:rsid w:val="002912DF"/>
    <w:rsid w:val="00291378"/>
    <w:rsid w:val="00291455"/>
    <w:rsid w:val="002914D6"/>
    <w:rsid w:val="00291E4D"/>
    <w:rsid w:val="002920B0"/>
    <w:rsid w:val="00292669"/>
    <w:rsid w:val="002927DC"/>
    <w:rsid w:val="002929D4"/>
    <w:rsid w:val="00292E2A"/>
    <w:rsid w:val="00292EA4"/>
    <w:rsid w:val="00292F36"/>
    <w:rsid w:val="00292F53"/>
    <w:rsid w:val="00292F8A"/>
    <w:rsid w:val="002931E3"/>
    <w:rsid w:val="002934BB"/>
    <w:rsid w:val="0029356F"/>
    <w:rsid w:val="00293580"/>
    <w:rsid w:val="00293B30"/>
    <w:rsid w:val="00293B77"/>
    <w:rsid w:val="00293DDD"/>
    <w:rsid w:val="00293EFE"/>
    <w:rsid w:val="00293F35"/>
    <w:rsid w:val="0029445D"/>
    <w:rsid w:val="00294730"/>
    <w:rsid w:val="00294819"/>
    <w:rsid w:val="00294B7B"/>
    <w:rsid w:val="00294B96"/>
    <w:rsid w:val="00294CED"/>
    <w:rsid w:val="00295678"/>
    <w:rsid w:val="0029575E"/>
    <w:rsid w:val="0029596F"/>
    <w:rsid w:val="00295C5E"/>
    <w:rsid w:val="00296770"/>
    <w:rsid w:val="00297262"/>
    <w:rsid w:val="00297310"/>
    <w:rsid w:val="00297386"/>
    <w:rsid w:val="00297491"/>
    <w:rsid w:val="002977C6"/>
    <w:rsid w:val="002979D3"/>
    <w:rsid w:val="00297B88"/>
    <w:rsid w:val="00297B9B"/>
    <w:rsid w:val="00297E2A"/>
    <w:rsid w:val="00297E84"/>
    <w:rsid w:val="00297EDE"/>
    <w:rsid w:val="002A0164"/>
    <w:rsid w:val="002A0448"/>
    <w:rsid w:val="002A048F"/>
    <w:rsid w:val="002A04B7"/>
    <w:rsid w:val="002A061E"/>
    <w:rsid w:val="002A06B1"/>
    <w:rsid w:val="002A0795"/>
    <w:rsid w:val="002A0979"/>
    <w:rsid w:val="002A0A09"/>
    <w:rsid w:val="002A0E3A"/>
    <w:rsid w:val="002A0F16"/>
    <w:rsid w:val="002A0FD8"/>
    <w:rsid w:val="002A1040"/>
    <w:rsid w:val="002A10D9"/>
    <w:rsid w:val="002A1144"/>
    <w:rsid w:val="002A12DE"/>
    <w:rsid w:val="002A1A0D"/>
    <w:rsid w:val="002A21C3"/>
    <w:rsid w:val="002A23A2"/>
    <w:rsid w:val="002A2688"/>
    <w:rsid w:val="002A2790"/>
    <w:rsid w:val="002A28EC"/>
    <w:rsid w:val="002A2A49"/>
    <w:rsid w:val="002A2DD8"/>
    <w:rsid w:val="002A2DE7"/>
    <w:rsid w:val="002A2F0F"/>
    <w:rsid w:val="002A3688"/>
    <w:rsid w:val="002A389F"/>
    <w:rsid w:val="002A3B72"/>
    <w:rsid w:val="002A3D2F"/>
    <w:rsid w:val="002A4696"/>
    <w:rsid w:val="002A47DC"/>
    <w:rsid w:val="002A4883"/>
    <w:rsid w:val="002A4BBE"/>
    <w:rsid w:val="002A5051"/>
    <w:rsid w:val="002A5351"/>
    <w:rsid w:val="002A546B"/>
    <w:rsid w:val="002A56BE"/>
    <w:rsid w:val="002A5759"/>
    <w:rsid w:val="002A5A72"/>
    <w:rsid w:val="002A5ABB"/>
    <w:rsid w:val="002A5C4B"/>
    <w:rsid w:val="002A61A8"/>
    <w:rsid w:val="002A6276"/>
    <w:rsid w:val="002A6295"/>
    <w:rsid w:val="002A637C"/>
    <w:rsid w:val="002A6380"/>
    <w:rsid w:val="002A6599"/>
    <w:rsid w:val="002A65B1"/>
    <w:rsid w:val="002A6705"/>
    <w:rsid w:val="002A670C"/>
    <w:rsid w:val="002A6749"/>
    <w:rsid w:val="002A69DC"/>
    <w:rsid w:val="002A69F5"/>
    <w:rsid w:val="002A6EFD"/>
    <w:rsid w:val="002A6F78"/>
    <w:rsid w:val="002A7506"/>
    <w:rsid w:val="002A7B87"/>
    <w:rsid w:val="002A7C19"/>
    <w:rsid w:val="002A7C38"/>
    <w:rsid w:val="002A7EB5"/>
    <w:rsid w:val="002A7F48"/>
    <w:rsid w:val="002B0172"/>
    <w:rsid w:val="002B038E"/>
    <w:rsid w:val="002B0644"/>
    <w:rsid w:val="002B087B"/>
    <w:rsid w:val="002B0A63"/>
    <w:rsid w:val="002B0C0B"/>
    <w:rsid w:val="002B0CAC"/>
    <w:rsid w:val="002B0DD1"/>
    <w:rsid w:val="002B0E90"/>
    <w:rsid w:val="002B13E2"/>
    <w:rsid w:val="002B1497"/>
    <w:rsid w:val="002B1BAA"/>
    <w:rsid w:val="002B1BFD"/>
    <w:rsid w:val="002B1DD8"/>
    <w:rsid w:val="002B232D"/>
    <w:rsid w:val="002B24E0"/>
    <w:rsid w:val="002B2934"/>
    <w:rsid w:val="002B2B9E"/>
    <w:rsid w:val="002B2F1E"/>
    <w:rsid w:val="002B3262"/>
    <w:rsid w:val="002B3605"/>
    <w:rsid w:val="002B3813"/>
    <w:rsid w:val="002B384C"/>
    <w:rsid w:val="002B3901"/>
    <w:rsid w:val="002B3CAD"/>
    <w:rsid w:val="002B3D8F"/>
    <w:rsid w:val="002B3E0C"/>
    <w:rsid w:val="002B43AE"/>
    <w:rsid w:val="002B4549"/>
    <w:rsid w:val="002B4561"/>
    <w:rsid w:val="002B465A"/>
    <w:rsid w:val="002B4708"/>
    <w:rsid w:val="002B487C"/>
    <w:rsid w:val="002B488E"/>
    <w:rsid w:val="002B513D"/>
    <w:rsid w:val="002B5295"/>
    <w:rsid w:val="002B52BC"/>
    <w:rsid w:val="002B5376"/>
    <w:rsid w:val="002B554E"/>
    <w:rsid w:val="002B5806"/>
    <w:rsid w:val="002B594B"/>
    <w:rsid w:val="002B5A79"/>
    <w:rsid w:val="002B5CBB"/>
    <w:rsid w:val="002B5E58"/>
    <w:rsid w:val="002B6104"/>
    <w:rsid w:val="002B614A"/>
    <w:rsid w:val="002B635E"/>
    <w:rsid w:val="002B6505"/>
    <w:rsid w:val="002B697C"/>
    <w:rsid w:val="002B6B4B"/>
    <w:rsid w:val="002B6BBB"/>
    <w:rsid w:val="002B6D6C"/>
    <w:rsid w:val="002B6E74"/>
    <w:rsid w:val="002B73A5"/>
    <w:rsid w:val="002B740F"/>
    <w:rsid w:val="002B74C0"/>
    <w:rsid w:val="002B74D1"/>
    <w:rsid w:val="002B75A9"/>
    <w:rsid w:val="002B7608"/>
    <w:rsid w:val="002B78B4"/>
    <w:rsid w:val="002B793E"/>
    <w:rsid w:val="002B7A99"/>
    <w:rsid w:val="002C0020"/>
    <w:rsid w:val="002C0040"/>
    <w:rsid w:val="002C00A8"/>
    <w:rsid w:val="002C0395"/>
    <w:rsid w:val="002C08F6"/>
    <w:rsid w:val="002C09A6"/>
    <w:rsid w:val="002C0BC3"/>
    <w:rsid w:val="002C0FE5"/>
    <w:rsid w:val="002C1AF4"/>
    <w:rsid w:val="002C1BD0"/>
    <w:rsid w:val="002C2267"/>
    <w:rsid w:val="002C2295"/>
    <w:rsid w:val="002C23C5"/>
    <w:rsid w:val="002C2448"/>
    <w:rsid w:val="002C29E9"/>
    <w:rsid w:val="002C2B19"/>
    <w:rsid w:val="002C2B25"/>
    <w:rsid w:val="002C2B34"/>
    <w:rsid w:val="002C2D8F"/>
    <w:rsid w:val="002C30AB"/>
    <w:rsid w:val="002C32F7"/>
    <w:rsid w:val="002C380E"/>
    <w:rsid w:val="002C38D9"/>
    <w:rsid w:val="002C3930"/>
    <w:rsid w:val="002C3ACF"/>
    <w:rsid w:val="002C3D1D"/>
    <w:rsid w:val="002C42D0"/>
    <w:rsid w:val="002C459C"/>
    <w:rsid w:val="002C48F4"/>
    <w:rsid w:val="002C4ABB"/>
    <w:rsid w:val="002C4AD0"/>
    <w:rsid w:val="002C4B7C"/>
    <w:rsid w:val="002C4BF8"/>
    <w:rsid w:val="002C4CA2"/>
    <w:rsid w:val="002C4FD8"/>
    <w:rsid w:val="002C5371"/>
    <w:rsid w:val="002C53E7"/>
    <w:rsid w:val="002C565F"/>
    <w:rsid w:val="002C5824"/>
    <w:rsid w:val="002C5BB9"/>
    <w:rsid w:val="002C5FB9"/>
    <w:rsid w:val="002C5FEA"/>
    <w:rsid w:val="002C6103"/>
    <w:rsid w:val="002C6166"/>
    <w:rsid w:val="002C622B"/>
    <w:rsid w:val="002C6376"/>
    <w:rsid w:val="002C652E"/>
    <w:rsid w:val="002C663D"/>
    <w:rsid w:val="002C68D8"/>
    <w:rsid w:val="002C6C71"/>
    <w:rsid w:val="002C6EA8"/>
    <w:rsid w:val="002C6ED7"/>
    <w:rsid w:val="002C7094"/>
    <w:rsid w:val="002C7209"/>
    <w:rsid w:val="002C747B"/>
    <w:rsid w:val="002C785C"/>
    <w:rsid w:val="002C7B29"/>
    <w:rsid w:val="002C7B69"/>
    <w:rsid w:val="002C7BE9"/>
    <w:rsid w:val="002C7D1F"/>
    <w:rsid w:val="002C7F1C"/>
    <w:rsid w:val="002D0461"/>
    <w:rsid w:val="002D04E8"/>
    <w:rsid w:val="002D04FF"/>
    <w:rsid w:val="002D0BBD"/>
    <w:rsid w:val="002D0C37"/>
    <w:rsid w:val="002D1037"/>
    <w:rsid w:val="002D116C"/>
    <w:rsid w:val="002D116F"/>
    <w:rsid w:val="002D17AE"/>
    <w:rsid w:val="002D1996"/>
    <w:rsid w:val="002D1E2E"/>
    <w:rsid w:val="002D1F40"/>
    <w:rsid w:val="002D1FB5"/>
    <w:rsid w:val="002D2119"/>
    <w:rsid w:val="002D269B"/>
    <w:rsid w:val="002D3046"/>
    <w:rsid w:val="002D354D"/>
    <w:rsid w:val="002D35DC"/>
    <w:rsid w:val="002D382D"/>
    <w:rsid w:val="002D3AD8"/>
    <w:rsid w:val="002D3B06"/>
    <w:rsid w:val="002D3C45"/>
    <w:rsid w:val="002D411B"/>
    <w:rsid w:val="002D41A0"/>
    <w:rsid w:val="002D43EE"/>
    <w:rsid w:val="002D4403"/>
    <w:rsid w:val="002D441A"/>
    <w:rsid w:val="002D4614"/>
    <w:rsid w:val="002D498D"/>
    <w:rsid w:val="002D4E96"/>
    <w:rsid w:val="002D4EF8"/>
    <w:rsid w:val="002D507E"/>
    <w:rsid w:val="002D529B"/>
    <w:rsid w:val="002D54CD"/>
    <w:rsid w:val="002D57E5"/>
    <w:rsid w:val="002D5A3C"/>
    <w:rsid w:val="002D5B80"/>
    <w:rsid w:val="002D5BBD"/>
    <w:rsid w:val="002D5BDA"/>
    <w:rsid w:val="002D64E3"/>
    <w:rsid w:val="002D6646"/>
    <w:rsid w:val="002D67BB"/>
    <w:rsid w:val="002D6BC9"/>
    <w:rsid w:val="002D6DDA"/>
    <w:rsid w:val="002D6EC6"/>
    <w:rsid w:val="002D6F92"/>
    <w:rsid w:val="002D72E7"/>
    <w:rsid w:val="002D7A53"/>
    <w:rsid w:val="002D7F84"/>
    <w:rsid w:val="002E0070"/>
    <w:rsid w:val="002E01ED"/>
    <w:rsid w:val="002E02BC"/>
    <w:rsid w:val="002E056A"/>
    <w:rsid w:val="002E06B3"/>
    <w:rsid w:val="002E0B04"/>
    <w:rsid w:val="002E0CF1"/>
    <w:rsid w:val="002E1079"/>
    <w:rsid w:val="002E1A52"/>
    <w:rsid w:val="002E1E78"/>
    <w:rsid w:val="002E1F74"/>
    <w:rsid w:val="002E2017"/>
    <w:rsid w:val="002E28C8"/>
    <w:rsid w:val="002E2BD2"/>
    <w:rsid w:val="002E2C0B"/>
    <w:rsid w:val="002E2CEC"/>
    <w:rsid w:val="002E2D52"/>
    <w:rsid w:val="002E31E9"/>
    <w:rsid w:val="002E34CD"/>
    <w:rsid w:val="002E367F"/>
    <w:rsid w:val="002E3684"/>
    <w:rsid w:val="002E372A"/>
    <w:rsid w:val="002E3F46"/>
    <w:rsid w:val="002E4275"/>
    <w:rsid w:val="002E45C5"/>
    <w:rsid w:val="002E467C"/>
    <w:rsid w:val="002E4885"/>
    <w:rsid w:val="002E4F3D"/>
    <w:rsid w:val="002E51C1"/>
    <w:rsid w:val="002E52FD"/>
    <w:rsid w:val="002E53FC"/>
    <w:rsid w:val="002E5442"/>
    <w:rsid w:val="002E5615"/>
    <w:rsid w:val="002E5975"/>
    <w:rsid w:val="002E5C8B"/>
    <w:rsid w:val="002E5CC1"/>
    <w:rsid w:val="002E5D54"/>
    <w:rsid w:val="002E7050"/>
    <w:rsid w:val="002E7072"/>
    <w:rsid w:val="002E712F"/>
    <w:rsid w:val="002E7429"/>
    <w:rsid w:val="002E746C"/>
    <w:rsid w:val="002E757B"/>
    <w:rsid w:val="002E75B6"/>
    <w:rsid w:val="002E782C"/>
    <w:rsid w:val="002E79F5"/>
    <w:rsid w:val="002E7CAC"/>
    <w:rsid w:val="002E7E4B"/>
    <w:rsid w:val="002E7F76"/>
    <w:rsid w:val="002F0019"/>
    <w:rsid w:val="002F03FC"/>
    <w:rsid w:val="002F045C"/>
    <w:rsid w:val="002F0531"/>
    <w:rsid w:val="002F06BB"/>
    <w:rsid w:val="002F0764"/>
    <w:rsid w:val="002F07EF"/>
    <w:rsid w:val="002F1321"/>
    <w:rsid w:val="002F132D"/>
    <w:rsid w:val="002F13FD"/>
    <w:rsid w:val="002F152E"/>
    <w:rsid w:val="002F1659"/>
    <w:rsid w:val="002F1793"/>
    <w:rsid w:val="002F18B6"/>
    <w:rsid w:val="002F1AEB"/>
    <w:rsid w:val="002F1C36"/>
    <w:rsid w:val="002F2193"/>
    <w:rsid w:val="002F22DA"/>
    <w:rsid w:val="002F25F7"/>
    <w:rsid w:val="002F2A8D"/>
    <w:rsid w:val="002F2DAF"/>
    <w:rsid w:val="002F319E"/>
    <w:rsid w:val="002F31E7"/>
    <w:rsid w:val="002F3289"/>
    <w:rsid w:val="002F3454"/>
    <w:rsid w:val="002F386B"/>
    <w:rsid w:val="002F3876"/>
    <w:rsid w:val="002F3917"/>
    <w:rsid w:val="002F3ADF"/>
    <w:rsid w:val="002F3B10"/>
    <w:rsid w:val="002F3B6B"/>
    <w:rsid w:val="002F3DE2"/>
    <w:rsid w:val="002F3E8E"/>
    <w:rsid w:val="002F4068"/>
    <w:rsid w:val="002F4092"/>
    <w:rsid w:val="002F413F"/>
    <w:rsid w:val="002F43E6"/>
    <w:rsid w:val="002F455D"/>
    <w:rsid w:val="002F45B4"/>
    <w:rsid w:val="002F45FF"/>
    <w:rsid w:val="002F490D"/>
    <w:rsid w:val="002F49BA"/>
    <w:rsid w:val="002F4ACC"/>
    <w:rsid w:val="002F4B52"/>
    <w:rsid w:val="002F4BA4"/>
    <w:rsid w:val="002F4D96"/>
    <w:rsid w:val="002F4DA5"/>
    <w:rsid w:val="002F4E46"/>
    <w:rsid w:val="002F5034"/>
    <w:rsid w:val="002F5039"/>
    <w:rsid w:val="002F50C9"/>
    <w:rsid w:val="002F517D"/>
    <w:rsid w:val="002F5229"/>
    <w:rsid w:val="002F5348"/>
    <w:rsid w:val="002F5443"/>
    <w:rsid w:val="002F576B"/>
    <w:rsid w:val="002F6E1C"/>
    <w:rsid w:val="002F6F7E"/>
    <w:rsid w:val="002F70DF"/>
    <w:rsid w:val="002F7111"/>
    <w:rsid w:val="002F728A"/>
    <w:rsid w:val="002F7615"/>
    <w:rsid w:val="002F7779"/>
    <w:rsid w:val="002F7E8D"/>
    <w:rsid w:val="002F7F07"/>
    <w:rsid w:val="002F7F25"/>
    <w:rsid w:val="002F7F86"/>
    <w:rsid w:val="003000FE"/>
    <w:rsid w:val="003001C8"/>
    <w:rsid w:val="003001D0"/>
    <w:rsid w:val="003007BF"/>
    <w:rsid w:val="00300A87"/>
    <w:rsid w:val="00300B4B"/>
    <w:rsid w:val="00300BF6"/>
    <w:rsid w:val="00300CBE"/>
    <w:rsid w:val="0030104A"/>
    <w:rsid w:val="00301545"/>
    <w:rsid w:val="0030155A"/>
    <w:rsid w:val="003017E5"/>
    <w:rsid w:val="0030190E"/>
    <w:rsid w:val="00301AF9"/>
    <w:rsid w:val="00301C58"/>
    <w:rsid w:val="00301F0E"/>
    <w:rsid w:val="00302069"/>
    <w:rsid w:val="00302676"/>
    <w:rsid w:val="00302681"/>
    <w:rsid w:val="003028A8"/>
    <w:rsid w:val="00302C73"/>
    <w:rsid w:val="00302D51"/>
    <w:rsid w:val="00302DC3"/>
    <w:rsid w:val="00302FF5"/>
    <w:rsid w:val="003032C1"/>
    <w:rsid w:val="00303359"/>
    <w:rsid w:val="00303563"/>
    <w:rsid w:val="003036B6"/>
    <w:rsid w:val="0030381D"/>
    <w:rsid w:val="0030387D"/>
    <w:rsid w:val="003039EE"/>
    <w:rsid w:val="00303AAC"/>
    <w:rsid w:val="00304206"/>
    <w:rsid w:val="0030426F"/>
    <w:rsid w:val="003042D4"/>
    <w:rsid w:val="0030462C"/>
    <w:rsid w:val="00304804"/>
    <w:rsid w:val="0030496A"/>
    <w:rsid w:val="00304E58"/>
    <w:rsid w:val="00304EA7"/>
    <w:rsid w:val="003050C9"/>
    <w:rsid w:val="003050D9"/>
    <w:rsid w:val="003051E9"/>
    <w:rsid w:val="00305282"/>
    <w:rsid w:val="003055E6"/>
    <w:rsid w:val="00305607"/>
    <w:rsid w:val="0030594C"/>
    <w:rsid w:val="00305B5E"/>
    <w:rsid w:val="00305D44"/>
    <w:rsid w:val="00305FB2"/>
    <w:rsid w:val="003065EF"/>
    <w:rsid w:val="003067F9"/>
    <w:rsid w:val="00306884"/>
    <w:rsid w:val="003069A6"/>
    <w:rsid w:val="00306B9A"/>
    <w:rsid w:val="00306D35"/>
    <w:rsid w:val="00306F2E"/>
    <w:rsid w:val="00306FB6"/>
    <w:rsid w:val="003070C7"/>
    <w:rsid w:val="0030714D"/>
    <w:rsid w:val="0030728A"/>
    <w:rsid w:val="00307366"/>
    <w:rsid w:val="003074FD"/>
    <w:rsid w:val="0030774B"/>
    <w:rsid w:val="00307814"/>
    <w:rsid w:val="00307B5A"/>
    <w:rsid w:val="00307EFF"/>
    <w:rsid w:val="00310001"/>
    <w:rsid w:val="003101A8"/>
    <w:rsid w:val="0031032C"/>
    <w:rsid w:val="0031043A"/>
    <w:rsid w:val="003104A5"/>
    <w:rsid w:val="0031067F"/>
    <w:rsid w:val="0031080F"/>
    <w:rsid w:val="003110A5"/>
    <w:rsid w:val="00311977"/>
    <w:rsid w:val="00311AB3"/>
    <w:rsid w:val="00311EF6"/>
    <w:rsid w:val="003125EC"/>
    <w:rsid w:val="00312645"/>
    <w:rsid w:val="003127AE"/>
    <w:rsid w:val="00312AD1"/>
    <w:rsid w:val="00312CC4"/>
    <w:rsid w:val="00313548"/>
    <w:rsid w:val="0031371D"/>
    <w:rsid w:val="00313B19"/>
    <w:rsid w:val="00313B90"/>
    <w:rsid w:val="00313CA9"/>
    <w:rsid w:val="00313DB9"/>
    <w:rsid w:val="00313E2C"/>
    <w:rsid w:val="00313F98"/>
    <w:rsid w:val="0031429E"/>
    <w:rsid w:val="003142E2"/>
    <w:rsid w:val="003143DA"/>
    <w:rsid w:val="00314562"/>
    <w:rsid w:val="00314C44"/>
    <w:rsid w:val="00314DDB"/>
    <w:rsid w:val="0031525E"/>
    <w:rsid w:val="003152C7"/>
    <w:rsid w:val="003155E6"/>
    <w:rsid w:val="0031576C"/>
    <w:rsid w:val="00315E1F"/>
    <w:rsid w:val="003165DF"/>
    <w:rsid w:val="003166CD"/>
    <w:rsid w:val="003168C8"/>
    <w:rsid w:val="0031695F"/>
    <w:rsid w:val="00316ACC"/>
    <w:rsid w:val="00316C5E"/>
    <w:rsid w:val="00317217"/>
    <w:rsid w:val="00317297"/>
    <w:rsid w:val="00317370"/>
    <w:rsid w:val="0031743F"/>
    <w:rsid w:val="003176A3"/>
    <w:rsid w:val="00317B9D"/>
    <w:rsid w:val="003209B6"/>
    <w:rsid w:val="00320F00"/>
    <w:rsid w:val="003210DE"/>
    <w:rsid w:val="0032110D"/>
    <w:rsid w:val="00321736"/>
    <w:rsid w:val="00321892"/>
    <w:rsid w:val="003219FB"/>
    <w:rsid w:val="00321B44"/>
    <w:rsid w:val="00321DFA"/>
    <w:rsid w:val="0032224E"/>
    <w:rsid w:val="003222AC"/>
    <w:rsid w:val="00322867"/>
    <w:rsid w:val="003228FB"/>
    <w:rsid w:val="0032297E"/>
    <w:rsid w:val="00322A04"/>
    <w:rsid w:val="00322BEF"/>
    <w:rsid w:val="00322F57"/>
    <w:rsid w:val="0032307B"/>
    <w:rsid w:val="00323311"/>
    <w:rsid w:val="00323936"/>
    <w:rsid w:val="003245E6"/>
    <w:rsid w:val="00324843"/>
    <w:rsid w:val="00324F28"/>
    <w:rsid w:val="00325317"/>
    <w:rsid w:val="00325396"/>
    <w:rsid w:val="0032539D"/>
    <w:rsid w:val="00325988"/>
    <w:rsid w:val="00325E47"/>
    <w:rsid w:val="00325E52"/>
    <w:rsid w:val="00325FE5"/>
    <w:rsid w:val="0032604D"/>
    <w:rsid w:val="00326093"/>
    <w:rsid w:val="00326862"/>
    <w:rsid w:val="003268C4"/>
    <w:rsid w:val="00326915"/>
    <w:rsid w:val="00326A69"/>
    <w:rsid w:val="003270E4"/>
    <w:rsid w:val="003271A5"/>
    <w:rsid w:val="00327273"/>
    <w:rsid w:val="0032752A"/>
    <w:rsid w:val="0032772C"/>
    <w:rsid w:val="0032787F"/>
    <w:rsid w:val="00330056"/>
    <w:rsid w:val="003300EE"/>
    <w:rsid w:val="00330274"/>
    <w:rsid w:val="0033099F"/>
    <w:rsid w:val="00330B3B"/>
    <w:rsid w:val="00330D7B"/>
    <w:rsid w:val="00330D80"/>
    <w:rsid w:val="0033116C"/>
    <w:rsid w:val="003311F0"/>
    <w:rsid w:val="0033137B"/>
    <w:rsid w:val="0033149C"/>
    <w:rsid w:val="0033152A"/>
    <w:rsid w:val="00331551"/>
    <w:rsid w:val="003318C0"/>
    <w:rsid w:val="003319BA"/>
    <w:rsid w:val="00331B11"/>
    <w:rsid w:val="00331B4E"/>
    <w:rsid w:val="00331D9D"/>
    <w:rsid w:val="00331F99"/>
    <w:rsid w:val="00332062"/>
    <w:rsid w:val="00332249"/>
    <w:rsid w:val="00332361"/>
    <w:rsid w:val="00332538"/>
    <w:rsid w:val="00332627"/>
    <w:rsid w:val="003327D3"/>
    <w:rsid w:val="003328F6"/>
    <w:rsid w:val="00332957"/>
    <w:rsid w:val="00332A16"/>
    <w:rsid w:val="00332A76"/>
    <w:rsid w:val="00332B1E"/>
    <w:rsid w:val="00332C41"/>
    <w:rsid w:val="00332E28"/>
    <w:rsid w:val="00332FD1"/>
    <w:rsid w:val="00332FD2"/>
    <w:rsid w:val="0033308B"/>
    <w:rsid w:val="0033329A"/>
    <w:rsid w:val="0033348F"/>
    <w:rsid w:val="003338DD"/>
    <w:rsid w:val="00333A8F"/>
    <w:rsid w:val="00333CCE"/>
    <w:rsid w:val="00333E7F"/>
    <w:rsid w:val="00333F92"/>
    <w:rsid w:val="00333FEB"/>
    <w:rsid w:val="0033405C"/>
    <w:rsid w:val="00334109"/>
    <w:rsid w:val="0033435C"/>
    <w:rsid w:val="00334879"/>
    <w:rsid w:val="00334ECD"/>
    <w:rsid w:val="00334F02"/>
    <w:rsid w:val="00335004"/>
    <w:rsid w:val="003353CE"/>
    <w:rsid w:val="003353ED"/>
    <w:rsid w:val="0033549C"/>
    <w:rsid w:val="003355B2"/>
    <w:rsid w:val="00335958"/>
    <w:rsid w:val="00335E8C"/>
    <w:rsid w:val="00335FA2"/>
    <w:rsid w:val="003360C5"/>
    <w:rsid w:val="00336304"/>
    <w:rsid w:val="00336387"/>
    <w:rsid w:val="003363C3"/>
    <w:rsid w:val="003365FA"/>
    <w:rsid w:val="00336892"/>
    <w:rsid w:val="003368CF"/>
    <w:rsid w:val="003370EA"/>
    <w:rsid w:val="0033733D"/>
    <w:rsid w:val="00337835"/>
    <w:rsid w:val="0033787D"/>
    <w:rsid w:val="00337AFD"/>
    <w:rsid w:val="00337D99"/>
    <w:rsid w:val="003400CE"/>
    <w:rsid w:val="0034021E"/>
    <w:rsid w:val="00340350"/>
    <w:rsid w:val="003406B6"/>
    <w:rsid w:val="00340837"/>
    <w:rsid w:val="0034085A"/>
    <w:rsid w:val="00340875"/>
    <w:rsid w:val="003409B2"/>
    <w:rsid w:val="003409D7"/>
    <w:rsid w:val="00341016"/>
    <w:rsid w:val="0034124F"/>
    <w:rsid w:val="003412DA"/>
    <w:rsid w:val="00341492"/>
    <w:rsid w:val="003414CD"/>
    <w:rsid w:val="003414E0"/>
    <w:rsid w:val="00341735"/>
    <w:rsid w:val="003417BF"/>
    <w:rsid w:val="00341ABA"/>
    <w:rsid w:val="00341B0D"/>
    <w:rsid w:val="00341C26"/>
    <w:rsid w:val="00341E8B"/>
    <w:rsid w:val="00342021"/>
    <w:rsid w:val="0034209B"/>
    <w:rsid w:val="003420F6"/>
    <w:rsid w:val="00342179"/>
    <w:rsid w:val="003422E3"/>
    <w:rsid w:val="00342360"/>
    <w:rsid w:val="003424C1"/>
    <w:rsid w:val="00342661"/>
    <w:rsid w:val="00342A0C"/>
    <w:rsid w:val="00342F10"/>
    <w:rsid w:val="00342F4A"/>
    <w:rsid w:val="00343054"/>
    <w:rsid w:val="003430B5"/>
    <w:rsid w:val="003432E5"/>
    <w:rsid w:val="003433C9"/>
    <w:rsid w:val="003434C0"/>
    <w:rsid w:val="003435CE"/>
    <w:rsid w:val="00343657"/>
    <w:rsid w:val="0034391F"/>
    <w:rsid w:val="00343BB9"/>
    <w:rsid w:val="00343C29"/>
    <w:rsid w:val="00343CB9"/>
    <w:rsid w:val="00343E44"/>
    <w:rsid w:val="00344013"/>
    <w:rsid w:val="003440B6"/>
    <w:rsid w:val="0034466B"/>
    <w:rsid w:val="00344777"/>
    <w:rsid w:val="00344F44"/>
    <w:rsid w:val="00344F87"/>
    <w:rsid w:val="0034514E"/>
    <w:rsid w:val="00345227"/>
    <w:rsid w:val="003452FE"/>
    <w:rsid w:val="003454CC"/>
    <w:rsid w:val="00345538"/>
    <w:rsid w:val="003457CC"/>
    <w:rsid w:val="00345871"/>
    <w:rsid w:val="00345963"/>
    <w:rsid w:val="0034597D"/>
    <w:rsid w:val="00345D27"/>
    <w:rsid w:val="00345E94"/>
    <w:rsid w:val="00346321"/>
    <w:rsid w:val="00346388"/>
    <w:rsid w:val="0034677D"/>
    <w:rsid w:val="003467C8"/>
    <w:rsid w:val="00346C1A"/>
    <w:rsid w:val="00346C6B"/>
    <w:rsid w:val="00346DBF"/>
    <w:rsid w:val="00346E3F"/>
    <w:rsid w:val="003471AF"/>
    <w:rsid w:val="00347352"/>
    <w:rsid w:val="00347459"/>
    <w:rsid w:val="003475AF"/>
    <w:rsid w:val="0034773E"/>
    <w:rsid w:val="003478FA"/>
    <w:rsid w:val="00347AA9"/>
    <w:rsid w:val="00347C26"/>
    <w:rsid w:val="00347CD2"/>
    <w:rsid w:val="003501C0"/>
    <w:rsid w:val="00350536"/>
    <w:rsid w:val="0035059C"/>
    <w:rsid w:val="003506BE"/>
    <w:rsid w:val="00350791"/>
    <w:rsid w:val="003507D1"/>
    <w:rsid w:val="00350DED"/>
    <w:rsid w:val="00350E2C"/>
    <w:rsid w:val="0035145D"/>
    <w:rsid w:val="003517B9"/>
    <w:rsid w:val="0035190A"/>
    <w:rsid w:val="00351A71"/>
    <w:rsid w:val="00351C33"/>
    <w:rsid w:val="00351E6A"/>
    <w:rsid w:val="003522D0"/>
    <w:rsid w:val="0035231D"/>
    <w:rsid w:val="00352600"/>
    <w:rsid w:val="0035270A"/>
    <w:rsid w:val="003529BC"/>
    <w:rsid w:val="00352EB9"/>
    <w:rsid w:val="00352FCA"/>
    <w:rsid w:val="003530AB"/>
    <w:rsid w:val="003530D8"/>
    <w:rsid w:val="00353860"/>
    <w:rsid w:val="00353B20"/>
    <w:rsid w:val="00353BDE"/>
    <w:rsid w:val="00353E05"/>
    <w:rsid w:val="003544BE"/>
    <w:rsid w:val="003544D0"/>
    <w:rsid w:val="00354677"/>
    <w:rsid w:val="003548F1"/>
    <w:rsid w:val="003549FC"/>
    <w:rsid w:val="0035539C"/>
    <w:rsid w:val="00356030"/>
    <w:rsid w:val="003560A9"/>
    <w:rsid w:val="0035669C"/>
    <w:rsid w:val="00356A51"/>
    <w:rsid w:val="00356A7D"/>
    <w:rsid w:val="00356B28"/>
    <w:rsid w:val="00356BAC"/>
    <w:rsid w:val="00356E0F"/>
    <w:rsid w:val="0035748B"/>
    <w:rsid w:val="003576F8"/>
    <w:rsid w:val="003576FB"/>
    <w:rsid w:val="00357789"/>
    <w:rsid w:val="00357DF7"/>
    <w:rsid w:val="00357EC4"/>
    <w:rsid w:val="00357FA5"/>
    <w:rsid w:val="003607FF"/>
    <w:rsid w:val="003609B9"/>
    <w:rsid w:val="003610C8"/>
    <w:rsid w:val="003612C4"/>
    <w:rsid w:val="003613D5"/>
    <w:rsid w:val="0036149C"/>
    <w:rsid w:val="003614AF"/>
    <w:rsid w:val="00361578"/>
    <w:rsid w:val="00361763"/>
    <w:rsid w:val="003618E2"/>
    <w:rsid w:val="00361AFB"/>
    <w:rsid w:val="00361E12"/>
    <w:rsid w:val="00362404"/>
    <w:rsid w:val="0036243E"/>
    <w:rsid w:val="00362498"/>
    <w:rsid w:val="00362508"/>
    <w:rsid w:val="0036279E"/>
    <w:rsid w:val="00362D89"/>
    <w:rsid w:val="00362F06"/>
    <w:rsid w:val="003636AA"/>
    <w:rsid w:val="00363928"/>
    <w:rsid w:val="00363DA7"/>
    <w:rsid w:val="0036405D"/>
    <w:rsid w:val="003640B2"/>
    <w:rsid w:val="0036418A"/>
    <w:rsid w:val="0036425D"/>
    <w:rsid w:val="00364306"/>
    <w:rsid w:val="0036444C"/>
    <w:rsid w:val="00364541"/>
    <w:rsid w:val="00364742"/>
    <w:rsid w:val="003647F8"/>
    <w:rsid w:val="003648F3"/>
    <w:rsid w:val="0036499C"/>
    <w:rsid w:val="00364A9E"/>
    <w:rsid w:val="00364E67"/>
    <w:rsid w:val="00365244"/>
    <w:rsid w:val="003652B0"/>
    <w:rsid w:val="00365329"/>
    <w:rsid w:val="003654F3"/>
    <w:rsid w:val="003657FF"/>
    <w:rsid w:val="00365810"/>
    <w:rsid w:val="00365AA2"/>
    <w:rsid w:val="00365BC7"/>
    <w:rsid w:val="00365BF5"/>
    <w:rsid w:val="00365DFE"/>
    <w:rsid w:val="00366062"/>
    <w:rsid w:val="003663AA"/>
    <w:rsid w:val="00366447"/>
    <w:rsid w:val="00366653"/>
    <w:rsid w:val="003666E5"/>
    <w:rsid w:val="0036684F"/>
    <w:rsid w:val="00366C68"/>
    <w:rsid w:val="0036708D"/>
    <w:rsid w:val="003670AA"/>
    <w:rsid w:val="00367258"/>
    <w:rsid w:val="0036788A"/>
    <w:rsid w:val="003678B9"/>
    <w:rsid w:val="0036798E"/>
    <w:rsid w:val="00367EDD"/>
    <w:rsid w:val="003701BE"/>
    <w:rsid w:val="00370212"/>
    <w:rsid w:val="00370421"/>
    <w:rsid w:val="003707F9"/>
    <w:rsid w:val="00370F4D"/>
    <w:rsid w:val="00370FA1"/>
    <w:rsid w:val="00370FFC"/>
    <w:rsid w:val="0037107A"/>
    <w:rsid w:val="003714AF"/>
    <w:rsid w:val="003715C6"/>
    <w:rsid w:val="003717BC"/>
    <w:rsid w:val="00371802"/>
    <w:rsid w:val="003719A7"/>
    <w:rsid w:val="00371A64"/>
    <w:rsid w:val="00371C2B"/>
    <w:rsid w:val="0037201E"/>
    <w:rsid w:val="00372020"/>
    <w:rsid w:val="0037267C"/>
    <w:rsid w:val="0037296A"/>
    <w:rsid w:val="00372AC6"/>
    <w:rsid w:val="00372BFC"/>
    <w:rsid w:val="00372E65"/>
    <w:rsid w:val="00372EBF"/>
    <w:rsid w:val="00373145"/>
    <w:rsid w:val="0037328A"/>
    <w:rsid w:val="003732B0"/>
    <w:rsid w:val="003733A7"/>
    <w:rsid w:val="00373558"/>
    <w:rsid w:val="0037363C"/>
    <w:rsid w:val="0037368E"/>
    <w:rsid w:val="00373A33"/>
    <w:rsid w:val="00373FE3"/>
    <w:rsid w:val="0037410E"/>
    <w:rsid w:val="003748C1"/>
    <w:rsid w:val="00374B24"/>
    <w:rsid w:val="003750C2"/>
    <w:rsid w:val="003754A2"/>
    <w:rsid w:val="00375580"/>
    <w:rsid w:val="003755AD"/>
    <w:rsid w:val="003756BC"/>
    <w:rsid w:val="00375A16"/>
    <w:rsid w:val="00375D6F"/>
    <w:rsid w:val="003766A5"/>
    <w:rsid w:val="00376D10"/>
    <w:rsid w:val="00376F36"/>
    <w:rsid w:val="0037746A"/>
    <w:rsid w:val="00377634"/>
    <w:rsid w:val="0037773F"/>
    <w:rsid w:val="0037783A"/>
    <w:rsid w:val="003778DC"/>
    <w:rsid w:val="00377B74"/>
    <w:rsid w:val="0038063F"/>
    <w:rsid w:val="00380791"/>
    <w:rsid w:val="003807EF"/>
    <w:rsid w:val="003808F3"/>
    <w:rsid w:val="00380B55"/>
    <w:rsid w:val="00380B72"/>
    <w:rsid w:val="00380D20"/>
    <w:rsid w:val="00380DF6"/>
    <w:rsid w:val="00380E25"/>
    <w:rsid w:val="003812F2"/>
    <w:rsid w:val="00381610"/>
    <w:rsid w:val="00381688"/>
    <w:rsid w:val="00381716"/>
    <w:rsid w:val="0038184A"/>
    <w:rsid w:val="00381BB5"/>
    <w:rsid w:val="00382169"/>
    <w:rsid w:val="003824EC"/>
    <w:rsid w:val="00382840"/>
    <w:rsid w:val="00382871"/>
    <w:rsid w:val="00382C02"/>
    <w:rsid w:val="00382C4A"/>
    <w:rsid w:val="00383045"/>
    <w:rsid w:val="00383081"/>
    <w:rsid w:val="003830FB"/>
    <w:rsid w:val="0038359D"/>
    <w:rsid w:val="003835BF"/>
    <w:rsid w:val="00383B57"/>
    <w:rsid w:val="00383BF3"/>
    <w:rsid w:val="00383CE5"/>
    <w:rsid w:val="00384281"/>
    <w:rsid w:val="003842B8"/>
    <w:rsid w:val="003847CD"/>
    <w:rsid w:val="00384828"/>
    <w:rsid w:val="00384A58"/>
    <w:rsid w:val="00384D64"/>
    <w:rsid w:val="00384D92"/>
    <w:rsid w:val="00384FBF"/>
    <w:rsid w:val="003850A9"/>
    <w:rsid w:val="00385227"/>
    <w:rsid w:val="00385294"/>
    <w:rsid w:val="0038541B"/>
    <w:rsid w:val="00385845"/>
    <w:rsid w:val="003858F6"/>
    <w:rsid w:val="00385916"/>
    <w:rsid w:val="00385A71"/>
    <w:rsid w:val="00385C24"/>
    <w:rsid w:val="00385F41"/>
    <w:rsid w:val="0038610E"/>
    <w:rsid w:val="00386400"/>
    <w:rsid w:val="003867F7"/>
    <w:rsid w:val="00386878"/>
    <w:rsid w:val="00386948"/>
    <w:rsid w:val="00386A05"/>
    <w:rsid w:val="00386A9C"/>
    <w:rsid w:val="00386BC0"/>
    <w:rsid w:val="00386D43"/>
    <w:rsid w:val="00386D71"/>
    <w:rsid w:val="00386DCD"/>
    <w:rsid w:val="00386DDA"/>
    <w:rsid w:val="00386ECA"/>
    <w:rsid w:val="003871A5"/>
    <w:rsid w:val="00387598"/>
    <w:rsid w:val="0038771C"/>
    <w:rsid w:val="00387A0C"/>
    <w:rsid w:val="00387AAA"/>
    <w:rsid w:val="00387E04"/>
    <w:rsid w:val="00387E53"/>
    <w:rsid w:val="00387FCC"/>
    <w:rsid w:val="0039022E"/>
    <w:rsid w:val="00390709"/>
    <w:rsid w:val="00390AA5"/>
    <w:rsid w:val="00390C45"/>
    <w:rsid w:val="00390CA1"/>
    <w:rsid w:val="00390D59"/>
    <w:rsid w:val="00390F2A"/>
    <w:rsid w:val="003911CE"/>
    <w:rsid w:val="0039131E"/>
    <w:rsid w:val="0039133B"/>
    <w:rsid w:val="00391385"/>
    <w:rsid w:val="00391734"/>
    <w:rsid w:val="003919CF"/>
    <w:rsid w:val="00391B5B"/>
    <w:rsid w:val="00391CE2"/>
    <w:rsid w:val="00391D59"/>
    <w:rsid w:val="00391F28"/>
    <w:rsid w:val="003920A6"/>
    <w:rsid w:val="00392170"/>
    <w:rsid w:val="003927A0"/>
    <w:rsid w:val="00392BBF"/>
    <w:rsid w:val="00392C22"/>
    <w:rsid w:val="00392D4F"/>
    <w:rsid w:val="00392D61"/>
    <w:rsid w:val="00392D72"/>
    <w:rsid w:val="00392FDE"/>
    <w:rsid w:val="003930F2"/>
    <w:rsid w:val="003931AD"/>
    <w:rsid w:val="00393491"/>
    <w:rsid w:val="0039356A"/>
    <w:rsid w:val="00393763"/>
    <w:rsid w:val="00393819"/>
    <w:rsid w:val="00393858"/>
    <w:rsid w:val="00393924"/>
    <w:rsid w:val="0039396D"/>
    <w:rsid w:val="00393C10"/>
    <w:rsid w:val="00393FFB"/>
    <w:rsid w:val="0039429C"/>
    <w:rsid w:val="003944BC"/>
    <w:rsid w:val="003946A7"/>
    <w:rsid w:val="00394739"/>
    <w:rsid w:val="00394793"/>
    <w:rsid w:val="00394BB1"/>
    <w:rsid w:val="00394CB8"/>
    <w:rsid w:val="00394EE8"/>
    <w:rsid w:val="00395199"/>
    <w:rsid w:val="003955DB"/>
    <w:rsid w:val="003955F9"/>
    <w:rsid w:val="0039568B"/>
    <w:rsid w:val="00395AC6"/>
    <w:rsid w:val="0039608F"/>
    <w:rsid w:val="00396165"/>
    <w:rsid w:val="0039617A"/>
    <w:rsid w:val="00396497"/>
    <w:rsid w:val="00396514"/>
    <w:rsid w:val="00396639"/>
    <w:rsid w:val="00396DC2"/>
    <w:rsid w:val="003970BE"/>
    <w:rsid w:val="003970FF"/>
    <w:rsid w:val="003973C1"/>
    <w:rsid w:val="00397601"/>
    <w:rsid w:val="00397969"/>
    <w:rsid w:val="00397998"/>
    <w:rsid w:val="003979FF"/>
    <w:rsid w:val="00397E40"/>
    <w:rsid w:val="003A0052"/>
    <w:rsid w:val="003A02E2"/>
    <w:rsid w:val="003A034B"/>
    <w:rsid w:val="003A0607"/>
    <w:rsid w:val="003A06F6"/>
    <w:rsid w:val="003A0C43"/>
    <w:rsid w:val="003A0E14"/>
    <w:rsid w:val="003A0E9B"/>
    <w:rsid w:val="003A171C"/>
    <w:rsid w:val="003A1D47"/>
    <w:rsid w:val="003A20C4"/>
    <w:rsid w:val="003A2B0B"/>
    <w:rsid w:val="003A2B2D"/>
    <w:rsid w:val="003A2DCC"/>
    <w:rsid w:val="003A2E5A"/>
    <w:rsid w:val="003A3375"/>
    <w:rsid w:val="003A35BB"/>
    <w:rsid w:val="003A35E5"/>
    <w:rsid w:val="003A395A"/>
    <w:rsid w:val="003A3CC8"/>
    <w:rsid w:val="003A3DEF"/>
    <w:rsid w:val="003A42CD"/>
    <w:rsid w:val="003A44FC"/>
    <w:rsid w:val="003A4500"/>
    <w:rsid w:val="003A46FC"/>
    <w:rsid w:val="003A49C4"/>
    <w:rsid w:val="003A4EB8"/>
    <w:rsid w:val="003A4EBB"/>
    <w:rsid w:val="003A4FC4"/>
    <w:rsid w:val="003A5568"/>
    <w:rsid w:val="003A556A"/>
    <w:rsid w:val="003A5610"/>
    <w:rsid w:val="003A566D"/>
    <w:rsid w:val="003A574B"/>
    <w:rsid w:val="003A5A18"/>
    <w:rsid w:val="003A5DC5"/>
    <w:rsid w:val="003A6106"/>
    <w:rsid w:val="003A61F9"/>
    <w:rsid w:val="003A623D"/>
    <w:rsid w:val="003A62A1"/>
    <w:rsid w:val="003A62B3"/>
    <w:rsid w:val="003A64F1"/>
    <w:rsid w:val="003A6592"/>
    <w:rsid w:val="003A6BF7"/>
    <w:rsid w:val="003A6C70"/>
    <w:rsid w:val="003A6F78"/>
    <w:rsid w:val="003A71CA"/>
    <w:rsid w:val="003A729B"/>
    <w:rsid w:val="003A74AA"/>
    <w:rsid w:val="003A759B"/>
    <w:rsid w:val="003A7781"/>
    <w:rsid w:val="003A78EE"/>
    <w:rsid w:val="003A7923"/>
    <w:rsid w:val="003A7AB8"/>
    <w:rsid w:val="003A7D49"/>
    <w:rsid w:val="003A7FFB"/>
    <w:rsid w:val="003B0012"/>
    <w:rsid w:val="003B0059"/>
    <w:rsid w:val="003B07DB"/>
    <w:rsid w:val="003B0975"/>
    <w:rsid w:val="003B0F55"/>
    <w:rsid w:val="003B0F75"/>
    <w:rsid w:val="003B0F93"/>
    <w:rsid w:val="003B1053"/>
    <w:rsid w:val="003B1103"/>
    <w:rsid w:val="003B1552"/>
    <w:rsid w:val="003B16DA"/>
    <w:rsid w:val="003B1892"/>
    <w:rsid w:val="003B1B6C"/>
    <w:rsid w:val="003B1C13"/>
    <w:rsid w:val="003B1F20"/>
    <w:rsid w:val="003B2042"/>
    <w:rsid w:val="003B2052"/>
    <w:rsid w:val="003B20C4"/>
    <w:rsid w:val="003B2335"/>
    <w:rsid w:val="003B2418"/>
    <w:rsid w:val="003B2428"/>
    <w:rsid w:val="003B26C0"/>
    <w:rsid w:val="003B2A40"/>
    <w:rsid w:val="003B2B23"/>
    <w:rsid w:val="003B2DC3"/>
    <w:rsid w:val="003B2DF0"/>
    <w:rsid w:val="003B3128"/>
    <w:rsid w:val="003B31DE"/>
    <w:rsid w:val="003B3279"/>
    <w:rsid w:val="003B3624"/>
    <w:rsid w:val="003B36B5"/>
    <w:rsid w:val="003B36FB"/>
    <w:rsid w:val="003B3AFE"/>
    <w:rsid w:val="003B3E0F"/>
    <w:rsid w:val="003B4317"/>
    <w:rsid w:val="003B4B08"/>
    <w:rsid w:val="003B4B74"/>
    <w:rsid w:val="003B4C25"/>
    <w:rsid w:val="003B4D3A"/>
    <w:rsid w:val="003B4D54"/>
    <w:rsid w:val="003B524B"/>
    <w:rsid w:val="003B533E"/>
    <w:rsid w:val="003B53E4"/>
    <w:rsid w:val="003B53FF"/>
    <w:rsid w:val="003B54CA"/>
    <w:rsid w:val="003B5507"/>
    <w:rsid w:val="003B56F2"/>
    <w:rsid w:val="003B5A7F"/>
    <w:rsid w:val="003B5C38"/>
    <w:rsid w:val="003B5CF7"/>
    <w:rsid w:val="003B5F41"/>
    <w:rsid w:val="003B6091"/>
    <w:rsid w:val="003B62CA"/>
    <w:rsid w:val="003B62E7"/>
    <w:rsid w:val="003B68EF"/>
    <w:rsid w:val="003B6CB0"/>
    <w:rsid w:val="003B7003"/>
    <w:rsid w:val="003B7011"/>
    <w:rsid w:val="003B705C"/>
    <w:rsid w:val="003B70EB"/>
    <w:rsid w:val="003B711B"/>
    <w:rsid w:val="003B74E3"/>
    <w:rsid w:val="003B7D37"/>
    <w:rsid w:val="003B7E69"/>
    <w:rsid w:val="003B7EF8"/>
    <w:rsid w:val="003C0036"/>
    <w:rsid w:val="003C00F6"/>
    <w:rsid w:val="003C037D"/>
    <w:rsid w:val="003C050A"/>
    <w:rsid w:val="003C0738"/>
    <w:rsid w:val="003C0784"/>
    <w:rsid w:val="003C07BC"/>
    <w:rsid w:val="003C080E"/>
    <w:rsid w:val="003C0C32"/>
    <w:rsid w:val="003C1044"/>
    <w:rsid w:val="003C10B0"/>
    <w:rsid w:val="003C14DB"/>
    <w:rsid w:val="003C14E3"/>
    <w:rsid w:val="003C1596"/>
    <w:rsid w:val="003C1845"/>
    <w:rsid w:val="003C1A22"/>
    <w:rsid w:val="003C1BE5"/>
    <w:rsid w:val="003C1D00"/>
    <w:rsid w:val="003C1EC0"/>
    <w:rsid w:val="003C20E9"/>
    <w:rsid w:val="003C21FD"/>
    <w:rsid w:val="003C22CF"/>
    <w:rsid w:val="003C2397"/>
    <w:rsid w:val="003C2531"/>
    <w:rsid w:val="003C285F"/>
    <w:rsid w:val="003C2867"/>
    <w:rsid w:val="003C298F"/>
    <w:rsid w:val="003C2F50"/>
    <w:rsid w:val="003C3128"/>
    <w:rsid w:val="003C3244"/>
    <w:rsid w:val="003C327A"/>
    <w:rsid w:val="003C32E3"/>
    <w:rsid w:val="003C3533"/>
    <w:rsid w:val="003C35CD"/>
    <w:rsid w:val="003C3820"/>
    <w:rsid w:val="003C3882"/>
    <w:rsid w:val="003C3951"/>
    <w:rsid w:val="003C3B5A"/>
    <w:rsid w:val="003C3BB7"/>
    <w:rsid w:val="003C3C65"/>
    <w:rsid w:val="003C3D3D"/>
    <w:rsid w:val="003C404E"/>
    <w:rsid w:val="003C40F6"/>
    <w:rsid w:val="003C410D"/>
    <w:rsid w:val="003C411B"/>
    <w:rsid w:val="003C416E"/>
    <w:rsid w:val="003C44EA"/>
    <w:rsid w:val="003C47A9"/>
    <w:rsid w:val="003C4B61"/>
    <w:rsid w:val="003C4C85"/>
    <w:rsid w:val="003C4E60"/>
    <w:rsid w:val="003C4F3B"/>
    <w:rsid w:val="003C5276"/>
    <w:rsid w:val="003C5412"/>
    <w:rsid w:val="003C54D4"/>
    <w:rsid w:val="003C5567"/>
    <w:rsid w:val="003C55DB"/>
    <w:rsid w:val="003C59E0"/>
    <w:rsid w:val="003C5CE8"/>
    <w:rsid w:val="003C6395"/>
    <w:rsid w:val="003C688D"/>
    <w:rsid w:val="003C6BFF"/>
    <w:rsid w:val="003C6D43"/>
    <w:rsid w:val="003C6F14"/>
    <w:rsid w:val="003C6FBF"/>
    <w:rsid w:val="003C718F"/>
    <w:rsid w:val="003C7A40"/>
    <w:rsid w:val="003C7D2B"/>
    <w:rsid w:val="003C7D44"/>
    <w:rsid w:val="003C7E6A"/>
    <w:rsid w:val="003C7F8D"/>
    <w:rsid w:val="003D05A1"/>
    <w:rsid w:val="003D0730"/>
    <w:rsid w:val="003D0A6E"/>
    <w:rsid w:val="003D1000"/>
    <w:rsid w:val="003D1174"/>
    <w:rsid w:val="003D1213"/>
    <w:rsid w:val="003D12C7"/>
    <w:rsid w:val="003D163C"/>
    <w:rsid w:val="003D16A6"/>
    <w:rsid w:val="003D1A5B"/>
    <w:rsid w:val="003D1F0C"/>
    <w:rsid w:val="003D20F5"/>
    <w:rsid w:val="003D2491"/>
    <w:rsid w:val="003D2A48"/>
    <w:rsid w:val="003D2D16"/>
    <w:rsid w:val="003D300B"/>
    <w:rsid w:val="003D3084"/>
    <w:rsid w:val="003D3376"/>
    <w:rsid w:val="003D34A3"/>
    <w:rsid w:val="003D36B8"/>
    <w:rsid w:val="003D3725"/>
    <w:rsid w:val="003D3793"/>
    <w:rsid w:val="003D38D7"/>
    <w:rsid w:val="003D3932"/>
    <w:rsid w:val="003D39A5"/>
    <w:rsid w:val="003D39B5"/>
    <w:rsid w:val="003D3ADD"/>
    <w:rsid w:val="003D3B9D"/>
    <w:rsid w:val="003D3CBD"/>
    <w:rsid w:val="003D3E0C"/>
    <w:rsid w:val="003D3E6C"/>
    <w:rsid w:val="003D3EC2"/>
    <w:rsid w:val="003D421B"/>
    <w:rsid w:val="003D42BF"/>
    <w:rsid w:val="003D46BF"/>
    <w:rsid w:val="003D4CC8"/>
    <w:rsid w:val="003D4E8E"/>
    <w:rsid w:val="003D4F40"/>
    <w:rsid w:val="003D52AE"/>
    <w:rsid w:val="003D5335"/>
    <w:rsid w:val="003D56C1"/>
    <w:rsid w:val="003D571B"/>
    <w:rsid w:val="003D59F0"/>
    <w:rsid w:val="003D5AFF"/>
    <w:rsid w:val="003D5ED7"/>
    <w:rsid w:val="003D6299"/>
    <w:rsid w:val="003D6354"/>
    <w:rsid w:val="003D6454"/>
    <w:rsid w:val="003D66A8"/>
    <w:rsid w:val="003D66EF"/>
    <w:rsid w:val="003D6822"/>
    <w:rsid w:val="003D6917"/>
    <w:rsid w:val="003D6A87"/>
    <w:rsid w:val="003D6A8A"/>
    <w:rsid w:val="003D6BBA"/>
    <w:rsid w:val="003D7018"/>
    <w:rsid w:val="003D70EE"/>
    <w:rsid w:val="003D7175"/>
    <w:rsid w:val="003D71C6"/>
    <w:rsid w:val="003D72BD"/>
    <w:rsid w:val="003D7396"/>
    <w:rsid w:val="003D7497"/>
    <w:rsid w:val="003D75F5"/>
    <w:rsid w:val="003D7C13"/>
    <w:rsid w:val="003E01FF"/>
    <w:rsid w:val="003E0548"/>
    <w:rsid w:val="003E0553"/>
    <w:rsid w:val="003E06EA"/>
    <w:rsid w:val="003E0795"/>
    <w:rsid w:val="003E0949"/>
    <w:rsid w:val="003E0A94"/>
    <w:rsid w:val="003E13B0"/>
    <w:rsid w:val="003E159B"/>
    <w:rsid w:val="003E16AF"/>
    <w:rsid w:val="003E1C35"/>
    <w:rsid w:val="003E1D6A"/>
    <w:rsid w:val="003E1FB3"/>
    <w:rsid w:val="003E20F6"/>
    <w:rsid w:val="003E255E"/>
    <w:rsid w:val="003E25F8"/>
    <w:rsid w:val="003E267B"/>
    <w:rsid w:val="003E29DA"/>
    <w:rsid w:val="003E2CFC"/>
    <w:rsid w:val="003E3A25"/>
    <w:rsid w:val="003E3D71"/>
    <w:rsid w:val="003E3F8C"/>
    <w:rsid w:val="003E4034"/>
    <w:rsid w:val="003E431E"/>
    <w:rsid w:val="003E43D6"/>
    <w:rsid w:val="003E4469"/>
    <w:rsid w:val="003E45EF"/>
    <w:rsid w:val="003E49E3"/>
    <w:rsid w:val="003E4B6A"/>
    <w:rsid w:val="003E4C38"/>
    <w:rsid w:val="003E4CC3"/>
    <w:rsid w:val="003E503C"/>
    <w:rsid w:val="003E503D"/>
    <w:rsid w:val="003E50F8"/>
    <w:rsid w:val="003E531A"/>
    <w:rsid w:val="003E5678"/>
    <w:rsid w:val="003E5B53"/>
    <w:rsid w:val="003E5CBA"/>
    <w:rsid w:val="003E5E05"/>
    <w:rsid w:val="003E6040"/>
    <w:rsid w:val="003E6104"/>
    <w:rsid w:val="003E62BB"/>
    <w:rsid w:val="003E65B5"/>
    <w:rsid w:val="003E6A02"/>
    <w:rsid w:val="003E6AEA"/>
    <w:rsid w:val="003E6AEC"/>
    <w:rsid w:val="003E6BFF"/>
    <w:rsid w:val="003E6D24"/>
    <w:rsid w:val="003E7145"/>
    <w:rsid w:val="003E733E"/>
    <w:rsid w:val="003E7694"/>
    <w:rsid w:val="003E78F1"/>
    <w:rsid w:val="003E79FB"/>
    <w:rsid w:val="003E7CAB"/>
    <w:rsid w:val="003E7E78"/>
    <w:rsid w:val="003F001C"/>
    <w:rsid w:val="003F0183"/>
    <w:rsid w:val="003F03F4"/>
    <w:rsid w:val="003F042E"/>
    <w:rsid w:val="003F04D5"/>
    <w:rsid w:val="003F0648"/>
    <w:rsid w:val="003F06A6"/>
    <w:rsid w:val="003F0B43"/>
    <w:rsid w:val="003F0DE3"/>
    <w:rsid w:val="003F11C9"/>
    <w:rsid w:val="003F156E"/>
    <w:rsid w:val="003F16BD"/>
    <w:rsid w:val="003F1D56"/>
    <w:rsid w:val="003F23AD"/>
    <w:rsid w:val="003F283D"/>
    <w:rsid w:val="003F29EB"/>
    <w:rsid w:val="003F2A91"/>
    <w:rsid w:val="003F38EF"/>
    <w:rsid w:val="003F3C43"/>
    <w:rsid w:val="003F3F0C"/>
    <w:rsid w:val="003F428D"/>
    <w:rsid w:val="003F42B0"/>
    <w:rsid w:val="003F4432"/>
    <w:rsid w:val="003F4589"/>
    <w:rsid w:val="003F4931"/>
    <w:rsid w:val="003F4955"/>
    <w:rsid w:val="003F49C6"/>
    <w:rsid w:val="003F4A4E"/>
    <w:rsid w:val="003F4A87"/>
    <w:rsid w:val="003F4B1C"/>
    <w:rsid w:val="003F4BDC"/>
    <w:rsid w:val="003F4CDB"/>
    <w:rsid w:val="003F4F47"/>
    <w:rsid w:val="003F5540"/>
    <w:rsid w:val="003F558B"/>
    <w:rsid w:val="003F590A"/>
    <w:rsid w:val="003F5941"/>
    <w:rsid w:val="003F5BC1"/>
    <w:rsid w:val="003F6A4E"/>
    <w:rsid w:val="003F6A94"/>
    <w:rsid w:val="003F6B7A"/>
    <w:rsid w:val="003F6BC7"/>
    <w:rsid w:val="003F6FA0"/>
    <w:rsid w:val="003F7039"/>
    <w:rsid w:val="003F7424"/>
    <w:rsid w:val="003F761F"/>
    <w:rsid w:val="003F767F"/>
    <w:rsid w:val="003F76C1"/>
    <w:rsid w:val="003F7958"/>
    <w:rsid w:val="003F7970"/>
    <w:rsid w:val="003F79E6"/>
    <w:rsid w:val="003F7BB7"/>
    <w:rsid w:val="003F7CCB"/>
    <w:rsid w:val="003F7E0C"/>
    <w:rsid w:val="003F7E2D"/>
    <w:rsid w:val="004000B1"/>
    <w:rsid w:val="0040021C"/>
    <w:rsid w:val="0040033B"/>
    <w:rsid w:val="0040035F"/>
    <w:rsid w:val="0040060F"/>
    <w:rsid w:val="004006C4"/>
    <w:rsid w:val="00400709"/>
    <w:rsid w:val="00400E22"/>
    <w:rsid w:val="00401023"/>
    <w:rsid w:val="004010DE"/>
    <w:rsid w:val="00401330"/>
    <w:rsid w:val="004016FB"/>
    <w:rsid w:val="00401AA9"/>
    <w:rsid w:val="00401CCB"/>
    <w:rsid w:val="00401CE1"/>
    <w:rsid w:val="00401D21"/>
    <w:rsid w:val="00401FCF"/>
    <w:rsid w:val="004021E2"/>
    <w:rsid w:val="004024DA"/>
    <w:rsid w:val="004025FD"/>
    <w:rsid w:val="00402A02"/>
    <w:rsid w:val="00402D7A"/>
    <w:rsid w:val="0040311A"/>
    <w:rsid w:val="00403343"/>
    <w:rsid w:val="004033CD"/>
    <w:rsid w:val="0040390A"/>
    <w:rsid w:val="00403AB7"/>
    <w:rsid w:val="00403D29"/>
    <w:rsid w:val="00403DC0"/>
    <w:rsid w:val="00403E1E"/>
    <w:rsid w:val="004041EF"/>
    <w:rsid w:val="0040431E"/>
    <w:rsid w:val="00404362"/>
    <w:rsid w:val="004044A4"/>
    <w:rsid w:val="004047B2"/>
    <w:rsid w:val="004049EB"/>
    <w:rsid w:val="004049F9"/>
    <w:rsid w:val="00404BA5"/>
    <w:rsid w:val="00404C72"/>
    <w:rsid w:val="00404D90"/>
    <w:rsid w:val="004052AE"/>
    <w:rsid w:val="00405450"/>
    <w:rsid w:val="0040558F"/>
    <w:rsid w:val="0040578C"/>
    <w:rsid w:val="0040593B"/>
    <w:rsid w:val="00405D56"/>
    <w:rsid w:val="00405F48"/>
    <w:rsid w:val="00406224"/>
    <w:rsid w:val="004064D2"/>
    <w:rsid w:val="004065B6"/>
    <w:rsid w:val="00406843"/>
    <w:rsid w:val="0040688C"/>
    <w:rsid w:val="00406AD3"/>
    <w:rsid w:val="00406D4C"/>
    <w:rsid w:val="0040707A"/>
    <w:rsid w:val="0040737D"/>
    <w:rsid w:val="004074A4"/>
    <w:rsid w:val="004074D2"/>
    <w:rsid w:val="00407837"/>
    <w:rsid w:val="00407E3D"/>
    <w:rsid w:val="0041011D"/>
    <w:rsid w:val="0041071E"/>
    <w:rsid w:val="00410896"/>
    <w:rsid w:val="00410903"/>
    <w:rsid w:val="00410D63"/>
    <w:rsid w:val="00410ED8"/>
    <w:rsid w:val="00411276"/>
    <w:rsid w:val="00411A51"/>
    <w:rsid w:val="004120CF"/>
    <w:rsid w:val="00412163"/>
    <w:rsid w:val="004123FA"/>
    <w:rsid w:val="004129F3"/>
    <w:rsid w:val="00412C23"/>
    <w:rsid w:val="00412CBE"/>
    <w:rsid w:val="00412ED8"/>
    <w:rsid w:val="00413215"/>
    <w:rsid w:val="004135BF"/>
    <w:rsid w:val="00413668"/>
    <w:rsid w:val="0041398B"/>
    <w:rsid w:val="00413A11"/>
    <w:rsid w:val="00413B19"/>
    <w:rsid w:val="00413C25"/>
    <w:rsid w:val="00413DE0"/>
    <w:rsid w:val="00413F1E"/>
    <w:rsid w:val="0041433D"/>
    <w:rsid w:val="004143D6"/>
    <w:rsid w:val="0041440B"/>
    <w:rsid w:val="0041447F"/>
    <w:rsid w:val="00414623"/>
    <w:rsid w:val="00414879"/>
    <w:rsid w:val="00414B8E"/>
    <w:rsid w:val="00414FDD"/>
    <w:rsid w:val="00415087"/>
    <w:rsid w:val="004151A8"/>
    <w:rsid w:val="00415232"/>
    <w:rsid w:val="00415524"/>
    <w:rsid w:val="0041552A"/>
    <w:rsid w:val="00415651"/>
    <w:rsid w:val="00415974"/>
    <w:rsid w:val="0041599E"/>
    <w:rsid w:val="004159D0"/>
    <w:rsid w:val="00416643"/>
    <w:rsid w:val="00416ADE"/>
    <w:rsid w:val="00416AFD"/>
    <w:rsid w:val="00416DA0"/>
    <w:rsid w:val="00416F20"/>
    <w:rsid w:val="00416F59"/>
    <w:rsid w:val="004172CA"/>
    <w:rsid w:val="00417360"/>
    <w:rsid w:val="0041743E"/>
    <w:rsid w:val="00417666"/>
    <w:rsid w:val="004178C4"/>
    <w:rsid w:val="00417B65"/>
    <w:rsid w:val="00417FA2"/>
    <w:rsid w:val="004203CB"/>
    <w:rsid w:val="00420510"/>
    <w:rsid w:val="004206D8"/>
    <w:rsid w:val="00421443"/>
    <w:rsid w:val="004214EC"/>
    <w:rsid w:val="004215A3"/>
    <w:rsid w:val="00421AAE"/>
    <w:rsid w:val="00421B17"/>
    <w:rsid w:val="00421BF8"/>
    <w:rsid w:val="00421D34"/>
    <w:rsid w:val="00421D9C"/>
    <w:rsid w:val="00421EBE"/>
    <w:rsid w:val="00421F99"/>
    <w:rsid w:val="00421FB9"/>
    <w:rsid w:val="0042209D"/>
    <w:rsid w:val="004222FF"/>
    <w:rsid w:val="00422377"/>
    <w:rsid w:val="00422490"/>
    <w:rsid w:val="004225A7"/>
    <w:rsid w:val="0042263D"/>
    <w:rsid w:val="004226AD"/>
    <w:rsid w:val="00422E20"/>
    <w:rsid w:val="00422F86"/>
    <w:rsid w:val="00422FEF"/>
    <w:rsid w:val="0042306E"/>
    <w:rsid w:val="00423168"/>
    <w:rsid w:val="00423422"/>
    <w:rsid w:val="00423702"/>
    <w:rsid w:val="00423C90"/>
    <w:rsid w:val="00423D90"/>
    <w:rsid w:val="0042426B"/>
    <w:rsid w:val="00424646"/>
    <w:rsid w:val="004247A2"/>
    <w:rsid w:val="004249D1"/>
    <w:rsid w:val="00424B30"/>
    <w:rsid w:val="00424D4B"/>
    <w:rsid w:val="00425041"/>
    <w:rsid w:val="004254D4"/>
    <w:rsid w:val="004259A4"/>
    <w:rsid w:val="00425A81"/>
    <w:rsid w:val="00425E66"/>
    <w:rsid w:val="00425EC6"/>
    <w:rsid w:val="00425F01"/>
    <w:rsid w:val="00425F35"/>
    <w:rsid w:val="004260D1"/>
    <w:rsid w:val="004261E2"/>
    <w:rsid w:val="004262E8"/>
    <w:rsid w:val="004264AD"/>
    <w:rsid w:val="00426837"/>
    <w:rsid w:val="00426ADE"/>
    <w:rsid w:val="00426B02"/>
    <w:rsid w:val="00426BDB"/>
    <w:rsid w:val="004271C1"/>
    <w:rsid w:val="00427489"/>
    <w:rsid w:val="00427610"/>
    <w:rsid w:val="00427A31"/>
    <w:rsid w:val="00427B05"/>
    <w:rsid w:val="00427CAB"/>
    <w:rsid w:val="00427D65"/>
    <w:rsid w:val="00427DF4"/>
    <w:rsid w:val="00427F4A"/>
    <w:rsid w:val="0043001E"/>
    <w:rsid w:val="0043021E"/>
    <w:rsid w:val="004304B2"/>
    <w:rsid w:val="004305CF"/>
    <w:rsid w:val="004308E7"/>
    <w:rsid w:val="00430E6C"/>
    <w:rsid w:val="00430EB1"/>
    <w:rsid w:val="0043135A"/>
    <w:rsid w:val="00431378"/>
    <w:rsid w:val="0043139F"/>
    <w:rsid w:val="00431700"/>
    <w:rsid w:val="0043191C"/>
    <w:rsid w:val="004319F4"/>
    <w:rsid w:val="00431CB8"/>
    <w:rsid w:val="00431ECF"/>
    <w:rsid w:val="00432309"/>
    <w:rsid w:val="00432355"/>
    <w:rsid w:val="004328EC"/>
    <w:rsid w:val="00432A21"/>
    <w:rsid w:val="00432CB2"/>
    <w:rsid w:val="00432EA3"/>
    <w:rsid w:val="00432F2C"/>
    <w:rsid w:val="004331ED"/>
    <w:rsid w:val="0043333C"/>
    <w:rsid w:val="00433676"/>
    <w:rsid w:val="0043368F"/>
    <w:rsid w:val="00433718"/>
    <w:rsid w:val="0043387A"/>
    <w:rsid w:val="00433D0B"/>
    <w:rsid w:val="00433D59"/>
    <w:rsid w:val="00433D7D"/>
    <w:rsid w:val="00433DB7"/>
    <w:rsid w:val="00433DF1"/>
    <w:rsid w:val="00433F59"/>
    <w:rsid w:val="00433FDE"/>
    <w:rsid w:val="00434053"/>
    <w:rsid w:val="004340BA"/>
    <w:rsid w:val="004340F6"/>
    <w:rsid w:val="0043412D"/>
    <w:rsid w:val="00434223"/>
    <w:rsid w:val="0043434A"/>
    <w:rsid w:val="00434545"/>
    <w:rsid w:val="004346B8"/>
    <w:rsid w:val="00434801"/>
    <w:rsid w:val="00434A0A"/>
    <w:rsid w:val="00434B0A"/>
    <w:rsid w:val="00434B5D"/>
    <w:rsid w:val="00434C39"/>
    <w:rsid w:val="004355D6"/>
    <w:rsid w:val="00435937"/>
    <w:rsid w:val="00435BCB"/>
    <w:rsid w:val="00435E5E"/>
    <w:rsid w:val="00435EC3"/>
    <w:rsid w:val="00435F30"/>
    <w:rsid w:val="00435F6E"/>
    <w:rsid w:val="00435FA1"/>
    <w:rsid w:val="0043604C"/>
    <w:rsid w:val="004362B3"/>
    <w:rsid w:val="00436310"/>
    <w:rsid w:val="004363A5"/>
    <w:rsid w:val="004364AF"/>
    <w:rsid w:val="00436620"/>
    <w:rsid w:val="0043668D"/>
    <w:rsid w:val="0043672B"/>
    <w:rsid w:val="004367F3"/>
    <w:rsid w:val="004368FC"/>
    <w:rsid w:val="00436B6D"/>
    <w:rsid w:val="00436BA8"/>
    <w:rsid w:val="00437129"/>
    <w:rsid w:val="00437256"/>
    <w:rsid w:val="00437523"/>
    <w:rsid w:val="004377E5"/>
    <w:rsid w:val="004378DB"/>
    <w:rsid w:val="00437941"/>
    <w:rsid w:val="00437A71"/>
    <w:rsid w:val="00437AB5"/>
    <w:rsid w:val="00437C2E"/>
    <w:rsid w:val="00437C4F"/>
    <w:rsid w:val="00437CC9"/>
    <w:rsid w:val="00437D57"/>
    <w:rsid w:val="004406FA"/>
    <w:rsid w:val="0044091E"/>
    <w:rsid w:val="00440C20"/>
    <w:rsid w:val="00441248"/>
    <w:rsid w:val="0044129A"/>
    <w:rsid w:val="00441381"/>
    <w:rsid w:val="00441784"/>
    <w:rsid w:val="004418EB"/>
    <w:rsid w:val="00441F40"/>
    <w:rsid w:val="00441F9C"/>
    <w:rsid w:val="004422E5"/>
    <w:rsid w:val="004423E2"/>
    <w:rsid w:val="004423F8"/>
    <w:rsid w:val="004424A5"/>
    <w:rsid w:val="00442EFB"/>
    <w:rsid w:val="00442FD3"/>
    <w:rsid w:val="00443322"/>
    <w:rsid w:val="004437DB"/>
    <w:rsid w:val="00443AAC"/>
    <w:rsid w:val="00443CB1"/>
    <w:rsid w:val="00443D8E"/>
    <w:rsid w:val="0044451B"/>
    <w:rsid w:val="0044463E"/>
    <w:rsid w:val="004446A6"/>
    <w:rsid w:val="004446E6"/>
    <w:rsid w:val="00444716"/>
    <w:rsid w:val="00444758"/>
    <w:rsid w:val="00444829"/>
    <w:rsid w:val="004448AF"/>
    <w:rsid w:val="00444918"/>
    <w:rsid w:val="00444957"/>
    <w:rsid w:val="0044496D"/>
    <w:rsid w:val="00444D2E"/>
    <w:rsid w:val="00444DC6"/>
    <w:rsid w:val="00444F32"/>
    <w:rsid w:val="004451F7"/>
    <w:rsid w:val="004452E1"/>
    <w:rsid w:val="00445354"/>
    <w:rsid w:val="00445575"/>
    <w:rsid w:val="00445CB5"/>
    <w:rsid w:val="00445E40"/>
    <w:rsid w:val="00445F21"/>
    <w:rsid w:val="00445F6E"/>
    <w:rsid w:val="00446902"/>
    <w:rsid w:val="004469AA"/>
    <w:rsid w:val="00446D46"/>
    <w:rsid w:val="00446DF5"/>
    <w:rsid w:val="00446F83"/>
    <w:rsid w:val="0044713A"/>
    <w:rsid w:val="00447219"/>
    <w:rsid w:val="004472E8"/>
    <w:rsid w:val="00447363"/>
    <w:rsid w:val="0044759D"/>
    <w:rsid w:val="004477AD"/>
    <w:rsid w:val="004477D5"/>
    <w:rsid w:val="004478D9"/>
    <w:rsid w:val="00447947"/>
    <w:rsid w:val="00447A48"/>
    <w:rsid w:val="00447D11"/>
    <w:rsid w:val="00447D7D"/>
    <w:rsid w:val="00447FC6"/>
    <w:rsid w:val="004505F4"/>
    <w:rsid w:val="00450863"/>
    <w:rsid w:val="004508EC"/>
    <w:rsid w:val="00450B6C"/>
    <w:rsid w:val="00450C8C"/>
    <w:rsid w:val="00450CD7"/>
    <w:rsid w:val="00450FE7"/>
    <w:rsid w:val="00451133"/>
    <w:rsid w:val="00451189"/>
    <w:rsid w:val="004511EF"/>
    <w:rsid w:val="004513CF"/>
    <w:rsid w:val="00451784"/>
    <w:rsid w:val="00451912"/>
    <w:rsid w:val="004519B6"/>
    <w:rsid w:val="00451F8A"/>
    <w:rsid w:val="00451FEB"/>
    <w:rsid w:val="0045224E"/>
    <w:rsid w:val="0045267B"/>
    <w:rsid w:val="00452E72"/>
    <w:rsid w:val="00452EC9"/>
    <w:rsid w:val="004530CC"/>
    <w:rsid w:val="00453195"/>
    <w:rsid w:val="0045335B"/>
    <w:rsid w:val="00453411"/>
    <w:rsid w:val="004535B5"/>
    <w:rsid w:val="004535ED"/>
    <w:rsid w:val="0045362D"/>
    <w:rsid w:val="0045372B"/>
    <w:rsid w:val="00453947"/>
    <w:rsid w:val="00453BF5"/>
    <w:rsid w:val="00453D74"/>
    <w:rsid w:val="00454045"/>
    <w:rsid w:val="00454140"/>
    <w:rsid w:val="00454472"/>
    <w:rsid w:val="004544A0"/>
    <w:rsid w:val="0045459C"/>
    <w:rsid w:val="00454997"/>
    <w:rsid w:val="00454BBC"/>
    <w:rsid w:val="00455301"/>
    <w:rsid w:val="00455399"/>
    <w:rsid w:val="00455447"/>
    <w:rsid w:val="004554F5"/>
    <w:rsid w:val="0045553D"/>
    <w:rsid w:val="00455673"/>
    <w:rsid w:val="00455E50"/>
    <w:rsid w:val="00455F6B"/>
    <w:rsid w:val="0045612C"/>
    <w:rsid w:val="0045615C"/>
    <w:rsid w:val="004561D7"/>
    <w:rsid w:val="00456508"/>
    <w:rsid w:val="004569E9"/>
    <w:rsid w:val="004570F7"/>
    <w:rsid w:val="00457143"/>
    <w:rsid w:val="004573CA"/>
    <w:rsid w:val="0045742A"/>
    <w:rsid w:val="00457698"/>
    <w:rsid w:val="004576EE"/>
    <w:rsid w:val="00457802"/>
    <w:rsid w:val="00457870"/>
    <w:rsid w:val="00457C58"/>
    <w:rsid w:val="00457C84"/>
    <w:rsid w:val="0046041E"/>
    <w:rsid w:val="0046068F"/>
    <w:rsid w:val="0046081B"/>
    <w:rsid w:val="00460920"/>
    <w:rsid w:val="00460958"/>
    <w:rsid w:val="00460CE8"/>
    <w:rsid w:val="00460D0A"/>
    <w:rsid w:val="00461046"/>
    <w:rsid w:val="004612AD"/>
    <w:rsid w:val="004612E3"/>
    <w:rsid w:val="004615CB"/>
    <w:rsid w:val="00461648"/>
    <w:rsid w:val="00461CEA"/>
    <w:rsid w:val="00461DF9"/>
    <w:rsid w:val="00461E74"/>
    <w:rsid w:val="00462112"/>
    <w:rsid w:val="00462349"/>
    <w:rsid w:val="0046243D"/>
    <w:rsid w:val="0046256F"/>
    <w:rsid w:val="00462647"/>
    <w:rsid w:val="004626B0"/>
    <w:rsid w:val="00462863"/>
    <w:rsid w:val="004628A7"/>
    <w:rsid w:val="004629AD"/>
    <w:rsid w:val="00462D6C"/>
    <w:rsid w:val="004631A5"/>
    <w:rsid w:val="0046329E"/>
    <w:rsid w:val="00463492"/>
    <w:rsid w:val="00463E64"/>
    <w:rsid w:val="00463F6C"/>
    <w:rsid w:val="00463FD0"/>
    <w:rsid w:val="004644AD"/>
    <w:rsid w:val="004644D6"/>
    <w:rsid w:val="0046467D"/>
    <w:rsid w:val="00464955"/>
    <w:rsid w:val="00464F8E"/>
    <w:rsid w:val="00465018"/>
    <w:rsid w:val="0046528B"/>
    <w:rsid w:val="0046542F"/>
    <w:rsid w:val="0046548C"/>
    <w:rsid w:val="0046552D"/>
    <w:rsid w:val="00465596"/>
    <w:rsid w:val="004657AD"/>
    <w:rsid w:val="00466376"/>
    <w:rsid w:val="00466AA0"/>
    <w:rsid w:val="00466AA9"/>
    <w:rsid w:val="00466B6A"/>
    <w:rsid w:val="00466E1C"/>
    <w:rsid w:val="00466E7F"/>
    <w:rsid w:val="004671B3"/>
    <w:rsid w:val="0046755F"/>
    <w:rsid w:val="0046762F"/>
    <w:rsid w:val="00467878"/>
    <w:rsid w:val="0046793E"/>
    <w:rsid w:val="00467ADD"/>
    <w:rsid w:val="004701AD"/>
    <w:rsid w:val="004706EC"/>
    <w:rsid w:val="0047079D"/>
    <w:rsid w:val="00470A41"/>
    <w:rsid w:val="00470BB5"/>
    <w:rsid w:val="00470BDC"/>
    <w:rsid w:val="00470E5B"/>
    <w:rsid w:val="0047127F"/>
    <w:rsid w:val="00471340"/>
    <w:rsid w:val="0047156B"/>
    <w:rsid w:val="00471796"/>
    <w:rsid w:val="004718C3"/>
    <w:rsid w:val="00471937"/>
    <w:rsid w:val="004719B1"/>
    <w:rsid w:val="00471DE0"/>
    <w:rsid w:val="0047233C"/>
    <w:rsid w:val="00472482"/>
    <w:rsid w:val="00472550"/>
    <w:rsid w:val="00472764"/>
    <w:rsid w:val="00472820"/>
    <w:rsid w:val="00472E1F"/>
    <w:rsid w:val="00473228"/>
    <w:rsid w:val="00473280"/>
    <w:rsid w:val="00473500"/>
    <w:rsid w:val="0047357D"/>
    <w:rsid w:val="004737D4"/>
    <w:rsid w:val="004739E8"/>
    <w:rsid w:val="00473DAB"/>
    <w:rsid w:val="00473E39"/>
    <w:rsid w:val="00473F0D"/>
    <w:rsid w:val="0047422C"/>
    <w:rsid w:val="0047451E"/>
    <w:rsid w:val="00474675"/>
    <w:rsid w:val="004746F5"/>
    <w:rsid w:val="00474825"/>
    <w:rsid w:val="00474875"/>
    <w:rsid w:val="00474A32"/>
    <w:rsid w:val="00474A6A"/>
    <w:rsid w:val="00474C2C"/>
    <w:rsid w:val="00474CC1"/>
    <w:rsid w:val="00474CFE"/>
    <w:rsid w:val="0047500D"/>
    <w:rsid w:val="004750FC"/>
    <w:rsid w:val="0047515C"/>
    <w:rsid w:val="00475181"/>
    <w:rsid w:val="0047519A"/>
    <w:rsid w:val="0047538D"/>
    <w:rsid w:val="004755F3"/>
    <w:rsid w:val="00475714"/>
    <w:rsid w:val="00475ABC"/>
    <w:rsid w:val="00475E05"/>
    <w:rsid w:val="00475E3A"/>
    <w:rsid w:val="00475F0C"/>
    <w:rsid w:val="004760A6"/>
    <w:rsid w:val="00476332"/>
    <w:rsid w:val="00476CBA"/>
    <w:rsid w:val="00476DB1"/>
    <w:rsid w:val="00476DCD"/>
    <w:rsid w:val="00477239"/>
    <w:rsid w:val="004773E4"/>
    <w:rsid w:val="004776DA"/>
    <w:rsid w:val="00477A1C"/>
    <w:rsid w:val="00477B7A"/>
    <w:rsid w:val="00477BC4"/>
    <w:rsid w:val="00480000"/>
    <w:rsid w:val="00480340"/>
    <w:rsid w:val="0048037E"/>
    <w:rsid w:val="004805E9"/>
    <w:rsid w:val="0048114A"/>
    <w:rsid w:val="0048144B"/>
    <w:rsid w:val="00481566"/>
    <w:rsid w:val="00481654"/>
    <w:rsid w:val="00481A79"/>
    <w:rsid w:val="0048215F"/>
    <w:rsid w:val="004825C6"/>
    <w:rsid w:val="00482865"/>
    <w:rsid w:val="004828CB"/>
    <w:rsid w:val="00482AE2"/>
    <w:rsid w:val="00482CEB"/>
    <w:rsid w:val="004831EB"/>
    <w:rsid w:val="004832D1"/>
    <w:rsid w:val="004833DF"/>
    <w:rsid w:val="0048369D"/>
    <w:rsid w:val="00483911"/>
    <w:rsid w:val="00483A35"/>
    <w:rsid w:val="00483B9B"/>
    <w:rsid w:val="00483C16"/>
    <w:rsid w:val="0048407A"/>
    <w:rsid w:val="00484181"/>
    <w:rsid w:val="00484834"/>
    <w:rsid w:val="00484859"/>
    <w:rsid w:val="0048490B"/>
    <w:rsid w:val="00484A14"/>
    <w:rsid w:val="00484A78"/>
    <w:rsid w:val="00484D82"/>
    <w:rsid w:val="00484E36"/>
    <w:rsid w:val="00484F47"/>
    <w:rsid w:val="004853B3"/>
    <w:rsid w:val="004854B5"/>
    <w:rsid w:val="0048559E"/>
    <w:rsid w:val="004858D3"/>
    <w:rsid w:val="0048599F"/>
    <w:rsid w:val="00485E28"/>
    <w:rsid w:val="00485F4D"/>
    <w:rsid w:val="004860ED"/>
    <w:rsid w:val="00486119"/>
    <w:rsid w:val="00486132"/>
    <w:rsid w:val="004866C7"/>
    <w:rsid w:val="00486967"/>
    <w:rsid w:val="00486BC7"/>
    <w:rsid w:val="00486CBC"/>
    <w:rsid w:val="00486CD9"/>
    <w:rsid w:val="00486DBF"/>
    <w:rsid w:val="00487007"/>
    <w:rsid w:val="00487016"/>
    <w:rsid w:val="0048745C"/>
    <w:rsid w:val="00487C23"/>
    <w:rsid w:val="00487D75"/>
    <w:rsid w:val="00487FC2"/>
    <w:rsid w:val="004900FA"/>
    <w:rsid w:val="004903BE"/>
    <w:rsid w:val="0049050B"/>
    <w:rsid w:val="004906A8"/>
    <w:rsid w:val="004906A9"/>
    <w:rsid w:val="00490968"/>
    <w:rsid w:val="00490A98"/>
    <w:rsid w:val="00490AAF"/>
    <w:rsid w:val="00490B97"/>
    <w:rsid w:val="00490C2B"/>
    <w:rsid w:val="00490D42"/>
    <w:rsid w:val="00490D53"/>
    <w:rsid w:val="00490E31"/>
    <w:rsid w:val="00490EED"/>
    <w:rsid w:val="00491051"/>
    <w:rsid w:val="004911DE"/>
    <w:rsid w:val="004912C7"/>
    <w:rsid w:val="004914D4"/>
    <w:rsid w:val="004914FC"/>
    <w:rsid w:val="0049167C"/>
    <w:rsid w:val="004918AA"/>
    <w:rsid w:val="004918D3"/>
    <w:rsid w:val="00491E98"/>
    <w:rsid w:val="00491EB0"/>
    <w:rsid w:val="00491F02"/>
    <w:rsid w:val="0049257F"/>
    <w:rsid w:val="00492A2A"/>
    <w:rsid w:val="00492AC8"/>
    <w:rsid w:val="00492B7A"/>
    <w:rsid w:val="004930EB"/>
    <w:rsid w:val="00493327"/>
    <w:rsid w:val="004933A8"/>
    <w:rsid w:val="00493400"/>
    <w:rsid w:val="004934E9"/>
    <w:rsid w:val="004939AD"/>
    <w:rsid w:val="00493B53"/>
    <w:rsid w:val="00493B88"/>
    <w:rsid w:val="004942CA"/>
    <w:rsid w:val="00494387"/>
    <w:rsid w:val="00494621"/>
    <w:rsid w:val="004946B0"/>
    <w:rsid w:val="004948DE"/>
    <w:rsid w:val="00494A4E"/>
    <w:rsid w:val="00494BB3"/>
    <w:rsid w:val="00494C9F"/>
    <w:rsid w:val="00494D16"/>
    <w:rsid w:val="00494FAA"/>
    <w:rsid w:val="004953B7"/>
    <w:rsid w:val="004953BF"/>
    <w:rsid w:val="00495479"/>
    <w:rsid w:val="004956F7"/>
    <w:rsid w:val="00495806"/>
    <w:rsid w:val="00495B2B"/>
    <w:rsid w:val="00495BB2"/>
    <w:rsid w:val="00495DE0"/>
    <w:rsid w:val="00495ED8"/>
    <w:rsid w:val="00495EE0"/>
    <w:rsid w:val="00495F82"/>
    <w:rsid w:val="0049610E"/>
    <w:rsid w:val="00496478"/>
    <w:rsid w:val="00496C4E"/>
    <w:rsid w:val="00496EE8"/>
    <w:rsid w:val="0049714D"/>
    <w:rsid w:val="004974BC"/>
    <w:rsid w:val="0049760A"/>
    <w:rsid w:val="00497B0B"/>
    <w:rsid w:val="00497C03"/>
    <w:rsid w:val="00497CD3"/>
    <w:rsid w:val="00497EBD"/>
    <w:rsid w:val="00497FB3"/>
    <w:rsid w:val="004A0033"/>
    <w:rsid w:val="004A00B0"/>
    <w:rsid w:val="004A0116"/>
    <w:rsid w:val="004A0861"/>
    <w:rsid w:val="004A08EA"/>
    <w:rsid w:val="004A0A36"/>
    <w:rsid w:val="004A0B69"/>
    <w:rsid w:val="004A0B87"/>
    <w:rsid w:val="004A0BE9"/>
    <w:rsid w:val="004A11E4"/>
    <w:rsid w:val="004A14DA"/>
    <w:rsid w:val="004A1574"/>
    <w:rsid w:val="004A196A"/>
    <w:rsid w:val="004A1DE0"/>
    <w:rsid w:val="004A1F22"/>
    <w:rsid w:val="004A205C"/>
    <w:rsid w:val="004A20B3"/>
    <w:rsid w:val="004A2287"/>
    <w:rsid w:val="004A24B1"/>
    <w:rsid w:val="004A28B4"/>
    <w:rsid w:val="004A2EFA"/>
    <w:rsid w:val="004A2F5F"/>
    <w:rsid w:val="004A2FC1"/>
    <w:rsid w:val="004A3020"/>
    <w:rsid w:val="004A316D"/>
    <w:rsid w:val="004A3205"/>
    <w:rsid w:val="004A35B1"/>
    <w:rsid w:val="004A3675"/>
    <w:rsid w:val="004A370C"/>
    <w:rsid w:val="004A3724"/>
    <w:rsid w:val="004A3E2E"/>
    <w:rsid w:val="004A3FB2"/>
    <w:rsid w:val="004A415E"/>
    <w:rsid w:val="004A41DA"/>
    <w:rsid w:val="004A43E8"/>
    <w:rsid w:val="004A49DB"/>
    <w:rsid w:val="004A4BEC"/>
    <w:rsid w:val="004A4D42"/>
    <w:rsid w:val="004A4D72"/>
    <w:rsid w:val="004A516C"/>
    <w:rsid w:val="004A535C"/>
    <w:rsid w:val="004A5605"/>
    <w:rsid w:val="004A56C3"/>
    <w:rsid w:val="004A58FE"/>
    <w:rsid w:val="004A59E4"/>
    <w:rsid w:val="004A5D84"/>
    <w:rsid w:val="004A5E1C"/>
    <w:rsid w:val="004A6124"/>
    <w:rsid w:val="004A660C"/>
    <w:rsid w:val="004A6720"/>
    <w:rsid w:val="004A67C7"/>
    <w:rsid w:val="004A6828"/>
    <w:rsid w:val="004A690B"/>
    <w:rsid w:val="004A6997"/>
    <w:rsid w:val="004A6AC2"/>
    <w:rsid w:val="004A6DF6"/>
    <w:rsid w:val="004A704B"/>
    <w:rsid w:val="004A71A0"/>
    <w:rsid w:val="004A729A"/>
    <w:rsid w:val="004A7348"/>
    <w:rsid w:val="004A78E3"/>
    <w:rsid w:val="004A7D95"/>
    <w:rsid w:val="004A7E33"/>
    <w:rsid w:val="004B02FC"/>
    <w:rsid w:val="004B0452"/>
    <w:rsid w:val="004B04FB"/>
    <w:rsid w:val="004B065B"/>
    <w:rsid w:val="004B0CCE"/>
    <w:rsid w:val="004B0FA8"/>
    <w:rsid w:val="004B1062"/>
    <w:rsid w:val="004B1732"/>
    <w:rsid w:val="004B184A"/>
    <w:rsid w:val="004B2081"/>
    <w:rsid w:val="004B22B3"/>
    <w:rsid w:val="004B24B6"/>
    <w:rsid w:val="004B24FA"/>
    <w:rsid w:val="004B2883"/>
    <w:rsid w:val="004B28EB"/>
    <w:rsid w:val="004B2AA5"/>
    <w:rsid w:val="004B2AC0"/>
    <w:rsid w:val="004B2DAE"/>
    <w:rsid w:val="004B2EFD"/>
    <w:rsid w:val="004B31AB"/>
    <w:rsid w:val="004B33F7"/>
    <w:rsid w:val="004B3643"/>
    <w:rsid w:val="004B367A"/>
    <w:rsid w:val="004B3B17"/>
    <w:rsid w:val="004B3B2A"/>
    <w:rsid w:val="004B3C9F"/>
    <w:rsid w:val="004B3CCB"/>
    <w:rsid w:val="004B3F7A"/>
    <w:rsid w:val="004B4112"/>
    <w:rsid w:val="004B41D2"/>
    <w:rsid w:val="004B42C9"/>
    <w:rsid w:val="004B43B5"/>
    <w:rsid w:val="004B49CA"/>
    <w:rsid w:val="004B4D5F"/>
    <w:rsid w:val="004B4EC6"/>
    <w:rsid w:val="004B4F10"/>
    <w:rsid w:val="004B531E"/>
    <w:rsid w:val="004B544F"/>
    <w:rsid w:val="004B55E4"/>
    <w:rsid w:val="004B59A2"/>
    <w:rsid w:val="004B59B6"/>
    <w:rsid w:val="004B5A56"/>
    <w:rsid w:val="004B6079"/>
    <w:rsid w:val="004B63D0"/>
    <w:rsid w:val="004B6505"/>
    <w:rsid w:val="004B68A6"/>
    <w:rsid w:val="004B691D"/>
    <w:rsid w:val="004B6AEE"/>
    <w:rsid w:val="004B70E1"/>
    <w:rsid w:val="004B734D"/>
    <w:rsid w:val="004B7849"/>
    <w:rsid w:val="004B797C"/>
    <w:rsid w:val="004B7A0D"/>
    <w:rsid w:val="004B7A40"/>
    <w:rsid w:val="004B7D1F"/>
    <w:rsid w:val="004B7E50"/>
    <w:rsid w:val="004C0341"/>
    <w:rsid w:val="004C064D"/>
    <w:rsid w:val="004C0741"/>
    <w:rsid w:val="004C0819"/>
    <w:rsid w:val="004C0C20"/>
    <w:rsid w:val="004C0CF3"/>
    <w:rsid w:val="004C0E28"/>
    <w:rsid w:val="004C0EE3"/>
    <w:rsid w:val="004C0F00"/>
    <w:rsid w:val="004C123E"/>
    <w:rsid w:val="004C13E9"/>
    <w:rsid w:val="004C147A"/>
    <w:rsid w:val="004C1568"/>
    <w:rsid w:val="004C16D4"/>
    <w:rsid w:val="004C194A"/>
    <w:rsid w:val="004C1A36"/>
    <w:rsid w:val="004C1ADF"/>
    <w:rsid w:val="004C1B2E"/>
    <w:rsid w:val="004C2295"/>
    <w:rsid w:val="004C2373"/>
    <w:rsid w:val="004C2476"/>
    <w:rsid w:val="004C2666"/>
    <w:rsid w:val="004C2676"/>
    <w:rsid w:val="004C2723"/>
    <w:rsid w:val="004C2B82"/>
    <w:rsid w:val="004C2C79"/>
    <w:rsid w:val="004C2D2A"/>
    <w:rsid w:val="004C2DA6"/>
    <w:rsid w:val="004C2E4C"/>
    <w:rsid w:val="004C302B"/>
    <w:rsid w:val="004C32FA"/>
    <w:rsid w:val="004C34C4"/>
    <w:rsid w:val="004C34CD"/>
    <w:rsid w:val="004C3566"/>
    <w:rsid w:val="004C356F"/>
    <w:rsid w:val="004C38B0"/>
    <w:rsid w:val="004C39C5"/>
    <w:rsid w:val="004C3D15"/>
    <w:rsid w:val="004C40EF"/>
    <w:rsid w:val="004C4702"/>
    <w:rsid w:val="004C4819"/>
    <w:rsid w:val="004C4C92"/>
    <w:rsid w:val="004C4F5C"/>
    <w:rsid w:val="004C5166"/>
    <w:rsid w:val="004C51DB"/>
    <w:rsid w:val="004C56E9"/>
    <w:rsid w:val="004C5A03"/>
    <w:rsid w:val="004C5AC5"/>
    <w:rsid w:val="004C5C45"/>
    <w:rsid w:val="004C601A"/>
    <w:rsid w:val="004C60BD"/>
    <w:rsid w:val="004C61A5"/>
    <w:rsid w:val="004C674D"/>
    <w:rsid w:val="004C68FD"/>
    <w:rsid w:val="004C6BBF"/>
    <w:rsid w:val="004C6F91"/>
    <w:rsid w:val="004C717B"/>
    <w:rsid w:val="004C751D"/>
    <w:rsid w:val="004C77A0"/>
    <w:rsid w:val="004C7981"/>
    <w:rsid w:val="004C7A0E"/>
    <w:rsid w:val="004C7AF7"/>
    <w:rsid w:val="004C7CC9"/>
    <w:rsid w:val="004D00ED"/>
    <w:rsid w:val="004D0FB9"/>
    <w:rsid w:val="004D1159"/>
    <w:rsid w:val="004D11F8"/>
    <w:rsid w:val="004D1334"/>
    <w:rsid w:val="004D13DB"/>
    <w:rsid w:val="004D1488"/>
    <w:rsid w:val="004D15DC"/>
    <w:rsid w:val="004D1A25"/>
    <w:rsid w:val="004D1A27"/>
    <w:rsid w:val="004D23AF"/>
    <w:rsid w:val="004D26DC"/>
    <w:rsid w:val="004D2824"/>
    <w:rsid w:val="004D2F67"/>
    <w:rsid w:val="004D31ED"/>
    <w:rsid w:val="004D3261"/>
    <w:rsid w:val="004D3318"/>
    <w:rsid w:val="004D3563"/>
    <w:rsid w:val="004D3AAC"/>
    <w:rsid w:val="004D3AE5"/>
    <w:rsid w:val="004D3E25"/>
    <w:rsid w:val="004D3FFE"/>
    <w:rsid w:val="004D4164"/>
    <w:rsid w:val="004D4780"/>
    <w:rsid w:val="004D4811"/>
    <w:rsid w:val="004D4854"/>
    <w:rsid w:val="004D4902"/>
    <w:rsid w:val="004D4A2E"/>
    <w:rsid w:val="004D4D7F"/>
    <w:rsid w:val="004D578E"/>
    <w:rsid w:val="004D599D"/>
    <w:rsid w:val="004D6020"/>
    <w:rsid w:val="004D6263"/>
    <w:rsid w:val="004D640E"/>
    <w:rsid w:val="004D6498"/>
    <w:rsid w:val="004D6541"/>
    <w:rsid w:val="004D66BC"/>
    <w:rsid w:val="004D687E"/>
    <w:rsid w:val="004D6882"/>
    <w:rsid w:val="004D694E"/>
    <w:rsid w:val="004D6B58"/>
    <w:rsid w:val="004D6BBD"/>
    <w:rsid w:val="004D7067"/>
    <w:rsid w:val="004D71F5"/>
    <w:rsid w:val="004D7265"/>
    <w:rsid w:val="004D7336"/>
    <w:rsid w:val="004D735F"/>
    <w:rsid w:val="004D73E1"/>
    <w:rsid w:val="004D753D"/>
    <w:rsid w:val="004D7564"/>
    <w:rsid w:val="004D766A"/>
    <w:rsid w:val="004D7BC0"/>
    <w:rsid w:val="004D7CEB"/>
    <w:rsid w:val="004D7F16"/>
    <w:rsid w:val="004E0108"/>
    <w:rsid w:val="004E014E"/>
    <w:rsid w:val="004E016A"/>
    <w:rsid w:val="004E029A"/>
    <w:rsid w:val="004E0449"/>
    <w:rsid w:val="004E0651"/>
    <w:rsid w:val="004E0756"/>
    <w:rsid w:val="004E0852"/>
    <w:rsid w:val="004E0924"/>
    <w:rsid w:val="004E09FF"/>
    <w:rsid w:val="004E0B38"/>
    <w:rsid w:val="004E0D07"/>
    <w:rsid w:val="004E0F1D"/>
    <w:rsid w:val="004E0F56"/>
    <w:rsid w:val="004E11ED"/>
    <w:rsid w:val="004E130D"/>
    <w:rsid w:val="004E13A9"/>
    <w:rsid w:val="004E14EA"/>
    <w:rsid w:val="004E1860"/>
    <w:rsid w:val="004E19C2"/>
    <w:rsid w:val="004E1A00"/>
    <w:rsid w:val="004E1AB2"/>
    <w:rsid w:val="004E1D4C"/>
    <w:rsid w:val="004E2040"/>
    <w:rsid w:val="004E2130"/>
    <w:rsid w:val="004E2170"/>
    <w:rsid w:val="004E23A4"/>
    <w:rsid w:val="004E267F"/>
    <w:rsid w:val="004E27DA"/>
    <w:rsid w:val="004E2A5E"/>
    <w:rsid w:val="004E2A5F"/>
    <w:rsid w:val="004E2AC2"/>
    <w:rsid w:val="004E2B39"/>
    <w:rsid w:val="004E2C6C"/>
    <w:rsid w:val="004E3136"/>
    <w:rsid w:val="004E3188"/>
    <w:rsid w:val="004E3716"/>
    <w:rsid w:val="004E372F"/>
    <w:rsid w:val="004E3A60"/>
    <w:rsid w:val="004E3AF4"/>
    <w:rsid w:val="004E3D15"/>
    <w:rsid w:val="004E4367"/>
    <w:rsid w:val="004E4494"/>
    <w:rsid w:val="004E4559"/>
    <w:rsid w:val="004E45B0"/>
    <w:rsid w:val="004E46DF"/>
    <w:rsid w:val="004E4765"/>
    <w:rsid w:val="004E476A"/>
    <w:rsid w:val="004E47B9"/>
    <w:rsid w:val="004E4AD4"/>
    <w:rsid w:val="004E4DB1"/>
    <w:rsid w:val="004E4E79"/>
    <w:rsid w:val="004E556A"/>
    <w:rsid w:val="004E568A"/>
    <w:rsid w:val="004E5AA7"/>
    <w:rsid w:val="004E5AC8"/>
    <w:rsid w:val="004E5DBA"/>
    <w:rsid w:val="004E5E51"/>
    <w:rsid w:val="004E635C"/>
    <w:rsid w:val="004E6377"/>
    <w:rsid w:val="004E640E"/>
    <w:rsid w:val="004E67AE"/>
    <w:rsid w:val="004E689C"/>
    <w:rsid w:val="004E69A0"/>
    <w:rsid w:val="004E6CAE"/>
    <w:rsid w:val="004E6F53"/>
    <w:rsid w:val="004E719A"/>
    <w:rsid w:val="004F008F"/>
    <w:rsid w:val="004F01AC"/>
    <w:rsid w:val="004F03B8"/>
    <w:rsid w:val="004F04E7"/>
    <w:rsid w:val="004F06A3"/>
    <w:rsid w:val="004F06F3"/>
    <w:rsid w:val="004F0825"/>
    <w:rsid w:val="004F0878"/>
    <w:rsid w:val="004F0EBC"/>
    <w:rsid w:val="004F0F49"/>
    <w:rsid w:val="004F1055"/>
    <w:rsid w:val="004F1163"/>
    <w:rsid w:val="004F11C8"/>
    <w:rsid w:val="004F143C"/>
    <w:rsid w:val="004F166A"/>
    <w:rsid w:val="004F1A02"/>
    <w:rsid w:val="004F1D9F"/>
    <w:rsid w:val="004F2007"/>
    <w:rsid w:val="004F20D8"/>
    <w:rsid w:val="004F2174"/>
    <w:rsid w:val="004F21A8"/>
    <w:rsid w:val="004F2452"/>
    <w:rsid w:val="004F2760"/>
    <w:rsid w:val="004F2767"/>
    <w:rsid w:val="004F2EAD"/>
    <w:rsid w:val="004F3139"/>
    <w:rsid w:val="004F313D"/>
    <w:rsid w:val="004F31FC"/>
    <w:rsid w:val="004F3249"/>
    <w:rsid w:val="004F34FF"/>
    <w:rsid w:val="004F35BE"/>
    <w:rsid w:val="004F3635"/>
    <w:rsid w:val="004F373D"/>
    <w:rsid w:val="004F376A"/>
    <w:rsid w:val="004F3A02"/>
    <w:rsid w:val="004F3A1C"/>
    <w:rsid w:val="004F3C12"/>
    <w:rsid w:val="004F3DBF"/>
    <w:rsid w:val="004F3F22"/>
    <w:rsid w:val="004F422F"/>
    <w:rsid w:val="004F4256"/>
    <w:rsid w:val="004F4425"/>
    <w:rsid w:val="004F446A"/>
    <w:rsid w:val="004F4601"/>
    <w:rsid w:val="004F46CF"/>
    <w:rsid w:val="004F4977"/>
    <w:rsid w:val="004F4C71"/>
    <w:rsid w:val="004F4D38"/>
    <w:rsid w:val="004F4ED8"/>
    <w:rsid w:val="004F4F90"/>
    <w:rsid w:val="004F5001"/>
    <w:rsid w:val="004F5152"/>
    <w:rsid w:val="004F5162"/>
    <w:rsid w:val="004F517A"/>
    <w:rsid w:val="004F52C4"/>
    <w:rsid w:val="004F56B5"/>
    <w:rsid w:val="004F58FE"/>
    <w:rsid w:val="004F5A89"/>
    <w:rsid w:val="004F5DA8"/>
    <w:rsid w:val="004F5DEC"/>
    <w:rsid w:val="004F5E7A"/>
    <w:rsid w:val="004F6039"/>
    <w:rsid w:val="004F61E9"/>
    <w:rsid w:val="004F6510"/>
    <w:rsid w:val="004F68C7"/>
    <w:rsid w:val="004F6AE3"/>
    <w:rsid w:val="004F6B1B"/>
    <w:rsid w:val="004F6C01"/>
    <w:rsid w:val="004F6C19"/>
    <w:rsid w:val="004F74B1"/>
    <w:rsid w:val="004F781A"/>
    <w:rsid w:val="004F7E98"/>
    <w:rsid w:val="005001C5"/>
    <w:rsid w:val="00500D86"/>
    <w:rsid w:val="00500DD6"/>
    <w:rsid w:val="00500E0C"/>
    <w:rsid w:val="0050132B"/>
    <w:rsid w:val="00501875"/>
    <w:rsid w:val="00501954"/>
    <w:rsid w:val="00501FB3"/>
    <w:rsid w:val="0050255F"/>
    <w:rsid w:val="00502853"/>
    <w:rsid w:val="00502AB6"/>
    <w:rsid w:val="00502E82"/>
    <w:rsid w:val="005037C4"/>
    <w:rsid w:val="00503980"/>
    <w:rsid w:val="00503C34"/>
    <w:rsid w:val="00503EEE"/>
    <w:rsid w:val="0050413E"/>
    <w:rsid w:val="00504301"/>
    <w:rsid w:val="005046A1"/>
    <w:rsid w:val="00504CB8"/>
    <w:rsid w:val="00504CBB"/>
    <w:rsid w:val="00504E21"/>
    <w:rsid w:val="00504FAE"/>
    <w:rsid w:val="0050502C"/>
    <w:rsid w:val="005051DE"/>
    <w:rsid w:val="00505967"/>
    <w:rsid w:val="00505AD3"/>
    <w:rsid w:val="00505B61"/>
    <w:rsid w:val="00505BF7"/>
    <w:rsid w:val="00505C80"/>
    <w:rsid w:val="005060C9"/>
    <w:rsid w:val="00506419"/>
    <w:rsid w:val="0050657D"/>
    <w:rsid w:val="00506A34"/>
    <w:rsid w:val="00506E22"/>
    <w:rsid w:val="00506EE8"/>
    <w:rsid w:val="0050738C"/>
    <w:rsid w:val="005073A9"/>
    <w:rsid w:val="0050751F"/>
    <w:rsid w:val="005076AA"/>
    <w:rsid w:val="005077DF"/>
    <w:rsid w:val="00507830"/>
    <w:rsid w:val="0050796D"/>
    <w:rsid w:val="00507AFB"/>
    <w:rsid w:val="00507C63"/>
    <w:rsid w:val="00507D44"/>
    <w:rsid w:val="00507DC0"/>
    <w:rsid w:val="00507F6D"/>
    <w:rsid w:val="00507F74"/>
    <w:rsid w:val="0051000E"/>
    <w:rsid w:val="00510206"/>
    <w:rsid w:val="00510257"/>
    <w:rsid w:val="00510369"/>
    <w:rsid w:val="00510405"/>
    <w:rsid w:val="00510708"/>
    <w:rsid w:val="005107F7"/>
    <w:rsid w:val="005107FA"/>
    <w:rsid w:val="00510A6D"/>
    <w:rsid w:val="00510A78"/>
    <w:rsid w:val="00510FDC"/>
    <w:rsid w:val="005110B7"/>
    <w:rsid w:val="0051153A"/>
    <w:rsid w:val="00511916"/>
    <w:rsid w:val="00511A7D"/>
    <w:rsid w:val="00511D96"/>
    <w:rsid w:val="0051204F"/>
    <w:rsid w:val="0051216D"/>
    <w:rsid w:val="00512646"/>
    <w:rsid w:val="00512723"/>
    <w:rsid w:val="005127D4"/>
    <w:rsid w:val="00512808"/>
    <w:rsid w:val="00512966"/>
    <w:rsid w:val="00512A81"/>
    <w:rsid w:val="00512B26"/>
    <w:rsid w:val="00512C84"/>
    <w:rsid w:val="00512FEC"/>
    <w:rsid w:val="0051311B"/>
    <w:rsid w:val="005137A9"/>
    <w:rsid w:val="00513994"/>
    <w:rsid w:val="00513B36"/>
    <w:rsid w:val="00513B73"/>
    <w:rsid w:val="00513B80"/>
    <w:rsid w:val="00513BB6"/>
    <w:rsid w:val="0051404E"/>
    <w:rsid w:val="0051414F"/>
    <w:rsid w:val="00514247"/>
    <w:rsid w:val="0051447C"/>
    <w:rsid w:val="0051467C"/>
    <w:rsid w:val="005149F0"/>
    <w:rsid w:val="00514D8D"/>
    <w:rsid w:val="00514F87"/>
    <w:rsid w:val="00514F96"/>
    <w:rsid w:val="00514FC1"/>
    <w:rsid w:val="00515436"/>
    <w:rsid w:val="005155AE"/>
    <w:rsid w:val="0051586E"/>
    <w:rsid w:val="00515D80"/>
    <w:rsid w:val="00515E82"/>
    <w:rsid w:val="0051636E"/>
    <w:rsid w:val="0051638B"/>
    <w:rsid w:val="005164F5"/>
    <w:rsid w:val="00516600"/>
    <w:rsid w:val="005167EA"/>
    <w:rsid w:val="00516CA8"/>
    <w:rsid w:val="00516D01"/>
    <w:rsid w:val="00516D5F"/>
    <w:rsid w:val="0051720C"/>
    <w:rsid w:val="005173E0"/>
    <w:rsid w:val="005176F1"/>
    <w:rsid w:val="005177B6"/>
    <w:rsid w:val="00517BDA"/>
    <w:rsid w:val="00517CCE"/>
    <w:rsid w:val="00517D19"/>
    <w:rsid w:val="00517D32"/>
    <w:rsid w:val="00517E2E"/>
    <w:rsid w:val="00520184"/>
    <w:rsid w:val="005201FB"/>
    <w:rsid w:val="005208E3"/>
    <w:rsid w:val="00520D6A"/>
    <w:rsid w:val="00520F4A"/>
    <w:rsid w:val="00520FAE"/>
    <w:rsid w:val="00521075"/>
    <w:rsid w:val="00521182"/>
    <w:rsid w:val="005212D5"/>
    <w:rsid w:val="00521C4C"/>
    <w:rsid w:val="00521DCC"/>
    <w:rsid w:val="00522198"/>
    <w:rsid w:val="00522373"/>
    <w:rsid w:val="005224C5"/>
    <w:rsid w:val="0052267D"/>
    <w:rsid w:val="00522944"/>
    <w:rsid w:val="00522A4A"/>
    <w:rsid w:val="00522A6F"/>
    <w:rsid w:val="00522AF2"/>
    <w:rsid w:val="00522BFC"/>
    <w:rsid w:val="00522C2A"/>
    <w:rsid w:val="00523437"/>
    <w:rsid w:val="005234A7"/>
    <w:rsid w:val="0052388A"/>
    <w:rsid w:val="005239A8"/>
    <w:rsid w:val="00523B43"/>
    <w:rsid w:val="00523C77"/>
    <w:rsid w:val="00523CBA"/>
    <w:rsid w:val="00523E46"/>
    <w:rsid w:val="00523EF4"/>
    <w:rsid w:val="0052403F"/>
    <w:rsid w:val="00524046"/>
    <w:rsid w:val="005240CA"/>
    <w:rsid w:val="005242E6"/>
    <w:rsid w:val="005243B5"/>
    <w:rsid w:val="005243E8"/>
    <w:rsid w:val="00524439"/>
    <w:rsid w:val="00524D27"/>
    <w:rsid w:val="00524D4B"/>
    <w:rsid w:val="00524F23"/>
    <w:rsid w:val="005250C0"/>
    <w:rsid w:val="00525111"/>
    <w:rsid w:val="00525496"/>
    <w:rsid w:val="0052552C"/>
    <w:rsid w:val="005257B1"/>
    <w:rsid w:val="0052592C"/>
    <w:rsid w:val="0052633F"/>
    <w:rsid w:val="00526392"/>
    <w:rsid w:val="005264F7"/>
    <w:rsid w:val="0052659E"/>
    <w:rsid w:val="005265C6"/>
    <w:rsid w:val="00526731"/>
    <w:rsid w:val="00526A23"/>
    <w:rsid w:val="00526A74"/>
    <w:rsid w:val="00526D00"/>
    <w:rsid w:val="00526E3E"/>
    <w:rsid w:val="00526F1B"/>
    <w:rsid w:val="00526F68"/>
    <w:rsid w:val="00527446"/>
    <w:rsid w:val="0052761F"/>
    <w:rsid w:val="005276BA"/>
    <w:rsid w:val="0052780D"/>
    <w:rsid w:val="00527ADD"/>
    <w:rsid w:val="00527BF6"/>
    <w:rsid w:val="00527C82"/>
    <w:rsid w:val="00527D99"/>
    <w:rsid w:val="00527FA9"/>
    <w:rsid w:val="00527FB2"/>
    <w:rsid w:val="005302F9"/>
    <w:rsid w:val="005303E0"/>
    <w:rsid w:val="00530410"/>
    <w:rsid w:val="005304D1"/>
    <w:rsid w:val="00530748"/>
    <w:rsid w:val="0053076B"/>
    <w:rsid w:val="005308B2"/>
    <w:rsid w:val="005309D9"/>
    <w:rsid w:val="00530F14"/>
    <w:rsid w:val="00530FDA"/>
    <w:rsid w:val="005315E5"/>
    <w:rsid w:val="00531643"/>
    <w:rsid w:val="00531AF8"/>
    <w:rsid w:val="00531F83"/>
    <w:rsid w:val="005320AE"/>
    <w:rsid w:val="005323F5"/>
    <w:rsid w:val="00532719"/>
    <w:rsid w:val="0053271D"/>
    <w:rsid w:val="00532C6B"/>
    <w:rsid w:val="00532C74"/>
    <w:rsid w:val="005331B0"/>
    <w:rsid w:val="005331C7"/>
    <w:rsid w:val="005332C8"/>
    <w:rsid w:val="00533350"/>
    <w:rsid w:val="00533559"/>
    <w:rsid w:val="005338C0"/>
    <w:rsid w:val="005338E5"/>
    <w:rsid w:val="0053393D"/>
    <w:rsid w:val="005339D2"/>
    <w:rsid w:val="00533C1C"/>
    <w:rsid w:val="005340A4"/>
    <w:rsid w:val="00534163"/>
    <w:rsid w:val="005345E9"/>
    <w:rsid w:val="00534B02"/>
    <w:rsid w:val="0053502F"/>
    <w:rsid w:val="005352F1"/>
    <w:rsid w:val="005352FF"/>
    <w:rsid w:val="0053531D"/>
    <w:rsid w:val="00535437"/>
    <w:rsid w:val="005354AD"/>
    <w:rsid w:val="00535713"/>
    <w:rsid w:val="00535D3C"/>
    <w:rsid w:val="00535DA7"/>
    <w:rsid w:val="00536028"/>
    <w:rsid w:val="00536166"/>
    <w:rsid w:val="00536278"/>
    <w:rsid w:val="0053694A"/>
    <w:rsid w:val="0053699B"/>
    <w:rsid w:val="005369DD"/>
    <w:rsid w:val="00536BBD"/>
    <w:rsid w:val="00536C59"/>
    <w:rsid w:val="00536C8F"/>
    <w:rsid w:val="00536EC4"/>
    <w:rsid w:val="005370B0"/>
    <w:rsid w:val="005371AC"/>
    <w:rsid w:val="005375B9"/>
    <w:rsid w:val="005375C4"/>
    <w:rsid w:val="005377A2"/>
    <w:rsid w:val="00537934"/>
    <w:rsid w:val="0053795D"/>
    <w:rsid w:val="00537A5C"/>
    <w:rsid w:val="00537BE6"/>
    <w:rsid w:val="00537E4C"/>
    <w:rsid w:val="00537F54"/>
    <w:rsid w:val="005401D4"/>
    <w:rsid w:val="005405E7"/>
    <w:rsid w:val="00540C23"/>
    <w:rsid w:val="00540DA8"/>
    <w:rsid w:val="00540E20"/>
    <w:rsid w:val="00541032"/>
    <w:rsid w:val="00541126"/>
    <w:rsid w:val="0054119D"/>
    <w:rsid w:val="005413CA"/>
    <w:rsid w:val="00541708"/>
    <w:rsid w:val="005417E4"/>
    <w:rsid w:val="00541B70"/>
    <w:rsid w:val="00541D15"/>
    <w:rsid w:val="00541D3D"/>
    <w:rsid w:val="005420B1"/>
    <w:rsid w:val="00542256"/>
    <w:rsid w:val="00542667"/>
    <w:rsid w:val="005429F6"/>
    <w:rsid w:val="00542E5D"/>
    <w:rsid w:val="00542EB9"/>
    <w:rsid w:val="00542F56"/>
    <w:rsid w:val="0054337E"/>
    <w:rsid w:val="0054343A"/>
    <w:rsid w:val="0054347E"/>
    <w:rsid w:val="00543490"/>
    <w:rsid w:val="0054378B"/>
    <w:rsid w:val="005438A2"/>
    <w:rsid w:val="005441C7"/>
    <w:rsid w:val="0054426D"/>
    <w:rsid w:val="005448EF"/>
    <w:rsid w:val="00544C29"/>
    <w:rsid w:val="00545231"/>
    <w:rsid w:val="005453D2"/>
    <w:rsid w:val="0054590F"/>
    <w:rsid w:val="005459BD"/>
    <w:rsid w:val="00545A67"/>
    <w:rsid w:val="00545AE8"/>
    <w:rsid w:val="00545D6F"/>
    <w:rsid w:val="00545EDA"/>
    <w:rsid w:val="00545F2F"/>
    <w:rsid w:val="005461D3"/>
    <w:rsid w:val="005463DB"/>
    <w:rsid w:val="0054656C"/>
    <w:rsid w:val="005466FB"/>
    <w:rsid w:val="0054698D"/>
    <w:rsid w:val="00546C8B"/>
    <w:rsid w:val="00546DCF"/>
    <w:rsid w:val="00546E17"/>
    <w:rsid w:val="00547078"/>
    <w:rsid w:val="005470D7"/>
    <w:rsid w:val="00547180"/>
    <w:rsid w:val="005471A1"/>
    <w:rsid w:val="0054727F"/>
    <w:rsid w:val="00547E5F"/>
    <w:rsid w:val="00547F5B"/>
    <w:rsid w:val="005502DD"/>
    <w:rsid w:val="005503BF"/>
    <w:rsid w:val="00550E6A"/>
    <w:rsid w:val="00551328"/>
    <w:rsid w:val="0055150C"/>
    <w:rsid w:val="0055159D"/>
    <w:rsid w:val="005519E1"/>
    <w:rsid w:val="00551A10"/>
    <w:rsid w:val="00551A45"/>
    <w:rsid w:val="00551AED"/>
    <w:rsid w:val="00551B4B"/>
    <w:rsid w:val="00551D46"/>
    <w:rsid w:val="00551DDA"/>
    <w:rsid w:val="00552234"/>
    <w:rsid w:val="005523B2"/>
    <w:rsid w:val="00552462"/>
    <w:rsid w:val="005527D0"/>
    <w:rsid w:val="00552922"/>
    <w:rsid w:val="005529F1"/>
    <w:rsid w:val="00552E50"/>
    <w:rsid w:val="00552FF6"/>
    <w:rsid w:val="005531A3"/>
    <w:rsid w:val="00553231"/>
    <w:rsid w:val="0055329B"/>
    <w:rsid w:val="0055330D"/>
    <w:rsid w:val="005535EE"/>
    <w:rsid w:val="0055364B"/>
    <w:rsid w:val="0055377B"/>
    <w:rsid w:val="005537D4"/>
    <w:rsid w:val="005538B0"/>
    <w:rsid w:val="00553DF0"/>
    <w:rsid w:val="00553FA3"/>
    <w:rsid w:val="005540CC"/>
    <w:rsid w:val="005542B2"/>
    <w:rsid w:val="005545B7"/>
    <w:rsid w:val="00554D60"/>
    <w:rsid w:val="00554DCA"/>
    <w:rsid w:val="00554EBE"/>
    <w:rsid w:val="00554FDC"/>
    <w:rsid w:val="0055508F"/>
    <w:rsid w:val="005550B9"/>
    <w:rsid w:val="0055538B"/>
    <w:rsid w:val="0055541A"/>
    <w:rsid w:val="005556CC"/>
    <w:rsid w:val="005558BC"/>
    <w:rsid w:val="00555B2B"/>
    <w:rsid w:val="00555BF9"/>
    <w:rsid w:val="00555EAF"/>
    <w:rsid w:val="00556076"/>
    <w:rsid w:val="00556463"/>
    <w:rsid w:val="005566AF"/>
    <w:rsid w:val="00557111"/>
    <w:rsid w:val="00557327"/>
    <w:rsid w:val="00557576"/>
    <w:rsid w:val="0055768D"/>
    <w:rsid w:val="0055778F"/>
    <w:rsid w:val="005578AA"/>
    <w:rsid w:val="00557937"/>
    <w:rsid w:val="00557AEF"/>
    <w:rsid w:val="00557BCC"/>
    <w:rsid w:val="00560296"/>
    <w:rsid w:val="0056064A"/>
    <w:rsid w:val="00560BCE"/>
    <w:rsid w:val="00560C9D"/>
    <w:rsid w:val="00560F62"/>
    <w:rsid w:val="00561036"/>
    <w:rsid w:val="00561444"/>
    <w:rsid w:val="00561488"/>
    <w:rsid w:val="00561564"/>
    <w:rsid w:val="005617B3"/>
    <w:rsid w:val="00561A81"/>
    <w:rsid w:val="00561EF6"/>
    <w:rsid w:val="005622B9"/>
    <w:rsid w:val="005627FB"/>
    <w:rsid w:val="00562911"/>
    <w:rsid w:val="00562E24"/>
    <w:rsid w:val="00562F1F"/>
    <w:rsid w:val="005630CA"/>
    <w:rsid w:val="005633D8"/>
    <w:rsid w:val="005637A9"/>
    <w:rsid w:val="00563B74"/>
    <w:rsid w:val="00563BE2"/>
    <w:rsid w:val="00563DD4"/>
    <w:rsid w:val="00563FD5"/>
    <w:rsid w:val="005642E5"/>
    <w:rsid w:val="005642EA"/>
    <w:rsid w:val="00564366"/>
    <w:rsid w:val="005644B1"/>
    <w:rsid w:val="005646B0"/>
    <w:rsid w:val="00564759"/>
    <w:rsid w:val="00564B5E"/>
    <w:rsid w:val="00564C17"/>
    <w:rsid w:val="00564C60"/>
    <w:rsid w:val="0056527B"/>
    <w:rsid w:val="005653FD"/>
    <w:rsid w:val="00565403"/>
    <w:rsid w:val="00565C31"/>
    <w:rsid w:val="00565F6E"/>
    <w:rsid w:val="00566055"/>
    <w:rsid w:val="00566115"/>
    <w:rsid w:val="005662FB"/>
    <w:rsid w:val="00566C6D"/>
    <w:rsid w:val="00567523"/>
    <w:rsid w:val="00567ACA"/>
    <w:rsid w:val="00567D2C"/>
    <w:rsid w:val="005700CC"/>
    <w:rsid w:val="00570219"/>
    <w:rsid w:val="00570518"/>
    <w:rsid w:val="0057054B"/>
    <w:rsid w:val="00570766"/>
    <w:rsid w:val="0057083B"/>
    <w:rsid w:val="0057096E"/>
    <w:rsid w:val="00570A81"/>
    <w:rsid w:val="00570AB3"/>
    <w:rsid w:val="00570B3E"/>
    <w:rsid w:val="00570BDD"/>
    <w:rsid w:val="00570DB4"/>
    <w:rsid w:val="00570DBE"/>
    <w:rsid w:val="00571685"/>
    <w:rsid w:val="005716B2"/>
    <w:rsid w:val="00571757"/>
    <w:rsid w:val="005717B0"/>
    <w:rsid w:val="0057185E"/>
    <w:rsid w:val="005720D8"/>
    <w:rsid w:val="0057221A"/>
    <w:rsid w:val="0057286C"/>
    <w:rsid w:val="005729EB"/>
    <w:rsid w:val="005729F3"/>
    <w:rsid w:val="00572AD3"/>
    <w:rsid w:val="00572F49"/>
    <w:rsid w:val="005733EB"/>
    <w:rsid w:val="0057393C"/>
    <w:rsid w:val="00573B15"/>
    <w:rsid w:val="00573E37"/>
    <w:rsid w:val="00573E82"/>
    <w:rsid w:val="0057411F"/>
    <w:rsid w:val="00574145"/>
    <w:rsid w:val="00574374"/>
    <w:rsid w:val="00574413"/>
    <w:rsid w:val="005748C7"/>
    <w:rsid w:val="00574D08"/>
    <w:rsid w:val="00575640"/>
    <w:rsid w:val="005757AD"/>
    <w:rsid w:val="0057585C"/>
    <w:rsid w:val="005760C9"/>
    <w:rsid w:val="00576298"/>
    <w:rsid w:val="005762C7"/>
    <w:rsid w:val="005763DE"/>
    <w:rsid w:val="005764CB"/>
    <w:rsid w:val="0057651A"/>
    <w:rsid w:val="005765B3"/>
    <w:rsid w:val="00576956"/>
    <w:rsid w:val="00576B54"/>
    <w:rsid w:val="00577106"/>
    <w:rsid w:val="00577402"/>
    <w:rsid w:val="005774C2"/>
    <w:rsid w:val="00577937"/>
    <w:rsid w:val="00577D43"/>
    <w:rsid w:val="0058004F"/>
    <w:rsid w:val="0058070B"/>
    <w:rsid w:val="005807D3"/>
    <w:rsid w:val="005808CA"/>
    <w:rsid w:val="00580A35"/>
    <w:rsid w:val="00580E08"/>
    <w:rsid w:val="00580E4B"/>
    <w:rsid w:val="00581309"/>
    <w:rsid w:val="0058136A"/>
    <w:rsid w:val="005814BF"/>
    <w:rsid w:val="00581719"/>
    <w:rsid w:val="005819BF"/>
    <w:rsid w:val="00581C0E"/>
    <w:rsid w:val="00581D2D"/>
    <w:rsid w:val="00582122"/>
    <w:rsid w:val="00582133"/>
    <w:rsid w:val="005821E0"/>
    <w:rsid w:val="005821E6"/>
    <w:rsid w:val="00582489"/>
    <w:rsid w:val="005827E6"/>
    <w:rsid w:val="00582B16"/>
    <w:rsid w:val="00582B44"/>
    <w:rsid w:val="00582B48"/>
    <w:rsid w:val="00582DC4"/>
    <w:rsid w:val="00582E44"/>
    <w:rsid w:val="0058303D"/>
    <w:rsid w:val="005831B3"/>
    <w:rsid w:val="0058323E"/>
    <w:rsid w:val="005833EA"/>
    <w:rsid w:val="0058373C"/>
    <w:rsid w:val="0058375D"/>
    <w:rsid w:val="005839BB"/>
    <w:rsid w:val="00583AA3"/>
    <w:rsid w:val="00583C81"/>
    <w:rsid w:val="00583E2C"/>
    <w:rsid w:val="0058446D"/>
    <w:rsid w:val="005847A5"/>
    <w:rsid w:val="00584928"/>
    <w:rsid w:val="005849EC"/>
    <w:rsid w:val="00584B5F"/>
    <w:rsid w:val="00584D1C"/>
    <w:rsid w:val="00584EEB"/>
    <w:rsid w:val="0058526C"/>
    <w:rsid w:val="00585307"/>
    <w:rsid w:val="0058533D"/>
    <w:rsid w:val="00585423"/>
    <w:rsid w:val="00585566"/>
    <w:rsid w:val="005855D3"/>
    <w:rsid w:val="005856C5"/>
    <w:rsid w:val="0058594C"/>
    <w:rsid w:val="00585A8D"/>
    <w:rsid w:val="00585ACC"/>
    <w:rsid w:val="00585B16"/>
    <w:rsid w:val="005860FD"/>
    <w:rsid w:val="00586124"/>
    <w:rsid w:val="0058624B"/>
    <w:rsid w:val="00586C80"/>
    <w:rsid w:val="00586CBF"/>
    <w:rsid w:val="00586D49"/>
    <w:rsid w:val="00586DD6"/>
    <w:rsid w:val="00586EF7"/>
    <w:rsid w:val="00587061"/>
    <w:rsid w:val="005870B4"/>
    <w:rsid w:val="005870FC"/>
    <w:rsid w:val="00587174"/>
    <w:rsid w:val="00587215"/>
    <w:rsid w:val="00587294"/>
    <w:rsid w:val="0058746E"/>
    <w:rsid w:val="005874B1"/>
    <w:rsid w:val="005876C3"/>
    <w:rsid w:val="005877A8"/>
    <w:rsid w:val="00587819"/>
    <w:rsid w:val="00587AB3"/>
    <w:rsid w:val="00587C8B"/>
    <w:rsid w:val="00587C99"/>
    <w:rsid w:val="00587D88"/>
    <w:rsid w:val="005900AE"/>
    <w:rsid w:val="005902B3"/>
    <w:rsid w:val="00590337"/>
    <w:rsid w:val="005903DB"/>
    <w:rsid w:val="0059043C"/>
    <w:rsid w:val="00590513"/>
    <w:rsid w:val="00590924"/>
    <w:rsid w:val="00590B60"/>
    <w:rsid w:val="00590BAA"/>
    <w:rsid w:val="00590FCA"/>
    <w:rsid w:val="00591136"/>
    <w:rsid w:val="005911F2"/>
    <w:rsid w:val="00591681"/>
    <w:rsid w:val="005918E1"/>
    <w:rsid w:val="00591BCC"/>
    <w:rsid w:val="00592235"/>
    <w:rsid w:val="005923F9"/>
    <w:rsid w:val="005928E5"/>
    <w:rsid w:val="00592AF8"/>
    <w:rsid w:val="00592B5C"/>
    <w:rsid w:val="00592C29"/>
    <w:rsid w:val="00593184"/>
    <w:rsid w:val="005931A6"/>
    <w:rsid w:val="005931CF"/>
    <w:rsid w:val="005931E0"/>
    <w:rsid w:val="005935B0"/>
    <w:rsid w:val="005935FB"/>
    <w:rsid w:val="005938B2"/>
    <w:rsid w:val="00593AF0"/>
    <w:rsid w:val="00593C43"/>
    <w:rsid w:val="00594334"/>
    <w:rsid w:val="0059443E"/>
    <w:rsid w:val="005944EA"/>
    <w:rsid w:val="00594511"/>
    <w:rsid w:val="0059457B"/>
    <w:rsid w:val="0059458F"/>
    <w:rsid w:val="005949F6"/>
    <w:rsid w:val="00594BD2"/>
    <w:rsid w:val="00594BD9"/>
    <w:rsid w:val="00594BDD"/>
    <w:rsid w:val="00594FF6"/>
    <w:rsid w:val="005951AD"/>
    <w:rsid w:val="00595286"/>
    <w:rsid w:val="00595335"/>
    <w:rsid w:val="00595484"/>
    <w:rsid w:val="005954E4"/>
    <w:rsid w:val="0059551E"/>
    <w:rsid w:val="00595B81"/>
    <w:rsid w:val="00595E43"/>
    <w:rsid w:val="005964B9"/>
    <w:rsid w:val="00596586"/>
    <w:rsid w:val="0059669E"/>
    <w:rsid w:val="00596704"/>
    <w:rsid w:val="005967B5"/>
    <w:rsid w:val="00596F2C"/>
    <w:rsid w:val="005970C3"/>
    <w:rsid w:val="005972F0"/>
    <w:rsid w:val="0059730B"/>
    <w:rsid w:val="00597454"/>
    <w:rsid w:val="005974C3"/>
    <w:rsid w:val="005976AD"/>
    <w:rsid w:val="005A0076"/>
    <w:rsid w:val="005A05BF"/>
    <w:rsid w:val="005A07FF"/>
    <w:rsid w:val="005A0A06"/>
    <w:rsid w:val="005A0A9A"/>
    <w:rsid w:val="005A0F00"/>
    <w:rsid w:val="005A0F78"/>
    <w:rsid w:val="005A12A7"/>
    <w:rsid w:val="005A159B"/>
    <w:rsid w:val="005A1B7F"/>
    <w:rsid w:val="005A1CC2"/>
    <w:rsid w:val="005A1D80"/>
    <w:rsid w:val="005A1DCC"/>
    <w:rsid w:val="005A1EB7"/>
    <w:rsid w:val="005A1F6F"/>
    <w:rsid w:val="005A22D4"/>
    <w:rsid w:val="005A2506"/>
    <w:rsid w:val="005A2609"/>
    <w:rsid w:val="005A280F"/>
    <w:rsid w:val="005A29A3"/>
    <w:rsid w:val="005A2A52"/>
    <w:rsid w:val="005A355F"/>
    <w:rsid w:val="005A3566"/>
    <w:rsid w:val="005A3575"/>
    <w:rsid w:val="005A397C"/>
    <w:rsid w:val="005A3B66"/>
    <w:rsid w:val="005A3C20"/>
    <w:rsid w:val="005A3D06"/>
    <w:rsid w:val="005A3D7D"/>
    <w:rsid w:val="005A3F3B"/>
    <w:rsid w:val="005A3F9A"/>
    <w:rsid w:val="005A40BB"/>
    <w:rsid w:val="005A4313"/>
    <w:rsid w:val="005A442C"/>
    <w:rsid w:val="005A4831"/>
    <w:rsid w:val="005A4CC2"/>
    <w:rsid w:val="005A4E4F"/>
    <w:rsid w:val="005A51F0"/>
    <w:rsid w:val="005A5260"/>
    <w:rsid w:val="005A52D3"/>
    <w:rsid w:val="005A530E"/>
    <w:rsid w:val="005A57B2"/>
    <w:rsid w:val="005A5828"/>
    <w:rsid w:val="005A58D9"/>
    <w:rsid w:val="005A5950"/>
    <w:rsid w:val="005A5C5E"/>
    <w:rsid w:val="005A5DD3"/>
    <w:rsid w:val="005A6037"/>
    <w:rsid w:val="005A621E"/>
    <w:rsid w:val="005A6246"/>
    <w:rsid w:val="005A6443"/>
    <w:rsid w:val="005A6544"/>
    <w:rsid w:val="005A6894"/>
    <w:rsid w:val="005A69BC"/>
    <w:rsid w:val="005A6B56"/>
    <w:rsid w:val="005A6C12"/>
    <w:rsid w:val="005A6CCF"/>
    <w:rsid w:val="005A6D97"/>
    <w:rsid w:val="005A705A"/>
    <w:rsid w:val="005A721D"/>
    <w:rsid w:val="005A74EC"/>
    <w:rsid w:val="005A75A2"/>
    <w:rsid w:val="005A7636"/>
    <w:rsid w:val="005A790A"/>
    <w:rsid w:val="005A7968"/>
    <w:rsid w:val="005A7D9E"/>
    <w:rsid w:val="005A7EA2"/>
    <w:rsid w:val="005B0054"/>
    <w:rsid w:val="005B03B3"/>
    <w:rsid w:val="005B0BE9"/>
    <w:rsid w:val="005B0CCB"/>
    <w:rsid w:val="005B0FF6"/>
    <w:rsid w:val="005B10F5"/>
    <w:rsid w:val="005B119E"/>
    <w:rsid w:val="005B1200"/>
    <w:rsid w:val="005B145D"/>
    <w:rsid w:val="005B1533"/>
    <w:rsid w:val="005B15D7"/>
    <w:rsid w:val="005B1782"/>
    <w:rsid w:val="005B187F"/>
    <w:rsid w:val="005B199B"/>
    <w:rsid w:val="005B19E4"/>
    <w:rsid w:val="005B1BC1"/>
    <w:rsid w:val="005B1F2F"/>
    <w:rsid w:val="005B21F7"/>
    <w:rsid w:val="005B2236"/>
    <w:rsid w:val="005B224A"/>
    <w:rsid w:val="005B228D"/>
    <w:rsid w:val="005B2BE4"/>
    <w:rsid w:val="005B2D5E"/>
    <w:rsid w:val="005B2EE4"/>
    <w:rsid w:val="005B33AC"/>
    <w:rsid w:val="005B3563"/>
    <w:rsid w:val="005B3846"/>
    <w:rsid w:val="005B3BD7"/>
    <w:rsid w:val="005B3C1A"/>
    <w:rsid w:val="005B3CF1"/>
    <w:rsid w:val="005B40F4"/>
    <w:rsid w:val="005B447E"/>
    <w:rsid w:val="005B46CB"/>
    <w:rsid w:val="005B47BD"/>
    <w:rsid w:val="005B4A82"/>
    <w:rsid w:val="005B4FFB"/>
    <w:rsid w:val="005B545F"/>
    <w:rsid w:val="005B58A9"/>
    <w:rsid w:val="005B5A2A"/>
    <w:rsid w:val="005B5A42"/>
    <w:rsid w:val="005B5AEF"/>
    <w:rsid w:val="005B5DD9"/>
    <w:rsid w:val="005B5E81"/>
    <w:rsid w:val="005B5FB4"/>
    <w:rsid w:val="005B6063"/>
    <w:rsid w:val="005B6358"/>
    <w:rsid w:val="005B6DE7"/>
    <w:rsid w:val="005B6DF5"/>
    <w:rsid w:val="005B6E4A"/>
    <w:rsid w:val="005B7791"/>
    <w:rsid w:val="005B79A8"/>
    <w:rsid w:val="005B7A0D"/>
    <w:rsid w:val="005B7A8B"/>
    <w:rsid w:val="005B7BCB"/>
    <w:rsid w:val="005B7D96"/>
    <w:rsid w:val="005B7DB9"/>
    <w:rsid w:val="005B7DBD"/>
    <w:rsid w:val="005B7E1E"/>
    <w:rsid w:val="005B7F02"/>
    <w:rsid w:val="005C05B8"/>
    <w:rsid w:val="005C07A5"/>
    <w:rsid w:val="005C0880"/>
    <w:rsid w:val="005C09FD"/>
    <w:rsid w:val="005C0BD8"/>
    <w:rsid w:val="005C0BDB"/>
    <w:rsid w:val="005C0F1D"/>
    <w:rsid w:val="005C1034"/>
    <w:rsid w:val="005C14AC"/>
    <w:rsid w:val="005C15E8"/>
    <w:rsid w:val="005C17BB"/>
    <w:rsid w:val="005C1A42"/>
    <w:rsid w:val="005C1B38"/>
    <w:rsid w:val="005C1D38"/>
    <w:rsid w:val="005C1E2C"/>
    <w:rsid w:val="005C242D"/>
    <w:rsid w:val="005C2D2A"/>
    <w:rsid w:val="005C2DB8"/>
    <w:rsid w:val="005C2E86"/>
    <w:rsid w:val="005C3A64"/>
    <w:rsid w:val="005C3B83"/>
    <w:rsid w:val="005C3E17"/>
    <w:rsid w:val="005C3ECA"/>
    <w:rsid w:val="005C3FA8"/>
    <w:rsid w:val="005C3FB1"/>
    <w:rsid w:val="005C4186"/>
    <w:rsid w:val="005C41A9"/>
    <w:rsid w:val="005C456D"/>
    <w:rsid w:val="005C463E"/>
    <w:rsid w:val="005C47B9"/>
    <w:rsid w:val="005C4D87"/>
    <w:rsid w:val="005C5274"/>
    <w:rsid w:val="005C56D5"/>
    <w:rsid w:val="005C599F"/>
    <w:rsid w:val="005C5B98"/>
    <w:rsid w:val="005C5BBB"/>
    <w:rsid w:val="005C5C21"/>
    <w:rsid w:val="005C5CAD"/>
    <w:rsid w:val="005C5D3F"/>
    <w:rsid w:val="005C5DC9"/>
    <w:rsid w:val="005C6574"/>
    <w:rsid w:val="005C6657"/>
    <w:rsid w:val="005C66A3"/>
    <w:rsid w:val="005C6788"/>
    <w:rsid w:val="005C67E8"/>
    <w:rsid w:val="005C687F"/>
    <w:rsid w:val="005C6B88"/>
    <w:rsid w:val="005C6CFD"/>
    <w:rsid w:val="005C6E80"/>
    <w:rsid w:val="005C6EA3"/>
    <w:rsid w:val="005C6F8B"/>
    <w:rsid w:val="005C7177"/>
    <w:rsid w:val="005C718D"/>
    <w:rsid w:val="005C76DE"/>
    <w:rsid w:val="005D0063"/>
    <w:rsid w:val="005D0325"/>
    <w:rsid w:val="005D034F"/>
    <w:rsid w:val="005D0B36"/>
    <w:rsid w:val="005D0F3F"/>
    <w:rsid w:val="005D0F85"/>
    <w:rsid w:val="005D1019"/>
    <w:rsid w:val="005D11BF"/>
    <w:rsid w:val="005D138E"/>
    <w:rsid w:val="005D15D1"/>
    <w:rsid w:val="005D1D15"/>
    <w:rsid w:val="005D1D1A"/>
    <w:rsid w:val="005D1E60"/>
    <w:rsid w:val="005D212A"/>
    <w:rsid w:val="005D214B"/>
    <w:rsid w:val="005D227D"/>
    <w:rsid w:val="005D248A"/>
    <w:rsid w:val="005D25A4"/>
    <w:rsid w:val="005D29DF"/>
    <w:rsid w:val="005D2A83"/>
    <w:rsid w:val="005D2A91"/>
    <w:rsid w:val="005D2BA9"/>
    <w:rsid w:val="005D2BCD"/>
    <w:rsid w:val="005D2F69"/>
    <w:rsid w:val="005D3627"/>
    <w:rsid w:val="005D3B70"/>
    <w:rsid w:val="005D3FA8"/>
    <w:rsid w:val="005D4BA5"/>
    <w:rsid w:val="005D4DAE"/>
    <w:rsid w:val="005D52BE"/>
    <w:rsid w:val="005D5398"/>
    <w:rsid w:val="005D54C1"/>
    <w:rsid w:val="005D5563"/>
    <w:rsid w:val="005D56C2"/>
    <w:rsid w:val="005D5954"/>
    <w:rsid w:val="005D5BF2"/>
    <w:rsid w:val="005D5E1A"/>
    <w:rsid w:val="005D60DD"/>
    <w:rsid w:val="005D620C"/>
    <w:rsid w:val="005D65BF"/>
    <w:rsid w:val="005D6873"/>
    <w:rsid w:val="005D6AAD"/>
    <w:rsid w:val="005D6C9E"/>
    <w:rsid w:val="005D6CA2"/>
    <w:rsid w:val="005D6CB1"/>
    <w:rsid w:val="005D6E1B"/>
    <w:rsid w:val="005D73C6"/>
    <w:rsid w:val="005D7644"/>
    <w:rsid w:val="005D7C29"/>
    <w:rsid w:val="005D7DF5"/>
    <w:rsid w:val="005D7EAE"/>
    <w:rsid w:val="005D7F6A"/>
    <w:rsid w:val="005E0217"/>
    <w:rsid w:val="005E03F0"/>
    <w:rsid w:val="005E04EF"/>
    <w:rsid w:val="005E07FB"/>
    <w:rsid w:val="005E0A2C"/>
    <w:rsid w:val="005E0BF1"/>
    <w:rsid w:val="005E0E76"/>
    <w:rsid w:val="005E0E8C"/>
    <w:rsid w:val="005E0FAC"/>
    <w:rsid w:val="005E0FD6"/>
    <w:rsid w:val="005E119C"/>
    <w:rsid w:val="005E137A"/>
    <w:rsid w:val="005E151A"/>
    <w:rsid w:val="005E1A90"/>
    <w:rsid w:val="005E1B2E"/>
    <w:rsid w:val="005E1C0B"/>
    <w:rsid w:val="005E1DF2"/>
    <w:rsid w:val="005E2104"/>
    <w:rsid w:val="005E230B"/>
    <w:rsid w:val="005E274F"/>
    <w:rsid w:val="005E2B7C"/>
    <w:rsid w:val="005E2C41"/>
    <w:rsid w:val="005E2EC2"/>
    <w:rsid w:val="005E3200"/>
    <w:rsid w:val="005E337C"/>
    <w:rsid w:val="005E33C2"/>
    <w:rsid w:val="005E36FA"/>
    <w:rsid w:val="005E37CB"/>
    <w:rsid w:val="005E38E7"/>
    <w:rsid w:val="005E38FA"/>
    <w:rsid w:val="005E3CD3"/>
    <w:rsid w:val="005E42B5"/>
    <w:rsid w:val="005E4345"/>
    <w:rsid w:val="005E4362"/>
    <w:rsid w:val="005E43DF"/>
    <w:rsid w:val="005E46F8"/>
    <w:rsid w:val="005E47BA"/>
    <w:rsid w:val="005E4962"/>
    <w:rsid w:val="005E4A48"/>
    <w:rsid w:val="005E4A8D"/>
    <w:rsid w:val="005E4B7F"/>
    <w:rsid w:val="005E4BB7"/>
    <w:rsid w:val="005E4DD5"/>
    <w:rsid w:val="005E4E05"/>
    <w:rsid w:val="005E4EAD"/>
    <w:rsid w:val="005E51B6"/>
    <w:rsid w:val="005E5379"/>
    <w:rsid w:val="005E53B2"/>
    <w:rsid w:val="005E558C"/>
    <w:rsid w:val="005E5869"/>
    <w:rsid w:val="005E5BAB"/>
    <w:rsid w:val="005E5C46"/>
    <w:rsid w:val="005E5F8D"/>
    <w:rsid w:val="005E5F96"/>
    <w:rsid w:val="005E5FCB"/>
    <w:rsid w:val="005E6078"/>
    <w:rsid w:val="005E62D2"/>
    <w:rsid w:val="005E64D7"/>
    <w:rsid w:val="005E6553"/>
    <w:rsid w:val="005E65BA"/>
    <w:rsid w:val="005E673C"/>
    <w:rsid w:val="005E67DC"/>
    <w:rsid w:val="005E67F4"/>
    <w:rsid w:val="005E6815"/>
    <w:rsid w:val="005E68BB"/>
    <w:rsid w:val="005E6A73"/>
    <w:rsid w:val="005E6A8C"/>
    <w:rsid w:val="005E6AAA"/>
    <w:rsid w:val="005E6BCC"/>
    <w:rsid w:val="005E6F1D"/>
    <w:rsid w:val="005E755F"/>
    <w:rsid w:val="005E75D3"/>
    <w:rsid w:val="005E77C8"/>
    <w:rsid w:val="005E77F6"/>
    <w:rsid w:val="005E7868"/>
    <w:rsid w:val="005E7983"/>
    <w:rsid w:val="005F010A"/>
    <w:rsid w:val="005F02FA"/>
    <w:rsid w:val="005F095E"/>
    <w:rsid w:val="005F0A69"/>
    <w:rsid w:val="005F180B"/>
    <w:rsid w:val="005F1AD0"/>
    <w:rsid w:val="005F1AE0"/>
    <w:rsid w:val="005F1BA9"/>
    <w:rsid w:val="005F1F5F"/>
    <w:rsid w:val="005F29D3"/>
    <w:rsid w:val="005F2AB0"/>
    <w:rsid w:val="005F2AE8"/>
    <w:rsid w:val="005F2E94"/>
    <w:rsid w:val="005F31B9"/>
    <w:rsid w:val="005F31D2"/>
    <w:rsid w:val="005F341F"/>
    <w:rsid w:val="005F3C1D"/>
    <w:rsid w:val="005F3D7C"/>
    <w:rsid w:val="005F4116"/>
    <w:rsid w:val="005F45DC"/>
    <w:rsid w:val="005F4615"/>
    <w:rsid w:val="005F4983"/>
    <w:rsid w:val="005F4A07"/>
    <w:rsid w:val="005F4D9A"/>
    <w:rsid w:val="005F50F0"/>
    <w:rsid w:val="005F516A"/>
    <w:rsid w:val="005F52C3"/>
    <w:rsid w:val="005F5471"/>
    <w:rsid w:val="005F54B8"/>
    <w:rsid w:val="005F5585"/>
    <w:rsid w:val="005F5901"/>
    <w:rsid w:val="005F59F8"/>
    <w:rsid w:val="005F5BE0"/>
    <w:rsid w:val="005F5E42"/>
    <w:rsid w:val="005F5FDE"/>
    <w:rsid w:val="005F60A1"/>
    <w:rsid w:val="005F623C"/>
    <w:rsid w:val="005F6596"/>
    <w:rsid w:val="005F667D"/>
    <w:rsid w:val="005F678A"/>
    <w:rsid w:val="005F7152"/>
    <w:rsid w:val="005F745B"/>
    <w:rsid w:val="005F749B"/>
    <w:rsid w:val="005F760D"/>
    <w:rsid w:val="005F78F8"/>
    <w:rsid w:val="005F7908"/>
    <w:rsid w:val="005F7B45"/>
    <w:rsid w:val="005F7C62"/>
    <w:rsid w:val="005F7EF1"/>
    <w:rsid w:val="00600033"/>
    <w:rsid w:val="00600256"/>
    <w:rsid w:val="00600287"/>
    <w:rsid w:val="006003C9"/>
    <w:rsid w:val="006008E6"/>
    <w:rsid w:val="00600E19"/>
    <w:rsid w:val="00600F13"/>
    <w:rsid w:val="006010A9"/>
    <w:rsid w:val="00601175"/>
    <w:rsid w:val="0060174A"/>
    <w:rsid w:val="00601858"/>
    <w:rsid w:val="006018FF"/>
    <w:rsid w:val="0060194A"/>
    <w:rsid w:val="00601D39"/>
    <w:rsid w:val="00601E09"/>
    <w:rsid w:val="00601F21"/>
    <w:rsid w:val="00601F30"/>
    <w:rsid w:val="006020DA"/>
    <w:rsid w:val="0060210A"/>
    <w:rsid w:val="006028E5"/>
    <w:rsid w:val="006029E1"/>
    <w:rsid w:val="006029EB"/>
    <w:rsid w:val="00602D24"/>
    <w:rsid w:val="00602F9E"/>
    <w:rsid w:val="00603015"/>
    <w:rsid w:val="0060315B"/>
    <w:rsid w:val="00603228"/>
    <w:rsid w:val="0060353E"/>
    <w:rsid w:val="00603761"/>
    <w:rsid w:val="00603DB2"/>
    <w:rsid w:val="00603F4E"/>
    <w:rsid w:val="00604190"/>
    <w:rsid w:val="00604505"/>
    <w:rsid w:val="00604536"/>
    <w:rsid w:val="00604658"/>
    <w:rsid w:val="0060472A"/>
    <w:rsid w:val="00604B22"/>
    <w:rsid w:val="00604C49"/>
    <w:rsid w:val="00604EEC"/>
    <w:rsid w:val="00605008"/>
    <w:rsid w:val="0060529C"/>
    <w:rsid w:val="00605AC7"/>
    <w:rsid w:val="00605BF5"/>
    <w:rsid w:val="0060617C"/>
    <w:rsid w:val="006063FC"/>
    <w:rsid w:val="00606797"/>
    <w:rsid w:val="0060686A"/>
    <w:rsid w:val="00606874"/>
    <w:rsid w:val="00606A8E"/>
    <w:rsid w:val="00606AA8"/>
    <w:rsid w:val="00606B3B"/>
    <w:rsid w:val="00606C21"/>
    <w:rsid w:val="00606D5D"/>
    <w:rsid w:val="00606F05"/>
    <w:rsid w:val="0060703E"/>
    <w:rsid w:val="0060719F"/>
    <w:rsid w:val="00607524"/>
    <w:rsid w:val="006075AA"/>
    <w:rsid w:val="0060765D"/>
    <w:rsid w:val="00607DB9"/>
    <w:rsid w:val="00607F05"/>
    <w:rsid w:val="006100E6"/>
    <w:rsid w:val="00610622"/>
    <w:rsid w:val="0061080E"/>
    <w:rsid w:val="0061084C"/>
    <w:rsid w:val="0061160A"/>
    <w:rsid w:val="00611779"/>
    <w:rsid w:val="006117CB"/>
    <w:rsid w:val="00611A59"/>
    <w:rsid w:val="006120A7"/>
    <w:rsid w:val="006124F4"/>
    <w:rsid w:val="0061292D"/>
    <w:rsid w:val="00612B35"/>
    <w:rsid w:val="00612B54"/>
    <w:rsid w:val="00612B83"/>
    <w:rsid w:val="00612B86"/>
    <w:rsid w:val="00612DB1"/>
    <w:rsid w:val="006134C1"/>
    <w:rsid w:val="006134C5"/>
    <w:rsid w:val="00613685"/>
    <w:rsid w:val="00613897"/>
    <w:rsid w:val="00613969"/>
    <w:rsid w:val="00613B16"/>
    <w:rsid w:val="00613B9E"/>
    <w:rsid w:val="00613BF3"/>
    <w:rsid w:val="006140D1"/>
    <w:rsid w:val="006146C0"/>
    <w:rsid w:val="00614CBD"/>
    <w:rsid w:val="00614D96"/>
    <w:rsid w:val="006152E8"/>
    <w:rsid w:val="0061533D"/>
    <w:rsid w:val="0061554B"/>
    <w:rsid w:val="006155D0"/>
    <w:rsid w:val="00615948"/>
    <w:rsid w:val="00615A79"/>
    <w:rsid w:val="00615EB8"/>
    <w:rsid w:val="00616076"/>
    <w:rsid w:val="006164E4"/>
    <w:rsid w:val="006164FE"/>
    <w:rsid w:val="006165AD"/>
    <w:rsid w:val="006166C1"/>
    <w:rsid w:val="006166CA"/>
    <w:rsid w:val="006169D5"/>
    <w:rsid w:val="00616CEC"/>
    <w:rsid w:val="006172F1"/>
    <w:rsid w:val="00617554"/>
    <w:rsid w:val="00617999"/>
    <w:rsid w:val="00617CDD"/>
    <w:rsid w:val="00617E0A"/>
    <w:rsid w:val="006200D3"/>
    <w:rsid w:val="006201AF"/>
    <w:rsid w:val="0062030E"/>
    <w:rsid w:val="00620514"/>
    <w:rsid w:val="00620597"/>
    <w:rsid w:val="00620885"/>
    <w:rsid w:val="00620923"/>
    <w:rsid w:val="006209AE"/>
    <w:rsid w:val="00620AB8"/>
    <w:rsid w:val="006213FF"/>
    <w:rsid w:val="00621407"/>
    <w:rsid w:val="006217A5"/>
    <w:rsid w:val="0062182C"/>
    <w:rsid w:val="00621859"/>
    <w:rsid w:val="006219E0"/>
    <w:rsid w:val="00621A64"/>
    <w:rsid w:val="00621A8E"/>
    <w:rsid w:val="00621B84"/>
    <w:rsid w:val="0062212F"/>
    <w:rsid w:val="00622269"/>
    <w:rsid w:val="006223A5"/>
    <w:rsid w:val="006225EE"/>
    <w:rsid w:val="006226DC"/>
    <w:rsid w:val="00622980"/>
    <w:rsid w:val="00622A44"/>
    <w:rsid w:val="00622C22"/>
    <w:rsid w:val="00622CC2"/>
    <w:rsid w:val="00622E43"/>
    <w:rsid w:val="00622F24"/>
    <w:rsid w:val="00623133"/>
    <w:rsid w:val="0062367D"/>
    <w:rsid w:val="0062401F"/>
    <w:rsid w:val="00624267"/>
    <w:rsid w:val="006247CA"/>
    <w:rsid w:val="00624AB0"/>
    <w:rsid w:val="00624C17"/>
    <w:rsid w:val="00624C1C"/>
    <w:rsid w:val="00624CF1"/>
    <w:rsid w:val="00625161"/>
    <w:rsid w:val="00625700"/>
    <w:rsid w:val="00625AA4"/>
    <w:rsid w:val="00625AF2"/>
    <w:rsid w:val="00625DB5"/>
    <w:rsid w:val="006260A8"/>
    <w:rsid w:val="00626288"/>
    <w:rsid w:val="006264D1"/>
    <w:rsid w:val="00626514"/>
    <w:rsid w:val="006267BF"/>
    <w:rsid w:val="00626A17"/>
    <w:rsid w:val="00626A68"/>
    <w:rsid w:val="00626B40"/>
    <w:rsid w:val="00626DA0"/>
    <w:rsid w:val="00626DE4"/>
    <w:rsid w:val="00626E47"/>
    <w:rsid w:val="00626ECC"/>
    <w:rsid w:val="0062766B"/>
    <w:rsid w:val="006276AD"/>
    <w:rsid w:val="006277B9"/>
    <w:rsid w:val="006277FD"/>
    <w:rsid w:val="00627AC0"/>
    <w:rsid w:val="00627CFD"/>
    <w:rsid w:val="00627E9F"/>
    <w:rsid w:val="00630009"/>
    <w:rsid w:val="00630175"/>
    <w:rsid w:val="00630234"/>
    <w:rsid w:val="00630395"/>
    <w:rsid w:val="0063041B"/>
    <w:rsid w:val="0063066E"/>
    <w:rsid w:val="00630704"/>
    <w:rsid w:val="0063074A"/>
    <w:rsid w:val="006307AC"/>
    <w:rsid w:val="0063087B"/>
    <w:rsid w:val="00630BDE"/>
    <w:rsid w:val="00630C25"/>
    <w:rsid w:val="00630D60"/>
    <w:rsid w:val="00630FCB"/>
    <w:rsid w:val="0063147D"/>
    <w:rsid w:val="006316C9"/>
    <w:rsid w:val="0063198B"/>
    <w:rsid w:val="00631B5B"/>
    <w:rsid w:val="00631D96"/>
    <w:rsid w:val="00631DB0"/>
    <w:rsid w:val="00632083"/>
    <w:rsid w:val="0063253E"/>
    <w:rsid w:val="0063286B"/>
    <w:rsid w:val="00632DD0"/>
    <w:rsid w:val="00633149"/>
    <w:rsid w:val="006331BA"/>
    <w:rsid w:val="00633705"/>
    <w:rsid w:val="0063371F"/>
    <w:rsid w:val="006337AB"/>
    <w:rsid w:val="0063380B"/>
    <w:rsid w:val="00633885"/>
    <w:rsid w:val="00633DEC"/>
    <w:rsid w:val="0063402C"/>
    <w:rsid w:val="006340C2"/>
    <w:rsid w:val="006340D2"/>
    <w:rsid w:val="006342EF"/>
    <w:rsid w:val="0063436C"/>
    <w:rsid w:val="006343F6"/>
    <w:rsid w:val="0063448B"/>
    <w:rsid w:val="006345FB"/>
    <w:rsid w:val="006347BC"/>
    <w:rsid w:val="00634C97"/>
    <w:rsid w:val="00634D1F"/>
    <w:rsid w:val="00634D7C"/>
    <w:rsid w:val="00634DD0"/>
    <w:rsid w:val="00634F74"/>
    <w:rsid w:val="00634FD7"/>
    <w:rsid w:val="00635DEB"/>
    <w:rsid w:val="00635FC6"/>
    <w:rsid w:val="00635FCB"/>
    <w:rsid w:val="00636047"/>
    <w:rsid w:val="006360E3"/>
    <w:rsid w:val="00636187"/>
    <w:rsid w:val="006362F3"/>
    <w:rsid w:val="00636561"/>
    <w:rsid w:val="0063665F"/>
    <w:rsid w:val="0063691C"/>
    <w:rsid w:val="00636B77"/>
    <w:rsid w:val="00636B85"/>
    <w:rsid w:val="00636C2C"/>
    <w:rsid w:val="00636C35"/>
    <w:rsid w:val="00636E16"/>
    <w:rsid w:val="00637161"/>
    <w:rsid w:val="006374A3"/>
    <w:rsid w:val="006378A3"/>
    <w:rsid w:val="00637906"/>
    <w:rsid w:val="00637907"/>
    <w:rsid w:val="00637973"/>
    <w:rsid w:val="00637983"/>
    <w:rsid w:val="006379E9"/>
    <w:rsid w:val="00637D46"/>
    <w:rsid w:val="00637DB8"/>
    <w:rsid w:val="00637E93"/>
    <w:rsid w:val="00637F74"/>
    <w:rsid w:val="00640066"/>
    <w:rsid w:val="00640606"/>
    <w:rsid w:val="00640749"/>
    <w:rsid w:val="006409B0"/>
    <w:rsid w:val="00640CF0"/>
    <w:rsid w:val="00640E3D"/>
    <w:rsid w:val="00640FED"/>
    <w:rsid w:val="0064119C"/>
    <w:rsid w:val="00641258"/>
    <w:rsid w:val="006412DB"/>
    <w:rsid w:val="006414DB"/>
    <w:rsid w:val="00641A88"/>
    <w:rsid w:val="00641AA7"/>
    <w:rsid w:val="00641D81"/>
    <w:rsid w:val="00641E75"/>
    <w:rsid w:val="00641ED4"/>
    <w:rsid w:val="006421AB"/>
    <w:rsid w:val="006423ED"/>
    <w:rsid w:val="00642AC9"/>
    <w:rsid w:val="00642D6B"/>
    <w:rsid w:val="00642E15"/>
    <w:rsid w:val="006430B1"/>
    <w:rsid w:val="00643287"/>
    <w:rsid w:val="006433A0"/>
    <w:rsid w:val="00643C40"/>
    <w:rsid w:val="00643C7D"/>
    <w:rsid w:val="00643C98"/>
    <w:rsid w:val="00643CC7"/>
    <w:rsid w:val="00643CC8"/>
    <w:rsid w:val="00643D11"/>
    <w:rsid w:val="00643D1F"/>
    <w:rsid w:val="00643DEB"/>
    <w:rsid w:val="00643EFE"/>
    <w:rsid w:val="00644119"/>
    <w:rsid w:val="00644252"/>
    <w:rsid w:val="0064466C"/>
    <w:rsid w:val="00644BC6"/>
    <w:rsid w:val="00644D65"/>
    <w:rsid w:val="006450BD"/>
    <w:rsid w:val="006450E0"/>
    <w:rsid w:val="00645214"/>
    <w:rsid w:val="006452AB"/>
    <w:rsid w:val="00645EA2"/>
    <w:rsid w:val="00645F77"/>
    <w:rsid w:val="0064603F"/>
    <w:rsid w:val="0064628A"/>
    <w:rsid w:val="0064674A"/>
    <w:rsid w:val="006469A1"/>
    <w:rsid w:val="00646B07"/>
    <w:rsid w:val="00646ECE"/>
    <w:rsid w:val="00646FD5"/>
    <w:rsid w:val="006473DC"/>
    <w:rsid w:val="00647670"/>
    <w:rsid w:val="00647E24"/>
    <w:rsid w:val="006504CB"/>
    <w:rsid w:val="006505BF"/>
    <w:rsid w:val="006505E4"/>
    <w:rsid w:val="0065066D"/>
    <w:rsid w:val="00650847"/>
    <w:rsid w:val="00650C75"/>
    <w:rsid w:val="006510A1"/>
    <w:rsid w:val="00651205"/>
    <w:rsid w:val="0065143E"/>
    <w:rsid w:val="00651448"/>
    <w:rsid w:val="00651805"/>
    <w:rsid w:val="00651888"/>
    <w:rsid w:val="00651900"/>
    <w:rsid w:val="00651B68"/>
    <w:rsid w:val="00652347"/>
    <w:rsid w:val="0065243C"/>
    <w:rsid w:val="00652876"/>
    <w:rsid w:val="00652BAE"/>
    <w:rsid w:val="00652F9A"/>
    <w:rsid w:val="00652FC9"/>
    <w:rsid w:val="0065318D"/>
    <w:rsid w:val="006532A3"/>
    <w:rsid w:val="006533BB"/>
    <w:rsid w:val="00653593"/>
    <w:rsid w:val="006536B2"/>
    <w:rsid w:val="006537C2"/>
    <w:rsid w:val="006537E8"/>
    <w:rsid w:val="00653AC4"/>
    <w:rsid w:val="00653AF6"/>
    <w:rsid w:val="00653D3D"/>
    <w:rsid w:val="00653DB6"/>
    <w:rsid w:val="00653E27"/>
    <w:rsid w:val="00653F10"/>
    <w:rsid w:val="0065411E"/>
    <w:rsid w:val="006541E3"/>
    <w:rsid w:val="006541ED"/>
    <w:rsid w:val="0065424D"/>
    <w:rsid w:val="00654396"/>
    <w:rsid w:val="006543B9"/>
    <w:rsid w:val="006543E4"/>
    <w:rsid w:val="00654488"/>
    <w:rsid w:val="00654657"/>
    <w:rsid w:val="006546B4"/>
    <w:rsid w:val="00654782"/>
    <w:rsid w:val="00654A5C"/>
    <w:rsid w:val="00654C30"/>
    <w:rsid w:val="006550BF"/>
    <w:rsid w:val="006551FA"/>
    <w:rsid w:val="0065520B"/>
    <w:rsid w:val="006557D3"/>
    <w:rsid w:val="006557E9"/>
    <w:rsid w:val="00655875"/>
    <w:rsid w:val="006558F2"/>
    <w:rsid w:val="00655BED"/>
    <w:rsid w:val="00655E8E"/>
    <w:rsid w:val="00655F14"/>
    <w:rsid w:val="00655F81"/>
    <w:rsid w:val="0065601C"/>
    <w:rsid w:val="006560C1"/>
    <w:rsid w:val="006560D8"/>
    <w:rsid w:val="00656117"/>
    <w:rsid w:val="00656191"/>
    <w:rsid w:val="006562D1"/>
    <w:rsid w:val="00656D34"/>
    <w:rsid w:val="00656D67"/>
    <w:rsid w:val="00656DCF"/>
    <w:rsid w:val="006574D9"/>
    <w:rsid w:val="0065759F"/>
    <w:rsid w:val="00657706"/>
    <w:rsid w:val="006577B2"/>
    <w:rsid w:val="006577CC"/>
    <w:rsid w:val="006579A9"/>
    <w:rsid w:val="00657B12"/>
    <w:rsid w:val="00657B1F"/>
    <w:rsid w:val="00657D23"/>
    <w:rsid w:val="00657D76"/>
    <w:rsid w:val="00657EEF"/>
    <w:rsid w:val="00657F0B"/>
    <w:rsid w:val="006601BC"/>
    <w:rsid w:val="006601D2"/>
    <w:rsid w:val="00660486"/>
    <w:rsid w:val="0066066B"/>
    <w:rsid w:val="00660C65"/>
    <w:rsid w:val="006610DF"/>
    <w:rsid w:val="006612B1"/>
    <w:rsid w:val="00661532"/>
    <w:rsid w:val="00661742"/>
    <w:rsid w:val="00661898"/>
    <w:rsid w:val="00661A07"/>
    <w:rsid w:val="00661B12"/>
    <w:rsid w:val="00661D78"/>
    <w:rsid w:val="0066223E"/>
    <w:rsid w:val="006623CA"/>
    <w:rsid w:val="00662644"/>
    <w:rsid w:val="006626E3"/>
    <w:rsid w:val="00662875"/>
    <w:rsid w:val="00662B92"/>
    <w:rsid w:val="00662C92"/>
    <w:rsid w:val="00662CBC"/>
    <w:rsid w:val="00662DD9"/>
    <w:rsid w:val="00662E16"/>
    <w:rsid w:val="00662F7F"/>
    <w:rsid w:val="006632D3"/>
    <w:rsid w:val="0066356B"/>
    <w:rsid w:val="0066364A"/>
    <w:rsid w:val="00663F67"/>
    <w:rsid w:val="0066403A"/>
    <w:rsid w:val="00664407"/>
    <w:rsid w:val="0066455C"/>
    <w:rsid w:val="006648EC"/>
    <w:rsid w:val="00664EE8"/>
    <w:rsid w:val="00664FA9"/>
    <w:rsid w:val="006651B9"/>
    <w:rsid w:val="006652A8"/>
    <w:rsid w:val="006653CB"/>
    <w:rsid w:val="00665602"/>
    <w:rsid w:val="00665C82"/>
    <w:rsid w:val="00666065"/>
    <w:rsid w:val="00666206"/>
    <w:rsid w:val="0066699F"/>
    <w:rsid w:val="00666AC5"/>
    <w:rsid w:val="00666AD1"/>
    <w:rsid w:val="00667221"/>
    <w:rsid w:val="0066741B"/>
    <w:rsid w:val="00667844"/>
    <w:rsid w:val="006678BA"/>
    <w:rsid w:val="00667B1F"/>
    <w:rsid w:val="00667B38"/>
    <w:rsid w:val="00667F86"/>
    <w:rsid w:val="00670265"/>
    <w:rsid w:val="006704DF"/>
    <w:rsid w:val="006705D4"/>
    <w:rsid w:val="00670681"/>
    <w:rsid w:val="00670AD2"/>
    <w:rsid w:val="00671CD9"/>
    <w:rsid w:val="00671D0A"/>
    <w:rsid w:val="00671DF1"/>
    <w:rsid w:val="00671F48"/>
    <w:rsid w:val="006729B9"/>
    <w:rsid w:val="00672A2C"/>
    <w:rsid w:val="00672B60"/>
    <w:rsid w:val="00672B91"/>
    <w:rsid w:val="00672B9D"/>
    <w:rsid w:val="0067303E"/>
    <w:rsid w:val="00673097"/>
    <w:rsid w:val="006731E3"/>
    <w:rsid w:val="00673684"/>
    <w:rsid w:val="006738C4"/>
    <w:rsid w:val="00673994"/>
    <w:rsid w:val="00673A1B"/>
    <w:rsid w:val="00673B47"/>
    <w:rsid w:val="00673EFC"/>
    <w:rsid w:val="00673F97"/>
    <w:rsid w:val="00674BBD"/>
    <w:rsid w:val="00674C0E"/>
    <w:rsid w:val="00674E5B"/>
    <w:rsid w:val="00674E86"/>
    <w:rsid w:val="006751FB"/>
    <w:rsid w:val="00675632"/>
    <w:rsid w:val="006758F6"/>
    <w:rsid w:val="00675E6C"/>
    <w:rsid w:val="006760AD"/>
    <w:rsid w:val="00676175"/>
    <w:rsid w:val="00676193"/>
    <w:rsid w:val="006762A6"/>
    <w:rsid w:val="00676453"/>
    <w:rsid w:val="00676C18"/>
    <w:rsid w:val="00676C39"/>
    <w:rsid w:val="00676C63"/>
    <w:rsid w:val="00676D23"/>
    <w:rsid w:val="00676DF1"/>
    <w:rsid w:val="00676E1E"/>
    <w:rsid w:val="0067745F"/>
    <w:rsid w:val="0067748B"/>
    <w:rsid w:val="00677576"/>
    <w:rsid w:val="0067763A"/>
    <w:rsid w:val="0067775F"/>
    <w:rsid w:val="00677799"/>
    <w:rsid w:val="00677B0C"/>
    <w:rsid w:val="00680228"/>
    <w:rsid w:val="00680446"/>
    <w:rsid w:val="00680526"/>
    <w:rsid w:val="006805C5"/>
    <w:rsid w:val="0068067B"/>
    <w:rsid w:val="006808A1"/>
    <w:rsid w:val="00680D82"/>
    <w:rsid w:val="00680E54"/>
    <w:rsid w:val="00680F7D"/>
    <w:rsid w:val="00680F9E"/>
    <w:rsid w:val="00681030"/>
    <w:rsid w:val="00681070"/>
    <w:rsid w:val="00681321"/>
    <w:rsid w:val="00681401"/>
    <w:rsid w:val="00681487"/>
    <w:rsid w:val="006818EC"/>
    <w:rsid w:val="00681B05"/>
    <w:rsid w:val="00681CFD"/>
    <w:rsid w:val="00681E2E"/>
    <w:rsid w:val="00681EEB"/>
    <w:rsid w:val="00682014"/>
    <w:rsid w:val="00682305"/>
    <w:rsid w:val="0068269E"/>
    <w:rsid w:val="00682965"/>
    <w:rsid w:val="00682C95"/>
    <w:rsid w:val="00682C98"/>
    <w:rsid w:val="00682D06"/>
    <w:rsid w:val="00682D4D"/>
    <w:rsid w:val="0068329C"/>
    <w:rsid w:val="0068344E"/>
    <w:rsid w:val="006839CF"/>
    <w:rsid w:val="00683C85"/>
    <w:rsid w:val="00683C91"/>
    <w:rsid w:val="00683E64"/>
    <w:rsid w:val="00684111"/>
    <w:rsid w:val="006841B3"/>
    <w:rsid w:val="0068428E"/>
    <w:rsid w:val="0068455D"/>
    <w:rsid w:val="006845F0"/>
    <w:rsid w:val="006848BB"/>
    <w:rsid w:val="006849D8"/>
    <w:rsid w:val="00684B50"/>
    <w:rsid w:val="00684EE4"/>
    <w:rsid w:val="00684EE5"/>
    <w:rsid w:val="006850DC"/>
    <w:rsid w:val="006854F4"/>
    <w:rsid w:val="006857F8"/>
    <w:rsid w:val="00685A34"/>
    <w:rsid w:val="00685A82"/>
    <w:rsid w:val="00685BDA"/>
    <w:rsid w:val="00685CFF"/>
    <w:rsid w:val="00685D32"/>
    <w:rsid w:val="0068631F"/>
    <w:rsid w:val="00686988"/>
    <w:rsid w:val="00686AC0"/>
    <w:rsid w:val="00686B5E"/>
    <w:rsid w:val="00686B77"/>
    <w:rsid w:val="00686FDE"/>
    <w:rsid w:val="006871B4"/>
    <w:rsid w:val="0068723D"/>
    <w:rsid w:val="00687379"/>
    <w:rsid w:val="00687879"/>
    <w:rsid w:val="00687896"/>
    <w:rsid w:val="00687C91"/>
    <w:rsid w:val="00687FB9"/>
    <w:rsid w:val="00690021"/>
    <w:rsid w:val="00690201"/>
    <w:rsid w:val="006905D1"/>
    <w:rsid w:val="00690918"/>
    <w:rsid w:val="00690B81"/>
    <w:rsid w:val="00690D7E"/>
    <w:rsid w:val="00690F3C"/>
    <w:rsid w:val="006914AC"/>
    <w:rsid w:val="006915C9"/>
    <w:rsid w:val="00691742"/>
    <w:rsid w:val="00691778"/>
    <w:rsid w:val="0069185B"/>
    <w:rsid w:val="0069197B"/>
    <w:rsid w:val="00691984"/>
    <w:rsid w:val="00691D5B"/>
    <w:rsid w:val="00691F0D"/>
    <w:rsid w:val="0069209B"/>
    <w:rsid w:val="00692388"/>
    <w:rsid w:val="006924E9"/>
    <w:rsid w:val="00692650"/>
    <w:rsid w:val="00692661"/>
    <w:rsid w:val="0069269C"/>
    <w:rsid w:val="006926E9"/>
    <w:rsid w:val="0069282F"/>
    <w:rsid w:val="006929B9"/>
    <w:rsid w:val="00692A0E"/>
    <w:rsid w:val="00692EAB"/>
    <w:rsid w:val="006937C6"/>
    <w:rsid w:val="006937EC"/>
    <w:rsid w:val="006941CB"/>
    <w:rsid w:val="006941DA"/>
    <w:rsid w:val="0069422B"/>
    <w:rsid w:val="00694286"/>
    <w:rsid w:val="00694797"/>
    <w:rsid w:val="00694B27"/>
    <w:rsid w:val="00694B76"/>
    <w:rsid w:val="00694C04"/>
    <w:rsid w:val="00694C4D"/>
    <w:rsid w:val="00694E1B"/>
    <w:rsid w:val="006950B9"/>
    <w:rsid w:val="00695466"/>
    <w:rsid w:val="00695653"/>
    <w:rsid w:val="00695CFF"/>
    <w:rsid w:val="00695F80"/>
    <w:rsid w:val="00696097"/>
    <w:rsid w:val="00696416"/>
    <w:rsid w:val="00696461"/>
    <w:rsid w:val="0069694E"/>
    <w:rsid w:val="006969C6"/>
    <w:rsid w:val="00696CA0"/>
    <w:rsid w:val="0069706F"/>
    <w:rsid w:val="0069712F"/>
    <w:rsid w:val="006973C0"/>
    <w:rsid w:val="006974A3"/>
    <w:rsid w:val="0069774C"/>
    <w:rsid w:val="006977BE"/>
    <w:rsid w:val="00697921"/>
    <w:rsid w:val="006979CF"/>
    <w:rsid w:val="00697BE9"/>
    <w:rsid w:val="00697FAF"/>
    <w:rsid w:val="006A006A"/>
    <w:rsid w:val="006A0310"/>
    <w:rsid w:val="006A0380"/>
    <w:rsid w:val="006A049D"/>
    <w:rsid w:val="006A04B0"/>
    <w:rsid w:val="006A0641"/>
    <w:rsid w:val="006A0726"/>
    <w:rsid w:val="006A07C9"/>
    <w:rsid w:val="006A0906"/>
    <w:rsid w:val="006A0A5E"/>
    <w:rsid w:val="006A0AFD"/>
    <w:rsid w:val="006A1065"/>
    <w:rsid w:val="006A109E"/>
    <w:rsid w:val="006A10FD"/>
    <w:rsid w:val="006A110C"/>
    <w:rsid w:val="006A11B2"/>
    <w:rsid w:val="006A143C"/>
    <w:rsid w:val="006A1943"/>
    <w:rsid w:val="006A1DED"/>
    <w:rsid w:val="006A1F1F"/>
    <w:rsid w:val="006A2027"/>
    <w:rsid w:val="006A220A"/>
    <w:rsid w:val="006A2244"/>
    <w:rsid w:val="006A249E"/>
    <w:rsid w:val="006A253F"/>
    <w:rsid w:val="006A278F"/>
    <w:rsid w:val="006A2808"/>
    <w:rsid w:val="006A2840"/>
    <w:rsid w:val="006A2B8E"/>
    <w:rsid w:val="006A2E72"/>
    <w:rsid w:val="006A332E"/>
    <w:rsid w:val="006A3811"/>
    <w:rsid w:val="006A38FD"/>
    <w:rsid w:val="006A39DB"/>
    <w:rsid w:val="006A3C32"/>
    <w:rsid w:val="006A3FE9"/>
    <w:rsid w:val="006A407F"/>
    <w:rsid w:val="006A40CE"/>
    <w:rsid w:val="006A4713"/>
    <w:rsid w:val="006A477F"/>
    <w:rsid w:val="006A4875"/>
    <w:rsid w:val="006A50F4"/>
    <w:rsid w:val="006A5129"/>
    <w:rsid w:val="006A51EB"/>
    <w:rsid w:val="006A5615"/>
    <w:rsid w:val="006A583A"/>
    <w:rsid w:val="006A60A4"/>
    <w:rsid w:val="006A67B9"/>
    <w:rsid w:val="006A69CB"/>
    <w:rsid w:val="006A6E00"/>
    <w:rsid w:val="006A6F7F"/>
    <w:rsid w:val="006A7695"/>
    <w:rsid w:val="006A78EC"/>
    <w:rsid w:val="006A79EE"/>
    <w:rsid w:val="006A7A39"/>
    <w:rsid w:val="006A7F45"/>
    <w:rsid w:val="006B00C7"/>
    <w:rsid w:val="006B0205"/>
    <w:rsid w:val="006B0280"/>
    <w:rsid w:val="006B0450"/>
    <w:rsid w:val="006B04B4"/>
    <w:rsid w:val="006B06C8"/>
    <w:rsid w:val="006B0FDA"/>
    <w:rsid w:val="006B10CC"/>
    <w:rsid w:val="006B11CC"/>
    <w:rsid w:val="006B1328"/>
    <w:rsid w:val="006B141E"/>
    <w:rsid w:val="006B14F8"/>
    <w:rsid w:val="006B155D"/>
    <w:rsid w:val="006B19E6"/>
    <w:rsid w:val="006B1ABF"/>
    <w:rsid w:val="006B1D14"/>
    <w:rsid w:val="006B1FA5"/>
    <w:rsid w:val="006B206E"/>
    <w:rsid w:val="006B22BA"/>
    <w:rsid w:val="006B239C"/>
    <w:rsid w:val="006B266E"/>
    <w:rsid w:val="006B2673"/>
    <w:rsid w:val="006B270F"/>
    <w:rsid w:val="006B2723"/>
    <w:rsid w:val="006B2A31"/>
    <w:rsid w:val="006B2C73"/>
    <w:rsid w:val="006B361C"/>
    <w:rsid w:val="006B37BA"/>
    <w:rsid w:val="006B3832"/>
    <w:rsid w:val="006B3937"/>
    <w:rsid w:val="006B3B59"/>
    <w:rsid w:val="006B3C6D"/>
    <w:rsid w:val="006B4A66"/>
    <w:rsid w:val="006B4AEF"/>
    <w:rsid w:val="006B4BB5"/>
    <w:rsid w:val="006B4CFB"/>
    <w:rsid w:val="006B4D90"/>
    <w:rsid w:val="006B523B"/>
    <w:rsid w:val="006B5588"/>
    <w:rsid w:val="006B5773"/>
    <w:rsid w:val="006B59AA"/>
    <w:rsid w:val="006B5B90"/>
    <w:rsid w:val="006B5E9B"/>
    <w:rsid w:val="006B6215"/>
    <w:rsid w:val="006B6294"/>
    <w:rsid w:val="006B6642"/>
    <w:rsid w:val="006B6690"/>
    <w:rsid w:val="006B66E1"/>
    <w:rsid w:val="006B67B6"/>
    <w:rsid w:val="006B68F2"/>
    <w:rsid w:val="006B6951"/>
    <w:rsid w:val="006B6AD7"/>
    <w:rsid w:val="006B6B25"/>
    <w:rsid w:val="006B6E62"/>
    <w:rsid w:val="006B6F71"/>
    <w:rsid w:val="006B75E8"/>
    <w:rsid w:val="006B785B"/>
    <w:rsid w:val="006B7CDA"/>
    <w:rsid w:val="006B7F0D"/>
    <w:rsid w:val="006C0067"/>
    <w:rsid w:val="006C007B"/>
    <w:rsid w:val="006C02C3"/>
    <w:rsid w:val="006C02ED"/>
    <w:rsid w:val="006C07B0"/>
    <w:rsid w:val="006C096B"/>
    <w:rsid w:val="006C0C34"/>
    <w:rsid w:val="006C10FE"/>
    <w:rsid w:val="006C112E"/>
    <w:rsid w:val="006C1367"/>
    <w:rsid w:val="006C1782"/>
    <w:rsid w:val="006C1B68"/>
    <w:rsid w:val="006C1B79"/>
    <w:rsid w:val="006C1D9F"/>
    <w:rsid w:val="006C1E69"/>
    <w:rsid w:val="006C1EAF"/>
    <w:rsid w:val="006C2451"/>
    <w:rsid w:val="006C25A8"/>
    <w:rsid w:val="006C2697"/>
    <w:rsid w:val="006C2BAE"/>
    <w:rsid w:val="006C2BF4"/>
    <w:rsid w:val="006C2C39"/>
    <w:rsid w:val="006C2FA8"/>
    <w:rsid w:val="006C2FDE"/>
    <w:rsid w:val="006C362B"/>
    <w:rsid w:val="006C382D"/>
    <w:rsid w:val="006C3BCC"/>
    <w:rsid w:val="006C3E9B"/>
    <w:rsid w:val="006C4079"/>
    <w:rsid w:val="006C42AA"/>
    <w:rsid w:val="006C4916"/>
    <w:rsid w:val="006C4CD5"/>
    <w:rsid w:val="006C4EAE"/>
    <w:rsid w:val="006C5245"/>
    <w:rsid w:val="006C570F"/>
    <w:rsid w:val="006C5A80"/>
    <w:rsid w:val="006C5CCE"/>
    <w:rsid w:val="006C5F36"/>
    <w:rsid w:val="006C601E"/>
    <w:rsid w:val="006C6127"/>
    <w:rsid w:val="006C628F"/>
    <w:rsid w:val="006C62A5"/>
    <w:rsid w:val="006C663D"/>
    <w:rsid w:val="006C68BB"/>
    <w:rsid w:val="006C68DA"/>
    <w:rsid w:val="006C6969"/>
    <w:rsid w:val="006C6D59"/>
    <w:rsid w:val="006C6ED7"/>
    <w:rsid w:val="006C72B0"/>
    <w:rsid w:val="006C73E8"/>
    <w:rsid w:val="006C73FE"/>
    <w:rsid w:val="006C7434"/>
    <w:rsid w:val="006C77D0"/>
    <w:rsid w:val="006C79A9"/>
    <w:rsid w:val="006C7C1C"/>
    <w:rsid w:val="006C7FB9"/>
    <w:rsid w:val="006D00F0"/>
    <w:rsid w:val="006D02BF"/>
    <w:rsid w:val="006D03F8"/>
    <w:rsid w:val="006D05AD"/>
    <w:rsid w:val="006D0886"/>
    <w:rsid w:val="006D0959"/>
    <w:rsid w:val="006D0972"/>
    <w:rsid w:val="006D0BFA"/>
    <w:rsid w:val="006D0D2F"/>
    <w:rsid w:val="006D0D66"/>
    <w:rsid w:val="006D0DB8"/>
    <w:rsid w:val="006D0EC0"/>
    <w:rsid w:val="006D1020"/>
    <w:rsid w:val="006D13E2"/>
    <w:rsid w:val="006D1457"/>
    <w:rsid w:val="006D1505"/>
    <w:rsid w:val="006D1529"/>
    <w:rsid w:val="006D1B14"/>
    <w:rsid w:val="006D1F89"/>
    <w:rsid w:val="006D21C3"/>
    <w:rsid w:val="006D21DA"/>
    <w:rsid w:val="006D2240"/>
    <w:rsid w:val="006D2C85"/>
    <w:rsid w:val="006D2F40"/>
    <w:rsid w:val="006D3020"/>
    <w:rsid w:val="006D32FC"/>
    <w:rsid w:val="006D3FB5"/>
    <w:rsid w:val="006D40B4"/>
    <w:rsid w:val="006D4131"/>
    <w:rsid w:val="006D48A9"/>
    <w:rsid w:val="006D4918"/>
    <w:rsid w:val="006D496E"/>
    <w:rsid w:val="006D49BA"/>
    <w:rsid w:val="006D49EC"/>
    <w:rsid w:val="006D4BD3"/>
    <w:rsid w:val="006D4C44"/>
    <w:rsid w:val="006D4CA3"/>
    <w:rsid w:val="006D4CEF"/>
    <w:rsid w:val="006D5097"/>
    <w:rsid w:val="006D5189"/>
    <w:rsid w:val="006D569A"/>
    <w:rsid w:val="006D57B8"/>
    <w:rsid w:val="006D5973"/>
    <w:rsid w:val="006D5979"/>
    <w:rsid w:val="006D59F7"/>
    <w:rsid w:val="006D5B60"/>
    <w:rsid w:val="006D5E46"/>
    <w:rsid w:val="006D6526"/>
    <w:rsid w:val="006D65AA"/>
    <w:rsid w:val="006D65ED"/>
    <w:rsid w:val="006D6A4A"/>
    <w:rsid w:val="006D6B4F"/>
    <w:rsid w:val="006D6DAF"/>
    <w:rsid w:val="006D6EA0"/>
    <w:rsid w:val="006D71AE"/>
    <w:rsid w:val="006D7399"/>
    <w:rsid w:val="006D7820"/>
    <w:rsid w:val="006D79DE"/>
    <w:rsid w:val="006E0183"/>
    <w:rsid w:val="006E0834"/>
    <w:rsid w:val="006E0941"/>
    <w:rsid w:val="006E0C73"/>
    <w:rsid w:val="006E116D"/>
    <w:rsid w:val="006E1198"/>
    <w:rsid w:val="006E12C8"/>
    <w:rsid w:val="006E1392"/>
    <w:rsid w:val="006E144E"/>
    <w:rsid w:val="006E18FD"/>
    <w:rsid w:val="006E1EAC"/>
    <w:rsid w:val="006E2184"/>
    <w:rsid w:val="006E23F9"/>
    <w:rsid w:val="006E240A"/>
    <w:rsid w:val="006E2562"/>
    <w:rsid w:val="006E2576"/>
    <w:rsid w:val="006E2729"/>
    <w:rsid w:val="006E2973"/>
    <w:rsid w:val="006E2A77"/>
    <w:rsid w:val="006E2D30"/>
    <w:rsid w:val="006E2F21"/>
    <w:rsid w:val="006E2F82"/>
    <w:rsid w:val="006E30F8"/>
    <w:rsid w:val="006E3166"/>
    <w:rsid w:val="006E32CC"/>
    <w:rsid w:val="006E33D2"/>
    <w:rsid w:val="006E34D2"/>
    <w:rsid w:val="006E390B"/>
    <w:rsid w:val="006E3BD1"/>
    <w:rsid w:val="006E3BFB"/>
    <w:rsid w:val="006E417F"/>
    <w:rsid w:val="006E4194"/>
    <w:rsid w:val="006E430A"/>
    <w:rsid w:val="006E434B"/>
    <w:rsid w:val="006E47A1"/>
    <w:rsid w:val="006E4C27"/>
    <w:rsid w:val="006E4C3A"/>
    <w:rsid w:val="006E4CC2"/>
    <w:rsid w:val="006E4E86"/>
    <w:rsid w:val="006E4FFA"/>
    <w:rsid w:val="006E5043"/>
    <w:rsid w:val="006E5097"/>
    <w:rsid w:val="006E558D"/>
    <w:rsid w:val="006E580A"/>
    <w:rsid w:val="006E5D84"/>
    <w:rsid w:val="006E5FBC"/>
    <w:rsid w:val="006E5FF4"/>
    <w:rsid w:val="006E6044"/>
    <w:rsid w:val="006E612D"/>
    <w:rsid w:val="006E6684"/>
    <w:rsid w:val="006E6799"/>
    <w:rsid w:val="006E6939"/>
    <w:rsid w:val="006E6B3F"/>
    <w:rsid w:val="006E6E89"/>
    <w:rsid w:val="006E6EF7"/>
    <w:rsid w:val="006E6FFC"/>
    <w:rsid w:val="006E71E9"/>
    <w:rsid w:val="006E7284"/>
    <w:rsid w:val="006E7A42"/>
    <w:rsid w:val="006E7A7B"/>
    <w:rsid w:val="006E7C06"/>
    <w:rsid w:val="006E7DBD"/>
    <w:rsid w:val="006E7E87"/>
    <w:rsid w:val="006E7EC6"/>
    <w:rsid w:val="006E7F13"/>
    <w:rsid w:val="006F03C0"/>
    <w:rsid w:val="006F060F"/>
    <w:rsid w:val="006F065B"/>
    <w:rsid w:val="006F0886"/>
    <w:rsid w:val="006F0D25"/>
    <w:rsid w:val="006F0D70"/>
    <w:rsid w:val="006F11A7"/>
    <w:rsid w:val="006F12DD"/>
    <w:rsid w:val="006F14A7"/>
    <w:rsid w:val="006F1688"/>
    <w:rsid w:val="006F1A69"/>
    <w:rsid w:val="006F1E71"/>
    <w:rsid w:val="006F1ED6"/>
    <w:rsid w:val="006F20D2"/>
    <w:rsid w:val="006F2654"/>
    <w:rsid w:val="006F26E8"/>
    <w:rsid w:val="006F2922"/>
    <w:rsid w:val="006F2975"/>
    <w:rsid w:val="006F29C0"/>
    <w:rsid w:val="006F2BC8"/>
    <w:rsid w:val="006F3389"/>
    <w:rsid w:val="006F33A0"/>
    <w:rsid w:val="006F347F"/>
    <w:rsid w:val="006F3561"/>
    <w:rsid w:val="006F364B"/>
    <w:rsid w:val="006F36BF"/>
    <w:rsid w:val="006F3D27"/>
    <w:rsid w:val="006F3F4C"/>
    <w:rsid w:val="006F41F1"/>
    <w:rsid w:val="006F457A"/>
    <w:rsid w:val="006F48EB"/>
    <w:rsid w:val="006F49A1"/>
    <w:rsid w:val="006F4AA9"/>
    <w:rsid w:val="006F4B13"/>
    <w:rsid w:val="006F5149"/>
    <w:rsid w:val="006F5389"/>
    <w:rsid w:val="006F54BD"/>
    <w:rsid w:val="006F572A"/>
    <w:rsid w:val="006F5994"/>
    <w:rsid w:val="006F5B8C"/>
    <w:rsid w:val="006F5C9E"/>
    <w:rsid w:val="006F5DA9"/>
    <w:rsid w:val="006F5EA5"/>
    <w:rsid w:val="006F609A"/>
    <w:rsid w:val="006F625C"/>
    <w:rsid w:val="006F6268"/>
    <w:rsid w:val="006F6366"/>
    <w:rsid w:val="006F63C9"/>
    <w:rsid w:val="006F6488"/>
    <w:rsid w:val="006F68F8"/>
    <w:rsid w:val="006F7908"/>
    <w:rsid w:val="006F7BB9"/>
    <w:rsid w:val="006F7EB9"/>
    <w:rsid w:val="006F7FDA"/>
    <w:rsid w:val="0070007A"/>
    <w:rsid w:val="007001CA"/>
    <w:rsid w:val="00700513"/>
    <w:rsid w:val="0070099A"/>
    <w:rsid w:val="007009A8"/>
    <w:rsid w:val="00700AFE"/>
    <w:rsid w:val="00700C66"/>
    <w:rsid w:val="0070120A"/>
    <w:rsid w:val="00701382"/>
    <w:rsid w:val="0070180E"/>
    <w:rsid w:val="00701921"/>
    <w:rsid w:val="00701C48"/>
    <w:rsid w:val="00701E2C"/>
    <w:rsid w:val="00701EF1"/>
    <w:rsid w:val="0070213B"/>
    <w:rsid w:val="007022F9"/>
    <w:rsid w:val="0070247C"/>
    <w:rsid w:val="007024F9"/>
    <w:rsid w:val="00702517"/>
    <w:rsid w:val="007029D0"/>
    <w:rsid w:val="00702AE3"/>
    <w:rsid w:val="00702D6A"/>
    <w:rsid w:val="00702E4C"/>
    <w:rsid w:val="00702FF6"/>
    <w:rsid w:val="0070307D"/>
    <w:rsid w:val="007030C8"/>
    <w:rsid w:val="00703103"/>
    <w:rsid w:val="0070339A"/>
    <w:rsid w:val="0070343B"/>
    <w:rsid w:val="0070393B"/>
    <w:rsid w:val="00703952"/>
    <w:rsid w:val="00703C59"/>
    <w:rsid w:val="00703CB4"/>
    <w:rsid w:val="00703CEF"/>
    <w:rsid w:val="007040C8"/>
    <w:rsid w:val="00704449"/>
    <w:rsid w:val="00704504"/>
    <w:rsid w:val="00704959"/>
    <w:rsid w:val="00705062"/>
    <w:rsid w:val="0070562F"/>
    <w:rsid w:val="00705725"/>
    <w:rsid w:val="0070597C"/>
    <w:rsid w:val="00705B89"/>
    <w:rsid w:val="00705F32"/>
    <w:rsid w:val="00706158"/>
    <w:rsid w:val="0070673C"/>
    <w:rsid w:val="00706887"/>
    <w:rsid w:val="00706CC1"/>
    <w:rsid w:val="00706EB0"/>
    <w:rsid w:val="007071F6"/>
    <w:rsid w:val="0070768B"/>
    <w:rsid w:val="007078EC"/>
    <w:rsid w:val="00707929"/>
    <w:rsid w:val="00707BA4"/>
    <w:rsid w:val="00707CB1"/>
    <w:rsid w:val="00707CE2"/>
    <w:rsid w:val="00707D19"/>
    <w:rsid w:val="00707E28"/>
    <w:rsid w:val="00707E4C"/>
    <w:rsid w:val="00710290"/>
    <w:rsid w:val="0071042B"/>
    <w:rsid w:val="00710605"/>
    <w:rsid w:val="007112D2"/>
    <w:rsid w:val="00711441"/>
    <w:rsid w:val="00711473"/>
    <w:rsid w:val="00711491"/>
    <w:rsid w:val="0071162D"/>
    <w:rsid w:val="0071167F"/>
    <w:rsid w:val="007117D1"/>
    <w:rsid w:val="007117F7"/>
    <w:rsid w:val="00711A2F"/>
    <w:rsid w:val="00711E77"/>
    <w:rsid w:val="007120B1"/>
    <w:rsid w:val="0071221C"/>
    <w:rsid w:val="007122E1"/>
    <w:rsid w:val="00712A4C"/>
    <w:rsid w:val="00712C3C"/>
    <w:rsid w:val="00712D54"/>
    <w:rsid w:val="00712F54"/>
    <w:rsid w:val="007132EC"/>
    <w:rsid w:val="007135A2"/>
    <w:rsid w:val="00713CDB"/>
    <w:rsid w:val="00713DFA"/>
    <w:rsid w:val="00713FD2"/>
    <w:rsid w:val="00714242"/>
    <w:rsid w:val="007143FA"/>
    <w:rsid w:val="0071484B"/>
    <w:rsid w:val="00714BE0"/>
    <w:rsid w:val="00714D38"/>
    <w:rsid w:val="00714E7F"/>
    <w:rsid w:val="00715079"/>
    <w:rsid w:val="0071533B"/>
    <w:rsid w:val="00715409"/>
    <w:rsid w:val="007156CA"/>
    <w:rsid w:val="007156DA"/>
    <w:rsid w:val="00715860"/>
    <w:rsid w:val="007158A8"/>
    <w:rsid w:val="00715C77"/>
    <w:rsid w:val="00715DB2"/>
    <w:rsid w:val="00715FB8"/>
    <w:rsid w:val="007163EA"/>
    <w:rsid w:val="0071648C"/>
    <w:rsid w:val="00716562"/>
    <w:rsid w:val="00716894"/>
    <w:rsid w:val="00716B3C"/>
    <w:rsid w:val="00716D18"/>
    <w:rsid w:val="00716E03"/>
    <w:rsid w:val="00716F88"/>
    <w:rsid w:val="007171C6"/>
    <w:rsid w:val="00717781"/>
    <w:rsid w:val="0071797F"/>
    <w:rsid w:val="00717A2A"/>
    <w:rsid w:val="00717C50"/>
    <w:rsid w:val="00717E9A"/>
    <w:rsid w:val="007204BD"/>
    <w:rsid w:val="0072078A"/>
    <w:rsid w:val="00720E92"/>
    <w:rsid w:val="00721476"/>
    <w:rsid w:val="00721883"/>
    <w:rsid w:val="00721D18"/>
    <w:rsid w:val="00721E99"/>
    <w:rsid w:val="00722080"/>
    <w:rsid w:val="0072221A"/>
    <w:rsid w:val="00722227"/>
    <w:rsid w:val="0072223C"/>
    <w:rsid w:val="00722337"/>
    <w:rsid w:val="007223C8"/>
    <w:rsid w:val="00722502"/>
    <w:rsid w:val="00722610"/>
    <w:rsid w:val="00722738"/>
    <w:rsid w:val="00722805"/>
    <w:rsid w:val="0072287A"/>
    <w:rsid w:val="00722993"/>
    <w:rsid w:val="00722FE6"/>
    <w:rsid w:val="007230D5"/>
    <w:rsid w:val="007238A8"/>
    <w:rsid w:val="007238B8"/>
    <w:rsid w:val="00723B5A"/>
    <w:rsid w:val="00723DD4"/>
    <w:rsid w:val="00723EC2"/>
    <w:rsid w:val="00723F65"/>
    <w:rsid w:val="007240C5"/>
    <w:rsid w:val="007243AE"/>
    <w:rsid w:val="007245E8"/>
    <w:rsid w:val="00724A29"/>
    <w:rsid w:val="00724A74"/>
    <w:rsid w:val="00724B0B"/>
    <w:rsid w:val="00724B29"/>
    <w:rsid w:val="00724BD4"/>
    <w:rsid w:val="00724DDA"/>
    <w:rsid w:val="00724E03"/>
    <w:rsid w:val="00724EC5"/>
    <w:rsid w:val="00724F53"/>
    <w:rsid w:val="007251BD"/>
    <w:rsid w:val="007251F6"/>
    <w:rsid w:val="0072539E"/>
    <w:rsid w:val="007253C9"/>
    <w:rsid w:val="00725692"/>
    <w:rsid w:val="0072586D"/>
    <w:rsid w:val="00725910"/>
    <w:rsid w:val="00725940"/>
    <w:rsid w:val="00725A5D"/>
    <w:rsid w:val="00725B3F"/>
    <w:rsid w:val="00725C37"/>
    <w:rsid w:val="007264C7"/>
    <w:rsid w:val="007267F1"/>
    <w:rsid w:val="00726875"/>
    <w:rsid w:val="00726B61"/>
    <w:rsid w:val="00726C72"/>
    <w:rsid w:val="00726C8D"/>
    <w:rsid w:val="00726E39"/>
    <w:rsid w:val="007272CE"/>
    <w:rsid w:val="007272E3"/>
    <w:rsid w:val="0072782F"/>
    <w:rsid w:val="007279FA"/>
    <w:rsid w:val="00727A9E"/>
    <w:rsid w:val="00727B64"/>
    <w:rsid w:val="00727DD9"/>
    <w:rsid w:val="00727F15"/>
    <w:rsid w:val="0073006B"/>
    <w:rsid w:val="00730087"/>
    <w:rsid w:val="00730184"/>
    <w:rsid w:val="007301A7"/>
    <w:rsid w:val="00730330"/>
    <w:rsid w:val="00730774"/>
    <w:rsid w:val="007308AB"/>
    <w:rsid w:val="00730A17"/>
    <w:rsid w:val="00730CB9"/>
    <w:rsid w:val="00730E19"/>
    <w:rsid w:val="007310B2"/>
    <w:rsid w:val="007311CA"/>
    <w:rsid w:val="00731299"/>
    <w:rsid w:val="00731432"/>
    <w:rsid w:val="00731512"/>
    <w:rsid w:val="00731612"/>
    <w:rsid w:val="0073186C"/>
    <w:rsid w:val="00731A54"/>
    <w:rsid w:val="00731C5D"/>
    <w:rsid w:val="00731C62"/>
    <w:rsid w:val="00731CA9"/>
    <w:rsid w:val="00731E66"/>
    <w:rsid w:val="00732232"/>
    <w:rsid w:val="00732473"/>
    <w:rsid w:val="007325AE"/>
    <w:rsid w:val="0073261B"/>
    <w:rsid w:val="00732647"/>
    <w:rsid w:val="0073273E"/>
    <w:rsid w:val="00732830"/>
    <w:rsid w:val="0073290E"/>
    <w:rsid w:val="00732C14"/>
    <w:rsid w:val="00732D78"/>
    <w:rsid w:val="00732E8C"/>
    <w:rsid w:val="00732FE9"/>
    <w:rsid w:val="007330C2"/>
    <w:rsid w:val="00733274"/>
    <w:rsid w:val="0073345D"/>
    <w:rsid w:val="0073355F"/>
    <w:rsid w:val="00733927"/>
    <w:rsid w:val="007339E8"/>
    <w:rsid w:val="00733DFE"/>
    <w:rsid w:val="007342FF"/>
    <w:rsid w:val="0073437D"/>
    <w:rsid w:val="0073450F"/>
    <w:rsid w:val="00734615"/>
    <w:rsid w:val="007348C1"/>
    <w:rsid w:val="00734B08"/>
    <w:rsid w:val="00734BEE"/>
    <w:rsid w:val="00734DEF"/>
    <w:rsid w:val="00734FE2"/>
    <w:rsid w:val="007350B8"/>
    <w:rsid w:val="00735524"/>
    <w:rsid w:val="0073590F"/>
    <w:rsid w:val="00735B68"/>
    <w:rsid w:val="0073615D"/>
    <w:rsid w:val="00736973"/>
    <w:rsid w:val="00736E37"/>
    <w:rsid w:val="0073700F"/>
    <w:rsid w:val="0073723D"/>
    <w:rsid w:val="00737506"/>
    <w:rsid w:val="007378F6"/>
    <w:rsid w:val="00737A63"/>
    <w:rsid w:val="00737C93"/>
    <w:rsid w:val="00737DA2"/>
    <w:rsid w:val="00740050"/>
    <w:rsid w:val="007401FC"/>
    <w:rsid w:val="0074043E"/>
    <w:rsid w:val="00740574"/>
    <w:rsid w:val="007407C3"/>
    <w:rsid w:val="007409DB"/>
    <w:rsid w:val="007409EF"/>
    <w:rsid w:val="00740A6B"/>
    <w:rsid w:val="00741055"/>
    <w:rsid w:val="0074106F"/>
    <w:rsid w:val="007411BF"/>
    <w:rsid w:val="00741376"/>
    <w:rsid w:val="007414CE"/>
    <w:rsid w:val="0074156B"/>
    <w:rsid w:val="00741886"/>
    <w:rsid w:val="00741C9C"/>
    <w:rsid w:val="00741CDE"/>
    <w:rsid w:val="00741D9E"/>
    <w:rsid w:val="00741ED2"/>
    <w:rsid w:val="00741FBA"/>
    <w:rsid w:val="0074214B"/>
    <w:rsid w:val="00742170"/>
    <w:rsid w:val="0074228F"/>
    <w:rsid w:val="0074257D"/>
    <w:rsid w:val="007425E9"/>
    <w:rsid w:val="00742CD3"/>
    <w:rsid w:val="0074322D"/>
    <w:rsid w:val="00743708"/>
    <w:rsid w:val="007439A2"/>
    <w:rsid w:val="00743B43"/>
    <w:rsid w:val="00743C69"/>
    <w:rsid w:val="00744261"/>
    <w:rsid w:val="0074443A"/>
    <w:rsid w:val="00744863"/>
    <w:rsid w:val="00744D8C"/>
    <w:rsid w:val="00744E6B"/>
    <w:rsid w:val="0074512D"/>
    <w:rsid w:val="007451D8"/>
    <w:rsid w:val="00745393"/>
    <w:rsid w:val="00745931"/>
    <w:rsid w:val="00745C00"/>
    <w:rsid w:val="00745D4E"/>
    <w:rsid w:val="00745D5A"/>
    <w:rsid w:val="00745F32"/>
    <w:rsid w:val="00745F5A"/>
    <w:rsid w:val="00746112"/>
    <w:rsid w:val="0074634C"/>
    <w:rsid w:val="0074634D"/>
    <w:rsid w:val="007464F1"/>
    <w:rsid w:val="00746507"/>
    <w:rsid w:val="00746B88"/>
    <w:rsid w:val="00746E8E"/>
    <w:rsid w:val="00747568"/>
    <w:rsid w:val="0074759A"/>
    <w:rsid w:val="00747732"/>
    <w:rsid w:val="007477C5"/>
    <w:rsid w:val="007478CE"/>
    <w:rsid w:val="00747B39"/>
    <w:rsid w:val="00747F2F"/>
    <w:rsid w:val="00747F55"/>
    <w:rsid w:val="00750044"/>
    <w:rsid w:val="007504C3"/>
    <w:rsid w:val="00750D4C"/>
    <w:rsid w:val="00750D5B"/>
    <w:rsid w:val="00750DDF"/>
    <w:rsid w:val="00750E2A"/>
    <w:rsid w:val="007511C1"/>
    <w:rsid w:val="00751455"/>
    <w:rsid w:val="007515CD"/>
    <w:rsid w:val="00751617"/>
    <w:rsid w:val="007518A0"/>
    <w:rsid w:val="00751C03"/>
    <w:rsid w:val="00751CBA"/>
    <w:rsid w:val="00751EDE"/>
    <w:rsid w:val="00752039"/>
    <w:rsid w:val="007522E0"/>
    <w:rsid w:val="00752FC6"/>
    <w:rsid w:val="007532EC"/>
    <w:rsid w:val="00753332"/>
    <w:rsid w:val="007533E1"/>
    <w:rsid w:val="00753483"/>
    <w:rsid w:val="0075363A"/>
    <w:rsid w:val="00753690"/>
    <w:rsid w:val="00753947"/>
    <w:rsid w:val="00753A67"/>
    <w:rsid w:val="00753B4B"/>
    <w:rsid w:val="00753D45"/>
    <w:rsid w:val="007545C3"/>
    <w:rsid w:val="007548BF"/>
    <w:rsid w:val="0075497E"/>
    <w:rsid w:val="007549D3"/>
    <w:rsid w:val="00754AF0"/>
    <w:rsid w:val="00754AFE"/>
    <w:rsid w:val="00754DB3"/>
    <w:rsid w:val="00754E03"/>
    <w:rsid w:val="00754E8C"/>
    <w:rsid w:val="007552B2"/>
    <w:rsid w:val="0075553F"/>
    <w:rsid w:val="00755585"/>
    <w:rsid w:val="00755739"/>
    <w:rsid w:val="00755800"/>
    <w:rsid w:val="00755809"/>
    <w:rsid w:val="00755873"/>
    <w:rsid w:val="00755BDE"/>
    <w:rsid w:val="00755CA4"/>
    <w:rsid w:val="00756164"/>
    <w:rsid w:val="007562DE"/>
    <w:rsid w:val="00756400"/>
    <w:rsid w:val="0075640F"/>
    <w:rsid w:val="00756572"/>
    <w:rsid w:val="007565DA"/>
    <w:rsid w:val="00756926"/>
    <w:rsid w:val="00756AF9"/>
    <w:rsid w:val="00756B77"/>
    <w:rsid w:val="00756C43"/>
    <w:rsid w:val="00756CE3"/>
    <w:rsid w:val="00756DB1"/>
    <w:rsid w:val="00756EEE"/>
    <w:rsid w:val="0075721E"/>
    <w:rsid w:val="0075730B"/>
    <w:rsid w:val="0075766D"/>
    <w:rsid w:val="00757BC0"/>
    <w:rsid w:val="00757C86"/>
    <w:rsid w:val="00757FBC"/>
    <w:rsid w:val="00760A12"/>
    <w:rsid w:val="00760E9F"/>
    <w:rsid w:val="00761078"/>
    <w:rsid w:val="00761095"/>
    <w:rsid w:val="007611C5"/>
    <w:rsid w:val="0076166C"/>
    <w:rsid w:val="007616C5"/>
    <w:rsid w:val="00761C20"/>
    <w:rsid w:val="00761CDD"/>
    <w:rsid w:val="00761D58"/>
    <w:rsid w:val="00761DBC"/>
    <w:rsid w:val="00761E11"/>
    <w:rsid w:val="00761E92"/>
    <w:rsid w:val="00761FDA"/>
    <w:rsid w:val="00762042"/>
    <w:rsid w:val="007622FD"/>
    <w:rsid w:val="00762774"/>
    <w:rsid w:val="007627DA"/>
    <w:rsid w:val="00763418"/>
    <w:rsid w:val="00763A95"/>
    <w:rsid w:val="00763CA4"/>
    <w:rsid w:val="00763E4C"/>
    <w:rsid w:val="00763F53"/>
    <w:rsid w:val="0076441C"/>
    <w:rsid w:val="00764849"/>
    <w:rsid w:val="00764A18"/>
    <w:rsid w:val="00764B11"/>
    <w:rsid w:val="00764DB8"/>
    <w:rsid w:val="00764DFB"/>
    <w:rsid w:val="00765014"/>
    <w:rsid w:val="0076504A"/>
    <w:rsid w:val="007653BD"/>
    <w:rsid w:val="007654CE"/>
    <w:rsid w:val="00765635"/>
    <w:rsid w:val="007656EF"/>
    <w:rsid w:val="007657E1"/>
    <w:rsid w:val="00765A56"/>
    <w:rsid w:val="00765B67"/>
    <w:rsid w:val="00765E38"/>
    <w:rsid w:val="007660AE"/>
    <w:rsid w:val="0076659F"/>
    <w:rsid w:val="007665F0"/>
    <w:rsid w:val="00766658"/>
    <w:rsid w:val="007668D8"/>
    <w:rsid w:val="00766DED"/>
    <w:rsid w:val="00766E31"/>
    <w:rsid w:val="00766FAB"/>
    <w:rsid w:val="00766FCF"/>
    <w:rsid w:val="0076706F"/>
    <w:rsid w:val="00767244"/>
    <w:rsid w:val="00767608"/>
    <w:rsid w:val="00767611"/>
    <w:rsid w:val="0076768F"/>
    <w:rsid w:val="0076777D"/>
    <w:rsid w:val="007678A8"/>
    <w:rsid w:val="00767948"/>
    <w:rsid w:val="00767A2F"/>
    <w:rsid w:val="00767B82"/>
    <w:rsid w:val="00767CEC"/>
    <w:rsid w:val="00770168"/>
    <w:rsid w:val="0077030F"/>
    <w:rsid w:val="00770360"/>
    <w:rsid w:val="007704F5"/>
    <w:rsid w:val="00770523"/>
    <w:rsid w:val="007705A2"/>
    <w:rsid w:val="007708C0"/>
    <w:rsid w:val="007708F1"/>
    <w:rsid w:val="00770CE3"/>
    <w:rsid w:val="00770D24"/>
    <w:rsid w:val="00770DB6"/>
    <w:rsid w:val="00770FD1"/>
    <w:rsid w:val="00771172"/>
    <w:rsid w:val="007714CE"/>
    <w:rsid w:val="00771BB1"/>
    <w:rsid w:val="00771C7A"/>
    <w:rsid w:val="00771CA2"/>
    <w:rsid w:val="00772430"/>
    <w:rsid w:val="0077248A"/>
    <w:rsid w:val="007729DF"/>
    <w:rsid w:val="00772C57"/>
    <w:rsid w:val="00772C74"/>
    <w:rsid w:val="00772EC8"/>
    <w:rsid w:val="0077377E"/>
    <w:rsid w:val="00773828"/>
    <w:rsid w:val="00773C9C"/>
    <w:rsid w:val="00773F97"/>
    <w:rsid w:val="007743D0"/>
    <w:rsid w:val="0077441E"/>
    <w:rsid w:val="0077452E"/>
    <w:rsid w:val="007745BC"/>
    <w:rsid w:val="007747D5"/>
    <w:rsid w:val="00774953"/>
    <w:rsid w:val="00774A2F"/>
    <w:rsid w:val="00774E5B"/>
    <w:rsid w:val="00775226"/>
    <w:rsid w:val="00775436"/>
    <w:rsid w:val="007754ED"/>
    <w:rsid w:val="007759D2"/>
    <w:rsid w:val="00775BC0"/>
    <w:rsid w:val="00775C2E"/>
    <w:rsid w:val="00775F7B"/>
    <w:rsid w:val="00775F92"/>
    <w:rsid w:val="0077601C"/>
    <w:rsid w:val="00776142"/>
    <w:rsid w:val="00776215"/>
    <w:rsid w:val="00776218"/>
    <w:rsid w:val="00776615"/>
    <w:rsid w:val="00776660"/>
    <w:rsid w:val="0077711E"/>
    <w:rsid w:val="007772F0"/>
    <w:rsid w:val="007773B8"/>
    <w:rsid w:val="00777423"/>
    <w:rsid w:val="007777EF"/>
    <w:rsid w:val="00777903"/>
    <w:rsid w:val="0077790E"/>
    <w:rsid w:val="00777C2B"/>
    <w:rsid w:val="00777C7F"/>
    <w:rsid w:val="0078018F"/>
    <w:rsid w:val="00780935"/>
    <w:rsid w:val="00780965"/>
    <w:rsid w:val="00780E0B"/>
    <w:rsid w:val="00781007"/>
    <w:rsid w:val="00781075"/>
    <w:rsid w:val="0078176C"/>
    <w:rsid w:val="007817BC"/>
    <w:rsid w:val="007818A8"/>
    <w:rsid w:val="00781DB7"/>
    <w:rsid w:val="00781FCC"/>
    <w:rsid w:val="007821BA"/>
    <w:rsid w:val="0078236C"/>
    <w:rsid w:val="00782817"/>
    <w:rsid w:val="007829C5"/>
    <w:rsid w:val="00782BAA"/>
    <w:rsid w:val="007830D1"/>
    <w:rsid w:val="0078315B"/>
    <w:rsid w:val="0078337C"/>
    <w:rsid w:val="007833E6"/>
    <w:rsid w:val="00783444"/>
    <w:rsid w:val="007839A8"/>
    <w:rsid w:val="00783E6F"/>
    <w:rsid w:val="007841C2"/>
    <w:rsid w:val="007841FE"/>
    <w:rsid w:val="0078465B"/>
    <w:rsid w:val="007848E8"/>
    <w:rsid w:val="00784D3F"/>
    <w:rsid w:val="00784DC9"/>
    <w:rsid w:val="00784E83"/>
    <w:rsid w:val="00784ED9"/>
    <w:rsid w:val="0078501B"/>
    <w:rsid w:val="0078537F"/>
    <w:rsid w:val="007855D7"/>
    <w:rsid w:val="00785618"/>
    <w:rsid w:val="007858FF"/>
    <w:rsid w:val="00785CF9"/>
    <w:rsid w:val="00785FC3"/>
    <w:rsid w:val="00786276"/>
    <w:rsid w:val="0078634D"/>
    <w:rsid w:val="00786373"/>
    <w:rsid w:val="007864F8"/>
    <w:rsid w:val="007866AE"/>
    <w:rsid w:val="00786902"/>
    <w:rsid w:val="0078693F"/>
    <w:rsid w:val="007869AF"/>
    <w:rsid w:val="00786ADE"/>
    <w:rsid w:val="00786ED6"/>
    <w:rsid w:val="007873FD"/>
    <w:rsid w:val="00787560"/>
    <w:rsid w:val="0078766D"/>
    <w:rsid w:val="007876AC"/>
    <w:rsid w:val="0078784C"/>
    <w:rsid w:val="00787D2B"/>
    <w:rsid w:val="00787D3E"/>
    <w:rsid w:val="00787DC7"/>
    <w:rsid w:val="00787E69"/>
    <w:rsid w:val="007902E5"/>
    <w:rsid w:val="0079045F"/>
    <w:rsid w:val="00790515"/>
    <w:rsid w:val="007906D1"/>
    <w:rsid w:val="00790771"/>
    <w:rsid w:val="0079097F"/>
    <w:rsid w:val="00790990"/>
    <w:rsid w:val="00790B0E"/>
    <w:rsid w:val="00790B2F"/>
    <w:rsid w:val="00790BD9"/>
    <w:rsid w:val="0079100D"/>
    <w:rsid w:val="00791230"/>
    <w:rsid w:val="007913CC"/>
    <w:rsid w:val="00791893"/>
    <w:rsid w:val="007918D4"/>
    <w:rsid w:val="00791AA8"/>
    <w:rsid w:val="00791EB9"/>
    <w:rsid w:val="007921D3"/>
    <w:rsid w:val="00792610"/>
    <w:rsid w:val="00792A4E"/>
    <w:rsid w:val="00792A7E"/>
    <w:rsid w:val="00792D60"/>
    <w:rsid w:val="00792EBD"/>
    <w:rsid w:val="00792F8F"/>
    <w:rsid w:val="00792FA2"/>
    <w:rsid w:val="007930D7"/>
    <w:rsid w:val="0079324E"/>
    <w:rsid w:val="00793293"/>
    <w:rsid w:val="00793324"/>
    <w:rsid w:val="007933FC"/>
    <w:rsid w:val="00793466"/>
    <w:rsid w:val="00793589"/>
    <w:rsid w:val="007936FA"/>
    <w:rsid w:val="007937F3"/>
    <w:rsid w:val="00793A6D"/>
    <w:rsid w:val="00793BEE"/>
    <w:rsid w:val="00793DD1"/>
    <w:rsid w:val="00793EB8"/>
    <w:rsid w:val="00794097"/>
    <w:rsid w:val="00794175"/>
    <w:rsid w:val="0079421F"/>
    <w:rsid w:val="007943A5"/>
    <w:rsid w:val="00794580"/>
    <w:rsid w:val="007945CE"/>
    <w:rsid w:val="00794D09"/>
    <w:rsid w:val="00794D86"/>
    <w:rsid w:val="00794F92"/>
    <w:rsid w:val="00795108"/>
    <w:rsid w:val="00795216"/>
    <w:rsid w:val="00795769"/>
    <w:rsid w:val="00795E0B"/>
    <w:rsid w:val="007963E6"/>
    <w:rsid w:val="00796795"/>
    <w:rsid w:val="00796938"/>
    <w:rsid w:val="00797025"/>
    <w:rsid w:val="00797187"/>
    <w:rsid w:val="00797D7A"/>
    <w:rsid w:val="00797F0C"/>
    <w:rsid w:val="00797FDA"/>
    <w:rsid w:val="007A0441"/>
    <w:rsid w:val="007A0742"/>
    <w:rsid w:val="007A0824"/>
    <w:rsid w:val="007A0875"/>
    <w:rsid w:val="007A09FE"/>
    <w:rsid w:val="007A0FC4"/>
    <w:rsid w:val="007A1044"/>
    <w:rsid w:val="007A1197"/>
    <w:rsid w:val="007A129A"/>
    <w:rsid w:val="007A12BC"/>
    <w:rsid w:val="007A1654"/>
    <w:rsid w:val="007A16AD"/>
    <w:rsid w:val="007A1718"/>
    <w:rsid w:val="007A20B5"/>
    <w:rsid w:val="007A2153"/>
    <w:rsid w:val="007A22B6"/>
    <w:rsid w:val="007A2432"/>
    <w:rsid w:val="007A2606"/>
    <w:rsid w:val="007A27B4"/>
    <w:rsid w:val="007A2D2D"/>
    <w:rsid w:val="007A2D87"/>
    <w:rsid w:val="007A2EF3"/>
    <w:rsid w:val="007A300F"/>
    <w:rsid w:val="007A3564"/>
    <w:rsid w:val="007A3694"/>
    <w:rsid w:val="007A3822"/>
    <w:rsid w:val="007A3AE3"/>
    <w:rsid w:val="007A3B14"/>
    <w:rsid w:val="007A3C92"/>
    <w:rsid w:val="007A3D2B"/>
    <w:rsid w:val="007A3E7B"/>
    <w:rsid w:val="007A3F2F"/>
    <w:rsid w:val="007A3F3B"/>
    <w:rsid w:val="007A42C7"/>
    <w:rsid w:val="007A4345"/>
    <w:rsid w:val="007A4610"/>
    <w:rsid w:val="007A496E"/>
    <w:rsid w:val="007A4986"/>
    <w:rsid w:val="007A51D6"/>
    <w:rsid w:val="007A540D"/>
    <w:rsid w:val="007A545D"/>
    <w:rsid w:val="007A5998"/>
    <w:rsid w:val="007A5AB3"/>
    <w:rsid w:val="007A6045"/>
    <w:rsid w:val="007A61F4"/>
    <w:rsid w:val="007A6318"/>
    <w:rsid w:val="007A6639"/>
    <w:rsid w:val="007A6648"/>
    <w:rsid w:val="007A695C"/>
    <w:rsid w:val="007A6C2B"/>
    <w:rsid w:val="007A6CD1"/>
    <w:rsid w:val="007A6D66"/>
    <w:rsid w:val="007A6D75"/>
    <w:rsid w:val="007A6F4F"/>
    <w:rsid w:val="007A6F8B"/>
    <w:rsid w:val="007A7161"/>
    <w:rsid w:val="007A752C"/>
    <w:rsid w:val="007A759B"/>
    <w:rsid w:val="007A772D"/>
    <w:rsid w:val="007A78F5"/>
    <w:rsid w:val="007A7A51"/>
    <w:rsid w:val="007A7B05"/>
    <w:rsid w:val="007A7B14"/>
    <w:rsid w:val="007B01D7"/>
    <w:rsid w:val="007B02C3"/>
    <w:rsid w:val="007B04C9"/>
    <w:rsid w:val="007B0CAF"/>
    <w:rsid w:val="007B1119"/>
    <w:rsid w:val="007B11DA"/>
    <w:rsid w:val="007B13E0"/>
    <w:rsid w:val="007B1743"/>
    <w:rsid w:val="007B174C"/>
    <w:rsid w:val="007B1A79"/>
    <w:rsid w:val="007B1AE5"/>
    <w:rsid w:val="007B1B26"/>
    <w:rsid w:val="007B1CA1"/>
    <w:rsid w:val="007B1CDA"/>
    <w:rsid w:val="007B1DA3"/>
    <w:rsid w:val="007B203C"/>
    <w:rsid w:val="007B20D0"/>
    <w:rsid w:val="007B22FC"/>
    <w:rsid w:val="007B233D"/>
    <w:rsid w:val="007B23DD"/>
    <w:rsid w:val="007B2A64"/>
    <w:rsid w:val="007B2D35"/>
    <w:rsid w:val="007B3372"/>
    <w:rsid w:val="007B34FF"/>
    <w:rsid w:val="007B3547"/>
    <w:rsid w:val="007B39D6"/>
    <w:rsid w:val="007B3A25"/>
    <w:rsid w:val="007B3CEB"/>
    <w:rsid w:val="007B3D5D"/>
    <w:rsid w:val="007B3F9B"/>
    <w:rsid w:val="007B410A"/>
    <w:rsid w:val="007B4285"/>
    <w:rsid w:val="007B4379"/>
    <w:rsid w:val="007B437B"/>
    <w:rsid w:val="007B46AA"/>
    <w:rsid w:val="007B48BA"/>
    <w:rsid w:val="007B5039"/>
    <w:rsid w:val="007B567C"/>
    <w:rsid w:val="007B5A68"/>
    <w:rsid w:val="007B5B7A"/>
    <w:rsid w:val="007B5BA1"/>
    <w:rsid w:val="007B5E6D"/>
    <w:rsid w:val="007B5F64"/>
    <w:rsid w:val="007B60BE"/>
    <w:rsid w:val="007B6199"/>
    <w:rsid w:val="007B624D"/>
    <w:rsid w:val="007B62D7"/>
    <w:rsid w:val="007B65DB"/>
    <w:rsid w:val="007B66D9"/>
    <w:rsid w:val="007B6752"/>
    <w:rsid w:val="007B6906"/>
    <w:rsid w:val="007B6918"/>
    <w:rsid w:val="007B6BA5"/>
    <w:rsid w:val="007B6C0A"/>
    <w:rsid w:val="007B6D22"/>
    <w:rsid w:val="007B6D55"/>
    <w:rsid w:val="007B6D8B"/>
    <w:rsid w:val="007B6DEC"/>
    <w:rsid w:val="007B6E0E"/>
    <w:rsid w:val="007B7055"/>
    <w:rsid w:val="007B7766"/>
    <w:rsid w:val="007B7A12"/>
    <w:rsid w:val="007B7A40"/>
    <w:rsid w:val="007B7B52"/>
    <w:rsid w:val="007B7CF0"/>
    <w:rsid w:val="007B7E0C"/>
    <w:rsid w:val="007B7E0D"/>
    <w:rsid w:val="007C0183"/>
    <w:rsid w:val="007C0425"/>
    <w:rsid w:val="007C0489"/>
    <w:rsid w:val="007C04A1"/>
    <w:rsid w:val="007C04E0"/>
    <w:rsid w:val="007C0563"/>
    <w:rsid w:val="007C0C54"/>
    <w:rsid w:val="007C0F14"/>
    <w:rsid w:val="007C0F36"/>
    <w:rsid w:val="007C164B"/>
    <w:rsid w:val="007C193F"/>
    <w:rsid w:val="007C1F94"/>
    <w:rsid w:val="007C2087"/>
    <w:rsid w:val="007C257D"/>
    <w:rsid w:val="007C2631"/>
    <w:rsid w:val="007C2938"/>
    <w:rsid w:val="007C2ABC"/>
    <w:rsid w:val="007C2E32"/>
    <w:rsid w:val="007C33A4"/>
    <w:rsid w:val="007C33F2"/>
    <w:rsid w:val="007C34BF"/>
    <w:rsid w:val="007C34C6"/>
    <w:rsid w:val="007C3897"/>
    <w:rsid w:val="007C3950"/>
    <w:rsid w:val="007C4263"/>
    <w:rsid w:val="007C435E"/>
    <w:rsid w:val="007C45D0"/>
    <w:rsid w:val="007C481D"/>
    <w:rsid w:val="007C4C17"/>
    <w:rsid w:val="007C4D6F"/>
    <w:rsid w:val="007C4FC0"/>
    <w:rsid w:val="007C5139"/>
    <w:rsid w:val="007C55D9"/>
    <w:rsid w:val="007C58EB"/>
    <w:rsid w:val="007C5950"/>
    <w:rsid w:val="007C5B22"/>
    <w:rsid w:val="007C5C54"/>
    <w:rsid w:val="007C5C57"/>
    <w:rsid w:val="007C5DC9"/>
    <w:rsid w:val="007C5EDD"/>
    <w:rsid w:val="007C6598"/>
    <w:rsid w:val="007C662C"/>
    <w:rsid w:val="007C682A"/>
    <w:rsid w:val="007C6AA1"/>
    <w:rsid w:val="007C6AB9"/>
    <w:rsid w:val="007C6B5D"/>
    <w:rsid w:val="007C6D64"/>
    <w:rsid w:val="007C6E85"/>
    <w:rsid w:val="007C6EED"/>
    <w:rsid w:val="007C70E5"/>
    <w:rsid w:val="007C71BA"/>
    <w:rsid w:val="007C7202"/>
    <w:rsid w:val="007C7737"/>
    <w:rsid w:val="007C7C47"/>
    <w:rsid w:val="007D010B"/>
    <w:rsid w:val="007D01F1"/>
    <w:rsid w:val="007D026A"/>
    <w:rsid w:val="007D02F4"/>
    <w:rsid w:val="007D0429"/>
    <w:rsid w:val="007D0C58"/>
    <w:rsid w:val="007D0E83"/>
    <w:rsid w:val="007D1213"/>
    <w:rsid w:val="007D1630"/>
    <w:rsid w:val="007D16BF"/>
    <w:rsid w:val="007D19FB"/>
    <w:rsid w:val="007D1BBD"/>
    <w:rsid w:val="007D1C4D"/>
    <w:rsid w:val="007D202F"/>
    <w:rsid w:val="007D247E"/>
    <w:rsid w:val="007D2795"/>
    <w:rsid w:val="007D2B9C"/>
    <w:rsid w:val="007D2C11"/>
    <w:rsid w:val="007D2D93"/>
    <w:rsid w:val="007D345F"/>
    <w:rsid w:val="007D3559"/>
    <w:rsid w:val="007D3703"/>
    <w:rsid w:val="007D3E07"/>
    <w:rsid w:val="007D416C"/>
    <w:rsid w:val="007D42C1"/>
    <w:rsid w:val="007D5193"/>
    <w:rsid w:val="007D51F8"/>
    <w:rsid w:val="007D5277"/>
    <w:rsid w:val="007D580C"/>
    <w:rsid w:val="007D5AA9"/>
    <w:rsid w:val="007D5AD8"/>
    <w:rsid w:val="007D5BD2"/>
    <w:rsid w:val="007D5C69"/>
    <w:rsid w:val="007D5DBD"/>
    <w:rsid w:val="007D5E8B"/>
    <w:rsid w:val="007D5F30"/>
    <w:rsid w:val="007D64BD"/>
    <w:rsid w:val="007D660C"/>
    <w:rsid w:val="007D6636"/>
    <w:rsid w:val="007D6AB1"/>
    <w:rsid w:val="007D6CB2"/>
    <w:rsid w:val="007D6D60"/>
    <w:rsid w:val="007D6DFC"/>
    <w:rsid w:val="007D6ED8"/>
    <w:rsid w:val="007D707E"/>
    <w:rsid w:val="007D71E3"/>
    <w:rsid w:val="007D73F1"/>
    <w:rsid w:val="007D75AF"/>
    <w:rsid w:val="007D7648"/>
    <w:rsid w:val="007D773A"/>
    <w:rsid w:val="007D775D"/>
    <w:rsid w:val="007D7C1C"/>
    <w:rsid w:val="007E0022"/>
    <w:rsid w:val="007E025D"/>
    <w:rsid w:val="007E043F"/>
    <w:rsid w:val="007E04EB"/>
    <w:rsid w:val="007E061A"/>
    <w:rsid w:val="007E09C0"/>
    <w:rsid w:val="007E0A54"/>
    <w:rsid w:val="007E0F8C"/>
    <w:rsid w:val="007E1082"/>
    <w:rsid w:val="007E1158"/>
    <w:rsid w:val="007E122B"/>
    <w:rsid w:val="007E13E4"/>
    <w:rsid w:val="007E14BE"/>
    <w:rsid w:val="007E157E"/>
    <w:rsid w:val="007E164A"/>
    <w:rsid w:val="007E176B"/>
    <w:rsid w:val="007E1845"/>
    <w:rsid w:val="007E18F9"/>
    <w:rsid w:val="007E2023"/>
    <w:rsid w:val="007E2C2B"/>
    <w:rsid w:val="007E2C38"/>
    <w:rsid w:val="007E2CB4"/>
    <w:rsid w:val="007E2EAF"/>
    <w:rsid w:val="007E31A1"/>
    <w:rsid w:val="007E3438"/>
    <w:rsid w:val="007E3569"/>
    <w:rsid w:val="007E371F"/>
    <w:rsid w:val="007E3915"/>
    <w:rsid w:val="007E3BC5"/>
    <w:rsid w:val="007E3C02"/>
    <w:rsid w:val="007E3ED9"/>
    <w:rsid w:val="007E434B"/>
    <w:rsid w:val="007E46CA"/>
    <w:rsid w:val="007E4DE5"/>
    <w:rsid w:val="007E4ED8"/>
    <w:rsid w:val="007E50F8"/>
    <w:rsid w:val="007E51B2"/>
    <w:rsid w:val="007E5652"/>
    <w:rsid w:val="007E59B1"/>
    <w:rsid w:val="007E5C0E"/>
    <w:rsid w:val="007E5CD3"/>
    <w:rsid w:val="007E5D9A"/>
    <w:rsid w:val="007E5DD7"/>
    <w:rsid w:val="007E6356"/>
    <w:rsid w:val="007E641C"/>
    <w:rsid w:val="007E684C"/>
    <w:rsid w:val="007E687A"/>
    <w:rsid w:val="007E694C"/>
    <w:rsid w:val="007E6F00"/>
    <w:rsid w:val="007E6F91"/>
    <w:rsid w:val="007E7177"/>
    <w:rsid w:val="007E7444"/>
    <w:rsid w:val="007E75CB"/>
    <w:rsid w:val="007E7B6B"/>
    <w:rsid w:val="007E7C0F"/>
    <w:rsid w:val="007E7CE5"/>
    <w:rsid w:val="007F00AA"/>
    <w:rsid w:val="007F056F"/>
    <w:rsid w:val="007F05E7"/>
    <w:rsid w:val="007F07BD"/>
    <w:rsid w:val="007F0942"/>
    <w:rsid w:val="007F0AE8"/>
    <w:rsid w:val="007F0D61"/>
    <w:rsid w:val="007F0DE2"/>
    <w:rsid w:val="007F1444"/>
    <w:rsid w:val="007F168F"/>
    <w:rsid w:val="007F16D2"/>
    <w:rsid w:val="007F1996"/>
    <w:rsid w:val="007F1A6B"/>
    <w:rsid w:val="007F1D18"/>
    <w:rsid w:val="007F1DA3"/>
    <w:rsid w:val="007F20E2"/>
    <w:rsid w:val="007F2389"/>
    <w:rsid w:val="007F24F5"/>
    <w:rsid w:val="007F2562"/>
    <w:rsid w:val="007F2792"/>
    <w:rsid w:val="007F2981"/>
    <w:rsid w:val="007F2984"/>
    <w:rsid w:val="007F2C45"/>
    <w:rsid w:val="007F2D2A"/>
    <w:rsid w:val="007F2D89"/>
    <w:rsid w:val="007F2EBF"/>
    <w:rsid w:val="007F300F"/>
    <w:rsid w:val="007F3035"/>
    <w:rsid w:val="007F3484"/>
    <w:rsid w:val="007F37E0"/>
    <w:rsid w:val="007F3F52"/>
    <w:rsid w:val="007F3F94"/>
    <w:rsid w:val="007F41C9"/>
    <w:rsid w:val="007F44B7"/>
    <w:rsid w:val="007F4657"/>
    <w:rsid w:val="007F49D5"/>
    <w:rsid w:val="007F4F74"/>
    <w:rsid w:val="007F507F"/>
    <w:rsid w:val="007F51A1"/>
    <w:rsid w:val="007F51E3"/>
    <w:rsid w:val="007F52B0"/>
    <w:rsid w:val="007F5F88"/>
    <w:rsid w:val="007F611C"/>
    <w:rsid w:val="007F63DB"/>
    <w:rsid w:val="007F65A9"/>
    <w:rsid w:val="007F688C"/>
    <w:rsid w:val="007F697E"/>
    <w:rsid w:val="007F6D91"/>
    <w:rsid w:val="007F6D96"/>
    <w:rsid w:val="007F710B"/>
    <w:rsid w:val="007F7221"/>
    <w:rsid w:val="007F76A0"/>
    <w:rsid w:val="007F7C2A"/>
    <w:rsid w:val="007F7CEE"/>
    <w:rsid w:val="007F7D67"/>
    <w:rsid w:val="007F7E50"/>
    <w:rsid w:val="007F7F36"/>
    <w:rsid w:val="007F7F5E"/>
    <w:rsid w:val="007F7F6C"/>
    <w:rsid w:val="0080025E"/>
    <w:rsid w:val="0080027A"/>
    <w:rsid w:val="0080031B"/>
    <w:rsid w:val="008005DA"/>
    <w:rsid w:val="00800802"/>
    <w:rsid w:val="00800842"/>
    <w:rsid w:val="00800878"/>
    <w:rsid w:val="00800C48"/>
    <w:rsid w:val="00800F1C"/>
    <w:rsid w:val="008010EB"/>
    <w:rsid w:val="00801512"/>
    <w:rsid w:val="008018C0"/>
    <w:rsid w:val="00801B69"/>
    <w:rsid w:val="00801C52"/>
    <w:rsid w:val="00801F72"/>
    <w:rsid w:val="008020E3"/>
    <w:rsid w:val="008021E5"/>
    <w:rsid w:val="00802557"/>
    <w:rsid w:val="00802649"/>
    <w:rsid w:val="00802654"/>
    <w:rsid w:val="00802B96"/>
    <w:rsid w:val="00802D82"/>
    <w:rsid w:val="00802E38"/>
    <w:rsid w:val="00802F88"/>
    <w:rsid w:val="0080313B"/>
    <w:rsid w:val="00803639"/>
    <w:rsid w:val="00804096"/>
    <w:rsid w:val="00804155"/>
    <w:rsid w:val="0080448B"/>
    <w:rsid w:val="00804512"/>
    <w:rsid w:val="00804595"/>
    <w:rsid w:val="00804735"/>
    <w:rsid w:val="008049E5"/>
    <w:rsid w:val="00804C9D"/>
    <w:rsid w:val="008050F8"/>
    <w:rsid w:val="00805187"/>
    <w:rsid w:val="00805288"/>
    <w:rsid w:val="00805334"/>
    <w:rsid w:val="00805982"/>
    <w:rsid w:val="00805C54"/>
    <w:rsid w:val="00805D28"/>
    <w:rsid w:val="00805FBA"/>
    <w:rsid w:val="00806500"/>
    <w:rsid w:val="008065C4"/>
    <w:rsid w:val="00806618"/>
    <w:rsid w:val="008066C7"/>
    <w:rsid w:val="00806A89"/>
    <w:rsid w:val="00807199"/>
    <w:rsid w:val="008078C1"/>
    <w:rsid w:val="00807B46"/>
    <w:rsid w:val="00807C98"/>
    <w:rsid w:val="0081007D"/>
    <w:rsid w:val="008102FB"/>
    <w:rsid w:val="0081087A"/>
    <w:rsid w:val="0081093F"/>
    <w:rsid w:val="00810B2C"/>
    <w:rsid w:val="00810F02"/>
    <w:rsid w:val="008114F9"/>
    <w:rsid w:val="00811620"/>
    <w:rsid w:val="00811A2E"/>
    <w:rsid w:val="00811C38"/>
    <w:rsid w:val="00811D52"/>
    <w:rsid w:val="00811D5C"/>
    <w:rsid w:val="00812038"/>
    <w:rsid w:val="00812099"/>
    <w:rsid w:val="008121C3"/>
    <w:rsid w:val="008124D5"/>
    <w:rsid w:val="008126A5"/>
    <w:rsid w:val="00812756"/>
    <w:rsid w:val="008127FD"/>
    <w:rsid w:val="00812802"/>
    <w:rsid w:val="00812842"/>
    <w:rsid w:val="00812861"/>
    <w:rsid w:val="00812972"/>
    <w:rsid w:val="008129DD"/>
    <w:rsid w:val="00812AD1"/>
    <w:rsid w:val="00812B58"/>
    <w:rsid w:val="00812BF9"/>
    <w:rsid w:val="00812CE1"/>
    <w:rsid w:val="00812D1C"/>
    <w:rsid w:val="00812DFD"/>
    <w:rsid w:val="00812E99"/>
    <w:rsid w:val="00812F45"/>
    <w:rsid w:val="00812F55"/>
    <w:rsid w:val="0081355F"/>
    <w:rsid w:val="0081364C"/>
    <w:rsid w:val="0081368A"/>
    <w:rsid w:val="008137AF"/>
    <w:rsid w:val="00813B8C"/>
    <w:rsid w:val="008142EF"/>
    <w:rsid w:val="00814348"/>
    <w:rsid w:val="008143C5"/>
    <w:rsid w:val="008143E0"/>
    <w:rsid w:val="008145FA"/>
    <w:rsid w:val="00814A40"/>
    <w:rsid w:val="00814A65"/>
    <w:rsid w:val="00814BEF"/>
    <w:rsid w:val="00814D5B"/>
    <w:rsid w:val="00815134"/>
    <w:rsid w:val="00815142"/>
    <w:rsid w:val="00815150"/>
    <w:rsid w:val="008153AA"/>
    <w:rsid w:val="0081565C"/>
    <w:rsid w:val="008159B0"/>
    <w:rsid w:val="00815A40"/>
    <w:rsid w:val="00815B46"/>
    <w:rsid w:val="00816055"/>
    <w:rsid w:val="0081647A"/>
    <w:rsid w:val="008165A9"/>
    <w:rsid w:val="00816BA5"/>
    <w:rsid w:val="00816D2C"/>
    <w:rsid w:val="00816D65"/>
    <w:rsid w:val="00817277"/>
    <w:rsid w:val="008172CA"/>
    <w:rsid w:val="008173DA"/>
    <w:rsid w:val="008173F9"/>
    <w:rsid w:val="0081759B"/>
    <w:rsid w:val="008177B2"/>
    <w:rsid w:val="008177B6"/>
    <w:rsid w:val="00817A0C"/>
    <w:rsid w:val="00817CD3"/>
    <w:rsid w:val="00817FD1"/>
    <w:rsid w:val="008200BC"/>
    <w:rsid w:val="008201CC"/>
    <w:rsid w:val="00820387"/>
    <w:rsid w:val="0082040B"/>
    <w:rsid w:val="00820587"/>
    <w:rsid w:val="0082066E"/>
    <w:rsid w:val="00820778"/>
    <w:rsid w:val="00820958"/>
    <w:rsid w:val="00820D41"/>
    <w:rsid w:val="00820DC2"/>
    <w:rsid w:val="00820F3C"/>
    <w:rsid w:val="00820F47"/>
    <w:rsid w:val="00820F4F"/>
    <w:rsid w:val="0082125F"/>
    <w:rsid w:val="008212E8"/>
    <w:rsid w:val="0082132C"/>
    <w:rsid w:val="008215DC"/>
    <w:rsid w:val="0082174E"/>
    <w:rsid w:val="0082176B"/>
    <w:rsid w:val="00821A25"/>
    <w:rsid w:val="00821CC3"/>
    <w:rsid w:val="00821E16"/>
    <w:rsid w:val="00822097"/>
    <w:rsid w:val="008220BC"/>
    <w:rsid w:val="00822320"/>
    <w:rsid w:val="00822399"/>
    <w:rsid w:val="008225BA"/>
    <w:rsid w:val="00822604"/>
    <w:rsid w:val="008226FC"/>
    <w:rsid w:val="00822BB2"/>
    <w:rsid w:val="00822D64"/>
    <w:rsid w:val="008232D8"/>
    <w:rsid w:val="00823499"/>
    <w:rsid w:val="008235D1"/>
    <w:rsid w:val="00823605"/>
    <w:rsid w:val="00823732"/>
    <w:rsid w:val="00823737"/>
    <w:rsid w:val="0082384C"/>
    <w:rsid w:val="00823AA8"/>
    <w:rsid w:val="00823AB2"/>
    <w:rsid w:val="00823D54"/>
    <w:rsid w:val="00823DEA"/>
    <w:rsid w:val="00823EE8"/>
    <w:rsid w:val="00824226"/>
    <w:rsid w:val="0082438E"/>
    <w:rsid w:val="008243D0"/>
    <w:rsid w:val="00824495"/>
    <w:rsid w:val="008248E6"/>
    <w:rsid w:val="00824D2D"/>
    <w:rsid w:val="00824E05"/>
    <w:rsid w:val="00824E20"/>
    <w:rsid w:val="00825521"/>
    <w:rsid w:val="008257E2"/>
    <w:rsid w:val="00825C52"/>
    <w:rsid w:val="00825D73"/>
    <w:rsid w:val="00825EEC"/>
    <w:rsid w:val="00825FFE"/>
    <w:rsid w:val="00826007"/>
    <w:rsid w:val="008262D8"/>
    <w:rsid w:val="00826413"/>
    <w:rsid w:val="00826548"/>
    <w:rsid w:val="00826A72"/>
    <w:rsid w:val="00826B62"/>
    <w:rsid w:val="00826BE0"/>
    <w:rsid w:val="00826D99"/>
    <w:rsid w:val="00826EED"/>
    <w:rsid w:val="0082700C"/>
    <w:rsid w:val="008273A3"/>
    <w:rsid w:val="00827581"/>
    <w:rsid w:val="008276F2"/>
    <w:rsid w:val="00827854"/>
    <w:rsid w:val="00827B48"/>
    <w:rsid w:val="00827D2F"/>
    <w:rsid w:val="00827E05"/>
    <w:rsid w:val="00827F83"/>
    <w:rsid w:val="0083014B"/>
    <w:rsid w:val="008302A3"/>
    <w:rsid w:val="0083041C"/>
    <w:rsid w:val="008304CB"/>
    <w:rsid w:val="008305ED"/>
    <w:rsid w:val="0083061F"/>
    <w:rsid w:val="008306EC"/>
    <w:rsid w:val="008308E5"/>
    <w:rsid w:val="008309D0"/>
    <w:rsid w:val="00830A16"/>
    <w:rsid w:val="00830A87"/>
    <w:rsid w:val="0083111F"/>
    <w:rsid w:val="00831711"/>
    <w:rsid w:val="00831B4C"/>
    <w:rsid w:val="00831BCE"/>
    <w:rsid w:val="00831F66"/>
    <w:rsid w:val="00832BDC"/>
    <w:rsid w:val="00832C54"/>
    <w:rsid w:val="00832CBA"/>
    <w:rsid w:val="00833090"/>
    <w:rsid w:val="0083310F"/>
    <w:rsid w:val="0083323D"/>
    <w:rsid w:val="0083327F"/>
    <w:rsid w:val="00833673"/>
    <w:rsid w:val="00833813"/>
    <w:rsid w:val="008339D4"/>
    <w:rsid w:val="00833AC8"/>
    <w:rsid w:val="00833DD7"/>
    <w:rsid w:val="00833E1C"/>
    <w:rsid w:val="0083425A"/>
    <w:rsid w:val="0083459E"/>
    <w:rsid w:val="00834770"/>
    <w:rsid w:val="00834797"/>
    <w:rsid w:val="008348AF"/>
    <w:rsid w:val="00834D89"/>
    <w:rsid w:val="00835146"/>
    <w:rsid w:val="00835201"/>
    <w:rsid w:val="008354AF"/>
    <w:rsid w:val="00835DDC"/>
    <w:rsid w:val="00835FCF"/>
    <w:rsid w:val="0083600C"/>
    <w:rsid w:val="008360BE"/>
    <w:rsid w:val="008361B8"/>
    <w:rsid w:val="008361EB"/>
    <w:rsid w:val="00836423"/>
    <w:rsid w:val="00836450"/>
    <w:rsid w:val="00836574"/>
    <w:rsid w:val="0083665B"/>
    <w:rsid w:val="0083668E"/>
    <w:rsid w:val="008368CE"/>
    <w:rsid w:val="00836ADD"/>
    <w:rsid w:val="00836C00"/>
    <w:rsid w:val="00837163"/>
    <w:rsid w:val="008371C9"/>
    <w:rsid w:val="008374A2"/>
    <w:rsid w:val="00837629"/>
    <w:rsid w:val="00837643"/>
    <w:rsid w:val="00837830"/>
    <w:rsid w:val="008378D0"/>
    <w:rsid w:val="00837A19"/>
    <w:rsid w:val="00837AEF"/>
    <w:rsid w:val="00837BD5"/>
    <w:rsid w:val="00837CCA"/>
    <w:rsid w:val="00837EA7"/>
    <w:rsid w:val="008400D8"/>
    <w:rsid w:val="0084064E"/>
    <w:rsid w:val="00840884"/>
    <w:rsid w:val="00840A0E"/>
    <w:rsid w:val="00840B02"/>
    <w:rsid w:val="00840CBC"/>
    <w:rsid w:val="00840EA1"/>
    <w:rsid w:val="00841193"/>
    <w:rsid w:val="008412B0"/>
    <w:rsid w:val="00841465"/>
    <w:rsid w:val="008418A3"/>
    <w:rsid w:val="00841CA7"/>
    <w:rsid w:val="00841F5E"/>
    <w:rsid w:val="00841F71"/>
    <w:rsid w:val="0084200A"/>
    <w:rsid w:val="00842025"/>
    <w:rsid w:val="008420AE"/>
    <w:rsid w:val="00842393"/>
    <w:rsid w:val="00842707"/>
    <w:rsid w:val="0084271F"/>
    <w:rsid w:val="008427B3"/>
    <w:rsid w:val="00842B8D"/>
    <w:rsid w:val="00842F21"/>
    <w:rsid w:val="0084300F"/>
    <w:rsid w:val="00843389"/>
    <w:rsid w:val="0084367B"/>
    <w:rsid w:val="00843883"/>
    <w:rsid w:val="0084389B"/>
    <w:rsid w:val="00843990"/>
    <w:rsid w:val="00843C0E"/>
    <w:rsid w:val="00843EA1"/>
    <w:rsid w:val="00843EEE"/>
    <w:rsid w:val="008440BE"/>
    <w:rsid w:val="0084421C"/>
    <w:rsid w:val="00844249"/>
    <w:rsid w:val="00844496"/>
    <w:rsid w:val="008444CE"/>
    <w:rsid w:val="008447C2"/>
    <w:rsid w:val="00844C68"/>
    <w:rsid w:val="008450F7"/>
    <w:rsid w:val="00845B55"/>
    <w:rsid w:val="00845BEE"/>
    <w:rsid w:val="00845E0E"/>
    <w:rsid w:val="00846010"/>
    <w:rsid w:val="00846429"/>
    <w:rsid w:val="00846550"/>
    <w:rsid w:val="008465F4"/>
    <w:rsid w:val="00846785"/>
    <w:rsid w:val="008467CC"/>
    <w:rsid w:val="00846925"/>
    <w:rsid w:val="00846B19"/>
    <w:rsid w:val="00846B1A"/>
    <w:rsid w:val="0084717D"/>
    <w:rsid w:val="008471A8"/>
    <w:rsid w:val="00847203"/>
    <w:rsid w:val="00847221"/>
    <w:rsid w:val="00847357"/>
    <w:rsid w:val="00847914"/>
    <w:rsid w:val="00847917"/>
    <w:rsid w:val="008479A7"/>
    <w:rsid w:val="00847A8A"/>
    <w:rsid w:val="00847E0E"/>
    <w:rsid w:val="00850432"/>
    <w:rsid w:val="00850486"/>
    <w:rsid w:val="008508D1"/>
    <w:rsid w:val="00850B0D"/>
    <w:rsid w:val="00850D91"/>
    <w:rsid w:val="00850E65"/>
    <w:rsid w:val="00850FCB"/>
    <w:rsid w:val="0085106E"/>
    <w:rsid w:val="0085123A"/>
    <w:rsid w:val="008514B1"/>
    <w:rsid w:val="00851754"/>
    <w:rsid w:val="00851AE7"/>
    <w:rsid w:val="00851B5A"/>
    <w:rsid w:val="00851CCF"/>
    <w:rsid w:val="00851E0C"/>
    <w:rsid w:val="00851F2A"/>
    <w:rsid w:val="00852345"/>
    <w:rsid w:val="008524A8"/>
    <w:rsid w:val="00852618"/>
    <w:rsid w:val="00852900"/>
    <w:rsid w:val="008529E4"/>
    <w:rsid w:val="00852C0F"/>
    <w:rsid w:val="00852D9B"/>
    <w:rsid w:val="00852DE1"/>
    <w:rsid w:val="00852EFE"/>
    <w:rsid w:val="00852F4B"/>
    <w:rsid w:val="0085364D"/>
    <w:rsid w:val="008536C2"/>
    <w:rsid w:val="00853BC2"/>
    <w:rsid w:val="00853D13"/>
    <w:rsid w:val="00854129"/>
    <w:rsid w:val="00854B97"/>
    <w:rsid w:val="00854CC9"/>
    <w:rsid w:val="00854CED"/>
    <w:rsid w:val="00855243"/>
    <w:rsid w:val="0085556F"/>
    <w:rsid w:val="00855616"/>
    <w:rsid w:val="0085582E"/>
    <w:rsid w:val="00855C09"/>
    <w:rsid w:val="00855DE3"/>
    <w:rsid w:val="00856059"/>
    <w:rsid w:val="0085619B"/>
    <w:rsid w:val="00856219"/>
    <w:rsid w:val="008562B9"/>
    <w:rsid w:val="0085648C"/>
    <w:rsid w:val="00856534"/>
    <w:rsid w:val="00856773"/>
    <w:rsid w:val="00856BA2"/>
    <w:rsid w:val="00856F29"/>
    <w:rsid w:val="00856F9F"/>
    <w:rsid w:val="008570FE"/>
    <w:rsid w:val="00857425"/>
    <w:rsid w:val="00857441"/>
    <w:rsid w:val="00857647"/>
    <w:rsid w:val="00857C43"/>
    <w:rsid w:val="00860BD6"/>
    <w:rsid w:val="00860C52"/>
    <w:rsid w:val="00860F7B"/>
    <w:rsid w:val="00861099"/>
    <w:rsid w:val="0086112D"/>
    <w:rsid w:val="008612D7"/>
    <w:rsid w:val="008612D8"/>
    <w:rsid w:val="00861512"/>
    <w:rsid w:val="0086169A"/>
    <w:rsid w:val="00861707"/>
    <w:rsid w:val="0086173A"/>
    <w:rsid w:val="00861907"/>
    <w:rsid w:val="00861A9C"/>
    <w:rsid w:val="00861C1A"/>
    <w:rsid w:val="00861E33"/>
    <w:rsid w:val="00861F00"/>
    <w:rsid w:val="00861FDF"/>
    <w:rsid w:val="0086227D"/>
    <w:rsid w:val="008622B9"/>
    <w:rsid w:val="00862884"/>
    <w:rsid w:val="00862D99"/>
    <w:rsid w:val="00862F80"/>
    <w:rsid w:val="00862FF2"/>
    <w:rsid w:val="00863708"/>
    <w:rsid w:val="0086372F"/>
    <w:rsid w:val="00863AE1"/>
    <w:rsid w:val="00863B8F"/>
    <w:rsid w:val="00863E7A"/>
    <w:rsid w:val="00863FA9"/>
    <w:rsid w:val="00864156"/>
    <w:rsid w:val="00864194"/>
    <w:rsid w:val="00864233"/>
    <w:rsid w:val="0086447A"/>
    <w:rsid w:val="008646AB"/>
    <w:rsid w:val="0086531C"/>
    <w:rsid w:val="00865580"/>
    <w:rsid w:val="0086569D"/>
    <w:rsid w:val="00865778"/>
    <w:rsid w:val="00865C19"/>
    <w:rsid w:val="00865DDC"/>
    <w:rsid w:val="00865E8A"/>
    <w:rsid w:val="008660F4"/>
    <w:rsid w:val="00866182"/>
    <w:rsid w:val="008663FE"/>
    <w:rsid w:val="008664B6"/>
    <w:rsid w:val="00866544"/>
    <w:rsid w:val="00866700"/>
    <w:rsid w:val="00866B9E"/>
    <w:rsid w:val="00866D29"/>
    <w:rsid w:val="00866F31"/>
    <w:rsid w:val="00867059"/>
    <w:rsid w:val="008671B8"/>
    <w:rsid w:val="008672C9"/>
    <w:rsid w:val="008673BB"/>
    <w:rsid w:val="00867436"/>
    <w:rsid w:val="0086746B"/>
    <w:rsid w:val="008675A9"/>
    <w:rsid w:val="008676C0"/>
    <w:rsid w:val="008677AC"/>
    <w:rsid w:val="00867AAA"/>
    <w:rsid w:val="00867E13"/>
    <w:rsid w:val="00867FD1"/>
    <w:rsid w:val="00870297"/>
    <w:rsid w:val="008702A2"/>
    <w:rsid w:val="008702BF"/>
    <w:rsid w:val="00870798"/>
    <w:rsid w:val="00870ACA"/>
    <w:rsid w:val="00870C03"/>
    <w:rsid w:val="00870DE8"/>
    <w:rsid w:val="00870F3D"/>
    <w:rsid w:val="0087132B"/>
    <w:rsid w:val="0087167B"/>
    <w:rsid w:val="0087172D"/>
    <w:rsid w:val="008717FB"/>
    <w:rsid w:val="00871B77"/>
    <w:rsid w:val="00871C44"/>
    <w:rsid w:val="00871FE6"/>
    <w:rsid w:val="0087226E"/>
    <w:rsid w:val="0087242B"/>
    <w:rsid w:val="008724AE"/>
    <w:rsid w:val="008726AA"/>
    <w:rsid w:val="008726EB"/>
    <w:rsid w:val="00872AC1"/>
    <w:rsid w:val="00872BE5"/>
    <w:rsid w:val="00872D64"/>
    <w:rsid w:val="00873948"/>
    <w:rsid w:val="00873DF5"/>
    <w:rsid w:val="008741D3"/>
    <w:rsid w:val="00874864"/>
    <w:rsid w:val="00874881"/>
    <w:rsid w:val="00874ACF"/>
    <w:rsid w:val="00874B9F"/>
    <w:rsid w:val="0087522E"/>
    <w:rsid w:val="00875235"/>
    <w:rsid w:val="008752DA"/>
    <w:rsid w:val="00875415"/>
    <w:rsid w:val="008759EB"/>
    <w:rsid w:val="00875A79"/>
    <w:rsid w:val="00875D37"/>
    <w:rsid w:val="00875E32"/>
    <w:rsid w:val="00875E96"/>
    <w:rsid w:val="00875FA5"/>
    <w:rsid w:val="0087633E"/>
    <w:rsid w:val="0087640D"/>
    <w:rsid w:val="00876423"/>
    <w:rsid w:val="00876553"/>
    <w:rsid w:val="00876768"/>
    <w:rsid w:val="0087738E"/>
    <w:rsid w:val="008773E0"/>
    <w:rsid w:val="00877623"/>
    <w:rsid w:val="0087771D"/>
    <w:rsid w:val="008777C4"/>
    <w:rsid w:val="0087791F"/>
    <w:rsid w:val="00877C8F"/>
    <w:rsid w:val="00877D1D"/>
    <w:rsid w:val="00877EB4"/>
    <w:rsid w:val="00880011"/>
    <w:rsid w:val="0088005F"/>
    <w:rsid w:val="00880435"/>
    <w:rsid w:val="00880461"/>
    <w:rsid w:val="00880766"/>
    <w:rsid w:val="0088087A"/>
    <w:rsid w:val="008808D3"/>
    <w:rsid w:val="00880938"/>
    <w:rsid w:val="0088094D"/>
    <w:rsid w:val="00880C9D"/>
    <w:rsid w:val="00880CF1"/>
    <w:rsid w:val="00880EAE"/>
    <w:rsid w:val="00880F54"/>
    <w:rsid w:val="0088110E"/>
    <w:rsid w:val="0088118A"/>
    <w:rsid w:val="0088143D"/>
    <w:rsid w:val="008814EE"/>
    <w:rsid w:val="00881646"/>
    <w:rsid w:val="008817AE"/>
    <w:rsid w:val="00881E09"/>
    <w:rsid w:val="0088243A"/>
    <w:rsid w:val="008824B6"/>
    <w:rsid w:val="008827D1"/>
    <w:rsid w:val="00882813"/>
    <w:rsid w:val="00882C62"/>
    <w:rsid w:val="00882ED2"/>
    <w:rsid w:val="00882F08"/>
    <w:rsid w:val="0088301F"/>
    <w:rsid w:val="008832A9"/>
    <w:rsid w:val="008833B6"/>
    <w:rsid w:val="00883A0B"/>
    <w:rsid w:val="00883B32"/>
    <w:rsid w:val="00883D16"/>
    <w:rsid w:val="00883D75"/>
    <w:rsid w:val="00883DD3"/>
    <w:rsid w:val="00883FB2"/>
    <w:rsid w:val="00884076"/>
    <w:rsid w:val="00884167"/>
    <w:rsid w:val="008841C7"/>
    <w:rsid w:val="0088464C"/>
    <w:rsid w:val="00884676"/>
    <w:rsid w:val="00884E1B"/>
    <w:rsid w:val="0088513A"/>
    <w:rsid w:val="0088514E"/>
    <w:rsid w:val="0088559A"/>
    <w:rsid w:val="00885AE2"/>
    <w:rsid w:val="00885E3E"/>
    <w:rsid w:val="00886194"/>
    <w:rsid w:val="0088663D"/>
    <w:rsid w:val="0088685B"/>
    <w:rsid w:val="00886C2F"/>
    <w:rsid w:val="00886F1F"/>
    <w:rsid w:val="00887220"/>
    <w:rsid w:val="0088729A"/>
    <w:rsid w:val="008872A9"/>
    <w:rsid w:val="008872DE"/>
    <w:rsid w:val="00887499"/>
    <w:rsid w:val="008874C1"/>
    <w:rsid w:val="00887851"/>
    <w:rsid w:val="00887898"/>
    <w:rsid w:val="00887948"/>
    <w:rsid w:val="008879FD"/>
    <w:rsid w:val="00887A87"/>
    <w:rsid w:val="00887ADB"/>
    <w:rsid w:val="00887C16"/>
    <w:rsid w:val="00887DAF"/>
    <w:rsid w:val="00887DB9"/>
    <w:rsid w:val="00887E14"/>
    <w:rsid w:val="00887F0A"/>
    <w:rsid w:val="00887F1A"/>
    <w:rsid w:val="00890003"/>
    <w:rsid w:val="0089001C"/>
    <w:rsid w:val="00890064"/>
    <w:rsid w:val="00890201"/>
    <w:rsid w:val="0089037B"/>
    <w:rsid w:val="0089065F"/>
    <w:rsid w:val="00890EE4"/>
    <w:rsid w:val="008918B8"/>
    <w:rsid w:val="00891A1B"/>
    <w:rsid w:val="00891BB2"/>
    <w:rsid w:val="00891C96"/>
    <w:rsid w:val="00891E0D"/>
    <w:rsid w:val="008927A7"/>
    <w:rsid w:val="00892940"/>
    <w:rsid w:val="00892A09"/>
    <w:rsid w:val="00892F75"/>
    <w:rsid w:val="0089307F"/>
    <w:rsid w:val="0089314C"/>
    <w:rsid w:val="008933B0"/>
    <w:rsid w:val="00893537"/>
    <w:rsid w:val="008935BA"/>
    <w:rsid w:val="008936C7"/>
    <w:rsid w:val="00893D85"/>
    <w:rsid w:val="00893EC0"/>
    <w:rsid w:val="00893F19"/>
    <w:rsid w:val="00894034"/>
    <w:rsid w:val="008941E6"/>
    <w:rsid w:val="0089424C"/>
    <w:rsid w:val="00894422"/>
    <w:rsid w:val="00894516"/>
    <w:rsid w:val="00894523"/>
    <w:rsid w:val="0089469D"/>
    <w:rsid w:val="00894802"/>
    <w:rsid w:val="00894924"/>
    <w:rsid w:val="008959E2"/>
    <w:rsid w:val="00895B64"/>
    <w:rsid w:val="00895D08"/>
    <w:rsid w:val="00895E6B"/>
    <w:rsid w:val="0089627E"/>
    <w:rsid w:val="0089637F"/>
    <w:rsid w:val="00896558"/>
    <w:rsid w:val="008966AC"/>
    <w:rsid w:val="00896813"/>
    <w:rsid w:val="0089682D"/>
    <w:rsid w:val="00896894"/>
    <w:rsid w:val="00896AB4"/>
    <w:rsid w:val="00896C8D"/>
    <w:rsid w:val="00896CA5"/>
    <w:rsid w:val="00896D79"/>
    <w:rsid w:val="00896E4E"/>
    <w:rsid w:val="0089735D"/>
    <w:rsid w:val="008974DF"/>
    <w:rsid w:val="008975D4"/>
    <w:rsid w:val="008976E7"/>
    <w:rsid w:val="0089774F"/>
    <w:rsid w:val="008977C7"/>
    <w:rsid w:val="00897A56"/>
    <w:rsid w:val="00897CC9"/>
    <w:rsid w:val="00897DD4"/>
    <w:rsid w:val="008A01FB"/>
    <w:rsid w:val="008A0909"/>
    <w:rsid w:val="008A0A88"/>
    <w:rsid w:val="008A0DC1"/>
    <w:rsid w:val="008A0E0B"/>
    <w:rsid w:val="008A14CD"/>
    <w:rsid w:val="008A15E3"/>
    <w:rsid w:val="008A1633"/>
    <w:rsid w:val="008A184E"/>
    <w:rsid w:val="008A1A21"/>
    <w:rsid w:val="008A1B0A"/>
    <w:rsid w:val="008A1DAF"/>
    <w:rsid w:val="008A1F27"/>
    <w:rsid w:val="008A20D0"/>
    <w:rsid w:val="008A2327"/>
    <w:rsid w:val="008A2677"/>
    <w:rsid w:val="008A26A6"/>
    <w:rsid w:val="008A27EB"/>
    <w:rsid w:val="008A2B88"/>
    <w:rsid w:val="008A2D28"/>
    <w:rsid w:val="008A2F39"/>
    <w:rsid w:val="008A38E6"/>
    <w:rsid w:val="008A39CC"/>
    <w:rsid w:val="008A3AC5"/>
    <w:rsid w:val="008A3C2C"/>
    <w:rsid w:val="008A3D2B"/>
    <w:rsid w:val="008A3EDF"/>
    <w:rsid w:val="008A3F36"/>
    <w:rsid w:val="008A3F53"/>
    <w:rsid w:val="008A4349"/>
    <w:rsid w:val="008A4473"/>
    <w:rsid w:val="008A44AB"/>
    <w:rsid w:val="008A45F7"/>
    <w:rsid w:val="008A4BA6"/>
    <w:rsid w:val="008A4C72"/>
    <w:rsid w:val="008A4D05"/>
    <w:rsid w:val="008A4D3E"/>
    <w:rsid w:val="008A52C3"/>
    <w:rsid w:val="008A57F6"/>
    <w:rsid w:val="008A587B"/>
    <w:rsid w:val="008A59ED"/>
    <w:rsid w:val="008A5E05"/>
    <w:rsid w:val="008A5EE1"/>
    <w:rsid w:val="008A6143"/>
    <w:rsid w:val="008A6574"/>
    <w:rsid w:val="008A66BA"/>
    <w:rsid w:val="008A686E"/>
    <w:rsid w:val="008A6929"/>
    <w:rsid w:val="008A6A33"/>
    <w:rsid w:val="008A6AF7"/>
    <w:rsid w:val="008A6CCA"/>
    <w:rsid w:val="008A6E6A"/>
    <w:rsid w:val="008A7115"/>
    <w:rsid w:val="008A72C6"/>
    <w:rsid w:val="008A7344"/>
    <w:rsid w:val="008A76A8"/>
    <w:rsid w:val="008A7DE3"/>
    <w:rsid w:val="008A7E4C"/>
    <w:rsid w:val="008B0520"/>
    <w:rsid w:val="008B056B"/>
    <w:rsid w:val="008B09DC"/>
    <w:rsid w:val="008B0C88"/>
    <w:rsid w:val="008B0DC3"/>
    <w:rsid w:val="008B0F0E"/>
    <w:rsid w:val="008B1124"/>
    <w:rsid w:val="008B129A"/>
    <w:rsid w:val="008B138E"/>
    <w:rsid w:val="008B13CE"/>
    <w:rsid w:val="008B155D"/>
    <w:rsid w:val="008B1939"/>
    <w:rsid w:val="008B19AB"/>
    <w:rsid w:val="008B227C"/>
    <w:rsid w:val="008B22F2"/>
    <w:rsid w:val="008B2680"/>
    <w:rsid w:val="008B26D0"/>
    <w:rsid w:val="008B2A69"/>
    <w:rsid w:val="008B2AEE"/>
    <w:rsid w:val="008B2BA7"/>
    <w:rsid w:val="008B2CB7"/>
    <w:rsid w:val="008B2EB0"/>
    <w:rsid w:val="008B2F77"/>
    <w:rsid w:val="008B309D"/>
    <w:rsid w:val="008B3437"/>
    <w:rsid w:val="008B36D8"/>
    <w:rsid w:val="008B37E3"/>
    <w:rsid w:val="008B3887"/>
    <w:rsid w:val="008B38D3"/>
    <w:rsid w:val="008B38E3"/>
    <w:rsid w:val="008B3CE7"/>
    <w:rsid w:val="008B3D89"/>
    <w:rsid w:val="008B3FAE"/>
    <w:rsid w:val="008B4049"/>
    <w:rsid w:val="008B409D"/>
    <w:rsid w:val="008B4178"/>
    <w:rsid w:val="008B465A"/>
    <w:rsid w:val="008B4BFD"/>
    <w:rsid w:val="008B4CF1"/>
    <w:rsid w:val="008B4DB3"/>
    <w:rsid w:val="008B4E45"/>
    <w:rsid w:val="008B4E51"/>
    <w:rsid w:val="008B4F52"/>
    <w:rsid w:val="008B52FA"/>
    <w:rsid w:val="008B5330"/>
    <w:rsid w:val="008B53B8"/>
    <w:rsid w:val="008B53FF"/>
    <w:rsid w:val="008B5713"/>
    <w:rsid w:val="008B5780"/>
    <w:rsid w:val="008B5840"/>
    <w:rsid w:val="008B5A54"/>
    <w:rsid w:val="008B5C13"/>
    <w:rsid w:val="008B5C3D"/>
    <w:rsid w:val="008B5D78"/>
    <w:rsid w:val="008B5E42"/>
    <w:rsid w:val="008B63C1"/>
    <w:rsid w:val="008B66B7"/>
    <w:rsid w:val="008B6803"/>
    <w:rsid w:val="008B68C9"/>
    <w:rsid w:val="008B6995"/>
    <w:rsid w:val="008B6ACC"/>
    <w:rsid w:val="008B6C4B"/>
    <w:rsid w:val="008B7817"/>
    <w:rsid w:val="008B79A3"/>
    <w:rsid w:val="008B7A80"/>
    <w:rsid w:val="008B7F28"/>
    <w:rsid w:val="008B7F4E"/>
    <w:rsid w:val="008C00D9"/>
    <w:rsid w:val="008C02EE"/>
    <w:rsid w:val="008C0492"/>
    <w:rsid w:val="008C0B04"/>
    <w:rsid w:val="008C0BF0"/>
    <w:rsid w:val="008C0C2B"/>
    <w:rsid w:val="008C0C2D"/>
    <w:rsid w:val="008C155A"/>
    <w:rsid w:val="008C15E4"/>
    <w:rsid w:val="008C175A"/>
    <w:rsid w:val="008C18AB"/>
    <w:rsid w:val="008C1D0C"/>
    <w:rsid w:val="008C1F37"/>
    <w:rsid w:val="008C1FBC"/>
    <w:rsid w:val="008C22B5"/>
    <w:rsid w:val="008C22E3"/>
    <w:rsid w:val="008C24B7"/>
    <w:rsid w:val="008C269B"/>
    <w:rsid w:val="008C2A18"/>
    <w:rsid w:val="008C2FC4"/>
    <w:rsid w:val="008C2FCD"/>
    <w:rsid w:val="008C2FE7"/>
    <w:rsid w:val="008C330F"/>
    <w:rsid w:val="008C34FD"/>
    <w:rsid w:val="008C355D"/>
    <w:rsid w:val="008C3569"/>
    <w:rsid w:val="008C359A"/>
    <w:rsid w:val="008C3A83"/>
    <w:rsid w:val="008C3F90"/>
    <w:rsid w:val="008C4013"/>
    <w:rsid w:val="008C4097"/>
    <w:rsid w:val="008C4151"/>
    <w:rsid w:val="008C4339"/>
    <w:rsid w:val="008C4A6B"/>
    <w:rsid w:val="008C4C97"/>
    <w:rsid w:val="008C4D8F"/>
    <w:rsid w:val="008C50DA"/>
    <w:rsid w:val="008C542C"/>
    <w:rsid w:val="008C54D2"/>
    <w:rsid w:val="008C5578"/>
    <w:rsid w:val="008C559F"/>
    <w:rsid w:val="008C56F5"/>
    <w:rsid w:val="008C5764"/>
    <w:rsid w:val="008C5826"/>
    <w:rsid w:val="008C589C"/>
    <w:rsid w:val="008C5AFA"/>
    <w:rsid w:val="008C5EA0"/>
    <w:rsid w:val="008C5EA6"/>
    <w:rsid w:val="008C5F43"/>
    <w:rsid w:val="008C6062"/>
    <w:rsid w:val="008C6642"/>
    <w:rsid w:val="008C674C"/>
    <w:rsid w:val="008C688B"/>
    <w:rsid w:val="008C69C8"/>
    <w:rsid w:val="008C73B7"/>
    <w:rsid w:val="008C73E8"/>
    <w:rsid w:val="008C74AF"/>
    <w:rsid w:val="008C76D4"/>
    <w:rsid w:val="008C7C23"/>
    <w:rsid w:val="008C7D8D"/>
    <w:rsid w:val="008C7E42"/>
    <w:rsid w:val="008C7FBA"/>
    <w:rsid w:val="008C7FFD"/>
    <w:rsid w:val="008D018B"/>
    <w:rsid w:val="008D01CD"/>
    <w:rsid w:val="008D0357"/>
    <w:rsid w:val="008D072B"/>
    <w:rsid w:val="008D0746"/>
    <w:rsid w:val="008D0D7B"/>
    <w:rsid w:val="008D101B"/>
    <w:rsid w:val="008D1346"/>
    <w:rsid w:val="008D1622"/>
    <w:rsid w:val="008D185B"/>
    <w:rsid w:val="008D1FB9"/>
    <w:rsid w:val="008D2638"/>
    <w:rsid w:val="008D27FB"/>
    <w:rsid w:val="008D280A"/>
    <w:rsid w:val="008D2A2A"/>
    <w:rsid w:val="008D2B68"/>
    <w:rsid w:val="008D2C20"/>
    <w:rsid w:val="008D30E6"/>
    <w:rsid w:val="008D3490"/>
    <w:rsid w:val="008D35E1"/>
    <w:rsid w:val="008D3758"/>
    <w:rsid w:val="008D3976"/>
    <w:rsid w:val="008D3D3B"/>
    <w:rsid w:val="008D3E46"/>
    <w:rsid w:val="008D4251"/>
    <w:rsid w:val="008D4331"/>
    <w:rsid w:val="008D4A31"/>
    <w:rsid w:val="008D4A66"/>
    <w:rsid w:val="008D4AED"/>
    <w:rsid w:val="008D4BB6"/>
    <w:rsid w:val="008D4CA8"/>
    <w:rsid w:val="008D4DF1"/>
    <w:rsid w:val="008D5003"/>
    <w:rsid w:val="008D523F"/>
    <w:rsid w:val="008D5432"/>
    <w:rsid w:val="008D553D"/>
    <w:rsid w:val="008D59AB"/>
    <w:rsid w:val="008D5AD3"/>
    <w:rsid w:val="008D5DB4"/>
    <w:rsid w:val="008D5F0E"/>
    <w:rsid w:val="008D60CA"/>
    <w:rsid w:val="008D60FD"/>
    <w:rsid w:val="008D61A4"/>
    <w:rsid w:val="008D63DF"/>
    <w:rsid w:val="008D6632"/>
    <w:rsid w:val="008D677E"/>
    <w:rsid w:val="008D685D"/>
    <w:rsid w:val="008D6C01"/>
    <w:rsid w:val="008D6E0B"/>
    <w:rsid w:val="008D71D1"/>
    <w:rsid w:val="008D7419"/>
    <w:rsid w:val="008D7744"/>
    <w:rsid w:val="008D7C4E"/>
    <w:rsid w:val="008D7C77"/>
    <w:rsid w:val="008D7E7D"/>
    <w:rsid w:val="008E003E"/>
    <w:rsid w:val="008E009D"/>
    <w:rsid w:val="008E01EA"/>
    <w:rsid w:val="008E0447"/>
    <w:rsid w:val="008E0867"/>
    <w:rsid w:val="008E09B9"/>
    <w:rsid w:val="008E0A1D"/>
    <w:rsid w:val="008E0E5E"/>
    <w:rsid w:val="008E0F58"/>
    <w:rsid w:val="008E1030"/>
    <w:rsid w:val="008E13C7"/>
    <w:rsid w:val="008E15C6"/>
    <w:rsid w:val="008E1628"/>
    <w:rsid w:val="008E16EA"/>
    <w:rsid w:val="008E192F"/>
    <w:rsid w:val="008E1A0E"/>
    <w:rsid w:val="008E208B"/>
    <w:rsid w:val="008E26B2"/>
    <w:rsid w:val="008E28C1"/>
    <w:rsid w:val="008E2DD1"/>
    <w:rsid w:val="008E304F"/>
    <w:rsid w:val="008E3283"/>
    <w:rsid w:val="008E349B"/>
    <w:rsid w:val="008E34B9"/>
    <w:rsid w:val="008E3667"/>
    <w:rsid w:val="008E3FA0"/>
    <w:rsid w:val="008E4019"/>
    <w:rsid w:val="008E4130"/>
    <w:rsid w:val="008E4526"/>
    <w:rsid w:val="008E4726"/>
    <w:rsid w:val="008E4895"/>
    <w:rsid w:val="008E4947"/>
    <w:rsid w:val="008E4B0D"/>
    <w:rsid w:val="008E4CEB"/>
    <w:rsid w:val="008E5952"/>
    <w:rsid w:val="008E5F17"/>
    <w:rsid w:val="008E5F5C"/>
    <w:rsid w:val="008E5FF1"/>
    <w:rsid w:val="008E60F5"/>
    <w:rsid w:val="008E653D"/>
    <w:rsid w:val="008E6616"/>
    <w:rsid w:val="008E6623"/>
    <w:rsid w:val="008E6871"/>
    <w:rsid w:val="008E69DF"/>
    <w:rsid w:val="008E69F1"/>
    <w:rsid w:val="008E6AD7"/>
    <w:rsid w:val="008E6AF0"/>
    <w:rsid w:val="008E6AFA"/>
    <w:rsid w:val="008E6BF0"/>
    <w:rsid w:val="008E6E85"/>
    <w:rsid w:val="008E70CC"/>
    <w:rsid w:val="008E7483"/>
    <w:rsid w:val="008E74F5"/>
    <w:rsid w:val="008E7613"/>
    <w:rsid w:val="008E7674"/>
    <w:rsid w:val="008E7749"/>
    <w:rsid w:val="008E7831"/>
    <w:rsid w:val="008E7A05"/>
    <w:rsid w:val="008E7CA7"/>
    <w:rsid w:val="008E7DD5"/>
    <w:rsid w:val="008E7FDB"/>
    <w:rsid w:val="008F005F"/>
    <w:rsid w:val="008F01F1"/>
    <w:rsid w:val="008F022D"/>
    <w:rsid w:val="008F057D"/>
    <w:rsid w:val="008F05AC"/>
    <w:rsid w:val="008F05D3"/>
    <w:rsid w:val="008F0A65"/>
    <w:rsid w:val="008F0C3E"/>
    <w:rsid w:val="008F0DA0"/>
    <w:rsid w:val="008F0E4D"/>
    <w:rsid w:val="008F1045"/>
    <w:rsid w:val="008F10D3"/>
    <w:rsid w:val="008F1656"/>
    <w:rsid w:val="008F17F7"/>
    <w:rsid w:val="008F1917"/>
    <w:rsid w:val="008F1BE9"/>
    <w:rsid w:val="008F1E47"/>
    <w:rsid w:val="008F20C4"/>
    <w:rsid w:val="008F226B"/>
    <w:rsid w:val="008F2505"/>
    <w:rsid w:val="008F25CF"/>
    <w:rsid w:val="008F29BF"/>
    <w:rsid w:val="008F29D0"/>
    <w:rsid w:val="008F2A27"/>
    <w:rsid w:val="008F2D3A"/>
    <w:rsid w:val="008F3044"/>
    <w:rsid w:val="008F3277"/>
    <w:rsid w:val="008F328C"/>
    <w:rsid w:val="008F3374"/>
    <w:rsid w:val="008F3557"/>
    <w:rsid w:val="008F364D"/>
    <w:rsid w:val="008F36A2"/>
    <w:rsid w:val="008F37FD"/>
    <w:rsid w:val="008F38ED"/>
    <w:rsid w:val="008F3917"/>
    <w:rsid w:val="008F3AEA"/>
    <w:rsid w:val="008F3BBF"/>
    <w:rsid w:val="008F3D61"/>
    <w:rsid w:val="008F3D90"/>
    <w:rsid w:val="008F3ED2"/>
    <w:rsid w:val="008F3FA5"/>
    <w:rsid w:val="008F4005"/>
    <w:rsid w:val="008F452D"/>
    <w:rsid w:val="008F47F3"/>
    <w:rsid w:val="008F47FC"/>
    <w:rsid w:val="008F4E96"/>
    <w:rsid w:val="008F5073"/>
    <w:rsid w:val="008F50A7"/>
    <w:rsid w:val="008F5103"/>
    <w:rsid w:val="008F559B"/>
    <w:rsid w:val="008F56A1"/>
    <w:rsid w:val="008F5821"/>
    <w:rsid w:val="008F5C7D"/>
    <w:rsid w:val="008F5D27"/>
    <w:rsid w:val="008F5DAE"/>
    <w:rsid w:val="008F5DBC"/>
    <w:rsid w:val="008F647D"/>
    <w:rsid w:val="008F652F"/>
    <w:rsid w:val="008F6718"/>
    <w:rsid w:val="008F6786"/>
    <w:rsid w:val="008F6A48"/>
    <w:rsid w:val="008F6C1D"/>
    <w:rsid w:val="008F6C68"/>
    <w:rsid w:val="008F6E4D"/>
    <w:rsid w:val="008F7069"/>
    <w:rsid w:val="008F7221"/>
    <w:rsid w:val="008F72A0"/>
    <w:rsid w:val="008F78BB"/>
    <w:rsid w:val="008F7905"/>
    <w:rsid w:val="008F791D"/>
    <w:rsid w:val="008F7B68"/>
    <w:rsid w:val="008F7B98"/>
    <w:rsid w:val="008F7BFE"/>
    <w:rsid w:val="008F7C1F"/>
    <w:rsid w:val="008F7DE1"/>
    <w:rsid w:val="008F7F27"/>
    <w:rsid w:val="008F7F66"/>
    <w:rsid w:val="009002BB"/>
    <w:rsid w:val="00900388"/>
    <w:rsid w:val="00900432"/>
    <w:rsid w:val="009004CC"/>
    <w:rsid w:val="009007AA"/>
    <w:rsid w:val="00900B9E"/>
    <w:rsid w:val="009014B9"/>
    <w:rsid w:val="009015CC"/>
    <w:rsid w:val="00901A84"/>
    <w:rsid w:val="00901B53"/>
    <w:rsid w:val="00901BCF"/>
    <w:rsid w:val="00901C80"/>
    <w:rsid w:val="00901CC0"/>
    <w:rsid w:val="00901EC3"/>
    <w:rsid w:val="00902405"/>
    <w:rsid w:val="0090252A"/>
    <w:rsid w:val="009025CE"/>
    <w:rsid w:val="00902C2E"/>
    <w:rsid w:val="00902D3C"/>
    <w:rsid w:val="00902EFF"/>
    <w:rsid w:val="00902FF9"/>
    <w:rsid w:val="0090312D"/>
    <w:rsid w:val="009033F6"/>
    <w:rsid w:val="00903415"/>
    <w:rsid w:val="009034EA"/>
    <w:rsid w:val="00903595"/>
    <w:rsid w:val="009036EE"/>
    <w:rsid w:val="00903884"/>
    <w:rsid w:val="00903BA6"/>
    <w:rsid w:val="00903BEA"/>
    <w:rsid w:val="00903EDA"/>
    <w:rsid w:val="009040D0"/>
    <w:rsid w:val="009041F5"/>
    <w:rsid w:val="00904305"/>
    <w:rsid w:val="00904349"/>
    <w:rsid w:val="00904371"/>
    <w:rsid w:val="009043D5"/>
    <w:rsid w:val="00904461"/>
    <w:rsid w:val="009045D4"/>
    <w:rsid w:val="009047C5"/>
    <w:rsid w:val="00904B01"/>
    <w:rsid w:val="00904DC3"/>
    <w:rsid w:val="009051C1"/>
    <w:rsid w:val="0090525D"/>
    <w:rsid w:val="009057D1"/>
    <w:rsid w:val="00905FBD"/>
    <w:rsid w:val="00906438"/>
    <w:rsid w:val="009065E2"/>
    <w:rsid w:val="009067A5"/>
    <w:rsid w:val="00906A7C"/>
    <w:rsid w:val="00906B97"/>
    <w:rsid w:val="00906C0C"/>
    <w:rsid w:val="00906F51"/>
    <w:rsid w:val="0090702C"/>
    <w:rsid w:val="00907157"/>
    <w:rsid w:val="009073FA"/>
    <w:rsid w:val="0090743A"/>
    <w:rsid w:val="009074C1"/>
    <w:rsid w:val="00907A6E"/>
    <w:rsid w:val="00907DF1"/>
    <w:rsid w:val="009100ED"/>
    <w:rsid w:val="00910576"/>
    <w:rsid w:val="00910CBE"/>
    <w:rsid w:val="00910D56"/>
    <w:rsid w:val="00910E05"/>
    <w:rsid w:val="00910E0C"/>
    <w:rsid w:val="00910E9F"/>
    <w:rsid w:val="00910F78"/>
    <w:rsid w:val="00911576"/>
    <w:rsid w:val="0091158B"/>
    <w:rsid w:val="009117DD"/>
    <w:rsid w:val="00911A50"/>
    <w:rsid w:val="00911C2E"/>
    <w:rsid w:val="00911C96"/>
    <w:rsid w:val="00911F92"/>
    <w:rsid w:val="0091270F"/>
    <w:rsid w:val="009127DE"/>
    <w:rsid w:val="0091286A"/>
    <w:rsid w:val="0091293E"/>
    <w:rsid w:val="00912B1D"/>
    <w:rsid w:val="00912FC8"/>
    <w:rsid w:val="009135BC"/>
    <w:rsid w:val="00913786"/>
    <w:rsid w:val="009138C1"/>
    <w:rsid w:val="0091391E"/>
    <w:rsid w:val="00913F6E"/>
    <w:rsid w:val="00914144"/>
    <w:rsid w:val="00914197"/>
    <w:rsid w:val="0091421F"/>
    <w:rsid w:val="009142AA"/>
    <w:rsid w:val="009145BA"/>
    <w:rsid w:val="009147AC"/>
    <w:rsid w:val="00914861"/>
    <w:rsid w:val="00914CDB"/>
    <w:rsid w:val="00914DCE"/>
    <w:rsid w:val="00914E09"/>
    <w:rsid w:val="0091504E"/>
    <w:rsid w:val="00915309"/>
    <w:rsid w:val="009153E1"/>
    <w:rsid w:val="0091549A"/>
    <w:rsid w:val="00915678"/>
    <w:rsid w:val="009158D5"/>
    <w:rsid w:val="00915BEE"/>
    <w:rsid w:val="00915CC2"/>
    <w:rsid w:val="00915E27"/>
    <w:rsid w:val="00915F40"/>
    <w:rsid w:val="00915FBD"/>
    <w:rsid w:val="00916058"/>
    <w:rsid w:val="00916241"/>
    <w:rsid w:val="00916402"/>
    <w:rsid w:val="009164AF"/>
    <w:rsid w:val="009166A6"/>
    <w:rsid w:val="00916707"/>
    <w:rsid w:val="009167AD"/>
    <w:rsid w:val="009167CA"/>
    <w:rsid w:val="009169BB"/>
    <w:rsid w:val="009169C1"/>
    <w:rsid w:val="00916A8B"/>
    <w:rsid w:val="00916B20"/>
    <w:rsid w:val="00916BC1"/>
    <w:rsid w:val="0091715F"/>
    <w:rsid w:val="009173C1"/>
    <w:rsid w:val="00917834"/>
    <w:rsid w:val="009179EA"/>
    <w:rsid w:val="00917AE2"/>
    <w:rsid w:val="00917F33"/>
    <w:rsid w:val="00920081"/>
    <w:rsid w:val="00920351"/>
    <w:rsid w:val="0092073E"/>
    <w:rsid w:val="009207CF"/>
    <w:rsid w:val="009208BB"/>
    <w:rsid w:val="00920983"/>
    <w:rsid w:val="00920A22"/>
    <w:rsid w:val="009210AF"/>
    <w:rsid w:val="00921115"/>
    <w:rsid w:val="00921252"/>
    <w:rsid w:val="00921367"/>
    <w:rsid w:val="00921534"/>
    <w:rsid w:val="00921551"/>
    <w:rsid w:val="00921583"/>
    <w:rsid w:val="009216EB"/>
    <w:rsid w:val="009217C9"/>
    <w:rsid w:val="009218B5"/>
    <w:rsid w:val="00921A2D"/>
    <w:rsid w:val="00921CCB"/>
    <w:rsid w:val="00921E0C"/>
    <w:rsid w:val="0092213E"/>
    <w:rsid w:val="00922244"/>
    <w:rsid w:val="0092236E"/>
    <w:rsid w:val="0092284D"/>
    <w:rsid w:val="00922975"/>
    <w:rsid w:val="00922A8E"/>
    <w:rsid w:val="00922AA0"/>
    <w:rsid w:val="00922C7D"/>
    <w:rsid w:val="00922CD1"/>
    <w:rsid w:val="00922DA9"/>
    <w:rsid w:val="00923212"/>
    <w:rsid w:val="009233E0"/>
    <w:rsid w:val="00923425"/>
    <w:rsid w:val="009238EF"/>
    <w:rsid w:val="0092393D"/>
    <w:rsid w:val="009240FC"/>
    <w:rsid w:val="00924239"/>
    <w:rsid w:val="009245AF"/>
    <w:rsid w:val="00924730"/>
    <w:rsid w:val="009249D8"/>
    <w:rsid w:val="00924A56"/>
    <w:rsid w:val="00924A77"/>
    <w:rsid w:val="00924BBF"/>
    <w:rsid w:val="00924DFD"/>
    <w:rsid w:val="00925020"/>
    <w:rsid w:val="00925061"/>
    <w:rsid w:val="0092506B"/>
    <w:rsid w:val="0092508D"/>
    <w:rsid w:val="009252A0"/>
    <w:rsid w:val="009252B7"/>
    <w:rsid w:val="00925764"/>
    <w:rsid w:val="00925C88"/>
    <w:rsid w:val="00926215"/>
    <w:rsid w:val="0092624E"/>
    <w:rsid w:val="00926439"/>
    <w:rsid w:val="0092645E"/>
    <w:rsid w:val="00926531"/>
    <w:rsid w:val="009265FD"/>
    <w:rsid w:val="0092665C"/>
    <w:rsid w:val="0092682D"/>
    <w:rsid w:val="0092692C"/>
    <w:rsid w:val="009269CD"/>
    <w:rsid w:val="00926AEF"/>
    <w:rsid w:val="00926E2D"/>
    <w:rsid w:val="00926FF3"/>
    <w:rsid w:val="00927243"/>
    <w:rsid w:val="009273B2"/>
    <w:rsid w:val="0092782B"/>
    <w:rsid w:val="00927BF0"/>
    <w:rsid w:val="00927CDA"/>
    <w:rsid w:val="00930508"/>
    <w:rsid w:val="009307F7"/>
    <w:rsid w:val="00930845"/>
    <w:rsid w:val="00930A95"/>
    <w:rsid w:val="00930CC0"/>
    <w:rsid w:val="00930CC7"/>
    <w:rsid w:val="00930DAD"/>
    <w:rsid w:val="00930E89"/>
    <w:rsid w:val="0093109F"/>
    <w:rsid w:val="009313AF"/>
    <w:rsid w:val="009314D9"/>
    <w:rsid w:val="009314F8"/>
    <w:rsid w:val="0093155D"/>
    <w:rsid w:val="0093164D"/>
    <w:rsid w:val="00931657"/>
    <w:rsid w:val="00931732"/>
    <w:rsid w:val="00931831"/>
    <w:rsid w:val="009318D4"/>
    <w:rsid w:val="00931970"/>
    <w:rsid w:val="0093197D"/>
    <w:rsid w:val="00931A63"/>
    <w:rsid w:val="00931B01"/>
    <w:rsid w:val="00931D1C"/>
    <w:rsid w:val="00931E7C"/>
    <w:rsid w:val="00931F39"/>
    <w:rsid w:val="00932030"/>
    <w:rsid w:val="00932325"/>
    <w:rsid w:val="00932723"/>
    <w:rsid w:val="009329EB"/>
    <w:rsid w:val="00932B61"/>
    <w:rsid w:val="00932BDF"/>
    <w:rsid w:val="00932BE2"/>
    <w:rsid w:val="00932BE4"/>
    <w:rsid w:val="009334D0"/>
    <w:rsid w:val="009337F1"/>
    <w:rsid w:val="00933A0B"/>
    <w:rsid w:val="00933EC8"/>
    <w:rsid w:val="00933F54"/>
    <w:rsid w:val="00934139"/>
    <w:rsid w:val="00934264"/>
    <w:rsid w:val="009342F2"/>
    <w:rsid w:val="009343EE"/>
    <w:rsid w:val="009347CB"/>
    <w:rsid w:val="00934823"/>
    <w:rsid w:val="00934901"/>
    <w:rsid w:val="00934AC8"/>
    <w:rsid w:val="00934BAE"/>
    <w:rsid w:val="00934CA1"/>
    <w:rsid w:val="00934CE6"/>
    <w:rsid w:val="00934D68"/>
    <w:rsid w:val="00934FBD"/>
    <w:rsid w:val="00935039"/>
    <w:rsid w:val="00935267"/>
    <w:rsid w:val="009354A2"/>
    <w:rsid w:val="009355C7"/>
    <w:rsid w:val="009357D9"/>
    <w:rsid w:val="00935BA8"/>
    <w:rsid w:val="00935BB2"/>
    <w:rsid w:val="00935E95"/>
    <w:rsid w:val="0093665D"/>
    <w:rsid w:val="00936758"/>
    <w:rsid w:val="00936913"/>
    <w:rsid w:val="0093700B"/>
    <w:rsid w:val="0093710F"/>
    <w:rsid w:val="00937250"/>
    <w:rsid w:val="00937257"/>
    <w:rsid w:val="009374EB"/>
    <w:rsid w:val="00937633"/>
    <w:rsid w:val="0094020E"/>
    <w:rsid w:val="00940284"/>
    <w:rsid w:val="0094032D"/>
    <w:rsid w:val="00940354"/>
    <w:rsid w:val="00940421"/>
    <w:rsid w:val="009405FA"/>
    <w:rsid w:val="009406BC"/>
    <w:rsid w:val="00940829"/>
    <w:rsid w:val="0094086E"/>
    <w:rsid w:val="00940C2E"/>
    <w:rsid w:val="00940CF9"/>
    <w:rsid w:val="00940D81"/>
    <w:rsid w:val="00940E92"/>
    <w:rsid w:val="00941179"/>
    <w:rsid w:val="009413D1"/>
    <w:rsid w:val="0094158B"/>
    <w:rsid w:val="00941708"/>
    <w:rsid w:val="0094197C"/>
    <w:rsid w:val="00941E5B"/>
    <w:rsid w:val="00941EB3"/>
    <w:rsid w:val="00941F18"/>
    <w:rsid w:val="009424B5"/>
    <w:rsid w:val="009427E3"/>
    <w:rsid w:val="0094289D"/>
    <w:rsid w:val="00942EFF"/>
    <w:rsid w:val="0094333E"/>
    <w:rsid w:val="00943829"/>
    <w:rsid w:val="00943A77"/>
    <w:rsid w:val="00943BC5"/>
    <w:rsid w:val="00943E18"/>
    <w:rsid w:val="00943E9B"/>
    <w:rsid w:val="00943F39"/>
    <w:rsid w:val="00943F49"/>
    <w:rsid w:val="009441D3"/>
    <w:rsid w:val="0094443E"/>
    <w:rsid w:val="009445C3"/>
    <w:rsid w:val="00944698"/>
    <w:rsid w:val="009446A9"/>
    <w:rsid w:val="009446DC"/>
    <w:rsid w:val="0094484D"/>
    <w:rsid w:val="009448D2"/>
    <w:rsid w:val="00944993"/>
    <w:rsid w:val="00944B33"/>
    <w:rsid w:val="00944F60"/>
    <w:rsid w:val="00945287"/>
    <w:rsid w:val="00945547"/>
    <w:rsid w:val="0094558A"/>
    <w:rsid w:val="00945627"/>
    <w:rsid w:val="00945766"/>
    <w:rsid w:val="00945780"/>
    <w:rsid w:val="00945877"/>
    <w:rsid w:val="00945C8A"/>
    <w:rsid w:val="00945FC0"/>
    <w:rsid w:val="00946274"/>
    <w:rsid w:val="009463EC"/>
    <w:rsid w:val="00946485"/>
    <w:rsid w:val="00946639"/>
    <w:rsid w:val="009466BD"/>
    <w:rsid w:val="00946768"/>
    <w:rsid w:val="009467F8"/>
    <w:rsid w:val="009469F4"/>
    <w:rsid w:val="00946C13"/>
    <w:rsid w:val="00946F86"/>
    <w:rsid w:val="00947128"/>
    <w:rsid w:val="00947240"/>
    <w:rsid w:val="00947372"/>
    <w:rsid w:val="009473BE"/>
    <w:rsid w:val="00947561"/>
    <w:rsid w:val="00947757"/>
    <w:rsid w:val="00947884"/>
    <w:rsid w:val="009478D2"/>
    <w:rsid w:val="00947A93"/>
    <w:rsid w:val="00947BE3"/>
    <w:rsid w:val="00947BF8"/>
    <w:rsid w:val="00947C77"/>
    <w:rsid w:val="00947D25"/>
    <w:rsid w:val="00947E07"/>
    <w:rsid w:val="00947F60"/>
    <w:rsid w:val="00950274"/>
    <w:rsid w:val="009502CE"/>
    <w:rsid w:val="00950307"/>
    <w:rsid w:val="0095098C"/>
    <w:rsid w:val="009509FB"/>
    <w:rsid w:val="00950E9F"/>
    <w:rsid w:val="00950F14"/>
    <w:rsid w:val="009514C6"/>
    <w:rsid w:val="00951862"/>
    <w:rsid w:val="00951879"/>
    <w:rsid w:val="0095195A"/>
    <w:rsid w:val="009519AE"/>
    <w:rsid w:val="00951CCC"/>
    <w:rsid w:val="00951CF6"/>
    <w:rsid w:val="00951D9A"/>
    <w:rsid w:val="00951DA4"/>
    <w:rsid w:val="00951DBF"/>
    <w:rsid w:val="00951EEA"/>
    <w:rsid w:val="00952279"/>
    <w:rsid w:val="0095234B"/>
    <w:rsid w:val="00952618"/>
    <w:rsid w:val="0095283A"/>
    <w:rsid w:val="0095299A"/>
    <w:rsid w:val="00952B2D"/>
    <w:rsid w:val="00952B89"/>
    <w:rsid w:val="00952EC1"/>
    <w:rsid w:val="009531F9"/>
    <w:rsid w:val="00953ACE"/>
    <w:rsid w:val="00953B11"/>
    <w:rsid w:val="00953B18"/>
    <w:rsid w:val="00953DBB"/>
    <w:rsid w:val="00953DDC"/>
    <w:rsid w:val="00953E10"/>
    <w:rsid w:val="00954117"/>
    <w:rsid w:val="009542B8"/>
    <w:rsid w:val="009543B8"/>
    <w:rsid w:val="00954407"/>
    <w:rsid w:val="00954642"/>
    <w:rsid w:val="00954913"/>
    <w:rsid w:val="00954FE9"/>
    <w:rsid w:val="009555DA"/>
    <w:rsid w:val="0095594B"/>
    <w:rsid w:val="00955982"/>
    <w:rsid w:val="00955FA4"/>
    <w:rsid w:val="00955FB0"/>
    <w:rsid w:val="009564FC"/>
    <w:rsid w:val="00956639"/>
    <w:rsid w:val="009568F5"/>
    <w:rsid w:val="00956B2B"/>
    <w:rsid w:val="00956C7D"/>
    <w:rsid w:val="00956DA6"/>
    <w:rsid w:val="0095715F"/>
    <w:rsid w:val="009574BE"/>
    <w:rsid w:val="00957713"/>
    <w:rsid w:val="00957959"/>
    <w:rsid w:val="009579CB"/>
    <w:rsid w:val="00957D55"/>
    <w:rsid w:val="00957F5E"/>
    <w:rsid w:val="009601C0"/>
    <w:rsid w:val="009603D4"/>
    <w:rsid w:val="00960EFE"/>
    <w:rsid w:val="00961070"/>
    <w:rsid w:val="009610BB"/>
    <w:rsid w:val="00961146"/>
    <w:rsid w:val="00961643"/>
    <w:rsid w:val="00961692"/>
    <w:rsid w:val="009617D3"/>
    <w:rsid w:val="0096196A"/>
    <w:rsid w:val="00961B07"/>
    <w:rsid w:val="00961DE4"/>
    <w:rsid w:val="0096205A"/>
    <w:rsid w:val="0096240E"/>
    <w:rsid w:val="009626A1"/>
    <w:rsid w:val="009627CF"/>
    <w:rsid w:val="0096296F"/>
    <w:rsid w:val="00962CE6"/>
    <w:rsid w:val="00962D4A"/>
    <w:rsid w:val="00962D6B"/>
    <w:rsid w:val="00963104"/>
    <w:rsid w:val="00963174"/>
    <w:rsid w:val="009633AB"/>
    <w:rsid w:val="009635D4"/>
    <w:rsid w:val="009639DE"/>
    <w:rsid w:val="009639E7"/>
    <w:rsid w:val="00963E4A"/>
    <w:rsid w:val="0096443F"/>
    <w:rsid w:val="00964601"/>
    <w:rsid w:val="00964621"/>
    <w:rsid w:val="00964672"/>
    <w:rsid w:val="00964935"/>
    <w:rsid w:val="009649AC"/>
    <w:rsid w:val="00964D55"/>
    <w:rsid w:val="009654D9"/>
    <w:rsid w:val="009656AC"/>
    <w:rsid w:val="0096595D"/>
    <w:rsid w:val="00965AC7"/>
    <w:rsid w:val="00965B2B"/>
    <w:rsid w:val="00965E5B"/>
    <w:rsid w:val="00966161"/>
    <w:rsid w:val="0096664A"/>
    <w:rsid w:val="00967277"/>
    <w:rsid w:val="009673F1"/>
    <w:rsid w:val="00967406"/>
    <w:rsid w:val="009675FF"/>
    <w:rsid w:val="0096767F"/>
    <w:rsid w:val="0096768E"/>
    <w:rsid w:val="0096772F"/>
    <w:rsid w:val="009677AA"/>
    <w:rsid w:val="00967877"/>
    <w:rsid w:val="00967C4B"/>
    <w:rsid w:val="00967DEB"/>
    <w:rsid w:val="00967EFF"/>
    <w:rsid w:val="0097001A"/>
    <w:rsid w:val="0097025F"/>
    <w:rsid w:val="0097029D"/>
    <w:rsid w:val="009704CE"/>
    <w:rsid w:val="00970653"/>
    <w:rsid w:val="00970FF6"/>
    <w:rsid w:val="0097104B"/>
    <w:rsid w:val="00971124"/>
    <w:rsid w:val="00971179"/>
    <w:rsid w:val="009711C0"/>
    <w:rsid w:val="00971286"/>
    <w:rsid w:val="00971418"/>
    <w:rsid w:val="00971425"/>
    <w:rsid w:val="009715D0"/>
    <w:rsid w:val="009719D3"/>
    <w:rsid w:val="00971EBA"/>
    <w:rsid w:val="00972270"/>
    <w:rsid w:val="0097262E"/>
    <w:rsid w:val="0097265A"/>
    <w:rsid w:val="009726BE"/>
    <w:rsid w:val="009728C4"/>
    <w:rsid w:val="009729C9"/>
    <w:rsid w:val="00972FC2"/>
    <w:rsid w:val="00973139"/>
    <w:rsid w:val="00973387"/>
    <w:rsid w:val="009738A3"/>
    <w:rsid w:val="00973A38"/>
    <w:rsid w:val="00973A83"/>
    <w:rsid w:val="00973B72"/>
    <w:rsid w:val="00973D7C"/>
    <w:rsid w:val="00973E54"/>
    <w:rsid w:val="00973F78"/>
    <w:rsid w:val="00973FEC"/>
    <w:rsid w:val="00974B3F"/>
    <w:rsid w:val="00974BCD"/>
    <w:rsid w:val="00974CD8"/>
    <w:rsid w:val="00974F1C"/>
    <w:rsid w:val="00974F97"/>
    <w:rsid w:val="00975297"/>
    <w:rsid w:val="00975625"/>
    <w:rsid w:val="009756A0"/>
    <w:rsid w:val="00975DDC"/>
    <w:rsid w:val="009763EE"/>
    <w:rsid w:val="00976742"/>
    <w:rsid w:val="00976CE1"/>
    <w:rsid w:val="0097751D"/>
    <w:rsid w:val="00977671"/>
    <w:rsid w:val="00977A63"/>
    <w:rsid w:val="00977A69"/>
    <w:rsid w:val="00977B6C"/>
    <w:rsid w:val="00977D04"/>
    <w:rsid w:val="00977D07"/>
    <w:rsid w:val="00980058"/>
    <w:rsid w:val="00980402"/>
    <w:rsid w:val="00980456"/>
    <w:rsid w:val="009805C9"/>
    <w:rsid w:val="00980691"/>
    <w:rsid w:val="0098086C"/>
    <w:rsid w:val="00980DEC"/>
    <w:rsid w:val="00980FEB"/>
    <w:rsid w:val="0098100F"/>
    <w:rsid w:val="00981025"/>
    <w:rsid w:val="00981082"/>
    <w:rsid w:val="009813AA"/>
    <w:rsid w:val="00981535"/>
    <w:rsid w:val="009817FF"/>
    <w:rsid w:val="00981A43"/>
    <w:rsid w:val="00981A9D"/>
    <w:rsid w:val="00981C5C"/>
    <w:rsid w:val="00981C5F"/>
    <w:rsid w:val="00981D5D"/>
    <w:rsid w:val="00982085"/>
    <w:rsid w:val="0098211F"/>
    <w:rsid w:val="0098213A"/>
    <w:rsid w:val="009825DD"/>
    <w:rsid w:val="009825E9"/>
    <w:rsid w:val="009827A6"/>
    <w:rsid w:val="00982945"/>
    <w:rsid w:val="009829C0"/>
    <w:rsid w:val="00983137"/>
    <w:rsid w:val="0098330A"/>
    <w:rsid w:val="00983414"/>
    <w:rsid w:val="009834A7"/>
    <w:rsid w:val="0098350E"/>
    <w:rsid w:val="009837AA"/>
    <w:rsid w:val="009837F7"/>
    <w:rsid w:val="009843ED"/>
    <w:rsid w:val="009843F4"/>
    <w:rsid w:val="0098447B"/>
    <w:rsid w:val="0098474C"/>
    <w:rsid w:val="00984C10"/>
    <w:rsid w:val="00984CE5"/>
    <w:rsid w:val="00984D18"/>
    <w:rsid w:val="00984D28"/>
    <w:rsid w:val="00984EB7"/>
    <w:rsid w:val="009856EB"/>
    <w:rsid w:val="0098574F"/>
    <w:rsid w:val="00985928"/>
    <w:rsid w:val="009859F4"/>
    <w:rsid w:val="00985D2A"/>
    <w:rsid w:val="009867F2"/>
    <w:rsid w:val="009869FA"/>
    <w:rsid w:val="00986C80"/>
    <w:rsid w:val="00986D83"/>
    <w:rsid w:val="00986FB0"/>
    <w:rsid w:val="009871B8"/>
    <w:rsid w:val="009873BF"/>
    <w:rsid w:val="009873F0"/>
    <w:rsid w:val="0098741B"/>
    <w:rsid w:val="00987CFC"/>
    <w:rsid w:val="00987D69"/>
    <w:rsid w:val="00987DE7"/>
    <w:rsid w:val="00987E81"/>
    <w:rsid w:val="00987EE7"/>
    <w:rsid w:val="00990083"/>
    <w:rsid w:val="0099017A"/>
    <w:rsid w:val="0099030B"/>
    <w:rsid w:val="00990C8E"/>
    <w:rsid w:val="00990FD3"/>
    <w:rsid w:val="0099103E"/>
    <w:rsid w:val="009912E5"/>
    <w:rsid w:val="00991379"/>
    <w:rsid w:val="00991431"/>
    <w:rsid w:val="009914B4"/>
    <w:rsid w:val="00991547"/>
    <w:rsid w:val="009919A8"/>
    <w:rsid w:val="00991B31"/>
    <w:rsid w:val="00991D95"/>
    <w:rsid w:val="00991F35"/>
    <w:rsid w:val="00991FAB"/>
    <w:rsid w:val="00992E35"/>
    <w:rsid w:val="00992E9E"/>
    <w:rsid w:val="00992F4F"/>
    <w:rsid w:val="00992FB9"/>
    <w:rsid w:val="00993009"/>
    <w:rsid w:val="0099315A"/>
    <w:rsid w:val="0099326D"/>
    <w:rsid w:val="009934A0"/>
    <w:rsid w:val="009934D1"/>
    <w:rsid w:val="009934D9"/>
    <w:rsid w:val="00993E07"/>
    <w:rsid w:val="00993E7E"/>
    <w:rsid w:val="00993EC4"/>
    <w:rsid w:val="00993EFA"/>
    <w:rsid w:val="0099403F"/>
    <w:rsid w:val="00994194"/>
    <w:rsid w:val="009941E9"/>
    <w:rsid w:val="009943C9"/>
    <w:rsid w:val="009943EB"/>
    <w:rsid w:val="0099440E"/>
    <w:rsid w:val="00994605"/>
    <w:rsid w:val="0099482F"/>
    <w:rsid w:val="00994B60"/>
    <w:rsid w:val="00994C1D"/>
    <w:rsid w:val="00994C8C"/>
    <w:rsid w:val="00994E46"/>
    <w:rsid w:val="00994F86"/>
    <w:rsid w:val="00995988"/>
    <w:rsid w:val="00995B46"/>
    <w:rsid w:val="00995E34"/>
    <w:rsid w:val="0099649C"/>
    <w:rsid w:val="009966EE"/>
    <w:rsid w:val="00996720"/>
    <w:rsid w:val="00996738"/>
    <w:rsid w:val="0099686E"/>
    <w:rsid w:val="009969ED"/>
    <w:rsid w:val="00996B8D"/>
    <w:rsid w:val="00996BE9"/>
    <w:rsid w:val="00996D8C"/>
    <w:rsid w:val="009970A1"/>
    <w:rsid w:val="009973EB"/>
    <w:rsid w:val="0099748B"/>
    <w:rsid w:val="009976F9"/>
    <w:rsid w:val="0099776B"/>
    <w:rsid w:val="00997888"/>
    <w:rsid w:val="0099798B"/>
    <w:rsid w:val="00997AEF"/>
    <w:rsid w:val="00997B16"/>
    <w:rsid w:val="00997DAC"/>
    <w:rsid w:val="00997FDA"/>
    <w:rsid w:val="009A009C"/>
    <w:rsid w:val="009A0796"/>
    <w:rsid w:val="009A07AC"/>
    <w:rsid w:val="009A085F"/>
    <w:rsid w:val="009A0989"/>
    <w:rsid w:val="009A0B0E"/>
    <w:rsid w:val="009A11DD"/>
    <w:rsid w:val="009A1214"/>
    <w:rsid w:val="009A1615"/>
    <w:rsid w:val="009A17F3"/>
    <w:rsid w:val="009A18FE"/>
    <w:rsid w:val="009A1A17"/>
    <w:rsid w:val="009A1D1F"/>
    <w:rsid w:val="009A2321"/>
    <w:rsid w:val="009A232D"/>
    <w:rsid w:val="009A24AC"/>
    <w:rsid w:val="009A29FA"/>
    <w:rsid w:val="009A2A66"/>
    <w:rsid w:val="009A2AEB"/>
    <w:rsid w:val="009A2C4C"/>
    <w:rsid w:val="009A2DD7"/>
    <w:rsid w:val="009A2F93"/>
    <w:rsid w:val="009A35FB"/>
    <w:rsid w:val="009A3853"/>
    <w:rsid w:val="009A3AA8"/>
    <w:rsid w:val="009A3AFE"/>
    <w:rsid w:val="009A3B11"/>
    <w:rsid w:val="009A3BCD"/>
    <w:rsid w:val="009A46D5"/>
    <w:rsid w:val="009A48CF"/>
    <w:rsid w:val="009A48D8"/>
    <w:rsid w:val="009A4A9F"/>
    <w:rsid w:val="009A4B62"/>
    <w:rsid w:val="009A4B89"/>
    <w:rsid w:val="009A4B8C"/>
    <w:rsid w:val="009A4E3B"/>
    <w:rsid w:val="009A4FBA"/>
    <w:rsid w:val="009A51EC"/>
    <w:rsid w:val="009A572B"/>
    <w:rsid w:val="009A5738"/>
    <w:rsid w:val="009A60D7"/>
    <w:rsid w:val="009A618F"/>
    <w:rsid w:val="009A61F2"/>
    <w:rsid w:val="009A69C2"/>
    <w:rsid w:val="009A71D1"/>
    <w:rsid w:val="009A7333"/>
    <w:rsid w:val="009A734D"/>
    <w:rsid w:val="009A7461"/>
    <w:rsid w:val="009A7778"/>
    <w:rsid w:val="009A787D"/>
    <w:rsid w:val="009A78DF"/>
    <w:rsid w:val="009A7B33"/>
    <w:rsid w:val="009A7B5D"/>
    <w:rsid w:val="009A7D7D"/>
    <w:rsid w:val="009A7DE7"/>
    <w:rsid w:val="009A7F9C"/>
    <w:rsid w:val="009B03B1"/>
    <w:rsid w:val="009B03F7"/>
    <w:rsid w:val="009B04B5"/>
    <w:rsid w:val="009B04F0"/>
    <w:rsid w:val="009B0683"/>
    <w:rsid w:val="009B094A"/>
    <w:rsid w:val="009B0B20"/>
    <w:rsid w:val="009B0EC7"/>
    <w:rsid w:val="009B0F5D"/>
    <w:rsid w:val="009B1287"/>
    <w:rsid w:val="009B1461"/>
    <w:rsid w:val="009B15B0"/>
    <w:rsid w:val="009B1638"/>
    <w:rsid w:val="009B179D"/>
    <w:rsid w:val="009B1885"/>
    <w:rsid w:val="009B1B48"/>
    <w:rsid w:val="009B1CE9"/>
    <w:rsid w:val="009B1EF3"/>
    <w:rsid w:val="009B1F87"/>
    <w:rsid w:val="009B2068"/>
    <w:rsid w:val="009B229E"/>
    <w:rsid w:val="009B2722"/>
    <w:rsid w:val="009B280A"/>
    <w:rsid w:val="009B29EA"/>
    <w:rsid w:val="009B29FE"/>
    <w:rsid w:val="009B2A79"/>
    <w:rsid w:val="009B2ACE"/>
    <w:rsid w:val="009B2E4F"/>
    <w:rsid w:val="009B30A8"/>
    <w:rsid w:val="009B34C8"/>
    <w:rsid w:val="009B3537"/>
    <w:rsid w:val="009B3A22"/>
    <w:rsid w:val="009B3CAF"/>
    <w:rsid w:val="009B3E2D"/>
    <w:rsid w:val="009B3FE6"/>
    <w:rsid w:val="009B4192"/>
    <w:rsid w:val="009B4338"/>
    <w:rsid w:val="009B4A97"/>
    <w:rsid w:val="009B4C00"/>
    <w:rsid w:val="009B5020"/>
    <w:rsid w:val="009B54AE"/>
    <w:rsid w:val="009B55C5"/>
    <w:rsid w:val="009B55DA"/>
    <w:rsid w:val="009B57F2"/>
    <w:rsid w:val="009B5968"/>
    <w:rsid w:val="009B5A2F"/>
    <w:rsid w:val="009B5A96"/>
    <w:rsid w:val="009B5B0D"/>
    <w:rsid w:val="009B6027"/>
    <w:rsid w:val="009B6371"/>
    <w:rsid w:val="009B6416"/>
    <w:rsid w:val="009B6446"/>
    <w:rsid w:val="009B6633"/>
    <w:rsid w:val="009B66B1"/>
    <w:rsid w:val="009B66F5"/>
    <w:rsid w:val="009B684D"/>
    <w:rsid w:val="009B6958"/>
    <w:rsid w:val="009B6A5E"/>
    <w:rsid w:val="009B6C5A"/>
    <w:rsid w:val="009B6D7C"/>
    <w:rsid w:val="009B6DB6"/>
    <w:rsid w:val="009B6E87"/>
    <w:rsid w:val="009B7147"/>
    <w:rsid w:val="009B717C"/>
    <w:rsid w:val="009B7185"/>
    <w:rsid w:val="009B71D5"/>
    <w:rsid w:val="009B7263"/>
    <w:rsid w:val="009B78DB"/>
    <w:rsid w:val="009B79CD"/>
    <w:rsid w:val="009B7D76"/>
    <w:rsid w:val="009B7FBA"/>
    <w:rsid w:val="009C0034"/>
    <w:rsid w:val="009C0078"/>
    <w:rsid w:val="009C00FF"/>
    <w:rsid w:val="009C014D"/>
    <w:rsid w:val="009C0179"/>
    <w:rsid w:val="009C0422"/>
    <w:rsid w:val="009C06BE"/>
    <w:rsid w:val="009C06F6"/>
    <w:rsid w:val="009C0707"/>
    <w:rsid w:val="009C09DA"/>
    <w:rsid w:val="009C0C93"/>
    <w:rsid w:val="009C1072"/>
    <w:rsid w:val="009C1805"/>
    <w:rsid w:val="009C1840"/>
    <w:rsid w:val="009C190D"/>
    <w:rsid w:val="009C1966"/>
    <w:rsid w:val="009C19AD"/>
    <w:rsid w:val="009C1B54"/>
    <w:rsid w:val="009C1C9D"/>
    <w:rsid w:val="009C1CF0"/>
    <w:rsid w:val="009C1ECE"/>
    <w:rsid w:val="009C2029"/>
    <w:rsid w:val="009C2973"/>
    <w:rsid w:val="009C2C0F"/>
    <w:rsid w:val="009C2C44"/>
    <w:rsid w:val="009C2C4A"/>
    <w:rsid w:val="009C2D19"/>
    <w:rsid w:val="009C306F"/>
    <w:rsid w:val="009C35D6"/>
    <w:rsid w:val="009C389F"/>
    <w:rsid w:val="009C3C70"/>
    <w:rsid w:val="009C3D1A"/>
    <w:rsid w:val="009C4492"/>
    <w:rsid w:val="009C4913"/>
    <w:rsid w:val="009C4A6B"/>
    <w:rsid w:val="009C4C3A"/>
    <w:rsid w:val="009C4C9B"/>
    <w:rsid w:val="009C4F0A"/>
    <w:rsid w:val="009C568F"/>
    <w:rsid w:val="009C56D1"/>
    <w:rsid w:val="009C5746"/>
    <w:rsid w:val="009C6107"/>
    <w:rsid w:val="009C6260"/>
    <w:rsid w:val="009C627B"/>
    <w:rsid w:val="009C64A2"/>
    <w:rsid w:val="009C64C0"/>
    <w:rsid w:val="009C6576"/>
    <w:rsid w:val="009C68AC"/>
    <w:rsid w:val="009C6D1D"/>
    <w:rsid w:val="009C6EA3"/>
    <w:rsid w:val="009C735A"/>
    <w:rsid w:val="009C744D"/>
    <w:rsid w:val="009C7482"/>
    <w:rsid w:val="009C774B"/>
    <w:rsid w:val="009C7A94"/>
    <w:rsid w:val="009D0195"/>
    <w:rsid w:val="009D01B5"/>
    <w:rsid w:val="009D074A"/>
    <w:rsid w:val="009D0A0F"/>
    <w:rsid w:val="009D0A72"/>
    <w:rsid w:val="009D0AC9"/>
    <w:rsid w:val="009D0B21"/>
    <w:rsid w:val="009D0CF0"/>
    <w:rsid w:val="009D0D8A"/>
    <w:rsid w:val="009D0F5B"/>
    <w:rsid w:val="009D1011"/>
    <w:rsid w:val="009D10DE"/>
    <w:rsid w:val="009D1104"/>
    <w:rsid w:val="009D114A"/>
    <w:rsid w:val="009D11DB"/>
    <w:rsid w:val="009D137F"/>
    <w:rsid w:val="009D16A7"/>
    <w:rsid w:val="009D16D3"/>
    <w:rsid w:val="009D192F"/>
    <w:rsid w:val="009D1A25"/>
    <w:rsid w:val="009D1A3E"/>
    <w:rsid w:val="009D2166"/>
    <w:rsid w:val="009D2346"/>
    <w:rsid w:val="009D25DA"/>
    <w:rsid w:val="009D28E2"/>
    <w:rsid w:val="009D29C1"/>
    <w:rsid w:val="009D2BF9"/>
    <w:rsid w:val="009D2CD6"/>
    <w:rsid w:val="009D2DA0"/>
    <w:rsid w:val="009D3333"/>
    <w:rsid w:val="009D338B"/>
    <w:rsid w:val="009D3AE1"/>
    <w:rsid w:val="009D3DE4"/>
    <w:rsid w:val="009D4109"/>
    <w:rsid w:val="009D46F7"/>
    <w:rsid w:val="009D481E"/>
    <w:rsid w:val="009D48E6"/>
    <w:rsid w:val="009D494B"/>
    <w:rsid w:val="009D4988"/>
    <w:rsid w:val="009D4C8C"/>
    <w:rsid w:val="009D508E"/>
    <w:rsid w:val="009D5164"/>
    <w:rsid w:val="009D545F"/>
    <w:rsid w:val="009D54E0"/>
    <w:rsid w:val="009D5521"/>
    <w:rsid w:val="009D5841"/>
    <w:rsid w:val="009D593A"/>
    <w:rsid w:val="009D5E44"/>
    <w:rsid w:val="009D5E9F"/>
    <w:rsid w:val="009D5EDC"/>
    <w:rsid w:val="009D5F19"/>
    <w:rsid w:val="009D6034"/>
    <w:rsid w:val="009D640B"/>
    <w:rsid w:val="009D6505"/>
    <w:rsid w:val="009D6617"/>
    <w:rsid w:val="009D675C"/>
    <w:rsid w:val="009D680B"/>
    <w:rsid w:val="009D6B8C"/>
    <w:rsid w:val="009D6C3A"/>
    <w:rsid w:val="009D6D31"/>
    <w:rsid w:val="009D7067"/>
    <w:rsid w:val="009D722E"/>
    <w:rsid w:val="009D740C"/>
    <w:rsid w:val="009D74DA"/>
    <w:rsid w:val="009D76E2"/>
    <w:rsid w:val="009D79D3"/>
    <w:rsid w:val="009D7A0A"/>
    <w:rsid w:val="009D7D76"/>
    <w:rsid w:val="009D7DD2"/>
    <w:rsid w:val="009D7E18"/>
    <w:rsid w:val="009D7F61"/>
    <w:rsid w:val="009D7FC0"/>
    <w:rsid w:val="009E036E"/>
    <w:rsid w:val="009E048F"/>
    <w:rsid w:val="009E0505"/>
    <w:rsid w:val="009E0782"/>
    <w:rsid w:val="009E0A10"/>
    <w:rsid w:val="009E0BCD"/>
    <w:rsid w:val="009E1319"/>
    <w:rsid w:val="009E139B"/>
    <w:rsid w:val="009E1A3E"/>
    <w:rsid w:val="009E220B"/>
    <w:rsid w:val="009E2603"/>
    <w:rsid w:val="009E2845"/>
    <w:rsid w:val="009E28FF"/>
    <w:rsid w:val="009E2A1A"/>
    <w:rsid w:val="009E2B60"/>
    <w:rsid w:val="009E2B73"/>
    <w:rsid w:val="009E2BD9"/>
    <w:rsid w:val="009E2CB4"/>
    <w:rsid w:val="009E2E3C"/>
    <w:rsid w:val="009E3252"/>
    <w:rsid w:val="009E32EC"/>
    <w:rsid w:val="009E32FB"/>
    <w:rsid w:val="009E3D6E"/>
    <w:rsid w:val="009E3F39"/>
    <w:rsid w:val="009E41E9"/>
    <w:rsid w:val="009E421C"/>
    <w:rsid w:val="009E450F"/>
    <w:rsid w:val="009E4530"/>
    <w:rsid w:val="009E4919"/>
    <w:rsid w:val="009E49AA"/>
    <w:rsid w:val="009E4A18"/>
    <w:rsid w:val="009E4C18"/>
    <w:rsid w:val="009E4D6D"/>
    <w:rsid w:val="009E4E0E"/>
    <w:rsid w:val="009E51DF"/>
    <w:rsid w:val="009E5A69"/>
    <w:rsid w:val="009E5AC3"/>
    <w:rsid w:val="009E5C2F"/>
    <w:rsid w:val="009E5D74"/>
    <w:rsid w:val="009E5EA5"/>
    <w:rsid w:val="009E6044"/>
    <w:rsid w:val="009E607E"/>
    <w:rsid w:val="009E6157"/>
    <w:rsid w:val="009E6178"/>
    <w:rsid w:val="009E648A"/>
    <w:rsid w:val="009E6562"/>
    <w:rsid w:val="009E65C2"/>
    <w:rsid w:val="009E666B"/>
    <w:rsid w:val="009E6A40"/>
    <w:rsid w:val="009E6F0A"/>
    <w:rsid w:val="009E74AB"/>
    <w:rsid w:val="009E75B5"/>
    <w:rsid w:val="009E769B"/>
    <w:rsid w:val="009E7700"/>
    <w:rsid w:val="009E77E1"/>
    <w:rsid w:val="009E7DE8"/>
    <w:rsid w:val="009F018A"/>
    <w:rsid w:val="009F03FC"/>
    <w:rsid w:val="009F040C"/>
    <w:rsid w:val="009F06A3"/>
    <w:rsid w:val="009F07B8"/>
    <w:rsid w:val="009F0A8F"/>
    <w:rsid w:val="009F12CD"/>
    <w:rsid w:val="009F143D"/>
    <w:rsid w:val="009F1462"/>
    <w:rsid w:val="009F14FA"/>
    <w:rsid w:val="009F15E2"/>
    <w:rsid w:val="009F171D"/>
    <w:rsid w:val="009F196C"/>
    <w:rsid w:val="009F19CF"/>
    <w:rsid w:val="009F1A50"/>
    <w:rsid w:val="009F1D77"/>
    <w:rsid w:val="009F202D"/>
    <w:rsid w:val="009F2100"/>
    <w:rsid w:val="009F2D97"/>
    <w:rsid w:val="009F2DC9"/>
    <w:rsid w:val="009F30E9"/>
    <w:rsid w:val="009F31AD"/>
    <w:rsid w:val="009F35A6"/>
    <w:rsid w:val="009F35D7"/>
    <w:rsid w:val="009F35DA"/>
    <w:rsid w:val="009F3BC1"/>
    <w:rsid w:val="009F3C69"/>
    <w:rsid w:val="009F3C6F"/>
    <w:rsid w:val="009F3F9A"/>
    <w:rsid w:val="009F3FF8"/>
    <w:rsid w:val="009F4174"/>
    <w:rsid w:val="009F4839"/>
    <w:rsid w:val="009F49A6"/>
    <w:rsid w:val="009F4A65"/>
    <w:rsid w:val="009F4D41"/>
    <w:rsid w:val="009F4DDB"/>
    <w:rsid w:val="009F4F33"/>
    <w:rsid w:val="009F4F95"/>
    <w:rsid w:val="009F50C9"/>
    <w:rsid w:val="009F513E"/>
    <w:rsid w:val="009F515A"/>
    <w:rsid w:val="009F5206"/>
    <w:rsid w:val="009F5379"/>
    <w:rsid w:val="009F57C1"/>
    <w:rsid w:val="009F59CB"/>
    <w:rsid w:val="009F59CE"/>
    <w:rsid w:val="009F5AF6"/>
    <w:rsid w:val="009F5BC8"/>
    <w:rsid w:val="009F5DEE"/>
    <w:rsid w:val="009F5EAF"/>
    <w:rsid w:val="009F6286"/>
    <w:rsid w:val="009F6473"/>
    <w:rsid w:val="009F6E4B"/>
    <w:rsid w:val="009F6F18"/>
    <w:rsid w:val="009F73B7"/>
    <w:rsid w:val="009F7434"/>
    <w:rsid w:val="009F74AE"/>
    <w:rsid w:val="009F799F"/>
    <w:rsid w:val="00A0001E"/>
    <w:rsid w:val="00A00124"/>
    <w:rsid w:val="00A001E6"/>
    <w:rsid w:val="00A00266"/>
    <w:rsid w:val="00A0042B"/>
    <w:rsid w:val="00A0048D"/>
    <w:rsid w:val="00A004E8"/>
    <w:rsid w:val="00A00713"/>
    <w:rsid w:val="00A0095D"/>
    <w:rsid w:val="00A00A04"/>
    <w:rsid w:val="00A00B6D"/>
    <w:rsid w:val="00A00C7B"/>
    <w:rsid w:val="00A00C94"/>
    <w:rsid w:val="00A0104E"/>
    <w:rsid w:val="00A0107C"/>
    <w:rsid w:val="00A0112E"/>
    <w:rsid w:val="00A01453"/>
    <w:rsid w:val="00A0151A"/>
    <w:rsid w:val="00A0168B"/>
    <w:rsid w:val="00A01807"/>
    <w:rsid w:val="00A0185B"/>
    <w:rsid w:val="00A01B31"/>
    <w:rsid w:val="00A01E91"/>
    <w:rsid w:val="00A02152"/>
    <w:rsid w:val="00A021B8"/>
    <w:rsid w:val="00A02295"/>
    <w:rsid w:val="00A02387"/>
    <w:rsid w:val="00A02625"/>
    <w:rsid w:val="00A026DF"/>
    <w:rsid w:val="00A0274C"/>
    <w:rsid w:val="00A0293F"/>
    <w:rsid w:val="00A0301C"/>
    <w:rsid w:val="00A032E4"/>
    <w:rsid w:val="00A035D7"/>
    <w:rsid w:val="00A036D8"/>
    <w:rsid w:val="00A037E3"/>
    <w:rsid w:val="00A0386D"/>
    <w:rsid w:val="00A0398A"/>
    <w:rsid w:val="00A03B97"/>
    <w:rsid w:val="00A03C3B"/>
    <w:rsid w:val="00A03C51"/>
    <w:rsid w:val="00A03CC2"/>
    <w:rsid w:val="00A03DBD"/>
    <w:rsid w:val="00A03F02"/>
    <w:rsid w:val="00A04273"/>
    <w:rsid w:val="00A04644"/>
    <w:rsid w:val="00A04EDA"/>
    <w:rsid w:val="00A053B2"/>
    <w:rsid w:val="00A054CC"/>
    <w:rsid w:val="00A0563A"/>
    <w:rsid w:val="00A06085"/>
    <w:rsid w:val="00A0644A"/>
    <w:rsid w:val="00A068FF"/>
    <w:rsid w:val="00A06A12"/>
    <w:rsid w:val="00A06AB6"/>
    <w:rsid w:val="00A06E66"/>
    <w:rsid w:val="00A06ED1"/>
    <w:rsid w:val="00A06FB4"/>
    <w:rsid w:val="00A07195"/>
    <w:rsid w:val="00A072A4"/>
    <w:rsid w:val="00A0796E"/>
    <w:rsid w:val="00A07A2C"/>
    <w:rsid w:val="00A07CED"/>
    <w:rsid w:val="00A07E90"/>
    <w:rsid w:val="00A07F20"/>
    <w:rsid w:val="00A10019"/>
    <w:rsid w:val="00A104F7"/>
    <w:rsid w:val="00A1093F"/>
    <w:rsid w:val="00A109CF"/>
    <w:rsid w:val="00A10BA5"/>
    <w:rsid w:val="00A10BEC"/>
    <w:rsid w:val="00A10BFF"/>
    <w:rsid w:val="00A10C25"/>
    <w:rsid w:val="00A11156"/>
    <w:rsid w:val="00A114DA"/>
    <w:rsid w:val="00A11F86"/>
    <w:rsid w:val="00A12039"/>
    <w:rsid w:val="00A120C0"/>
    <w:rsid w:val="00A12808"/>
    <w:rsid w:val="00A12A77"/>
    <w:rsid w:val="00A12EA7"/>
    <w:rsid w:val="00A13174"/>
    <w:rsid w:val="00A132AB"/>
    <w:rsid w:val="00A133C0"/>
    <w:rsid w:val="00A13426"/>
    <w:rsid w:val="00A135A6"/>
    <w:rsid w:val="00A138BF"/>
    <w:rsid w:val="00A138FD"/>
    <w:rsid w:val="00A13A76"/>
    <w:rsid w:val="00A13D48"/>
    <w:rsid w:val="00A13DF1"/>
    <w:rsid w:val="00A13EA5"/>
    <w:rsid w:val="00A13FD9"/>
    <w:rsid w:val="00A14891"/>
    <w:rsid w:val="00A14A69"/>
    <w:rsid w:val="00A14D0F"/>
    <w:rsid w:val="00A14DC4"/>
    <w:rsid w:val="00A15047"/>
    <w:rsid w:val="00A1513C"/>
    <w:rsid w:val="00A151DD"/>
    <w:rsid w:val="00A158AD"/>
    <w:rsid w:val="00A159B0"/>
    <w:rsid w:val="00A15F4F"/>
    <w:rsid w:val="00A1612E"/>
    <w:rsid w:val="00A161EC"/>
    <w:rsid w:val="00A165B9"/>
    <w:rsid w:val="00A16668"/>
    <w:rsid w:val="00A167CD"/>
    <w:rsid w:val="00A16B0F"/>
    <w:rsid w:val="00A16F34"/>
    <w:rsid w:val="00A1711D"/>
    <w:rsid w:val="00A1730F"/>
    <w:rsid w:val="00A17941"/>
    <w:rsid w:val="00A17B8C"/>
    <w:rsid w:val="00A17CCF"/>
    <w:rsid w:val="00A17E38"/>
    <w:rsid w:val="00A17F29"/>
    <w:rsid w:val="00A20611"/>
    <w:rsid w:val="00A20661"/>
    <w:rsid w:val="00A20B05"/>
    <w:rsid w:val="00A20C92"/>
    <w:rsid w:val="00A2144F"/>
    <w:rsid w:val="00A214BA"/>
    <w:rsid w:val="00A2154A"/>
    <w:rsid w:val="00A2155A"/>
    <w:rsid w:val="00A21BBA"/>
    <w:rsid w:val="00A21DA3"/>
    <w:rsid w:val="00A21E30"/>
    <w:rsid w:val="00A224E1"/>
    <w:rsid w:val="00A22E8A"/>
    <w:rsid w:val="00A22F9A"/>
    <w:rsid w:val="00A235D5"/>
    <w:rsid w:val="00A235F6"/>
    <w:rsid w:val="00A23654"/>
    <w:rsid w:val="00A23A3C"/>
    <w:rsid w:val="00A23CA2"/>
    <w:rsid w:val="00A243F9"/>
    <w:rsid w:val="00A24D31"/>
    <w:rsid w:val="00A2508C"/>
    <w:rsid w:val="00A25197"/>
    <w:rsid w:val="00A25441"/>
    <w:rsid w:val="00A25662"/>
    <w:rsid w:val="00A25799"/>
    <w:rsid w:val="00A25854"/>
    <w:rsid w:val="00A259F4"/>
    <w:rsid w:val="00A25A69"/>
    <w:rsid w:val="00A25E43"/>
    <w:rsid w:val="00A25F38"/>
    <w:rsid w:val="00A26229"/>
    <w:rsid w:val="00A26248"/>
    <w:rsid w:val="00A26892"/>
    <w:rsid w:val="00A268CA"/>
    <w:rsid w:val="00A26A12"/>
    <w:rsid w:val="00A26A71"/>
    <w:rsid w:val="00A26C4F"/>
    <w:rsid w:val="00A26D59"/>
    <w:rsid w:val="00A26F5C"/>
    <w:rsid w:val="00A271D2"/>
    <w:rsid w:val="00A273DF"/>
    <w:rsid w:val="00A27431"/>
    <w:rsid w:val="00A27612"/>
    <w:rsid w:val="00A279F6"/>
    <w:rsid w:val="00A27C40"/>
    <w:rsid w:val="00A27D34"/>
    <w:rsid w:val="00A27DC0"/>
    <w:rsid w:val="00A27E05"/>
    <w:rsid w:val="00A27E47"/>
    <w:rsid w:val="00A3002C"/>
    <w:rsid w:val="00A30216"/>
    <w:rsid w:val="00A30C16"/>
    <w:rsid w:val="00A30C72"/>
    <w:rsid w:val="00A30D13"/>
    <w:rsid w:val="00A30D45"/>
    <w:rsid w:val="00A30D93"/>
    <w:rsid w:val="00A30E25"/>
    <w:rsid w:val="00A31522"/>
    <w:rsid w:val="00A318B6"/>
    <w:rsid w:val="00A318EC"/>
    <w:rsid w:val="00A31925"/>
    <w:rsid w:val="00A31991"/>
    <w:rsid w:val="00A319AF"/>
    <w:rsid w:val="00A319C1"/>
    <w:rsid w:val="00A32041"/>
    <w:rsid w:val="00A3206F"/>
    <w:rsid w:val="00A321CC"/>
    <w:rsid w:val="00A32366"/>
    <w:rsid w:val="00A323B6"/>
    <w:rsid w:val="00A328DA"/>
    <w:rsid w:val="00A32916"/>
    <w:rsid w:val="00A32D4B"/>
    <w:rsid w:val="00A33064"/>
    <w:rsid w:val="00A332E6"/>
    <w:rsid w:val="00A3332D"/>
    <w:rsid w:val="00A33682"/>
    <w:rsid w:val="00A337B4"/>
    <w:rsid w:val="00A338D2"/>
    <w:rsid w:val="00A339E1"/>
    <w:rsid w:val="00A33BCB"/>
    <w:rsid w:val="00A33C1D"/>
    <w:rsid w:val="00A33CFA"/>
    <w:rsid w:val="00A33E32"/>
    <w:rsid w:val="00A33E6C"/>
    <w:rsid w:val="00A3408E"/>
    <w:rsid w:val="00A3411F"/>
    <w:rsid w:val="00A343B9"/>
    <w:rsid w:val="00A3450E"/>
    <w:rsid w:val="00A3472A"/>
    <w:rsid w:val="00A3476A"/>
    <w:rsid w:val="00A34903"/>
    <w:rsid w:val="00A34A08"/>
    <w:rsid w:val="00A34A15"/>
    <w:rsid w:val="00A34DE4"/>
    <w:rsid w:val="00A34E9C"/>
    <w:rsid w:val="00A3529E"/>
    <w:rsid w:val="00A355D9"/>
    <w:rsid w:val="00A35D56"/>
    <w:rsid w:val="00A35E2D"/>
    <w:rsid w:val="00A364FA"/>
    <w:rsid w:val="00A36594"/>
    <w:rsid w:val="00A365DA"/>
    <w:rsid w:val="00A369A8"/>
    <w:rsid w:val="00A36DDD"/>
    <w:rsid w:val="00A36F3D"/>
    <w:rsid w:val="00A36FB7"/>
    <w:rsid w:val="00A370F9"/>
    <w:rsid w:val="00A37529"/>
    <w:rsid w:val="00A37537"/>
    <w:rsid w:val="00A37872"/>
    <w:rsid w:val="00A37A22"/>
    <w:rsid w:val="00A40427"/>
    <w:rsid w:val="00A40525"/>
    <w:rsid w:val="00A4094B"/>
    <w:rsid w:val="00A40A89"/>
    <w:rsid w:val="00A40E40"/>
    <w:rsid w:val="00A40F9C"/>
    <w:rsid w:val="00A41177"/>
    <w:rsid w:val="00A414D7"/>
    <w:rsid w:val="00A41BE0"/>
    <w:rsid w:val="00A41C6B"/>
    <w:rsid w:val="00A41E2B"/>
    <w:rsid w:val="00A421FB"/>
    <w:rsid w:val="00A4244E"/>
    <w:rsid w:val="00A42667"/>
    <w:rsid w:val="00A4282F"/>
    <w:rsid w:val="00A42B99"/>
    <w:rsid w:val="00A42C9F"/>
    <w:rsid w:val="00A42CE6"/>
    <w:rsid w:val="00A42DE4"/>
    <w:rsid w:val="00A430AC"/>
    <w:rsid w:val="00A43662"/>
    <w:rsid w:val="00A4378B"/>
    <w:rsid w:val="00A439EC"/>
    <w:rsid w:val="00A43BA4"/>
    <w:rsid w:val="00A43DAD"/>
    <w:rsid w:val="00A4410A"/>
    <w:rsid w:val="00A4416F"/>
    <w:rsid w:val="00A44403"/>
    <w:rsid w:val="00A44420"/>
    <w:rsid w:val="00A4450E"/>
    <w:rsid w:val="00A447A8"/>
    <w:rsid w:val="00A44A56"/>
    <w:rsid w:val="00A44B1B"/>
    <w:rsid w:val="00A44EAC"/>
    <w:rsid w:val="00A4519C"/>
    <w:rsid w:val="00A453AE"/>
    <w:rsid w:val="00A454C5"/>
    <w:rsid w:val="00A457C9"/>
    <w:rsid w:val="00A45D43"/>
    <w:rsid w:val="00A45DA8"/>
    <w:rsid w:val="00A45F8B"/>
    <w:rsid w:val="00A464A3"/>
    <w:rsid w:val="00A46542"/>
    <w:rsid w:val="00A46D8E"/>
    <w:rsid w:val="00A47049"/>
    <w:rsid w:val="00A4744A"/>
    <w:rsid w:val="00A47536"/>
    <w:rsid w:val="00A47621"/>
    <w:rsid w:val="00A4778F"/>
    <w:rsid w:val="00A4797B"/>
    <w:rsid w:val="00A4798D"/>
    <w:rsid w:val="00A47AD1"/>
    <w:rsid w:val="00A47B61"/>
    <w:rsid w:val="00A47EFB"/>
    <w:rsid w:val="00A5023E"/>
    <w:rsid w:val="00A507BF"/>
    <w:rsid w:val="00A50B41"/>
    <w:rsid w:val="00A50B46"/>
    <w:rsid w:val="00A50D28"/>
    <w:rsid w:val="00A50DE3"/>
    <w:rsid w:val="00A51007"/>
    <w:rsid w:val="00A5105C"/>
    <w:rsid w:val="00A51060"/>
    <w:rsid w:val="00A511F3"/>
    <w:rsid w:val="00A51281"/>
    <w:rsid w:val="00A514D6"/>
    <w:rsid w:val="00A515F8"/>
    <w:rsid w:val="00A5183E"/>
    <w:rsid w:val="00A518B4"/>
    <w:rsid w:val="00A51C4E"/>
    <w:rsid w:val="00A51CB2"/>
    <w:rsid w:val="00A51E0D"/>
    <w:rsid w:val="00A51E38"/>
    <w:rsid w:val="00A52152"/>
    <w:rsid w:val="00A526EE"/>
    <w:rsid w:val="00A5278A"/>
    <w:rsid w:val="00A5287A"/>
    <w:rsid w:val="00A52A39"/>
    <w:rsid w:val="00A52D0D"/>
    <w:rsid w:val="00A531D6"/>
    <w:rsid w:val="00A534BA"/>
    <w:rsid w:val="00A53686"/>
    <w:rsid w:val="00A53C8B"/>
    <w:rsid w:val="00A53CFD"/>
    <w:rsid w:val="00A540DF"/>
    <w:rsid w:val="00A542BA"/>
    <w:rsid w:val="00A54346"/>
    <w:rsid w:val="00A54A83"/>
    <w:rsid w:val="00A550C3"/>
    <w:rsid w:val="00A5516A"/>
    <w:rsid w:val="00A551D7"/>
    <w:rsid w:val="00A5541B"/>
    <w:rsid w:val="00A55D4A"/>
    <w:rsid w:val="00A55F18"/>
    <w:rsid w:val="00A56220"/>
    <w:rsid w:val="00A562A9"/>
    <w:rsid w:val="00A56370"/>
    <w:rsid w:val="00A56A74"/>
    <w:rsid w:val="00A56B79"/>
    <w:rsid w:val="00A56C23"/>
    <w:rsid w:val="00A571CF"/>
    <w:rsid w:val="00A573A9"/>
    <w:rsid w:val="00A57529"/>
    <w:rsid w:val="00A57699"/>
    <w:rsid w:val="00A576E6"/>
    <w:rsid w:val="00A57C5F"/>
    <w:rsid w:val="00A60168"/>
    <w:rsid w:val="00A60185"/>
    <w:rsid w:val="00A603F6"/>
    <w:rsid w:val="00A605D1"/>
    <w:rsid w:val="00A606C4"/>
    <w:rsid w:val="00A60722"/>
    <w:rsid w:val="00A607E1"/>
    <w:rsid w:val="00A608B3"/>
    <w:rsid w:val="00A60A1F"/>
    <w:rsid w:val="00A611AA"/>
    <w:rsid w:val="00A61257"/>
    <w:rsid w:val="00A612D7"/>
    <w:rsid w:val="00A614D8"/>
    <w:rsid w:val="00A61536"/>
    <w:rsid w:val="00A61CC6"/>
    <w:rsid w:val="00A61E34"/>
    <w:rsid w:val="00A62186"/>
    <w:rsid w:val="00A62346"/>
    <w:rsid w:val="00A62565"/>
    <w:rsid w:val="00A62693"/>
    <w:rsid w:val="00A627FE"/>
    <w:rsid w:val="00A628AC"/>
    <w:rsid w:val="00A62AED"/>
    <w:rsid w:val="00A62C8C"/>
    <w:rsid w:val="00A62E95"/>
    <w:rsid w:val="00A62F67"/>
    <w:rsid w:val="00A62F8A"/>
    <w:rsid w:val="00A6300B"/>
    <w:rsid w:val="00A634A4"/>
    <w:rsid w:val="00A6376A"/>
    <w:rsid w:val="00A63A72"/>
    <w:rsid w:val="00A63E2E"/>
    <w:rsid w:val="00A63FC5"/>
    <w:rsid w:val="00A64083"/>
    <w:rsid w:val="00A64396"/>
    <w:rsid w:val="00A645B9"/>
    <w:rsid w:val="00A64CAB"/>
    <w:rsid w:val="00A64DE5"/>
    <w:rsid w:val="00A64E01"/>
    <w:rsid w:val="00A64F8F"/>
    <w:rsid w:val="00A65043"/>
    <w:rsid w:val="00A65212"/>
    <w:rsid w:val="00A652DF"/>
    <w:rsid w:val="00A6541F"/>
    <w:rsid w:val="00A65670"/>
    <w:rsid w:val="00A657B4"/>
    <w:rsid w:val="00A657C0"/>
    <w:rsid w:val="00A65983"/>
    <w:rsid w:val="00A659BB"/>
    <w:rsid w:val="00A65B74"/>
    <w:rsid w:val="00A65C62"/>
    <w:rsid w:val="00A65FEF"/>
    <w:rsid w:val="00A6665E"/>
    <w:rsid w:val="00A66748"/>
    <w:rsid w:val="00A6685A"/>
    <w:rsid w:val="00A66C7F"/>
    <w:rsid w:val="00A66E02"/>
    <w:rsid w:val="00A6744B"/>
    <w:rsid w:val="00A674CD"/>
    <w:rsid w:val="00A675D5"/>
    <w:rsid w:val="00A675DA"/>
    <w:rsid w:val="00A677E8"/>
    <w:rsid w:val="00A67A12"/>
    <w:rsid w:val="00A67A9A"/>
    <w:rsid w:val="00A67D4F"/>
    <w:rsid w:val="00A67E27"/>
    <w:rsid w:val="00A67E83"/>
    <w:rsid w:val="00A7012B"/>
    <w:rsid w:val="00A701A0"/>
    <w:rsid w:val="00A701B7"/>
    <w:rsid w:val="00A7085D"/>
    <w:rsid w:val="00A708F2"/>
    <w:rsid w:val="00A70D12"/>
    <w:rsid w:val="00A71181"/>
    <w:rsid w:val="00A711C4"/>
    <w:rsid w:val="00A71962"/>
    <w:rsid w:val="00A71AFF"/>
    <w:rsid w:val="00A71C8D"/>
    <w:rsid w:val="00A71CB7"/>
    <w:rsid w:val="00A72108"/>
    <w:rsid w:val="00A721BD"/>
    <w:rsid w:val="00A72579"/>
    <w:rsid w:val="00A7269E"/>
    <w:rsid w:val="00A72723"/>
    <w:rsid w:val="00A72775"/>
    <w:rsid w:val="00A728AD"/>
    <w:rsid w:val="00A72AC0"/>
    <w:rsid w:val="00A72B09"/>
    <w:rsid w:val="00A72C0E"/>
    <w:rsid w:val="00A72CF4"/>
    <w:rsid w:val="00A72EE9"/>
    <w:rsid w:val="00A730AD"/>
    <w:rsid w:val="00A7340C"/>
    <w:rsid w:val="00A7384F"/>
    <w:rsid w:val="00A739A9"/>
    <w:rsid w:val="00A745AA"/>
    <w:rsid w:val="00A7486A"/>
    <w:rsid w:val="00A74A2B"/>
    <w:rsid w:val="00A74B64"/>
    <w:rsid w:val="00A74DF5"/>
    <w:rsid w:val="00A74EFA"/>
    <w:rsid w:val="00A7510D"/>
    <w:rsid w:val="00A75279"/>
    <w:rsid w:val="00A753A2"/>
    <w:rsid w:val="00A753F7"/>
    <w:rsid w:val="00A756EF"/>
    <w:rsid w:val="00A75874"/>
    <w:rsid w:val="00A75C36"/>
    <w:rsid w:val="00A75EB7"/>
    <w:rsid w:val="00A75F70"/>
    <w:rsid w:val="00A76166"/>
    <w:rsid w:val="00A765FE"/>
    <w:rsid w:val="00A766E4"/>
    <w:rsid w:val="00A76866"/>
    <w:rsid w:val="00A7691B"/>
    <w:rsid w:val="00A76924"/>
    <w:rsid w:val="00A7697B"/>
    <w:rsid w:val="00A76A12"/>
    <w:rsid w:val="00A76A21"/>
    <w:rsid w:val="00A76BA1"/>
    <w:rsid w:val="00A76C98"/>
    <w:rsid w:val="00A773C3"/>
    <w:rsid w:val="00A77563"/>
    <w:rsid w:val="00A7769D"/>
    <w:rsid w:val="00A77A34"/>
    <w:rsid w:val="00A77C47"/>
    <w:rsid w:val="00A77CB8"/>
    <w:rsid w:val="00A77CF1"/>
    <w:rsid w:val="00A80286"/>
    <w:rsid w:val="00A80674"/>
    <w:rsid w:val="00A80932"/>
    <w:rsid w:val="00A80946"/>
    <w:rsid w:val="00A80FAC"/>
    <w:rsid w:val="00A8119F"/>
    <w:rsid w:val="00A81440"/>
    <w:rsid w:val="00A81682"/>
    <w:rsid w:val="00A8170F"/>
    <w:rsid w:val="00A8191A"/>
    <w:rsid w:val="00A81994"/>
    <w:rsid w:val="00A81E04"/>
    <w:rsid w:val="00A81E6D"/>
    <w:rsid w:val="00A81F3E"/>
    <w:rsid w:val="00A81F5D"/>
    <w:rsid w:val="00A82122"/>
    <w:rsid w:val="00A82200"/>
    <w:rsid w:val="00A8248A"/>
    <w:rsid w:val="00A82696"/>
    <w:rsid w:val="00A82B29"/>
    <w:rsid w:val="00A82F66"/>
    <w:rsid w:val="00A82FBB"/>
    <w:rsid w:val="00A83197"/>
    <w:rsid w:val="00A83245"/>
    <w:rsid w:val="00A834E2"/>
    <w:rsid w:val="00A8358F"/>
    <w:rsid w:val="00A83604"/>
    <w:rsid w:val="00A837D2"/>
    <w:rsid w:val="00A83B36"/>
    <w:rsid w:val="00A83CF6"/>
    <w:rsid w:val="00A83D8E"/>
    <w:rsid w:val="00A83E79"/>
    <w:rsid w:val="00A84117"/>
    <w:rsid w:val="00A84162"/>
    <w:rsid w:val="00A845FF"/>
    <w:rsid w:val="00A84630"/>
    <w:rsid w:val="00A846F9"/>
    <w:rsid w:val="00A849AA"/>
    <w:rsid w:val="00A84B1A"/>
    <w:rsid w:val="00A84C10"/>
    <w:rsid w:val="00A84D0B"/>
    <w:rsid w:val="00A85166"/>
    <w:rsid w:val="00A851F1"/>
    <w:rsid w:val="00A851F9"/>
    <w:rsid w:val="00A852F9"/>
    <w:rsid w:val="00A854F0"/>
    <w:rsid w:val="00A85977"/>
    <w:rsid w:val="00A859C0"/>
    <w:rsid w:val="00A85D6A"/>
    <w:rsid w:val="00A85ED5"/>
    <w:rsid w:val="00A85EDE"/>
    <w:rsid w:val="00A86131"/>
    <w:rsid w:val="00A8631A"/>
    <w:rsid w:val="00A86B47"/>
    <w:rsid w:val="00A86BDB"/>
    <w:rsid w:val="00A86EF5"/>
    <w:rsid w:val="00A873B6"/>
    <w:rsid w:val="00A8746B"/>
    <w:rsid w:val="00A8781F"/>
    <w:rsid w:val="00A87855"/>
    <w:rsid w:val="00A87A63"/>
    <w:rsid w:val="00A87D5A"/>
    <w:rsid w:val="00A87DB7"/>
    <w:rsid w:val="00A87EE9"/>
    <w:rsid w:val="00A906C7"/>
    <w:rsid w:val="00A906FE"/>
    <w:rsid w:val="00A90B7B"/>
    <w:rsid w:val="00A90FA8"/>
    <w:rsid w:val="00A914A7"/>
    <w:rsid w:val="00A916EB"/>
    <w:rsid w:val="00A91BAA"/>
    <w:rsid w:val="00A91D1A"/>
    <w:rsid w:val="00A91F23"/>
    <w:rsid w:val="00A91FF9"/>
    <w:rsid w:val="00A92057"/>
    <w:rsid w:val="00A92178"/>
    <w:rsid w:val="00A92292"/>
    <w:rsid w:val="00A92305"/>
    <w:rsid w:val="00A92448"/>
    <w:rsid w:val="00A925A2"/>
    <w:rsid w:val="00A926F4"/>
    <w:rsid w:val="00A929D6"/>
    <w:rsid w:val="00A92A4F"/>
    <w:rsid w:val="00A92AA9"/>
    <w:rsid w:val="00A92B2F"/>
    <w:rsid w:val="00A92D4D"/>
    <w:rsid w:val="00A930D8"/>
    <w:rsid w:val="00A93424"/>
    <w:rsid w:val="00A9389C"/>
    <w:rsid w:val="00A93ADF"/>
    <w:rsid w:val="00A93B9C"/>
    <w:rsid w:val="00A93C23"/>
    <w:rsid w:val="00A940B8"/>
    <w:rsid w:val="00A9457E"/>
    <w:rsid w:val="00A9459A"/>
    <w:rsid w:val="00A948A1"/>
    <w:rsid w:val="00A949DD"/>
    <w:rsid w:val="00A94E40"/>
    <w:rsid w:val="00A94F73"/>
    <w:rsid w:val="00A95096"/>
    <w:rsid w:val="00A95405"/>
    <w:rsid w:val="00A95473"/>
    <w:rsid w:val="00A95595"/>
    <w:rsid w:val="00A955B6"/>
    <w:rsid w:val="00A95B4D"/>
    <w:rsid w:val="00A95BF5"/>
    <w:rsid w:val="00A9633F"/>
    <w:rsid w:val="00A96388"/>
    <w:rsid w:val="00A96523"/>
    <w:rsid w:val="00A9684B"/>
    <w:rsid w:val="00A96A25"/>
    <w:rsid w:val="00A96AB2"/>
    <w:rsid w:val="00A96E52"/>
    <w:rsid w:val="00A96ED1"/>
    <w:rsid w:val="00A96EDF"/>
    <w:rsid w:val="00A96F88"/>
    <w:rsid w:val="00A97356"/>
    <w:rsid w:val="00A975D1"/>
    <w:rsid w:val="00A976D0"/>
    <w:rsid w:val="00A979E5"/>
    <w:rsid w:val="00A97AE1"/>
    <w:rsid w:val="00A97AE7"/>
    <w:rsid w:val="00A97D33"/>
    <w:rsid w:val="00AA0036"/>
    <w:rsid w:val="00AA04B0"/>
    <w:rsid w:val="00AA053A"/>
    <w:rsid w:val="00AA06BB"/>
    <w:rsid w:val="00AA0783"/>
    <w:rsid w:val="00AA07FA"/>
    <w:rsid w:val="00AA0951"/>
    <w:rsid w:val="00AA0C51"/>
    <w:rsid w:val="00AA0EE2"/>
    <w:rsid w:val="00AA1466"/>
    <w:rsid w:val="00AA18D2"/>
    <w:rsid w:val="00AA1A72"/>
    <w:rsid w:val="00AA1D3D"/>
    <w:rsid w:val="00AA203B"/>
    <w:rsid w:val="00AA21A9"/>
    <w:rsid w:val="00AA2260"/>
    <w:rsid w:val="00AA2534"/>
    <w:rsid w:val="00AA27CA"/>
    <w:rsid w:val="00AA29FE"/>
    <w:rsid w:val="00AA2D33"/>
    <w:rsid w:val="00AA2E38"/>
    <w:rsid w:val="00AA2F60"/>
    <w:rsid w:val="00AA31E5"/>
    <w:rsid w:val="00AA331D"/>
    <w:rsid w:val="00AA3393"/>
    <w:rsid w:val="00AA34D6"/>
    <w:rsid w:val="00AA3503"/>
    <w:rsid w:val="00AA35FE"/>
    <w:rsid w:val="00AA37DC"/>
    <w:rsid w:val="00AA39CF"/>
    <w:rsid w:val="00AA3A3E"/>
    <w:rsid w:val="00AA3BB3"/>
    <w:rsid w:val="00AA3D39"/>
    <w:rsid w:val="00AA3F24"/>
    <w:rsid w:val="00AA418D"/>
    <w:rsid w:val="00AA44C7"/>
    <w:rsid w:val="00AA44DB"/>
    <w:rsid w:val="00AA45B2"/>
    <w:rsid w:val="00AA4E28"/>
    <w:rsid w:val="00AA4E6A"/>
    <w:rsid w:val="00AA52CE"/>
    <w:rsid w:val="00AA5349"/>
    <w:rsid w:val="00AA5444"/>
    <w:rsid w:val="00AA5788"/>
    <w:rsid w:val="00AA5957"/>
    <w:rsid w:val="00AA5B4E"/>
    <w:rsid w:val="00AA63D6"/>
    <w:rsid w:val="00AA640E"/>
    <w:rsid w:val="00AA6A0A"/>
    <w:rsid w:val="00AA6DFA"/>
    <w:rsid w:val="00AA705F"/>
    <w:rsid w:val="00AA70D7"/>
    <w:rsid w:val="00AA7862"/>
    <w:rsid w:val="00AA7A0E"/>
    <w:rsid w:val="00AA7C4D"/>
    <w:rsid w:val="00AA7D0D"/>
    <w:rsid w:val="00AA7D73"/>
    <w:rsid w:val="00AA7DA1"/>
    <w:rsid w:val="00AA7E46"/>
    <w:rsid w:val="00AA7FB1"/>
    <w:rsid w:val="00AB00F1"/>
    <w:rsid w:val="00AB0279"/>
    <w:rsid w:val="00AB0555"/>
    <w:rsid w:val="00AB09B3"/>
    <w:rsid w:val="00AB0B3F"/>
    <w:rsid w:val="00AB0DD5"/>
    <w:rsid w:val="00AB0E4E"/>
    <w:rsid w:val="00AB0FBD"/>
    <w:rsid w:val="00AB1195"/>
    <w:rsid w:val="00AB12BE"/>
    <w:rsid w:val="00AB1384"/>
    <w:rsid w:val="00AB18C5"/>
    <w:rsid w:val="00AB1E9E"/>
    <w:rsid w:val="00AB1EB4"/>
    <w:rsid w:val="00AB1FCA"/>
    <w:rsid w:val="00AB2751"/>
    <w:rsid w:val="00AB27BA"/>
    <w:rsid w:val="00AB2CE8"/>
    <w:rsid w:val="00AB2E27"/>
    <w:rsid w:val="00AB3071"/>
    <w:rsid w:val="00AB30A3"/>
    <w:rsid w:val="00AB35C5"/>
    <w:rsid w:val="00AB391E"/>
    <w:rsid w:val="00AB3BFC"/>
    <w:rsid w:val="00AB3D55"/>
    <w:rsid w:val="00AB3FBB"/>
    <w:rsid w:val="00AB4052"/>
    <w:rsid w:val="00AB4306"/>
    <w:rsid w:val="00AB448A"/>
    <w:rsid w:val="00AB46A5"/>
    <w:rsid w:val="00AB4970"/>
    <w:rsid w:val="00AB4FA0"/>
    <w:rsid w:val="00AB5297"/>
    <w:rsid w:val="00AB53BF"/>
    <w:rsid w:val="00AB58EC"/>
    <w:rsid w:val="00AB5993"/>
    <w:rsid w:val="00AB5B34"/>
    <w:rsid w:val="00AB5BBB"/>
    <w:rsid w:val="00AB5BBD"/>
    <w:rsid w:val="00AB5C6C"/>
    <w:rsid w:val="00AB5E3E"/>
    <w:rsid w:val="00AB5E76"/>
    <w:rsid w:val="00AB5EF3"/>
    <w:rsid w:val="00AB60FD"/>
    <w:rsid w:val="00AB6201"/>
    <w:rsid w:val="00AB6405"/>
    <w:rsid w:val="00AB68FA"/>
    <w:rsid w:val="00AB698D"/>
    <w:rsid w:val="00AB6A29"/>
    <w:rsid w:val="00AB6C9F"/>
    <w:rsid w:val="00AB6D7B"/>
    <w:rsid w:val="00AB6DC5"/>
    <w:rsid w:val="00AB6ED0"/>
    <w:rsid w:val="00AB76C1"/>
    <w:rsid w:val="00AB77D3"/>
    <w:rsid w:val="00AB7B9F"/>
    <w:rsid w:val="00AC00BF"/>
    <w:rsid w:val="00AC02B7"/>
    <w:rsid w:val="00AC03D8"/>
    <w:rsid w:val="00AC0463"/>
    <w:rsid w:val="00AC04BD"/>
    <w:rsid w:val="00AC0623"/>
    <w:rsid w:val="00AC0713"/>
    <w:rsid w:val="00AC0748"/>
    <w:rsid w:val="00AC0787"/>
    <w:rsid w:val="00AC0871"/>
    <w:rsid w:val="00AC0DD0"/>
    <w:rsid w:val="00AC0F42"/>
    <w:rsid w:val="00AC148C"/>
    <w:rsid w:val="00AC14DA"/>
    <w:rsid w:val="00AC1CC6"/>
    <w:rsid w:val="00AC1DF4"/>
    <w:rsid w:val="00AC1E33"/>
    <w:rsid w:val="00AC25C6"/>
    <w:rsid w:val="00AC27E6"/>
    <w:rsid w:val="00AC2811"/>
    <w:rsid w:val="00AC281D"/>
    <w:rsid w:val="00AC2B9A"/>
    <w:rsid w:val="00AC2F15"/>
    <w:rsid w:val="00AC2F48"/>
    <w:rsid w:val="00AC3511"/>
    <w:rsid w:val="00AC37F3"/>
    <w:rsid w:val="00AC38FC"/>
    <w:rsid w:val="00AC3B8F"/>
    <w:rsid w:val="00AC3C94"/>
    <w:rsid w:val="00AC417A"/>
    <w:rsid w:val="00AC4394"/>
    <w:rsid w:val="00AC43ED"/>
    <w:rsid w:val="00AC4C0E"/>
    <w:rsid w:val="00AC4D99"/>
    <w:rsid w:val="00AC5442"/>
    <w:rsid w:val="00AC546C"/>
    <w:rsid w:val="00AC5688"/>
    <w:rsid w:val="00AC5A4B"/>
    <w:rsid w:val="00AC5C49"/>
    <w:rsid w:val="00AC5D29"/>
    <w:rsid w:val="00AC64AC"/>
    <w:rsid w:val="00AC65C1"/>
    <w:rsid w:val="00AC67D7"/>
    <w:rsid w:val="00AC67E8"/>
    <w:rsid w:val="00AC6D0C"/>
    <w:rsid w:val="00AC7043"/>
    <w:rsid w:val="00AC72CC"/>
    <w:rsid w:val="00AC72DF"/>
    <w:rsid w:val="00AC72E6"/>
    <w:rsid w:val="00AC73C8"/>
    <w:rsid w:val="00AC7461"/>
    <w:rsid w:val="00AC74D0"/>
    <w:rsid w:val="00AC770C"/>
    <w:rsid w:val="00AC798A"/>
    <w:rsid w:val="00AC7C4C"/>
    <w:rsid w:val="00AC7F1C"/>
    <w:rsid w:val="00AD064C"/>
    <w:rsid w:val="00AD0BF2"/>
    <w:rsid w:val="00AD0C68"/>
    <w:rsid w:val="00AD0ED3"/>
    <w:rsid w:val="00AD0F00"/>
    <w:rsid w:val="00AD1428"/>
    <w:rsid w:val="00AD1619"/>
    <w:rsid w:val="00AD1743"/>
    <w:rsid w:val="00AD1BAF"/>
    <w:rsid w:val="00AD1E1F"/>
    <w:rsid w:val="00AD1FA3"/>
    <w:rsid w:val="00AD21F6"/>
    <w:rsid w:val="00AD2499"/>
    <w:rsid w:val="00AD26B9"/>
    <w:rsid w:val="00AD2C26"/>
    <w:rsid w:val="00AD2F27"/>
    <w:rsid w:val="00AD3273"/>
    <w:rsid w:val="00AD3344"/>
    <w:rsid w:val="00AD335F"/>
    <w:rsid w:val="00AD3426"/>
    <w:rsid w:val="00AD35ED"/>
    <w:rsid w:val="00AD36AE"/>
    <w:rsid w:val="00AD36E1"/>
    <w:rsid w:val="00AD37F9"/>
    <w:rsid w:val="00AD393F"/>
    <w:rsid w:val="00AD3A7A"/>
    <w:rsid w:val="00AD3C60"/>
    <w:rsid w:val="00AD3C98"/>
    <w:rsid w:val="00AD3D6F"/>
    <w:rsid w:val="00AD3E6D"/>
    <w:rsid w:val="00AD3E80"/>
    <w:rsid w:val="00AD3FD4"/>
    <w:rsid w:val="00AD405B"/>
    <w:rsid w:val="00AD407D"/>
    <w:rsid w:val="00AD4158"/>
    <w:rsid w:val="00AD4468"/>
    <w:rsid w:val="00AD480B"/>
    <w:rsid w:val="00AD4962"/>
    <w:rsid w:val="00AD4C50"/>
    <w:rsid w:val="00AD4C88"/>
    <w:rsid w:val="00AD4D20"/>
    <w:rsid w:val="00AD4F1D"/>
    <w:rsid w:val="00AD4FFF"/>
    <w:rsid w:val="00AD505F"/>
    <w:rsid w:val="00AD524D"/>
    <w:rsid w:val="00AD5546"/>
    <w:rsid w:val="00AD574D"/>
    <w:rsid w:val="00AD5B97"/>
    <w:rsid w:val="00AD5D68"/>
    <w:rsid w:val="00AD5E12"/>
    <w:rsid w:val="00AD5F63"/>
    <w:rsid w:val="00AD6041"/>
    <w:rsid w:val="00AD6319"/>
    <w:rsid w:val="00AD6501"/>
    <w:rsid w:val="00AD6588"/>
    <w:rsid w:val="00AD66DF"/>
    <w:rsid w:val="00AD676E"/>
    <w:rsid w:val="00AD6926"/>
    <w:rsid w:val="00AD6962"/>
    <w:rsid w:val="00AD699C"/>
    <w:rsid w:val="00AD6B81"/>
    <w:rsid w:val="00AD6D2B"/>
    <w:rsid w:val="00AD6F98"/>
    <w:rsid w:val="00AD73F4"/>
    <w:rsid w:val="00AD758C"/>
    <w:rsid w:val="00AE05A6"/>
    <w:rsid w:val="00AE06DF"/>
    <w:rsid w:val="00AE090D"/>
    <w:rsid w:val="00AE0AA1"/>
    <w:rsid w:val="00AE0ACC"/>
    <w:rsid w:val="00AE0B87"/>
    <w:rsid w:val="00AE0C3C"/>
    <w:rsid w:val="00AE0C90"/>
    <w:rsid w:val="00AE0D40"/>
    <w:rsid w:val="00AE0F22"/>
    <w:rsid w:val="00AE0FBA"/>
    <w:rsid w:val="00AE140D"/>
    <w:rsid w:val="00AE1683"/>
    <w:rsid w:val="00AE1736"/>
    <w:rsid w:val="00AE22C7"/>
    <w:rsid w:val="00AE231B"/>
    <w:rsid w:val="00AE23C1"/>
    <w:rsid w:val="00AE25E5"/>
    <w:rsid w:val="00AE286F"/>
    <w:rsid w:val="00AE28C6"/>
    <w:rsid w:val="00AE2DB2"/>
    <w:rsid w:val="00AE2E9F"/>
    <w:rsid w:val="00AE33FB"/>
    <w:rsid w:val="00AE340F"/>
    <w:rsid w:val="00AE344D"/>
    <w:rsid w:val="00AE357B"/>
    <w:rsid w:val="00AE3809"/>
    <w:rsid w:val="00AE387D"/>
    <w:rsid w:val="00AE3FEF"/>
    <w:rsid w:val="00AE40B5"/>
    <w:rsid w:val="00AE4222"/>
    <w:rsid w:val="00AE427C"/>
    <w:rsid w:val="00AE42C0"/>
    <w:rsid w:val="00AE4403"/>
    <w:rsid w:val="00AE4796"/>
    <w:rsid w:val="00AE4880"/>
    <w:rsid w:val="00AE48B1"/>
    <w:rsid w:val="00AE4900"/>
    <w:rsid w:val="00AE49D8"/>
    <w:rsid w:val="00AE4C2F"/>
    <w:rsid w:val="00AE4D53"/>
    <w:rsid w:val="00AE4D83"/>
    <w:rsid w:val="00AE512D"/>
    <w:rsid w:val="00AE5777"/>
    <w:rsid w:val="00AE5A70"/>
    <w:rsid w:val="00AE5B83"/>
    <w:rsid w:val="00AE5DF8"/>
    <w:rsid w:val="00AE5E00"/>
    <w:rsid w:val="00AE5FB5"/>
    <w:rsid w:val="00AE62DD"/>
    <w:rsid w:val="00AE6499"/>
    <w:rsid w:val="00AE6711"/>
    <w:rsid w:val="00AE6786"/>
    <w:rsid w:val="00AE67D8"/>
    <w:rsid w:val="00AE6852"/>
    <w:rsid w:val="00AE6B01"/>
    <w:rsid w:val="00AE6F15"/>
    <w:rsid w:val="00AE6F82"/>
    <w:rsid w:val="00AE6FE1"/>
    <w:rsid w:val="00AE70B7"/>
    <w:rsid w:val="00AE7101"/>
    <w:rsid w:val="00AE73F9"/>
    <w:rsid w:val="00AE74DA"/>
    <w:rsid w:val="00AE79D6"/>
    <w:rsid w:val="00AE79E8"/>
    <w:rsid w:val="00AE7B7D"/>
    <w:rsid w:val="00AE7BF8"/>
    <w:rsid w:val="00AE7C2B"/>
    <w:rsid w:val="00AE7CB3"/>
    <w:rsid w:val="00AE7E99"/>
    <w:rsid w:val="00AF02A6"/>
    <w:rsid w:val="00AF06C1"/>
    <w:rsid w:val="00AF07DF"/>
    <w:rsid w:val="00AF098A"/>
    <w:rsid w:val="00AF09DF"/>
    <w:rsid w:val="00AF0AC1"/>
    <w:rsid w:val="00AF0B99"/>
    <w:rsid w:val="00AF0C4D"/>
    <w:rsid w:val="00AF0CEE"/>
    <w:rsid w:val="00AF0D5C"/>
    <w:rsid w:val="00AF102B"/>
    <w:rsid w:val="00AF1187"/>
    <w:rsid w:val="00AF136E"/>
    <w:rsid w:val="00AF1C57"/>
    <w:rsid w:val="00AF1D70"/>
    <w:rsid w:val="00AF2326"/>
    <w:rsid w:val="00AF2396"/>
    <w:rsid w:val="00AF2511"/>
    <w:rsid w:val="00AF256D"/>
    <w:rsid w:val="00AF285F"/>
    <w:rsid w:val="00AF2A9B"/>
    <w:rsid w:val="00AF2D69"/>
    <w:rsid w:val="00AF2F5F"/>
    <w:rsid w:val="00AF2FAE"/>
    <w:rsid w:val="00AF2FC7"/>
    <w:rsid w:val="00AF3233"/>
    <w:rsid w:val="00AF327B"/>
    <w:rsid w:val="00AF330D"/>
    <w:rsid w:val="00AF34FB"/>
    <w:rsid w:val="00AF3524"/>
    <w:rsid w:val="00AF391C"/>
    <w:rsid w:val="00AF3DCD"/>
    <w:rsid w:val="00AF4013"/>
    <w:rsid w:val="00AF42D0"/>
    <w:rsid w:val="00AF4317"/>
    <w:rsid w:val="00AF44E7"/>
    <w:rsid w:val="00AF4699"/>
    <w:rsid w:val="00AF48B4"/>
    <w:rsid w:val="00AF4A3B"/>
    <w:rsid w:val="00AF4A8E"/>
    <w:rsid w:val="00AF4CEC"/>
    <w:rsid w:val="00AF4E64"/>
    <w:rsid w:val="00AF4F3F"/>
    <w:rsid w:val="00AF4F4D"/>
    <w:rsid w:val="00AF508E"/>
    <w:rsid w:val="00AF50E9"/>
    <w:rsid w:val="00AF528A"/>
    <w:rsid w:val="00AF59C8"/>
    <w:rsid w:val="00AF5D37"/>
    <w:rsid w:val="00AF607E"/>
    <w:rsid w:val="00AF61D4"/>
    <w:rsid w:val="00AF6281"/>
    <w:rsid w:val="00AF642B"/>
    <w:rsid w:val="00AF6433"/>
    <w:rsid w:val="00AF6716"/>
    <w:rsid w:val="00AF675F"/>
    <w:rsid w:val="00AF67F2"/>
    <w:rsid w:val="00AF6B51"/>
    <w:rsid w:val="00AF6DFF"/>
    <w:rsid w:val="00AF7029"/>
    <w:rsid w:val="00AF71C7"/>
    <w:rsid w:val="00AF7377"/>
    <w:rsid w:val="00AF7562"/>
    <w:rsid w:val="00AF7A11"/>
    <w:rsid w:val="00AF7B7A"/>
    <w:rsid w:val="00AF7C98"/>
    <w:rsid w:val="00AF7D4B"/>
    <w:rsid w:val="00AF7F70"/>
    <w:rsid w:val="00B002D1"/>
    <w:rsid w:val="00B008F1"/>
    <w:rsid w:val="00B00E52"/>
    <w:rsid w:val="00B01013"/>
    <w:rsid w:val="00B010F1"/>
    <w:rsid w:val="00B0122B"/>
    <w:rsid w:val="00B013EE"/>
    <w:rsid w:val="00B0147F"/>
    <w:rsid w:val="00B01608"/>
    <w:rsid w:val="00B01726"/>
    <w:rsid w:val="00B0179A"/>
    <w:rsid w:val="00B01837"/>
    <w:rsid w:val="00B01969"/>
    <w:rsid w:val="00B01F87"/>
    <w:rsid w:val="00B02898"/>
    <w:rsid w:val="00B02C00"/>
    <w:rsid w:val="00B02C10"/>
    <w:rsid w:val="00B02DEC"/>
    <w:rsid w:val="00B02E9A"/>
    <w:rsid w:val="00B0364D"/>
    <w:rsid w:val="00B03656"/>
    <w:rsid w:val="00B037B6"/>
    <w:rsid w:val="00B03942"/>
    <w:rsid w:val="00B03A08"/>
    <w:rsid w:val="00B03B26"/>
    <w:rsid w:val="00B03B9D"/>
    <w:rsid w:val="00B03E63"/>
    <w:rsid w:val="00B040B6"/>
    <w:rsid w:val="00B048BA"/>
    <w:rsid w:val="00B04D56"/>
    <w:rsid w:val="00B055D8"/>
    <w:rsid w:val="00B0564F"/>
    <w:rsid w:val="00B056A5"/>
    <w:rsid w:val="00B05A09"/>
    <w:rsid w:val="00B05A0D"/>
    <w:rsid w:val="00B05BEC"/>
    <w:rsid w:val="00B05C26"/>
    <w:rsid w:val="00B05FC7"/>
    <w:rsid w:val="00B064CD"/>
    <w:rsid w:val="00B06B93"/>
    <w:rsid w:val="00B06BFF"/>
    <w:rsid w:val="00B06EAC"/>
    <w:rsid w:val="00B0709D"/>
    <w:rsid w:val="00B0743B"/>
    <w:rsid w:val="00B0775A"/>
    <w:rsid w:val="00B077EF"/>
    <w:rsid w:val="00B078AB"/>
    <w:rsid w:val="00B07FEE"/>
    <w:rsid w:val="00B10282"/>
    <w:rsid w:val="00B118F6"/>
    <w:rsid w:val="00B11A7C"/>
    <w:rsid w:val="00B11F66"/>
    <w:rsid w:val="00B120CC"/>
    <w:rsid w:val="00B1219F"/>
    <w:rsid w:val="00B12CAD"/>
    <w:rsid w:val="00B12D28"/>
    <w:rsid w:val="00B12D8D"/>
    <w:rsid w:val="00B12DCC"/>
    <w:rsid w:val="00B12E69"/>
    <w:rsid w:val="00B13044"/>
    <w:rsid w:val="00B131E8"/>
    <w:rsid w:val="00B13323"/>
    <w:rsid w:val="00B134A5"/>
    <w:rsid w:val="00B1374D"/>
    <w:rsid w:val="00B13CD2"/>
    <w:rsid w:val="00B140FA"/>
    <w:rsid w:val="00B14108"/>
    <w:rsid w:val="00B14170"/>
    <w:rsid w:val="00B14186"/>
    <w:rsid w:val="00B149FA"/>
    <w:rsid w:val="00B14AE4"/>
    <w:rsid w:val="00B14B04"/>
    <w:rsid w:val="00B14B5C"/>
    <w:rsid w:val="00B14BCC"/>
    <w:rsid w:val="00B153F3"/>
    <w:rsid w:val="00B154BF"/>
    <w:rsid w:val="00B154C8"/>
    <w:rsid w:val="00B15506"/>
    <w:rsid w:val="00B15908"/>
    <w:rsid w:val="00B15964"/>
    <w:rsid w:val="00B159F6"/>
    <w:rsid w:val="00B15D69"/>
    <w:rsid w:val="00B160AE"/>
    <w:rsid w:val="00B161C0"/>
    <w:rsid w:val="00B1639E"/>
    <w:rsid w:val="00B1660E"/>
    <w:rsid w:val="00B16658"/>
    <w:rsid w:val="00B1666F"/>
    <w:rsid w:val="00B166CD"/>
    <w:rsid w:val="00B16E39"/>
    <w:rsid w:val="00B16FA3"/>
    <w:rsid w:val="00B175C5"/>
    <w:rsid w:val="00B17693"/>
    <w:rsid w:val="00B17C79"/>
    <w:rsid w:val="00B17E99"/>
    <w:rsid w:val="00B20182"/>
    <w:rsid w:val="00B202CE"/>
    <w:rsid w:val="00B2060E"/>
    <w:rsid w:val="00B20792"/>
    <w:rsid w:val="00B207D7"/>
    <w:rsid w:val="00B209C8"/>
    <w:rsid w:val="00B20A7F"/>
    <w:rsid w:val="00B20BBC"/>
    <w:rsid w:val="00B20CFF"/>
    <w:rsid w:val="00B21364"/>
    <w:rsid w:val="00B215F3"/>
    <w:rsid w:val="00B216EF"/>
    <w:rsid w:val="00B2178F"/>
    <w:rsid w:val="00B2195A"/>
    <w:rsid w:val="00B219AD"/>
    <w:rsid w:val="00B21A8F"/>
    <w:rsid w:val="00B21C77"/>
    <w:rsid w:val="00B21F35"/>
    <w:rsid w:val="00B21F8B"/>
    <w:rsid w:val="00B220C5"/>
    <w:rsid w:val="00B22173"/>
    <w:rsid w:val="00B22249"/>
    <w:rsid w:val="00B22660"/>
    <w:rsid w:val="00B227F7"/>
    <w:rsid w:val="00B23004"/>
    <w:rsid w:val="00B2324F"/>
    <w:rsid w:val="00B234F8"/>
    <w:rsid w:val="00B23A21"/>
    <w:rsid w:val="00B23A4C"/>
    <w:rsid w:val="00B23ACF"/>
    <w:rsid w:val="00B23CE4"/>
    <w:rsid w:val="00B23F67"/>
    <w:rsid w:val="00B2417B"/>
    <w:rsid w:val="00B24189"/>
    <w:rsid w:val="00B242DF"/>
    <w:rsid w:val="00B2431D"/>
    <w:rsid w:val="00B24566"/>
    <w:rsid w:val="00B245FB"/>
    <w:rsid w:val="00B246BA"/>
    <w:rsid w:val="00B246C2"/>
    <w:rsid w:val="00B24730"/>
    <w:rsid w:val="00B249E9"/>
    <w:rsid w:val="00B24C7B"/>
    <w:rsid w:val="00B24D91"/>
    <w:rsid w:val="00B24DE4"/>
    <w:rsid w:val="00B24F52"/>
    <w:rsid w:val="00B2525A"/>
    <w:rsid w:val="00B25ACB"/>
    <w:rsid w:val="00B25DC6"/>
    <w:rsid w:val="00B25E26"/>
    <w:rsid w:val="00B2626F"/>
    <w:rsid w:val="00B2661F"/>
    <w:rsid w:val="00B268E3"/>
    <w:rsid w:val="00B26C34"/>
    <w:rsid w:val="00B26F0E"/>
    <w:rsid w:val="00B274FF"/>
    <w:rsid w:val="00B275C2"/>
    <w:rsid w:val="00B277A9"/>
    <w:rsid w:val="00B2789D"/>
    <w:rsid w:val="00B27A52"/>
    <w:rsid w:val="00B302A4"/>
    <w:rsid w:val="00B30318"/>
    <w:rsid w:val="00B30504"/>
    <w:rsid w:val="00B30541"/>
    <w:rsid w:val="00B30639"/>
    <w:rsid w:val="00B306CA"/>
    <w:rsid w:val="00B30744"/>
    <w:rsid w:val="00B3084D"/>
    <w:rsid w:val="00B31085"/>
    <w:rsid w:val="00B3110B"/>
    <w:rsid w:val="00B3177B"/>
    <w:rsid w:val="00B31AB2"/>
    <w:rsid w:val="00B31BD3"/>
    <w:rsid w:val="00B32107"/>
    <w:rsid w:val="00B3225B"/>
    <w:rsid w:val="00B328E3"/>
    <w:rsid w:val="00B32C08"/>
    <w:rsid w:val="00B32F71"/>
    <w:rsid w:val="00B3338D"/>
    <w:rsid w:val="00B337A0"/>
    <w:rsid w:val="00B337B9"/>
    <w:rsid w:val="00B33C34"/>
    <w:rsid w:val="00B33EA8"/>
    <w:rsid w:val="00B34026"/>
    <w:rsid w:val="00B341F8"/>
    <w:rsid w:val="00B3441B"/>
    <w:rsid w:val="00B344E4"/>
    <w:rsid w:val="00B3490B"/>
    <w:rsid w:val="00B34C99"/>
    <w:rsid w:val="00B34D3A"/>
    <w:rsid w:val="00B35089"/>
    <w:rsid w:val="00B3527A"/>
    <w:rsid w:val="00B3538A"/>
    <w:rsid w:val="00B35419"/>
    <w:rsid w:val="00B3557A"/>
    <w:rsid w:val="00B356E5"/>
    <w:rsid w:val="00B3571F"/>
    <w:rsid w:val="00B35789"/>
    <w:rsid w:val="00B35802"/>
    <w:rsid w:val="00B35A12"/>
    <w:rsid w:val="00B35F86"/>
    <w:rsid w:val="00B36271"/>
    <w:rsid w:val="00B3645F"/>
    <w:rsid w:val="00B364B9"/>
    <w:rsid w:val="00B36E6C"/>
    <w:rsid w:val="00B36E7D"/>
    <w:rsid w:val="00B371F6"/>
    <w:rsid w:val="00B37694"/>
    <w:rsid w:val="00B376E3"/>
    <w:rsid w:val="00B401E9"/>
    <w:rsid w:val="00B4030C"/>
    <w:rsid w:val="00B40663"/>
    <w:rsid w:val="00B40B1F"/>
    <w:rsid w:val="00B40B28"/>
    <w:rsid w:val="00B40F51"/>
    <w:rsid w:val="00B410C3"/>
    <w:rsid w:val="00B4119D"/>
    <w:rsid w:val="00B41256"/>
    <w:rsid w:val="00B4165A"/>
    <w:rsid w:val="00B41900"/>
    <w:rsid w:val="00B4190C"/>
    <w:rsid w:val="00B41B2C"/>
    <w:rsid w:val="00B421E5"/>
    <w:rsid w:val="00B422B5"/>
    <w:rsid w:val="00B424C4"/>
    <w:rsid w:val="00B424D0"/>
    <w:rsid w:val="00B42509"/>
    <w:rsid w:val="00B4251E"/>
    <w:rsid w:val="00B42634"/>
    <w:rsid w:val="00B4269A"/>
    <w:rsid w:val="00B4271B"/>
    <w:rsid w:val="00B429DE"/>
    <w:rsid w:val="00B42AF3"/>
    <w:rsid w:val="00B4317E"/>
    <w:rsid w:val="00B434D2"/>
    <w:rsid w:val="00B43619"/>
    <w:rsid w:val="00B4365F"/>
    <w:rsid w:val="00B4383E"/>
    <w:rsid w:val="00B43898"/>
    <w:rsid w:val="00B43A67"/>
    <w:rsid w:val="00B43E6F"/>
    <w:rsid w:val="00B4453A"/>
    <w:rsid w:val="00B446E2"/>
    <w:rsid w:val="00B446F6"/>
    <w:rsid w:val="00B44840"/>
    <w:rsid w:val="00B44913"/>
    <w:rsid w:val="00B44A1F"/>
    <w:rsid w:val="00B451C8"/>
    <w:rsid w:val="00B45428"/>
    <w:rsid w:val="00B45564"/>
    <w:rsid w:val="00B4575A"/>
    <w:rsid w:val="00B45B1C"/>
    <w:rsid w:val="00B45CB9"/>
    <w:rsid w:val="00B45CEC"/>
    <w:rsid w:val="00B45DBA"/>
    <w:rsid w:val="00B45DFF"/>
    <w:rsid w:val="00B45E58"/>
    <w:rsid w:val="00B4604A"/>
    <w:rsid w:val="00B46387"/>
    <w:rsid w:val="00B465FB"/>
    <w:rsid w:val="00B4672D"/>
    <w:rsid w:val="00B46E78"/>
    <w:rsid w:val="00B47065"/>
    <w:rsid w:val="00B4725D"/>
    <w:rsid w:val="00B47276"/>
    <w:rsid w:val="00B473FD"/>
    <w:rsid w:val="00B47485"/>
    <w:rsid w:val="00B47551"/>
    <w:rsid w:val="00B478C3"/>
    <w:rsid w:val="00B478D7"/>
    <w:rsid w:val="00B479F9"/>
    <w:rsid w:val="00B47A31"/>
    <w:rsid w:val="00B47A8B"/>
    <w:rsid w:val="00B47CEF"/>
    <w:rsid w:val="00B47FE7"/>
    <w:rsid w:val="00B50FCE"/>
    <w:rsid w:val="00B51152"/>
    <w:rsid w:val="00B51420"/>
    <w:rsid w:val="00B5187E"/>
    <w:rsid w:val="00B51C34"/>
    <w:rsid w:val="00B51D9C"/>
    <w:rsid w:val="00B5204D"/>
    <w:rsid w:val="00B52437"/>
    <w:rsid w:val="00B527EB"/>
    <w:rsid w:val="00B5296A"/>
    <w:rsid w:val="00B529B2"/>
    <w:rsid w:val="00B52BB7"/>
    <w:rsid w:val="00B530B8"/>
    <w:rsid w:val="00B53238"/>
    <w:rsid w:val="00B53324"/>
    <w:rsid w:val="00B5347E"/>
    <w:rsid w:val="00B535FA"/>
    <w:rsid w:val="00B53AEC"/>
    <w:rsid w:val="00B53BA0"/>
    <w:rsid w:val="00B53C52"/>
    <w:rsid w:val="00B53D74"/>
    <w:rsid w:val="00B53E64"/>
    <w:rsid w:val="00B53F25"/>
    <w:rsid w:val="00B5436A"/>
    <w:rsid w:val="00B54728"/>
    <w:rsid w:val="00B54911"/>
    <w:rsid w:val="00B54965"/>
    <w:rsid w:val="00B54D74"/>
    <w:rsid w:val="00B54F99"/>
    <w:rsid w:val="00B550D1"/>
    <w:rsid w:val="00B551DB"/>
    <w:rsid w:val="00B55215"/>
    <w:rsid w:val="00B553E4"/>
    <w:rsid w:val="00B5576B"/>
    <w:rsid w:val="00B55D79"/>
    <w:rsid w:val="00B55DE9"/>
    <w:rsid w:val="00B55F22"/>
    <w:rsid w:val="00B55F53"/>
    <w:rsid w:val="00B56224"/>
    <w:rsid w:val="00B56240"/>
    <w:rsid w:val="00B5633D"/>
    <w:rsid w:val="00B566BE"/>
    <w:rsid w:val="00B56798"/>
    <w:rsid w:val="00B56AEE"/>
    <w:rsid w:val="00B56BAC"/>
    <w:rsid w:val="00B56E00"/>
    <w:rsid w:val="00B56F9B"/>
    <w:rsid w:val="00B57075"/>
    <w:rsid w:val="00B57258"/>
    <w:rsid w:val="00B573C1"/>
    <w:rsid w:val="00B57668"/>
    <w:rsid w:val="00B5778D"/>
    <w:rsid w:val="00B5784A"/>
    <w:rsid w:val="00B57902"/>
    <w:rsid w:val="00B579DC"/>
    <w:rsid w:val="00B57DFE"/>
    <w:rsid w:val="00B57E77"/>
    <w:rsid w:val="00B57E92"/>
    <w:rsid w:val="00B57EF5"/>
    <w:rsid w:val="00B60005"/>
    <w:rsid w:val="00B60166"/>
    <w:rsid w:val="00B601AA"/>
    <w:rsid w:val="00B6060A"/>
    <w:rsid w:val="00B60A9A"/>
    <w:rsid w:val="00B61A6D"/>
    <w:rsid w:val="00B61BFF"/>
    <w:rsid w:val="00B61CA1"/>
    <w:rsid w:val="00B61CDC"/>
    <w:rsid w:val="00B61D00"/>
    <w:rsid w:val="00B61FDC"/>
    <w:rsid w:val="00B62182"/>
    <w:rsid w:val="00B6269D"/>
    <w:rsid w:val="00B62798"/>
    <w:rsid w:val="00B62A84"/>
    <w:rsid w:val="00B63016"/>
    <w:rsid w:val="00B6305E"/>
    <w:rsid w:val="00B632AB"/>
    <w:rsid w:val="00B6336D"/>
    <w:rsid w:val="00B63838"/>
    <w:rsid w:val="00B638C9"/>
    <w:rsid w:val="00B638E4"/>
    <w:rsid w:val="00B63D8F"/>
    <w:rsid w:val="00B63EA1"/>
    <w:rsid w:val="00B6408A"/>
    <w:rsid w:val="00B642A8"/>
    <w:rsid w:val="00B6486A"/>
    <w:rsid w:val="00B648AF"/>
    <w:rsid w:val="00B64DE4"/>
    <w:rsid w:val="00B650E6"/>
    <w:rsid w:val="00B65347"/>
    <w:rsid w:val="00B65681"/>
    <w:rsid w:val="00B65B6F"/>
    <w:rsid w:val="00B65C6B"/>
    <w:rsid w:val="00B65F44"/>
    <w:rsid w:val="00B65FFB"/>
    <w:rsid w:val="00B660CD"/>
    <w:rsid w:val="00B663AA"/>
    <w:rsid w:val="00B6647F"/>
    <w:rsid w:val="00B66C7C"/>
    <w:rsid w:val="00B66C84"/>
    <w:rsid w:val="00B66CEB"/>
    <w:rsid w:val="00B66D0F"/>
    <w:rsid w:val="00B66D35"/>
    <w:rsid w:val="00B67194"/>
    <w:rsid w:val="00B672DC"/>
    <w:rsid w:val="00B677AE"/>
    <w:rsid w:val="00B6788B"/>
    <w:rsid w:val="00B67AAF"/>
    <w:rsid w:val="00B67EEF"/>
    <w:rsid w:val="00B7031C"/>
    <w:rsid w:val="00B705CC"/>
    <w:rsid w:val="00B70672"/>
    <w:rsid w:val="00B7078B"/>
    <w:rsid w:val="00B70ADC"/>
    <w:rsid w:val="00B70AEA"/>
    <w:rsid w:val="00B70C1D"/>
    <w:rsid w:val="00B711F7"/>
    <w:rsid w:val="00B71353"/>
    <w:rsid w:val="00B713E1"/>
    <w:rsid w:val="00B714F4"/>
    <w:rsid w:val="00B71508"/>
    <w:rsid w:val="00B71521"/>
    <w:rsid w:val="00B71666"/>
    <w:rsid w:val="00B718B0"/>
    <w:rsid w:val="00B718BF"/>
    <w:rsid w:val="00B71985"/>
    <w:rsid w:val="00B719D3"/>
    <w:rsid w:val="00B71C8B"/>
    <w:rsid w:val="00B71F00"/>
    <w:rsid w:val="00B72016"/>
    <w:rsid w:val="00B722A8"/>
    <w:rsid w:val="00B723E2"/>
    <w:rsid w:val="00B727C1"/>
    <w:rsid w:val="00B72D84"/>
    <w:rsid w:val="00B73201"/>
    <w:rsid w:val="00B7321B"/>
    <w:rsid w:val="00B734C3"/>
    <w:rsid w:val="00B73534"/>
    <w:rsid w:val="00B735BA"/>
    <w:rsid w:val="00B737A4"/>
    <w:rsid w:val="00B737C6"/>
    <w:rsid w:val="00B73BD1"/>
    <w:rsid w:val="00B7427B"/>
    <w:rsid w:val="00B74458"/>
    <w:rsid w:val="00B748A8"/>
    <w:rsid w:val="00B74F68"/>
    <w:rsid w:val="00B751B2"/>
    <w:rsid w:val="00B7524D"/>
    <w:rsid w:val="00B7553E"/>
    <w:rsid w:val="00B75644"/>
    <w:rsid w:val="00B7588E"/>
    <w:rsid w:val="00B75CD4"/>
    <w:rsid w:val="00B75D78"/>
    <w:rsid w:val="00B76626"/>
    <w:rsid w:val="00B7676A"/>
    <w:rsid w:val="00B76893"/>
    <w:rsid w:val="00B76A36"/>
    <w:rsid w:val="00B76B09"/>
    <w:rsid w:val="00B76C1F"/>
    <w:rsid w:val="00B76E2D"/>
    <w:rsid w:val="00B76F0C"/>
    <w:rsid w:val="00B77248"/>
    <w:rsid w:val="00B773B3"/>
    <w:rsid w:val="00B777C0"/>
    <w:rsid w:val="00B7793C"/>
    <w:rsid w:val="00B779C0"/>
    <w:rsid w:val="00B77AEB"/>
    <w:rsid w:val="00B77CED"/>
    <w:rsid w:val="00B8015A"/>
    <w:rsid w:val="00B801EF"/>
    <w:rsid w:val="00B80324"/>
    <w:rsid w:val="00B80328"/>
    <w:rsid w:val="00B80350"/>
    <w:rsid w:val="00B80572"/>
    <w:rsid w:val="00B80706"/>
    <w:rsid w:val="00B8083B"/>
    <w:rsid w:val="00B80D44"/>
    <w:rsid w:val="00B81025"/>
    <w:rsid w:val="00B81429"/>
    <w:rsid w:val="00B81680"/>
    <w:rsid w:val="00B8180A"/>
    <w:rsid w:val="00B81869"/>
    <w:rsid w:val="00B81877"/>
    <w:rsid w:val="00B81B7C"/>
    <w:rsid w:val="00B81BA6"/>
    <w:rsid w:val="00B81BD1"/>
    <w:rsid w:val="00B81BDA"/>
    <w:rsid w:val="00B81D03"/>
    <w:rsid w:val="00B81D90"/>
    <w:rsid w:val="00B82ADC"/>
    <w:rsid w:val="00B82BBA"/>
    <w:rsid w:val="00B82F0E"/>
    <w:rsid w:val="00B82F8D"/>
    <w:rsid w:val="00B83063"/>
    <w:rsid w:val="00B83079"/>
    <w:rsid w:val="00B831FB"/>
    <w:rsid w:val="00B839D5"/>
    <w:rsid w:val="00B83C1D"/>
    <w:rsid w:val="00B83E5D"/>
    <w:rsid w:val="00B83F39"/>
    <w:rsid w:val="00B84122"/>
    <w:rsid w:val="00B84265"/>
    <w:rsid w:val="00B8437B"/>
    <w:rsid w:val="00B843E3"/>
    <w:rsid w:val="00B84421"/>
    <w:rsid w:val="00B847BC"/>
    <w:rsid w:val="00B849A4"/>
    <w:rsid w:val="00B84CA6"/>
    <w:rsid w:val="00B84D22"/>
    <w:rsid w:val="00B84E8C"/>
    <w:rsid w:val="00B84E92"/>
    <w:rsid w:val="00B84F47"/>
    <w:rsid w:val="00B84F58"/>
    <w:rsid w:val="00B84FAD"/>
    <w:rsid w:val="00B84FD7"/>
    <w:rsid w:val="00B84FEE"/>
    <w:rsid w:val="00B852BD"/>
    <w:rsid w:val="00B858F4"/>
    <w:rsid w:val="00B85992"/>
    <w:rsid w:val="00B85AAA"/>
    <w:rsid w:val="00B85C33"/>
    <w:rsid w:val="00B85C6A"/>
    <w:rsid w:val="00B85C6B"/>
    <w:rsid w:val="00B85D6E"/>
    <w:rsid w:val="00B85E3E"/>
    <w:rsid w:val="00B86085"/>
    <w:rsid w:val="00B860DB"/>
    <w:rsid w:val="00B86310"/>
    <w:rsid w:val="00B865A1"/>
    <w:rsid w:val="00B86704"/>
    <w:rsid w:val="00B86747"/>
    <w:rsid w:val="00B86B0E"/>
    <w:rsid w:val="00B86BED"/>
    <w:rsid w:val="00B86C5C"/>
    <w:rsid w:val="00B86DD3"/>
    <w:rsid w:val="00B86EAA"/>
    <w:rsid w:val="00B86EF5"/>
    <w:rsid w:val="00B87417"/>
    <w:rsid w:val="00B87428"/>
    <w:rsid w:val="00B875C8"/>
    <w:rsid w:val="00B877B7"/>
    <w:rsid w:val="00B87986"/>
    <w:rsid w:val="00B8798F"/>
    <w:rsid w:val="00B87A5E"/>
    <w:rsid w:val="00B90103"/>
    <w:rsid w:val="00B903D9"/>
    <w:rsid w:val="00B9058D"/>
    <w:rsid w:val="00B9073B"/>
    <w:rsid w:val="00B907DF"/>
    <w:rsid w:val="00B9083E"/>
    <w:rsid w:val="00B908FB"/>
    <w:rsid w:val="00B90A44"/>
    <w:rsid w:val="00B90AE9"/>
    <w:rsid w:val="00B90C30"/>
    <w:rsid w:val="00B90F69"/>
    <w:rsid w:val="00B914EE"/>
    <w:rsid w:val="00B915B2"/>
    <w:rsid w:val="00B91649"/>
    <w:rsid w:val="00B916F3"/>
    <w:rsid w:val="00B91B55"/>
    <w:rsid w:val="00B91E5C"/>
    <w:rsid w:val="00B91F86"/>
    <w:rsid w:val="00B91FEF"/>
    <w:rsid w:val="00B92401"/>
    <w:rsid w:val="00B92658"/>
    <w:rsid w:val="00B9267D"/>
    <w:rsid w:val="00B92BEA"/>
    <w:rsid w:val="00B92D4C"/>
    <w:rsid w:val="00B92EC9"/>
    <w:rsid w:val="00B9316F"/>
    <w:rsid w:val="00B935B9"/>
    <w:rsid w:val="00B935FC"/>
    <w:rsid w:val="00B93616"/>
    <w:rsid w:val="00B93D72"/>
    <w:rsid w:val="00B94540"/>
    <w:rsid w:val="00B94693"/>
    <w:rsid w:val="00B94BA2"/>
    <w:rsid w:val="00B94D65"/>
    <w:rsid w:val="00B94EC0"/>
    <w:rsid w:val="00B94EEF"/>
    <w:rsid w:val="00B95437"/>
    <w:rsid w:val="00B9556D"/>
    <w:rsid w:val="00B9577A"/>
    <w:rsid w:val="00B95ACD"/>
    <w:rsid w:val="00B95B58"/>
    <w:rsid w:val="00B95C8E"/>
    <w:rsid w:val="00B95F43"/>
    <w:rsid w:val="00B960E6"/>
    <w:rsid w:val="00B9644D"/>
    <w:rsid w:val="00B965DC"/>
    <w:rsid w:val="00B967F6"/>
    <w:rsid w:val="00B9693F"/>
    <w:rsid w:val="00B96C62"/>
    <w:rsid w:val="00B96F72"/>
    <w:rsid w:val="00B97386"/>
    <w:rsid w:val="00B9746E"/>
    <w:rsid w:val="00B97BEE"/>
    <w:rsid w:val="00B97D7C"/>
    <w:rsid w:val="00BA00AA"/>
    <w:rsid w:val="00BA00B2"/>
    <w:rsid w:val="00BA0130"/>
    <w:rsid w:val="00BA0262"/>
    <w:rsid w:val="00BA0436"/>
    <w:rsid w:val="00BA0448"/>
    <w:rsid w:val="00BA04AF"/>
    <w:rsid w:val="00BA05A2"/>
    <w:rsid w:val="00BA0728"/>
    <w:rsid w:val="00BA092A"/>
    <w:rsid w:val="00BA0DD4"/>
    <w:rsid w:val="00BA10E2"/>
    <w:rsid w:val="00BA111E"/>
    <w:rsid w:val="00BA1168"/>
    <w:rsid w:val="00BA1210"/>
    <w:rsid w:val="00BA1227"/>
    <w:rsid w:val="00BA1445"/>
    <w:rsid w:val="00BA14C7"/>
    <w:rsid w:val="00BA17A5"/>
    <w:rsid w:val="00BA1B6D"/>
    <w:rsid w:val="00BA1C6C"/>
    <w:rsid w:val="00BA1E1B"/>
    <w:rsid w:val="00BA210B"/>
    <w:rsid w:val="00BA225C"/>
    <w:rsid w:val="00BA229A"/>
    <w:rsid w:val="00BA2509"/>
    <w:rsid w:val="00BA28DD"/>
    <w:rsid w:val="00BA2932"/>
    <w:rsid w:val="00BA2A36"/>
    <w:rsid w:val="00BA2ACC"/>
    <w:rsid w:val="00BA2CA0"/>
    <w:rsid w:val="00BA2D9B"/>
    <w:rsid w:val="00BA2F35"/>
    <w:rsid w:val="00BA30C4"/>
    <w:rsid w:val="00BA31A9"/>
    <w:rsid w:val="00BA32AD"/>
    <w:rsid w:val="00BA34CE"/>
    <w:rsid w:val="00BA35EE"/>
    <w:rsid w:val="00BA371E"/>
    <w:rsid w:val="00BA3B75"/>
    <w:rsid w:val="00BA3D58"/>
    <w:rsid w:val="00BA3E6F"/>
    <w:rsid w:val="00BA3EF1"/>
    <w:rsid w:val="00BA4139"/>
    <w:rsid w:val="00BA44A5"/>
    <w:rsid w:val="00BA4B7B"/>
    <w:rsid w:val="00BA4D77"/>
    <w:rsid w:val="00BA4E99"/>
    <w:rsid w:val="00BA4F5D"/>
    <w:rsid w:val="00BA5088"/>
    <w:rsid w:val="00BA55FF"/>
    <w:rsid w:val="00BA57B6"/>
    <w:rsid w:val="00BA57E9"/>
    <w:rsid w:val="00BA5852"/>
    <w:rsid w:val="00BA5892"/>
    <w:rsid w:val="00BA5AE4"/>
    <w:rsid w:val="00BA5E7B"/>
    <w:rsid w:val="00BA5EC5"/>
    <w:rsid w:val="00BA5F18"/>
    <w:rsid w:val="00BA606D"/>
    <w:rsid w:val="00BA6102"/>
    <w:rsid w:val="00BA61CA"/>
    <w:rsid w:val="00BA622E"/>
    <w:rsid w:val="00BA62A4"/>
    <w:rsid w:val="00BA6452"/>
    <w:rsid w:val="00BA6574"/>
    <w:rsid w:val="00BA684D"/>
    <w:rsid w:val="00BA68D1"/>
    <w:rsid w:val="00BA69FA"/>
    <w:rsid w:val="00BA6AD2"/>
    <w:rsid w:val="00BA6CAD"/>
    <w:rsid w:val="00BA7176"/>
    <w:rsid w:val="00BA7638"/>
    <w:rsid w:val="00BA7C6A"/>
    <w:rsid w:val="00BB00FF"/>
    <w:rsid w:val="00BB025A"/>
    <w:rsid w:val="00BB0384"/>
    <w:rsid w:val="00BB0510"/>
    <w:rsid w:val="00BB063B"/>
    <w:rsid w:val="00BB0D6A"/>
    <w:rsid w:val="00BB0E2E"/>
    <w:rsid w:val="00BB0EA7"/>
    <w:rsid w:val="00BB1340"/>
    <w:rsid w:val="00BB144C"/>
    <w:rsid w:val="00BB1C09"/>
    <w:rsid w:val="00BB1C62"/>
    <w:rsid w:val="00BB1DEB"/>
    <w:rsid w:val="00BB1E6E"/>
    <w:rsid w:val="00BB1EC3"/>
    <w:rsid w:val="00BB224A"/>
    <w:rsid w:val="00BB23C1"/>
    <w:rsid w:val="00BB245A"/>
    <w:rsid w:val="00BB2578"/>
    <w:rsid w:val="00BB26CF"/>
    <w:rsid w:val="00BB276A"/>
    <w:rsid w:val="00BB30CE"/>
    <w:rsid w:val="00BB331F"/>
    <w:rsid w:val="00BB33A3"/>
    <w:rsid w:val="00BB3598"/>
    <w:rsid w:val="00BB3629"/>
    <w:rsid w:val="00BB391F"/>
    <w:rsid w:val="00BB3A02"/>
    <w:rsid w:val="00BB3B88"/>
    <w:rsid w:val="00BB3D5C"/>
    <w:rsid w:val="00BB3DF4"/>
    <w:rsid w:val="00BB3F0F"/>
    <w:rsid w:val="00BB4514"/>
    <w:rsid w:val="00BB4525"/>
    <w:rsid w:val="00BB4989"/>
    <w:rsid w:val="00BB4C79"/>
    <w:rsid w:val="00BB4FB8"/>
    <w:rsid w:val="00BB5118"/>
    <w:rsid w:val="00BB51AD"/>
    <w:rsid w:val="00BB563B"/>
    <w:rsid w:val="00BB5839"/>
    <w:rsid w:val="00BB58D1"/>
    <w:rsid w:val="00BB5917"/>
    <w:rsid w:val="00BB59D1"/>
    <w:rsid w:val="00BB5F06"/>
    <w:rsid w:val="00BB6337"/>
    <w:rsid w:val="00BB64A5"/>
    <w:rsid w:val="00BB684C"/>
    <w:rsid w:val="00BB6A52"/>
    <w:rsid w:val="00BB6BA8"/>
    <w:rsid w:val="00BB70CD"/>
    <w:rsid w:val="00BB71DC"/>
    <w:rsid w:val="00BB723F"/>
    <w:rsid w:val="00BB7714"/>
    <w:rsid w:val="00BB7730"/>
    <w:rsid w:val="00BB7A0F"/>
    <w:rsid w:val="00BB7AF2"/>
    <w:rsid w:val="00BB7B2A"/>
    <w:rsid w:val="00BB7BBF"/>
    <w:rsid w:val="00BB7C59"/>
    <w:rsid w:val="00BB7D07"/>
    <w:rsid w:val="00BB7E80"/>
    <w:rsid w:val="00BC01B5"/>
    <w:rsid w:val="00BC02C2"/>
    <w:rsid w:val="00BC0341"/>
    <w:rsid w:val="00BC03CF"/>
    <w:rsid w:val="00BC067D"/>
    <w:rsid w:val="00BC0754"/>
    <w:rsid w:val="00BC0775"/>
    <w:rsid w:val="00BC07E0"/>
    <w:rsid w:val="00BC0812"/>
    <w:rsid w:val="00BC0891"/>
    <w:rsid w:val="00BC0B91"/>
    <w:rsid w:val="00BC0BFD"/>
    <w:rsid w:val="00BC0C7E"/>
    <w:rsid w:val="00BC0CB0"/>
    <w:rsid w:val="00BC0E7E"/>
    <w:rsid w:val="00BC0EDC"/>
    <w:rsid w:val="00BC101A"/>
    <w:rsid w:val="00BC1043"/>
    <w:rsid w:val="00BC13A0"/>
    <w:rsid w:val="00BC14EF"/>
    <w:rsid w:val="00BC197A"/>
    <w:rsid w:val="00BC1C99"/>
    <w:rsid w:val="00BC1E6A"/>
    <w:rsid w:val="00BC213E"/>
    <w:rsid w:val="00BC2934"/>
    <w:rsid w:val="00BC2A3C"/>
    <w:rsid w:val="00BC30E2"/>
    <w:rsid w:val="00BC3104"/>
    <w:rsid w:val="00BC31A6"/>
    <w:rsid w:val="00BC3286"/>
    <w:rsid w:val="00BC3308"/>
    <w:rsid w:val="00BC337A"/>
    <w:rsid w:val="00BC37E4"/>
    <w:rsid w:val="00BC3B68"/>
    <w:rsid w:val="00BC3EA2"/>
    <w:rsid w:val="00BC40F4"/>
    <w:rsid w:val="00BC4102"/>
    <w:rsid w:val="00BC413C"/>
    <w:rsid w:val="00BC420E"/>
    <w:rsid w:val="00BC423F"/>
    <w:rsid w:val="00BC4503"/>
    <w:rsid w:val="00BC4671"/>
    <w:rsid w:val="00BC467E"/>
    <w:rsid w:val="00BC4767"/>
    <w:rsid w:val="00BC4833"/>
    <w:rsid w:val="00BC4ADD"/>
    <w:rsid w:val="00BC4B39"/>
    <w:rsid w:val="00BC4BB8"/>
    <w:rsid w:val="00BC4BC6"/>
    <w:rsid w:val="00BC4DC5"/>
    <w:rsid w:val="00BC5003"/>
    <w:rsid w:val="00BC5118"/>
    <w:rsid w:val="00BC51BB"/>
    <w:rsid w:val="00BC5686"/>
    <w:rsid w:val="00BC570B"/>
    <w:rsid w:val="00BC5897"/>
    <w:rsid w:val="00BC5B7C"/>
    <w:rsid w:val="00BC5E32"/>
    <w:rsid w:val="00BC622B"/>
    <w:rsid w:val="00BC683D"/>
    <w:rsid w:val="00BC6884"/>
    <w:rsid w:val="00BC6906"/>
    <w:rsid w:val="00BC6961"/>
    <w:rsid w:val="00BC6A63"/>
    <w:rsid w:val="00BC6BCC"/>
    <w:rsid w:val="00BC6D0C"/>
    <w:rsid w:val="00BC6E44"/>
    <w:rsid w:val="00BC7200"/>
    <w:rsid w:val="00BC7420"/>
    <w:rsid w:val="00BC753B"/>
    <w:rsid w:val="00BC7589"/>
    <w:rsid w:val="00BC776B"/>
    <w:rsid w:val="00BC77DB"/>
    <w:rsid w:val="00BC77EE"/>
    <w:rsid w:val="00BC7914"/>
    <w:rsid w:val="00BC7929"/>
    <w:rsid w:val="00BC794C"/>
    <w:rsid w:val="00BC7B6E"/>
    <w:rsid w:val="00BC7EDA"/>
    <w:rsid w:val="00BD00A6"/>
    <w:rsid w:val="00BD0372"/>
    <w:rsid w:val="00BD0721"/>
    <w:rsid w:val="00BD0AEA"/>
    <w:rsid w:val="00BD0BEC"/>
    <w:rsid w:val="00BD0CFB"/>
    <w:rsid w:val="00BD1139"/>
    <w:rsid w:val="00BD15D9"/>
    <w:rsid w:val="00BD1831"/>
    <w:rsid w:val="00BD1B4B"/>
    <w:rsid w:val="00BD1D0A"/>
    <w:rsid w:val="00BD1E99"/>
    <w:rsid w:val="00BD1EFB"/>
    <w:rsid w:val="00BD21D3"/>
    <w:rsid w:val="00BD21D7"/>
    <w:rsid w:val="00BD2DF7"/>
    <w:rsid w:val="00BD2EC7"/>
    <w:rsid w:val="00BD308A"/>
    <w:rsid w:val="00BD31E9"/>
    <w:rsid w:val="00BD32FC"/>
    <w:rsid w:val="00BD34CB"/>
    <w:rsid w:val="00BD3965"/>
    <w:rsid w:val="00BD398E"/>
    <w:rsid w:val="00BD3E0A"/>
    <w:rsid w:val="00BD3FC9"/>
    <w:rsid w:val="00BD47EB"/>
    <w:rsid w:val="00BD4F05"/>
    <w:rsid w:val="00BD5212"/>
    <w:rsid w:val="00BD5234"/>
    <w:rsid w:val="00BD55F9"/>
    <w:rsid w:val="00BD5601"/>
    <w:rsid w:val="00BD56F0"/>
    <w:rsid w:val="00BD5766"/>
    <w:rsid w:val="00BD5BB8"/>
    <w:rsid w:val="00BD5C95"/>
    <w:rsid w:val="00BD5CF4"/>
    <w:rsid w:val="00BD5D22"/>
    <w:rsid w:val="00BD5DFC"/>
    <w:rsid w:val="00BD6187"/>
    <w:rsid w:val="00BD6365"/>
    <w:rsid w:val="00BD638A"/>
    <w:rsid w:val="00BD6574"/>
    <w:rsid w:val="00BD6A81"/>
    <w:rsid w:val="00BD6AF3"/>
    <w:rsid w:val="00BD6D24"/>
    <w:rsid w:val="00BD6F49"/>
    <w:rsid w:val="00BD7051"/>
    <w:rsid w:val="00BD71A0"/>
    <w:rsid w:val="00BD71BF"/>
    <w:rsid w:val="00BD76AA"/>
    <w:rsid w:val="00BD78F2"/>
    <w:rsid w:val="00BD7A22"/>
    <w:rsid w:val="00BD7C68"/>
    <w:rsid w:val="00BD7FF1"/>
    <w:rsid w:val="00BE00F6"/>
    <w:rsid w:val="00BE04F3"/>
    <w:rsid w:val="00BE0566"/>
    <w:rsid w:val="00BE05F8"/>
    <w:rsid w:val="00BE0774"/>
    <w:rsid w:val="00BE0933"/>
    <w:rsid w:val="00BE0A5B"/>
    <w:rsid w:val="00BE0CA8"/>
    <w:rsid w:val="00BE1018"/>
    <w:rsid w:val="00BE119D"/>
    <w:rsid w:val="00BE1A15"/>
    <w:rsid w:val="00BE1A8F"/>
    <w:rsid w:val="00BE1C9E"/>
    <w:rsid w:val="00BE1D6B"/>
    <w:rsid w:val="00BE1F21"/>
    <w:rsid w:val="00BE213A"/>
    <w:rsid w:val="00BE2495"/>
    <w:rsid w:val="00BE2718"/>
    <w:rsid w:val="00BE274C"/>
    <w:rsid w:val="00BE36D6"/>
    <w:rsid w:val="00BE3853"/>
    <w:rsid w:val="00BE3B3B"/>
    <w:rsid w:val="00BE3C1B"/>
    <w:rsid w:val="00BE3E81"/>
    <w:rsid w:val="00BE3F5E"/>
    <w:rsid w:val="00BE41E9"/>
    <w:rsid w:val="00BE423F"/>
    <w:rsid w:val="00BE42FA"/>
    <w:rsid w:val="00BE43D1"/>
    <w:rsid w:val="00BE4457"/>
    <w:rsid w:val="00BE4829"/>
    <w:rsid w:val="00BE4ADD"/>
    <w:rsid w:val="00BE4B69"/>
    <w:rsid w:val="00BE4F94"/>
    <w:rsid w:val="00BE5099"/>
    <w:rsid w:val="00BE50B0"/>
    <w:rsid w:val="00BE568C"/>
    <w:rsid w:val="00BE571B"/>
    <w:rsid w:val="00BE5925"/>
    <w:rsid w:val="00BE6060"/>
    <w:rsid w:val="00BE622B"/>
    <w:rsid w:val="00BE6808"/>
    <w:rsid w:val="00BE695C"/>
    <w:rsid w:val="00BE6A7A"/>
    <w:rsid w:val="00BE6A7E"/>
    <w:rsid w:val="00BE6E71"/>
    <w:rsid w:val="00BE7062"/>
    <w:rsid w:val="00BE73C4"/>
    <w:rsid w:val="00BE758E"/>
    <w:rsid w:val="00BE7695"/>
    <w:rsid w:val="00BE792E"/>
    <w:rsid w:val="00BE7956"/>
    <w:rsid w:val="00BE798F"/>
    <w:rsid w:val="00BE7B79"/>
    <w:rsid w:val="00BF002D"/>
    <w:rsid w:val="00BF0399"/>
    <w:rsid w:val="00BF08A7"/>
    <w:rsid w:val="00BF0A34"/>
    <w:rsid w:val="00BF0CF3"/>
    <w:rsid w:val="00BF0D67"/>
    <w:rsid w:val="00BF0ECA"/>
    <w:rsid w:val="00BF14FC"/>
    <w:rsid w:val="00BF1506"/>
    <w:rsid w:val="00BF165D"/>
    <w:rsid w:val="00BF185B"/>
    <w:rsid w:val="00BF1D03"/>
    <w:rsid w:val="00BF283A"/>
    <w:rsid w:val="00BF2CB0"/>
    <w:rsid w:val="00BF2D86"/>
    <w:rsid w:val="00BF3080"/>
    <w:rsid w:val="00BF313E"/>
    <w:rsid w:val="00BF3465"/>
    <w:rsid w:val="00BF37DF"/>
    <w:rsid w:val="00BF498A"/>
    <w:rsid w:val="00BF49C9"/>
    <w:rsid w:val="00BF4DD1"/>
    <w:rsid w:val="00BF4F95"/>
    <w:rsid w:val="00BF5260"/>
    <w:rsid w:val="00BF53B7"/>
    <w:rsid w:val="00BF53E5"/>
    <w:rsid w:val="00BF57B3"/>
    <w:rsid w:val="00BF5A99"/>
    <w:rsid w:val="00BF5F2B"/>
    <w:rsid w:val="00BF61A0"/>
    <w:rsid w:val="00BF61A4"/>
    <w:rsid w:val="00BF61DF"/>
    <w:rsid w:val="00BF6230"/>
    <w:rsid w:val="00BF68D9"/>
    <w:rsid w:val="00BF69D5"/>
    <w:rsid w:val="00BF6A80"/>
    <w:rsid w:val="00BF6DE4"/>
    <w:rsid w:val="00BF6EF4"/>
    <w:rsid w:val="00BF7574"/>
    <w:rsid w:val="00BF761A"/>
    <w:rsid w:val="00BF7C0E"/>
    <w:rsid w:val="00BF7F68"/>
    <w:rsid w:val="00C00339"/>
    <w:rsid w:val="00C00616"/>
    <w:rsid w:val="00C00B63"/>
    <w:rsid w:val="00C00B79"/>
    <w:rsid w:val="00C00F7A"/>
    <w:rsid w:val="00C01085"/>
    <w:rsid w:val="00C011D0"/>
    <w:rsid w:val="00C0152C"/>
    <w:rsid w:val="00C016B6"/>
    <w:rsid w:val="00C01722"/>
    <w:rsid w:val="00C0183B"/>
    <w:rsid w:val="00C01A10"/>
    <w:rsid w:val="00C01CDF"/>
    <w:rsid w:val="00C01E85"/>
    <w:rsid w:val="00C02253"/>
    <w:rsid w:val="00C0237C"/>
    <w:rsid w:val="00C0253D"/>
    <w:rsid w:val="00C02911"/>
    <w:rsid w:val="00C02ACE"/>
    <w:rsid w:val="00C02AF8"/>
    <w:rsid w:val="00C02B1B"/>
    <w:rsid w:val="00C03073"/>
    <w:rsid w:val="00C03326"/>
    <w:rsid w:val="00C03333"/>
    <w:rsid w:val="00C03498"/>
    <w:rsid w:val="00C03506"/>
    <w:rsid w:val="00C035F8"/>
    <w:rsid w:val="00C03628"/>
    <w:rsid w:val="00C03695"/>
    <w:rsid w:val="00C038D3"/>
    <w:rsid w:val="00C03AB7"/>
    <w:rsid w:val="00C03AC1"/>
    <w:rsid w:val="00C03BF7"/>
    <w:rsid w:val="00C03F0E"/>
    <w:rsid w:val="00C03FB2"/>
    <w:rsid w:val="00C03FDA"/>
    <w:rsid w:val="00C041E5"/>
    <w:rsid w:val="00C042F5"/>
    <w:rsid w:val="00C046D5"/>
    <w:rsid w:val="00C04E6D"/>
    <w:rsid w:val="00C0537D"/>
    <w:rsid w:val="00C054F5"/>
    <w:rsid w:val="00C05898"/>
    <w:rsid w:val="00C05A68"/>
    <w:rsid w:val="00C05AD1"/>
    <w:rsid w:val="00C05D88"/>
    <w:rsid w:val="00C0665E"/>
    <w:rsid w:val="00C069BF"/>
    <w:rsid w:val="00C06C02"/>
    <w:rsid w:val="00C06C67"/>
    <w:rsid w:val="00C06DBF"/>
    <w:rsid w:val="00C0785E"/>
    <w:rsid w:val="00C07C04"/>
    <w:rsid w:val="00C07CFC"/>
    <w:rsid w:val="00C07DC3"/>
    <w:rsid w:val="00C1001E"/>
    <w:rsid w:val="00C10167"/>
    <w:rsid w:val="00C10214"/>
    <w:rsid w:val="00C10295"/>
    <w:rsid w:val="00C102E6"/>
    <w:rsid w:val="00C10624"/>
    <w:rsid w:val="00C10795"/>
    <w:rsid w:val="00C10924"/>
    <w:rsid w:val="00C10AA3"/>
    <w:rsid w:val="00C113A5"/>
    <w:rsid w:val="00C114DB"/>
    <w:rsid w:val="00C11834"/>
    <w:rsid w:val="00C1193D"/>
    <w:rsid w:val="00C11A36"/>
    <w:rsid w:val="00C11AFC"/>
    <w:rsid w:val="00C11C6A"/>
    <w:rsid w:val="00C11FF0"/>
    <w:rsid w:val="00C121CF"/>
    <w:rsid w:val="00C12205"/>
    <w:rsid w:val="00C12437"/>
    <w:rsid w:val="00C1245E"/>
    <w:rsid w:val="00C12614"/>
    <w:rsid w:val="00C1268C"/>
    <w:rsid w:val="00C126BE"/>
    <w:rsid w:val="00C12704"/>
    <w:rsid w:val="00C128A9"/>
    <w:rsid w:val="00C128AE"/>
    <w:rsid w:val="00C12959"/>
    <w:rsid w:val="00C129CC"/>
    <w:rsid w:val="00C12A9C"/>
    <w:rsid w:val="00C12D88"/>
    <w:rsid w:val="00C12EE5"/>
    <w:rsid w:val="00C12F06"/>
    <w:rsid w:val="00C1301D"/>
    <w:rsid w:val="00C13167"/>
    <w:rsid w:val="00C132AB"/>
    <w:rsid w:val="00C13311"/>
    <w:rsid w:val="00C13517"/>
    <w:rsid w:val="00C135CB"/>
    <w:rsid w:val="00C13664"/>
    <w:rsid w:val="00C136F9"/>
    <w:rsid w:val="00C13B93"/>
    <w:rsid w:val="00C13B99"/>
    <w:rsid w:val="00C13DF2"/>
    <w:rsid w:val="00C13E11"/>
    <w:rsid w:val="00C13EC3"/>
    <w:rsid w:val="00C146F9"/>
    <w:rsid w:val="00C1482D"/>
    <w:rsid w:val="00C14B1B"/>
    <w:rsid w:val="00C14BFA"/>
    <w:rsid w:val="00C1532F"/>
    <w:rsid w:val="00C15439"/>
    <w:rsid w:val="00C156F9"/>
    <w:rsid w:val="00C15801"/>
    <w:rsid w:val="00C158A0"/>
    <w:rsid w:val="00C15B5E"/>
    <w:rsid w:val="00C15DFB"/>
    <w:rsid w:val="00C15F68"/>
    <w:rsid w:val="00C1604B"/>
    <w:rsid w:val="00C1632A"/>
    <w:rsid w:val="00C16360"/>
    <w:rsid w:val="00C16548"/>
    <w:rsid w:val="00C16A31"/>
    <w:rsid w:val="00C16A4A"/>
    <w:rsid w:val="00C16AF0"/>
    <w:rsid w:val="00C16BDD"/>
    <w:rsid w:val="00C16C62"/>
    <w:rsid w:val="00C16EFD"/>
    <w:rsid w:val="00C16F0D"/>
    <w:rsid w:val="00C17162"/>
    <w:rsid w:val="00C17637"/>
    <w:rsid w:val="00C17A79"/>
    <w:rsid w:val="00C17C52"/>
    <w:rsid w:val="00C17C93"/>
    <w:rsid w:val="00C17DA5"/>
    <w:rsid w:val="00C20A7E"/>
    <w:rsid w:val="00C210EE"/>
    <w:rsid w:val="00C2178A"/>
    <w:rsid w:val="00C21910"/>
    <w:rsid w:val="00C21DBE"/>
    <w:rsid w:val="00C220E3"/>
    <w:rsid w:val="00C22194"/>
    <w:rsid w:val="00C222E6"/>
    <w:rsid w:val="00C223EF"/>
    <w:rsid w:val="00C22AC0"/>
    <w:rsid w:val="00C22C09"/>
    <w:rsid w:val="00C2305C"/>
    <w:rsid w:val="00C2342D"/>
    <w:rsid w:val="00C235B7"/>
    <w:rsid w:val="00C237E4"/>
    <w:rsid w:val="00C239E6"/>
    <w:rsid w:val="00C23AD9"/>
    <w:rsid w:val="00C244D9"/>
    <w:rsid w:val="00C245FC"/>
    <w:rsid w:val="00C2460A"/>
    <w:rsid w:val="00C2462A"/>
    <w:rsid w:val="00C24C65"/>
    <w:rsid w:val="00C2500D"/>
    <w:rsid w:val="00C25165"/>
    <w:rsid w:val="00C25213"/>
    <w:rsid w:val="00C25324"/>
    <w:rsid w:val="00C25360"/>
    <w:rsid w:val="00C25ACB"/>
    <w:rsid w:val="00C25B4D"/>
    <w:rsid w:val="00C25D83"/>
    <w:rsid w:val="00C25DC9"/>
    <w:rsid w:val="00C2608E"/>
    <w:rsid w:val="00C260FE"/>
    <w:rsid w:val="00C26423"/>
    <w:rsid w:val="00C26627"/>
    <w:rsid w:val="00C266B5"/>
    <w:rsid w:val="00C2681A"/>
    <w:rsid w:val="00C26854"/>
    <w:rsid w:val="00C26CB9"/>
    <w:rsid w:val="00C26CBC"/>
    <w:rsid w:val="00C26DBC"/>
    <w:rsid w:val="00C2702B"/>
    <w:rsid w:val="00C271F4"/>
    <w:rsid w:val="00C27272"/>
    <w:rsid w:val="00C277CA"/>
    <w:rsid w:val="00C27803"/>
    <w:rsid w:val="00C27A99"/>
    <w:rsid w:val="00C27BF1"/>
    <w:rsid w:val="00C27D3B"/>
    <w:rsid w:val="00C300F4"/>
    <w:rsid w:val="00C30D92"/>
    <w:rsid w:val="00C31045"/>
    <w:rsid w:val="00C3130B"/>
    <w:rsid w:val="00C314DA"/>
    <w:rsid w:val="00C315B6"/>
    <w:rsid w:val="00C315DE"/>
    <w:rsid w:val="00C3163E"/>
    <w:rsid w:val="00C317BB"/>
    <w:rsid w:val="00C32090"/>
    <w:rsid w:val="00C3209B"/>
    <w:rsid w:val="00C320AD"/>
    <w:rsid w:val="00C32200"/>
    <w:rsid w:val="00C32446"/>
    <w:rsid w:val="00C3258F"/>
    <w:rsid w:val="00C32A58"/>
    <w:rsid w:val="00C32ACD"/>
    <w:rsid w:val="00C32ACF"/>
    <w:rsid w:val="00C32C05"/>
    <w:rsid w:val="00C32DDB"/>
    <w:rsid w:val="00C32DEA"/>
    <w:rsid w:val="00C32F95"/>
    <w:rsid w:val="00C33030"/>
    <w:rsid w:val="00C331AC"/>
    <w:rsid w:val="00C3351D"/>
    <w:rsid w:val="00C335E5"/>
    <w:rsid w:val="00C33707"/>
    <w:rsid w:val="00C3373A"/>
    <w:rsid w:val="00C3387F"/>
    <w:rsid w:val="00C33A83"/>
    <w:rsid w:val="00C340C9"/>
    <w:rsid w:val="00C3423E"/>
    <w:rsid w:val="00C344F2"/>
    <w:rsid w:val="00C34838"/>
    <w:rsid w:val="00C348FC"/>
    <w:rsid w:val="00C3497A"/>
    <w:rsid w:val="00C349C8"/>
    <w:rsid w:val="00C349E2"/>
    <w:rsid w:val="00C34A0C"/>
    <w:rsid w:val="00C34A4B"/>
    <w:rsid w:val="00C35035"/>
    <w:rsid w:val="00C35381"/>
    <w:rsid w:val="00C353C7"/>
    <w:rsid w:val="00C3598E"/>
    <w:rsid w:val="00C35C4F"/>
    <w:rsid w:val="00C35D0F"/>
    <w:rsid w:val="00C35EC7"/>
    <w:rsid w:val="00C35F23"/>
    <w:rsid w:val="00C367A0"/>
    <w:rsid w:val="00C36AA1"/>
    <w:rsid w:val="00C36B92"/>
    <w:rsid w:val="00C36D9D"/>
    <w:rsid w:val="00C36F0F"/>
    <w:rsid w:val="00C370CF"/>
    <w:rsid w:val="00C3714D"/>
    <w:rsid w:val="00C37362"/>
    <w:rsid w:val="00C377B8"/>
    <w:rsid w:val="00C378DA"/>
    <w:rsid w:val="00C37A2A"/>
    <w:rsid w:val="00C37C2A"/>
    <w:rsid w:val="00C37D98"/>
    <w:rsid w:val="00C37E55"/>
    <w:rsid w:val="00C37EF3"/>
    <w:rsid w:val="00C400A7"/>
    <w:rsid w:val="00C40269"/>
    <w:rsid w:val="00C402C5"/>
    <w:rsid w:val="00C4030F"/>
    <w:rsid w:val="00C4038E"/>
    <w:rsid w:val="00C40A0C"/>
    <w:rsid w:val="00C40C76"/>
    <w:rsid w:val="00C40CF0"/>
    <w:rsid w:val="00C40D07"/>
    <w:rsid w:val="00C40DF2"/>
    <w:rsid w:val="00C40F09"/>
    <w:rsid w:val="00C41229"/>
    <w:rsid w:val="00C4144C"/>
    <w:rsid w:val="00C415CE"/>
    <w:rsid w:val="00C41C47"/>
    <w:rsid w:val="00C41C63"/>
    <w:rsid w:val="00C41EBD"/>
    <w:rsid w:val="00C41ECA"/>
    <w:rsid w:val="00C42401"/>
    <w:rsid w:val="00C4257B"/>
    <w:rsid w:val="00C42710"/>
    <w:rsid w:val="00C42846"/>
    <w:rsid w:val="00C42C59"/>
    <w:rsid w:val="00C42E1F"/>
    <w:rsid w:val="00C42EC5"/>
    <w:rsid w:val="00C42FDC"/>
    <w:rsid w:val="00C4302A"/>
    <w:rsid w:val="00C43075"/>
    <w:rsid w:val="00C4314A"/>
    <w:rsid w:val="00C432BB"/>
    <w:rsid w:val="00C4342A"/>
    <w:rsid w:val="00C4343A"/>
    <w:rsid w:val="00C4347F"/>
    <w:rsid w:val="00C43543"/>
    <w:rsid w:val="00C43765"/>
    <w:rsid w:val="00C438FF"/>
    <w:rsid w:val="00C439BD"/>
    <w:rsid w:val="00C43B99"/>
    <w:rsid w:val="00C43BAE"/>
    <w:rsid w:val="00C43E4D"/>
    <w:rsid w:val="00C44455"/>
    <w:rsid w:val="00C4449E"/>
    <w:rsid w:val="00C44797"/>
    <w:rsid w:val="00C44A41"/>
    <w:rsid w:val="00C44B21"/>
    <w:rsid w:val="00C44CCD"/>
    <w:rsid w:val="00C44D3B"/>
    <w:rsid w:val="00C44F1C"/>
    <w:rsid w:val="00C44F5C"/>
    <w:rsid w:val="00C45036"/>
    <w:rsid w:val="00C4510B"/>
    <w:rsid w:val="00C4511E"/>
    <w:rsid w:val="00C4519D"/>
    <w:rsid w:val="00C45230"/>
    <w:rsid w:val="00C45341"/>
    <w:rsid w:val="00C45452"/>
    <w:rsid w:val="00C45746"/>
    <w:rsid w:val="00C457C4"/>
    <w:rsid w:val="00C45883"/>
    <w:rsid w:val="00C459CC"/>
    <w:rsid w:val="00C45C47"/>
    <w:rsid w:val="00C45E41"/>
    <w:rsid w:val="00C45E73"/>
    <w:rsid w:val="00C45FDF"/>
    <w:rsid w:val="00C46068"/>
    <w:rsid w:val="00C46205"/>
    <w:rsid w:val="00C465EB"/>
    <w:rsid w:val="00C46747"/>
    <w:rsid w:val="00C4685D"/>
    <w:rsid w:val="00C46AC1"/>
    <w:rsid w:val="00C46D67"/>
    <w:rsid w:val="00C46DB4"/>
    <w:rsid w:val="00C46E23"/>
    <w:rsid w:val="00C46E34"/>
    <w:rsid w:val="00C46E6F"/>
    <w:rsid w:val="00C47220"/>
    <w:rsid w:val="00C4732E"/>
    <w:rsid w:val="00C477F9"/>
    <w:rsid w:val="00C47B56"/>
    <w:rsid w:val="00C47BAF"/>
    <w:rsid w:val="00C47D08"/>
    <w:rsid w:val="00C47D34"/>
    <w:rsid w:val="00C50117"/>
    <w:rsid w:val="00C50215"/>
    <w:rsid w:val="00C5049F"/>
    <w:rsid w:val="00C506CA"/>
    <w:rsid w:val="00C50A2E"/>
    <w:rsid w:val="00C50B5D"/>
    <w:rsid w:val="00C51027"/>
    <w:rsid w:val="00C51472"/>
    <w:rsid w:val="00C514D1"/>
    <w:rsid w:val="00C51507"/>
    <w:rsid w:val="00C51547"/>
    <w:rsid w:val="00C5191C"/>
    <w:rsid w:val="00C51A2F"/>
    <w:rsid w:val="00C51B01"/>
    <w:rsid w:val="00C51CC2"/>
    <w:rsid w:val="00C51E6A"/>
    <w:rsid w:val="00C52135"/>
    <w:rsid w:val="00C52435"/>
    <w:rsid w:val="00C52559"/>
    <w:rsid w:val="00C5267C"/>
    <w:rsid w:val="00C526F5"/>
    <w:rsid w:val="00C52742"/>
    <w:rsid w:val="00C52B62"/>
    <w:rsid w:val="00C532A6"/>
    <w:rsid w:val="00C5341A"/>
    <w:rsid w:val="00C53449"/>
    <w:rsid w:val="00C53603"/>
    <w:rsid w:val="00C536DC"/>
    <w:rsid w:val="00C53765"/>
    <w:rsid w:val="00C5379F"/>
    <w:rsid w:val="00C5383B"/>
    <w:rsid w:val="00C53875"/>
    <w:rsid w:val="00C539A4"/>
    <w:rsid w:val="00C53AD6"/>
    <w:rsid w:val="00C53BA6"/>
    <w:rsid w:val="00C53E4A"/>
    <w:rsid w:val="00C53ECD"/>
    <w:rsid w:val="00C53ED4"/>
    <w:rsid w:val="00C54022"/>
    <w:rsid w:val="00C541B3"/>
    <w:rsid w:val="00C54269"/>
    <w:rsid w:val="00C545C0"/>
    <w:rsid w:val="00C545FD"/>
    <w:rsid w:val="00C547FE"/>
    <w:rsid w:val="00C54B12"/>
    <w:rsid w:val="00C54B58"/>
    <w:rsid w:val="00C54EE0"/>
    <w:rsid w:val="00C553A6"/>
    <w:rsid w:val="00C55689"/>
    <w:rsid w:val="00C55BD5"/>
    <w:rsid w:val="00C55D26"/>
    <w:rsid w:val="00C55F4B"/>
    <w:rsid w:val="00C56231"/>
    <w:rsid w:val="00C563D2"/>
    <w:rsid w:val="00C563D7"/>
    <w:rsid w:val="00C56424"/>
    <w:rsid w:val="00C564A3"/>
    <w:rsid w:val="00C5679F"/>
    <w:rsid w:val="00C569D9"/>
    <w:rsid w:val="00C569F2"/>
    <w:rsid w:val="00C56D67"/>
    <w:rsid w:val="00C57291"/>
    <w:rsid w:val="00C576BA"/>
    <w:rsid w:val="00C5779A"/>
    <w:rsid w:val="00C57C66"/>
    <w:rsid w:val="00C60286"/>
    <w:rsid w:val="00C602CB"/>
    <w:rsid w:val="00C604C7"/>
    <w:rsid w:val="00C60552"/>
    <w:rsid w:val="00C60773"/>
    <w:rsid w:val="00C60825"/>
    <w:rsid w:val="00C60A0E"/>
    <w:rsid w:val="00C60B1A"/>
    <w:rsid w:val="00C6133C"/>
    <w:rsid w:val="00C613F3"/>
    <w:rsid w:val="00C61418"/>
    <w:rsid w:val="00C616E5"/>
    <w:rsid w:val="00C617CB"/>
    <w:rsid w:val="00C61831"/>
    <w:rsid w:val="00C61917"/>
    <w:rsid w:val="00C61E85"/>
    <w:rsid w:val="00C621EB"/>
    <w:rsid w:val="00C62430"/>
    <w:rsid w:val="00C62625"/>
    <w:rsid w:val="00C627DD"/>
    <w:rsid w:val="00C62910"/>
    <w:rsid w:val="00C62A45"/>
    <w:rsid w:val="00C62E73"/>
    <w:rsid w:val="00C6305C"/>
    <w:rsid w:val="00C631B8"/>
    <w:rsid w:val="00C632F9"/>
    <w:rsid w:val="00C6342C"/>
    <w:rsid w:val="00C6399A"/>
    <w:rsid w:val="00C63B4A"/>
    <w:rsid w:val="00C63B8A"/>
    <w:rsid w:val="00C63EFD"/>
    <w:rsid w:val="00C63F50"/>
    <w:rsid w:val="00C643DD"/>
    <w:rsid w:val="00C64546"/>
    <w:rsid w:val="00C648B4"/>
    <w:rsid w:val="00C648D1"/>
    <w:rsid w:val="00C64A87"/>
    <w:rsid w:val="00C64C7A"/>
    <w:rsid w:val="00C651B2"/>
    <w:rsid w:val="00C6548D"/>
    <w:rsid w:val="00C656FE"/>
    <w:rsid w:val="00C6583B"/>
    <w:rsid w:val="00C6585C"/>
    <w:rsid w:val="00C65C27"/>
    <w:rsid w:val="00C65E1D"/>
    <w:rsid w:val="00C661C3"/>
    <w:rsid w:val="00C66389"/>
    <w:rsid w:val="00C665E6"/>
    <w:rsid w:val="00C6685B"/>
    <w:rsid w:val="00C66961"/>
    <w:rsid w:val="00C66C45"/>
    <w:rsid w:val="00C66D35"/>
    <w:rsid w:val="00C67503"/>
    <w:rsid w:val="00C6759D"/>
    <w:rsid w:val="00C67897"/>
    <w:rsid w:val="00C67CE2"/>
    <w:rsid w:val="00C70173"/>
    <w:rsid w:val="00C7046C"/>
    <w:rsid w:val="00C70C64"/>
    <w:rsid w:val="00C70D88"/>
    <w:rsid w:val="00C713A2"/>
    <w:rsid w:val="00C713D4"/>
    <w:rsid w:val="00C715DA"/>
    <w:rsid w:val="00C71976"/>
    <w:rsid w:val="00C71A9F"/>
    <w:rsid w:val="00C71CA5"/>
    <w:rsid w:val="00C71E7A"/>
    <w:rsid w:val="00C7250B"/>
    <w:rsid w:val="00C72F4E"/>
    <w:rsid w:val="00C72F73"/>
    <w:rsid w:val="00C73373"/>
    <w:rsid w:val="00C734BB"/>
    <w:rsid w:val="00C734EE"/>
    <w:rsid w:val="00C735DB"/>
    <w:rsid w:val="00C73B82"/>
    <w:rsid w:val="00C73CAB"/>
    <w:rsid w:val="00C73F02"/>
    <w:rsid w:val="00C74106"/>
    <w:rsid w:val="00C7437E"/>
    <w:rsid w:val="00C7450B"/>
    <w:rsid w:val="00C747F9"/>
    <w:rsid w:val="00C74A58"/>
    <w:rsid w:val="00C74BF6"/>
    <w:rsid w:val="00C74F83"/>
    <w:rsid w:val="00C7507E"/>
    <w:rsid w:val="00C751A3"/>
    <w:rsid w:val="00C752FD"/>
    <w:rsid w:val="00C7544F"/>
    <w:rsid w:val="00C7547A"/>
    <w:rsid w:val="00C75523"/>
    <w:rsid w:val="00C7567D"/>
    <w:rsid w:val="00C75737"/>
    <w:rsid w:val="00C757AB"/>
    <w:rsid w:val="00C75A7C"/>
    <w:rsid w:val="00C75C71"/>
    <w:rsid w:val="00C75E53"/>
    <w:rsid w:val="00C75F89"/>
    <w:rsid w:val="00C7606C"/>
    <w:rsid w:val="00C76170"/>
    <w:rsid w:val="00C765F4"/>
    <w:rsid w:val="00C76966"/>
    <w:rsid w:val="00C76A2F"/>
    <w:rsid w:val="00C76A6C"/>
    <w:rsid w:val="00C76C18"/>
    <w:rsid w:val="00C77006"/>
    <w:rsid w:val="00C770A4"/>
    <w:rsid w:val="00C7724F"/>
    <w:rsid w:val="00C77431"/>
    <w:rsid w:val="00C77826"/>
    <w:rsid w:val="00C778E4"/>
    <w:rsid w:val="00C77AEA"/>
    <w:rsid w:val="00C77C00"/>
    <w:rsid w:val="00C77E04"/>
    <w:rsid w:val="00C77F65"/>
    <w:rsid w:val="00C8004B"/>
    <w:rsid w:val="00C80237"/>
    <w:rsid w:val="00C8023A"/>
    <w:rsid w:val="00C80534"/>
    <w:rsid w:val="00C809AF"/>
    <w:rsid w:val="00C80BB4"/>
    <w:rsid w:val="00C80E21"/>
    <w:rsid w:val="00C80EBA"/>
    <w:rsid w:val="00C812C2"/>
    <w:rsid w:val="00C812CF"/>
    <w:rsid w:val="00C81907"/>
    <w:rsid w:val="00C81AA1"/>
    <w:rsid w:val="00C81DB0"/>
    <w:rsid w:val="00C81ED0"/>
    <w:rsid w:val="00C82195"/>
    <w:rsid w:val="00C821F0"/>
    <w:rsid w:val="00C82288"/>
    <w:rsid w:val="00C822C6"/>
    <w:rsid w:val="00C82412"/>
    <w:rsid w:val="00C82769"/>
    <w:rsid w:val="00C827E7"/>
    <w:rsid w:val="00C828F3"/>
    <w:rsid w:val="00C82A5F"/>
    <w:rsid w:val="00C82EE6"/>
    <w:rsid w:val="00C82F45"/>
    <w:rsid w:val="00C82F9A"/>
    <w:rsid w:val="00C8306C"/>
    <w:rsid w:val="00C831D4"/>
    <w:rsid w:val="00C8326E"/>
    <w:rsid w:val="00C83383"/>
    <w:rsid w:val="00C8345C"/>
    <w:rsid w:val="00C836C6"/>
    <w:rsid w:val="00C83BC0"/>
    <w:rsid w:val="00C83E19"/>
    <w:rsid w:val="00C83E78"/>
    <w:rsid w:val="00C83ED4"/>
    <w:rsid w:val="00C84098"/>
    <w:rsid w:val="00C8414F"/>
    <w:rsid w:val="00C84785"/>
    <w:rsid w:val="00C848B0"/>
    <w:rsid w:val="00C848B9"/>
    <w:rsid w:val="00C848C8"/>
    <w:rsid w:val="00C84902"/>
    <w:rsid w:val="00C84B30"/>
    <w:rsid w:val="00C84CA3"/>
    <w:rsid w:val="00C85170"/>
    <w:rsid w:val="00C85210"/>
    <w:rsid w:val="00C855DC"/>
    <w:rsid w:val="00C85702"/>
    <w:rsid w:val="00C85812"/>
    <w:rsid w:val="00C858B4"/>
    <w:rsid w:val="00C858C5"/>
    <w:rsid w:val="00C85CE6"/>
    <w:rsid w:val="00C85E54"/>
    <w:rsid w:val="00C85EF9"/>
    <w:rsid w:val="00C85FC8"/>
    <w:rsid w:val="00C8603D"/>
    <w:rsid w:val="00C86138"/>
    <w:rsid w:val="00C86330"/>
    <w:rsid w:val="00C86431"/>
    <w:rsid w:val="00C865CC"/>
    <w:rsid w:val="00C866E1"/>
    <w:rsid w:val="00C86A02"/>
    <w:rsid w:val="00C86A2B"/>
    <w:rsid w:val="00C86A56"/>
    <w:rsid w:val="00C86D26"/>
    <w:rsid w:val="00C86F42"/>
    <w:rsid w:val="00C87143"/>
    <w:rsid w:val="00C871EF"/>
    <w:rsid w:val="00C877D3"/>
    <w:rsid w:val="00C87CE3"/>
    <w:rsid w:val="00C87CF1"/>
    <w:rsid w:val="00C87E99"/>
    <w:rsid w:val="00C90D70"/>
    <w:rsid w:val="00C90E39"/>
    <w:rsid w:val="00C91077"/>
    <w:rsid w:val="00C9110D"/>
    <w:rsid w:val="00C91188"/>
    <w:rsid w:val="00C913B6"/>
    <w:rsid w:val="00C91A8D"/>
    <w:rsid w:val="00C91A98"/>
    <w:rsid w:val="00C91AE7"/>
    <w:rsid w:val="00C92263"/>
    <w:rsid w:val="00C926B8"/>
    <w:rsid w:val="00C92943"/>
    <w:rsid w:val="00C92A21"/>
    <w:rsid w:val="00C92B8E"/>
    <w:rsid w:val="00C92D29"/>
    <w:rsid w:val="00C92D7F"/>
    <w:rsid w:val="00C93080"/>
    <w:rsid w:val="00C931BD"/>
    <w:rsid w:val="00C933B9"/>
    <w:rsid w:val="00C933E6"/>
    <w:rsid w:val="00C935A6"/>
    <w:rsid w:val="00C93693"/>
    <w:rsid w:val="00C93B75"/>
    <w:rsid w:val="00C9413E"/>
    <w:rsid w:val="00C943A5"/>
    <w:rsid w:val="00C94461"/>
    <w:rsid w:val="00C94597"/>
    <w:rsid w:val="00C94686"/>
    <w:rsid w:val="00C94787"/>
    <w:rsid w:val="00C9496F"/>
    <w:rsid w:val="00C94980"/>
    <w:rsid w:val="00C949E5"/>
    <w:rsid w:val="00C94B71"/>
    <w:rsid w:val="00C94C8E"/>
    <w:rsid w:val="00C94CAF"/>
    <w:rsid w:val="00C94FF3"/>
    <w:rsid w:val="00C952EA"/>
    <w:rsid w:val="00C952F9"/>
    <w:rsid w:val="00C9544A"/>
    <w:rsid w:val="00C954AA"/>
    <w:rsid w:val="00C957D1"/>
    <w:rsid w:val="00C95B42"/>
    <w:rsid w:val="00C9647C"/>
    <w:rsid w:val="00C9651B"/>
    <w:rsid w:val="00C9654E"/>
    <w:rsid w:val="00C968DD"/>
    <w:rsid w:val="00C969FB"/>
    <w:rsid w:val="00C96B38"/>
    <w:rsid w:val="00C96CFE"/>
    <w:rsid w:val="00C96E39"/>
    <w:rsid w:val="00C96F3D"/>
    <w:rsid w:val="00C96FE3"/>
    <w:rsid w:val="00C97012"/>
    <w:rsid w:val="00C973F4"/>
    <w:rsid w:val="00C975EA"/>
    <w:rsid w:val="00C97B45"/>
    <w:rsid w:val="00CA0810"/>
    <w:rsid w:val="00CA09A4"/>
    <w:rsid w:val="00CA0A71"/>
    <w:rsid w:val="00CA0B7E"/>
    <w:rsid w:val="00CA0C8F"/>
    <w:rsid w:val="00CA0F6F"/>
    <w:rsid w:val="00CA0FD8"/>
    <w:rsid w:val="00CA103E"/>
    <w:rsid w:val="00CA136D"/>
    <w:rsid w:val="00CA15CF"/>
    <w:rsid w:val="00CA167A"/>
    <w:rsid w:val="00CA17DD"/>
    <w:rsid w:val="00CA180E"/>
    <w:rsid w:val="00CA1B0D"/>
    <w:rsid w:val="00CA1C5E"/>
    <w:rsid w:val="00CA1C8F"/>
    <w:rsid w:val="00CA1DFF"/>
    <w:rsid w:val="00CA1E75"/>
    <w:rsid w:val="00CA235A"/>
    <w:rsid w:val="00CA24C9"/>
    <w:rsid w:val="00CA2732"/>
    <w:rsid w:val="00CA2931"/>
    <w:rsid w:val="00CA2E50"/>
    <w:rsid w:val="00CA2F27"/>
    <w:rsid w:val="00CA2F75"/>
    <w:rsid w:val="00CA3157"/>
    <w:rsid w:val="00CA31E9"/>
    <w:rsid w:val="00CA33B3"/>
    <w:rsid w:val="00CA33F6"/>
    <w:rsid w:val="00CA34C7"/>
    <w:rsid w:val="00CA3937"/>
    <w:rsid w:val="00CA39A5"/>
    <w:rsid w:val="00CA3AC2"/>
    <w:rsid w:val="00CA3C2F"/>
    <w:rsid w:val="00CA3C54"/>
    <w:rsid w:val="00CA3CF8"/>
    <w:rsid w:val="00CA3F54"/>
    <w:rsid w:val="00CA4708"/>
    <w:rsid w:val="00CA4A93"/>
    <w:rsid w:val="00CA4C59"/>
    <w:rsid w:val="00CA4DE2"/>
    <w:rsid w:val="00CA4DE6"/>
    <w:rsid w:val="00CA4EAC"/>
    <w:rsid w:val="00CA555A"/>
    <w:rsid w:val="00CA559F"/>
    <w:rsid w:val="00CA56B7"/>
    <w:rsid w:val="00CA571F"/>
    <w:rsid w:val="00CA572F"/>
    <w:rsid w:val="00CA5827"/>
    <w:rsid w:val="00CA5F8D"/>
    <w:rsid w:val="00CA6311"/>
    <w:rsid w:val="00CA64A9"/>
    <w:rsid w:val="00CA6DEC"/>
    <w:rsid w:val="00CA6FE7"/>
    <w:rsid w:val="00CA7168"/>
    <w:rsid w:val="00CA72AD"/>
    <w:rsid w:val="00CA7561"/>
    <w:rsid w:val="00CA78C0"/>
    <w:rsid w:val="00CA7CCF"/>
    <w:rsid w:val="00CA7D3B"/>
    <w:rsid w:val="00CA7D6B"/>
    <w:rsid w:val="00CA7D90"/>
    <w:rsid w:val="00CB0158"/>
    <w:rsid w:val="00CB0931"/>
    <w:rsid w:val="00CB0A73"/>
    <w:rsid w:val="00CB0A88"/>
    <w:rsid w:val="00CB0B04"/>
    <w:rsid w:val="00CB0C59"/>
    <w:rsid w:val="00CB0F01"/>
    <w:rsid w:val="00CB0FB6"/>
    <w:rsid w:val="00CB10FF"/>
    <w:rsid w:val="00CB122C"/>
    <w:rsid w:val="00CB12FC"/>
    <w:rsid w:val="00CB17F5"/>
    <w:rsid w:val="00CB192C"/>
    <w:rsid w:val="00CB19D4"/>
    <w:rsid w:val="00CB1D8E"/>
    <w:rsid w:val="00CB2079"/>
    <w:rsid w:val="00CB263E"/>
    <w:rsid w:val="00CB26F8"/>
    <w:rsid w:val="00CB2A7A"/>
    <w:rsid w:val="00CB2D4B"/>
    <w:rsid w:val="00CB2DCF"/>
    <w:rsid w:val="00CB2E9F"/>
    <w:rsid w:val="00CB2FDD"/>
    <w:rsid w:val="00CB300C"/>
    <w:rsid w:val="00CB3445"/>
    <w:rsid w:val="00CB3476"/>
    <w:rsid w:val="00CB365B"/>
    <w:rsid w:val="00CB3660"/>
    <w:rsid w:val="00CB3B07"/>
    <w:rsid w:val="00CB3C20"/>
    <w:rsid w:val="00CB3DB8"/>
    <w:rsid w:val="00CB3FDC"/>
    <w:rsid w:val="00CB442A"/>
    <w:rsid w:val="00CB47AF"/>
    <w:rsid w:val="00CB48C3"/>
    <w:rsid w:val="00CB4B15"/>
    <w:rsid w:val="00CB4DB6"/>
    <w:rsid w:val="00CB4EDF"/>
    <w:rsid w:val="00CB5188"/>
    <w:rsid w:val="00CB52CE"/>
    <w:rsid w:val="00CB56A0"/>
    <w:rsid w:val="00CB5E97"/>
    <w:rsid w:val="00CB5EFE"/>
    <w:rsid w:val="00CB5F67"/>
    <w:rsid w:val="00CB65B2"/>
    <w:rsid w:val="00CB65CD"/>
    <w:rsid w:val="00CB689C"/>
    <w:rsid w:val="00CB69B3"/>
    <w:rsid w:val="00CB6AE0"/>
    <w:rsid w:val="00CB6CB0"/>
    <w:rsid w:val="00CB6E49"/>
    <w:rsid w:val="00CB6FC0"/>
    <w:rsid w:val="00CB7166"/>
    <w:rsid w:val="00CB7289"/>
    <w:rsid w:val="00CB72C2"/>
    <w:rsid w:val="00CB7725"/>
    <w:rsid w:val="00CB7A36"/>
    <w:rsid w:val="00CB7BF2"/>
    <w:rsid w:val="00CB7C08"/>
    <w:rsid w:val="00CB7C26"/>
    <w:rsid w:val="00CB7DB8"/>
    <w:rsid w:val="00CC0326"/>
    <w:rsid w:val="00CC032B"/>
    <w:rsid w:val="00CC0495"/>
    <w:rsid w:val="00CC070E"/>
    <w:rsid w:val="00CC0A7A"/>
    <w:rsid w:val="00CC0C08"/>
    <w:rsid w:val="00CC0FDA"/>
    <w:rsid w:val="00CC1049"/>
    <w:rsid w:val="00CC1073"/>
    <w:rsid w:val="00CC12E7"/>
    <w:rsid w:val="00CC13E6"/>
    <w:rsid w:val="00CC154F"/>
    <w:rsid w:val="00CC16BF"/>
    <w:rsid w:val="00CC181B"/>
    <w:rsid w:val="00CC1C99"/>
    <w:rsid w:val="00CC1DE0"/>
    <w:rsid w:val="00CC1EA0"/>
    <w:rsid w:val="00CC1F0A"/>
    <w:rsid w:val="00CC21A4"/>
    <w:rsid w:val="00CC240D"/>
    <w:rsid w:val="00CC2C0C"/>
    <w:rsid w:val="00CC2CD1"/>
    <w:rsid w:val="00CC2FD0"/>
    <w:rsid w:val="00CC3087"/>
    <w:rsid w:val="00CC30B0"/>
    <w:rsid w:val="00CC3187"/>
    <w:rsid w:val="00CC3628"/>
    <w:rsid w:val="00CC38D3"/>
    <w:rsid w:val="00CC3C31"/>
    <w:rsid w:val="00CC3CEC"/>
    <w:rsid w:val="00CC3D1E"/>
    <w:rsid w:val="00CC405A"/>
    <w:rsid w:val="00CC4271"/>
    <w:rsid w:val="00CC4380"/>
    <w:rsid w:val="00CC45FA"/>
    <w:rsid w:val="00CC46C6"/>
    <w:rsid w:val="00CC4970"/>
    <w:rsid w:val="00CC49E6"/>
    <w:rsid w:val="00CC4A5E"/>
    <w:rsid w:val="00CC4C73"/>
    <w:rsid w:val="00CC4FAA"/>
    <w:rsid w:val="00CC5341"/>
    <w:rsid w:val="00CC55B3"/>
    <w:rsid w:val="00CC56A1"/>
    <w:rsid w:val="00CC5817"/>
    <w:rsid w:val="00CC5AE9"/>
    <w:rsid w:val="00CC5B9A"/>
    <w:rsid w:val="00CC5D35"/>
    <w:rsid w:val="00CC5DB7"/>
    <w:rsid w:val="00CC5DB9"/>
    <w:rsid w:val="00CC5E78"/>
    <w:rsid w:val="00CC5FF8"/>
    <w:rsid w:val="00CC6046"/>
    <w:rsid w:val="00CC60DF"/>
    <w:rsid w:val="00CC61C3"/>
    <w:rsid w:val="00CC61F9"/>
    <w:rsid w:val="00CC620B"/>
    <w:rsid w:val="00CC6404"/>
    <w:rsid w:val="00CC6553"/>
    <w:rsid w:val="00CC65B2"/>
    <w:rsid w:val="00CC6A23"/>
    <w:rsid w:val="00CC6AB2"/>
    <w:rsid w:val="00CC6AC2"/>
    <w:rsid w:val="00CC6FC2"/>
    <w:rsid w:val="00CC70CE"/>
    <w:rsid w:val="00CC710D"/>
    <w:rsid w:val="00CC75A2"/>
    <w:rsid w:val="00CC7852"/>
    <w:rsid w:val="00CC7A33"/>
    <w:rsid w:val="00CC7B63"/>
    <w:rsid w:val="00CD036F"/>
    <w:rsid w:val="00CD03B9"/>
    <w:rsid w:val="00CD0508"/>
    <w:rsid w:val="00CD06AD"/>
    <w:rsid w:val="00CD07D9"/>
    <w:rsid w:val="00CD0A18"/>
    <w:rsid w:val="00CD0EC8"/>
    <w:rsid w:val="00CD0F17"/>
    <w:rsid w:val="00CD0F96"/>
    <w:rsid w:val="00CD120A"/>
    <w:rsid w:val="00CD145B"/>
    <w:rsid w:val="00CD14B8"/>
    <w:rsid w:val="00CD1AAE"/>
    <w:rsid w:val="00CD1B5A"/>
    <w:rsid w:val="00CD1C5B"/>
    <w:rsid w:val="00CD1D40"/>
    <w:rsid w:val="00CD1F21"/>
    <w:rsid w:val="00CD201E"/>
    <w:rsid w:val="00CD2359"/>
    <w:rsid w:val="00CD23E8"/>
    <w:rsid w:val="00CD243C"/>
    <w:rsid w:val="00CD25AA"/>
    <w:rsid w:val="00CD26A1"/>
    <w:rsid w:val="00CD28D0"/>
    <w:rsid w:val="00CD295F"/>
    <w:rsid w:val="00CD2F10"/>
    <w:rsid w:val="00CD306A"/>
    <w:rsid w:val="00CD33E4"/>
    <w:rsid w:val="00CD34BD"/>
    <w:rsid w:val="00CD3532"/>
    <w:rsid w:val="00CD3A1C"/>
    <w:rsid w:val="00CD3F62"/>
    <w:rsid w:val="00CD41D2"/>
    <w:rsid w:val="00CD41D7"/>
    <w:rsid w:val="00CD4587"/>
    <w:rsid w:val="00CD46EA"/>
    <w:rsid w:val="00CD4766"/>
    <w:rsid w:val="00CD48EB"/>
    <w:rsid w:val="00CD49F1"/>
    <w:rsid w:val="00CD4E36"/>
    <w:rsid w:val="00CD4E3A"/>
    <w:rsid w:val="00CD4ED2"/>
    <w:rsid w:val="00CD4F60"/>
    <w:rsid w:val="00CD5076"/>
    <w:rsid w:val="00CD50C6"/>
    <w:rsid w:val="00CD5257"/>
    <w:rsid w:val="00CD5550"/>
    <w:rsid w:val="00CD586B"/>
    <w:rsid w:val="00CD5CC2"/>
    <w:rsid w:val="00CD637C"/>
    <w:rsid w:val="00CD6431"/>
    <w:rsid w:val="00CD6570"/>
    <w:rsid w:val="00CD65B4"/>
    <w:rsid w:val="00CD68DF"/>
    <w:rsid w:val="00CD68F6"/>
    <w:rsid w:val="00CD6955"/>
    <w:rsid w:val="00CD69B1"/>
    <w:rsid w:val="00CD6A1F"/>
    <w:rsid w:val="00CD6A21"/>
    <w:rsid w:val="00CD70A1"/>
    <w:rsid w:val="00CD7116"/>
    <w:rsid w:val="00CD7253"/>
    <w:rsid w:val="00CD7727"/>
    <w:rsid w:val="00CD7992"/>
    <w:rsid w:val="00CD7B56"/>
    <w:rsid w:val="00CD7C66"/>
    <w:rsid w:val="00CD7CB1"/>
    <w:rsid w:val="00CD7E8D"/>
    <w:rsid w:val="00CE018D"/>
    <w:rsid w:val="00CE01C0"/>
    <w:rsid w:val="00CE078F"/>
    <w:rsid w:val="00CE079A"/>
    <w:rsid w:val="00CE0847"/>
    <w:rsid w:val="00CE0899"/>
    <w:rsid w:val="00CE08E1"/>
    <w:rsid w:val="00CE0BFE"/>
    <w:rsid w:val="00CE0FE8"/>
    <w:rsid w:val="00CE13C4"/>
    <w:rsid w:val="00CE15C9"/>
    <w:rsid w:val="00CE1954"/>
    <w:rsid w:val="00CE1FC9"/>
    <w:rsid w:val="00CE207B"/>
    <w:rsid w:val="00CE224C"/>
    <w:rsid w:val="00CE26CC"/>
    <w:rsid w:val="00CE2AA5"/>
    <w:rsid w:val="00CE2B55"/>
    <w:rsid w:val="00CE2CF5"/>
    <w:rsid w:val="00CE2FB6"/>
    <w:rsid w:val="00CE2FCF"/>
    <w:rsid w:val="00CE3438"/>
    <w:rsid w:val="00CE3B01"/>
    <w:rsid w:val="00CE3F8A"/>
    <w:rsid w:val="00CE41E9"/>
    <w:rsid w:val="00CE46D2"/>
    <w:rsid w:val="00CE489E"/>
    <w:rsid w:val="00CE4A37"/>
    <w:rsid w:val="00CE4A6B"/>
    <w:rsid w:val="00CE4AAD"/>
    <w:rsid w:val="00CE4FC3"/>
    <w:rsid w:val="00CE53AF"/>
    <w:rsid w:val="00CE5505"/>
    <w:rsid w:val="00CE55C3"/>
    <w:rsid w:val="00CE5709"/>
    <w:rsid w:val="00CE5736"/>
    <w:rsid w:val="00CE57F6"/>
    <w:rsid w:val="00CE5848"/>
    <w:rsid w:val="00CE5963"/>
    <w:rsid w:val="00CE5BAC"/>
    <w:rsid w:val="00CE5BCD"/>
    <w:rsid w:val="00CE5D71"/>
    <w:rsid w:val="00CE5D7F"/>
    <w:rsid w:val="00CE5DDB"/>
    <w:rsid w:val="00CE5DE4"/>
    <w:rsid w:val="00CE614B"/>
    <w:rsid w:val="00CE6294"/>
    <w:rsid w:val="00CE629D"/>
    <w:rsid w:val="00CE62F8"/>
    <w:rsid w:val="00CE651E"/>
    <w:rsid w:val="00CE67A1"/>
    <w:rsid w:val="00CE6B24"/>
    <w:rsid w:val="00CE712B"/>
    <w:rsid w:val="00CE71E3"/>
    <w:rsid w:val="00CE726E"/>
    <w:rsid w:val="00CE72E3"/>
    <w:rsid w:val="00CE7333"/>
    <w:rsid w:val="00CE74C0"/>
    <w:rsid w:val="00CE7537"/>
    <w:rsid w:val="00CE7751"/>
    <w:rsid w:val="00CE7D31"/>
    <w:rsid w:val="00CE7E2E"/>
    <w:rsid w:val="00CE7F34"/>
    <w:rsid w:val="00CE7F95"/>
    <w:rsid w:val="00CF008C"/>
    <w:rsid w:val="00CF03B0"/>
    <w:rsid w:val="00CF04DE"/>
    <w:rsid w:val="00CF053C"/>
    <w:rsid w:val="00CF0717"/>
    <w:rsid w:val="00CF073B"/>
    <w:rsid w:val="00CF0786"/>
    <w:rsid w:val="00CF07B8"/>
    <w:rsid w:val="00CF0C65"/>
    <w:rsid w:val="00CF0DA9"/>
    <w:rsid w:val="00CF0DDC"/>
    <w:rsid w:val="00CF0FCC"/>
    <w:rsid w:val="00CF108C"/>
    <w:rsid w:val="00CF1319"/>
    <w:rsid w:val="00CF131A"/>
    <w:rsid w:val="00CF1374"/>
    <w:rsid w:val="00CF13E9"/>
    <w:rsid w:val="00CF1517"/>
    <w:rsid w:val="00CF1AC0"/>
    <w:rsid w:val="00CF1BC6"/>
    <w:rsid w:val="00CF1D0A"/>
    <w:rsid w:val="00CF1F73"/>
    <w:rsid w:val="00CF22F8"/>
    <w:rsid w:val="00CF2435"/>
    <w:rsid w:val="00CF25E4"/>
    <w:rsid w:val="00CF263D"/>
    <w:rsid w:val="00CF287F"/>
    <w:rsid w:val="00CF2A51"/>
    <w:rsid w:val="00CF2BE0"/>
    <w:rsid w:val="00CF3484"/>
    <w:rsid w:val="00CF3510"/>
    <w:rsid w:val="00CF368B"/>
    <w:rsid w:val="00CF38B9"/>
    <w:rsid w:val="00CF3CCA"/>
    <w:rsid w:val="00CF3DF1"/>
    <w:rsid w:val="00CF3E44"/>
    <w:rsid w:val="00CF40E8"/>
    <w:rsid w:val="00CF4635"/>
    <w:rsid w:val="00CF46B0"/>
    <w:rsid w:val="00CF4709"/>
    <w:rsid w:val="00CF4844"/>
    <w:rsid w:val="00CF4A0C"/>
    <w:rsid w:val="00CF4C9D"/>
    <w:rsid w:val="00CF4CD3"/>
    <w:rsid w:val="00CF4D7A"/>
    <w:rsid w:val="00CF50E1"/>
    <w:rsid w:val="00CF56B3"/>
    <w:rsid w:val="00CF56D4"/>
    <w:rsid w:val="00CF5A29"/>
    <w:rsid w:val="00CF5AD9"/>
    <w:rsid w:val="00CF5D10"/>
    <w:rsid w:val="00CF5D1B"/>
    <w:rsid w:val="00CF604F"/>
    <w:rsid w:val="00CF6366"/>
    <w:rsid w:val="00CF63C4"/>
    <w:rsid w:val="00CF6494"/>
    <w:rsid w:val="00CF6630"/>
    <w:rsid w:val="00CF672C"/>
    <w:rsid w:val="00CF6A62"/>
    <w:rsid w:val="00CF6D54"/>
    <w:rsid w:val="00CF6DAB"/>
    <w:rsid w:val="00CF716D"/>
    <w:rsid w:val="00CF77B0"/>
    <w:rsid w:val="00CF797D"/>
    <w:rsid w:val="00CF7E43"/>
    <w:rsid w:val="00CF7FD1"/>
    <w:rsid w:val="00D00852"/>
    <w:rsid w:val="00D00938"/>
    <w:rsid w:val="00D00A05"/>
    <w:rsid w:val="00D00A31"/>
    <w:rsid w:val="00D00BA1"/>
    <w:rsid w:val="00D00D66"/>
    <w:rsid w:val="00D01069"/>
    <w:rsid w:val="00D0149D"/>
    <w:rsid w:val="00D014A7"/>
    <w:rsid w:val="00D01502"/>
    <w:rsid w:val="00D01954"/>
    <w:rsid w:val="00D019E9"/>
    <w:rsid w:val="00D01DEA"/>
    <w:rsid w:val="00D022C0"/>
    <w:rsid w:val="00D023E9"/>
    <w:rsid w:val="00D0248C"/>
    <w:rsid w:val="00D025E8"/>
    <w:rsid w:val="00D0271C"/>
    <w:rsid w:val="00D02857"/>
    <w:rsid w:val="00D028FB"/>
    <w:rsid w:val="00D0291E"/>
    <w:rsid w:val="00D02925"/>
    <w:rsid w:val="00D029AF"/>
    <w:rsid w:val="00D029D9"/>
    <w:rsid w:val="00D02C67"/>
    <w:rsid w:val="00D0337F"/>
    <w:rsid w:val="00D034C2"/>
    <w:rsid w:val="00D03628"/>
    <w:rsid w:val="00D0367F"/>
    <w:rsid w:val="00D03E4D"/>
    <w:rsid w:val="00D0435B"/>
    <w:rsid w:val="00D04535"/>
    <w:rsid w:val="00D048D8"/>
    <w:rsid w:val="00D04BF4"/>
    <w:rsid w:val="00D04E2A"/>
    <w:rsid w:val="00D04E2F"/>
    <w:rsid w:val="00D04E8B"/>
    <w:rsid w:val="00D04FF8"/>
    <w:rsid w:val="00D05032"/>
    <w:rsid w:val="00D05135"/>
    <w:rsid w:val="00D05159"/>
    <w:rsid w:val="00D05371"/>
    <w:rsid w:val="00D05AA1"/>
    <w:rsid w:val="00D05D80"/>
    <w:rsid w:val="00D05DC8"/>
    <w:rsid w:val="00D05E34"/>
    <w:rsid w:val="00D05EAF"/>
    <w:rsid w:val="00D06758"/>
    <w:rsid w:val="00D06790"/>
    <w:rsid w:val="00D06BED"/>
    <w:rsid w:val="00D06CE3"/>
    <w:rsid w:val="00D06DBB"/>
    <w:rsid w:val="00D0719C"/>
    <w:rsid w:val="00D072C1"/>
    <w:rsid w:val="00D076C1"/>
    <w:rsid w:val="00D07879"/>
    <w:rsid w:val="00D07EB3"/>
    <w:rsid w:val="00D07F97"/>
    <w:rsid w:val="00D1006E"/>
    <w:rsid w:val="00D100F3"/>
    <w:rsid w:val="00D10152"/>
    <w:rsid w:val="00D10511"/>
    <w:rsid w:val="00D10623"/>
    <w:rsid w:val="00D106A4"/>
    <w:rsid w:val="00D1074D"/>
    <w:rsid w:val="00D10919"/>
    <w:rsid w:val="00D10CB5"/>
    <w:rsid w:val="00D10CBF"/>
    <w:rsid w:val="00D10E86"/>
    <w:rsid w:val="00D10F5C"/>
    <w:rsid w:val="00D1109E"/>
    <w:rsid w:val="00D1118D"/>
    <w:rsid w:val="00D11237"/>
    <w:rsid w:val="00D1144F"/>
    <w:rsid w:val="00D114CA"/>
    <w:rsid w:val="00D114EE"/>
    <w:rsid w:val="00D1156B"/>
    <w:rsid w:val="00D11A92"/>
    <w:rsid w:val="00D120A1"/>
    <w:rsid w:val="00D12149"/>
    <w:rsid w:val="00D121AE"/>
    <w:rsid w:val="00D122C2"/>
    <w:rsid w:val="00D123CD"/>
    <w:rsid w:val="00D126FC"/>
    <w:rsid w:val="00D12B55"/>
    <w:rsid w:val="00D12C83"/>
    <w:rsid w:val="00D12F3F"/>
    <w:rsid w:val="00D130E7"/>
    <w:rsid w:val="00D1316D"/>
    <w:rsid w:val="00D1317E"/>
    <w:rsid w:val="00D134B4"/>
    <w:rsid w:val="00D13A6A"/>
    <w:rsid w:val="00D13AB6"/>
    <w:rsid w:val="00D13B5B"/>
    <w:rsid w:val="00D1401C"/>
    <w:rsid w:val="00D144EA"/>
    <w:rsid w:val="00D14568"/>
    <w:rsid w:val="00D145A5"/>
    <w:rsid w:val="00D145AC"/>
    <w:rsid w:val="00D14724"/>
    <w:rsid w:val="00D14AA6"/>
    <w:rsid w:val="00D14B64"/>
    <w:rsid w:val="00D14D87"/>
    <w:rsid w:val="00D14E7D"/>
    <w:rsid w:val="00D14FAF"/>
    <w:rsid w:val="00D15214"/>
    <w:rsid w:val="00D1521F"/>
    <w:rsid w:val="00D152AF"/>
    <w:rsid w:val="00D15782"/>
    <w:rsid w:val="00D15C5B"/>
    <w:rsid w:val="00D15CF8"/>
    <w:rsid w:val="00D15D07"/>
    <w:rsid w:val="00D15E63"/>
    <w:rsid w:val="00D15E97"/>
    <w:rsid w:val="00D16027"/>
    <w:rsid w:val="00D16036"/>
    <w:rsid w:val="00D16161"/>
    <w:rsid w:val="00D161A3"/>
    <w:rsid w:val="00D16202"/>
    <w:rsid w:val="00D164B5"/>
    <w:rsid w:val="00D167BD"/>
    <w:rsid w:val="00D16989"/>
    <w:rsid w:val="00D1717E"/>
    <w:rsid w:val="00D17305"/>
    <w:rsid w:val="00D173C8"/>
    <w:rsid w:val="00D1771F"/>
    <w:rsid w:val="00D177E0"/>
    <w:rsid w:val="00D1793B"/>
    <w:rsid w:val="00D179A7"/>
    <w:rsid w:val="00D179EA"/>
    <w:rsid w:val="00D17A1A"/>
    <w:rsid w:val="00D17AC4"/>
    <w:rsid w:val="00D17AE7"/>
    <w:rsid w:val="00D17D91"/>
    <w:rsid w:val="00D17F20"/>
    <w:rsid w:val="00D17FC9"/>
    <w:rsid w:val="00D20073"/>
    <w:rsid w:val="00D200D4"/>
    <w:rsid w:val="00D20917"/>
    <w:rsid w:val="00D20AB2"/>
    <w:rsid w:val="00D20C6D"/>
    <w:rsid w:val="00D20D30"/>
    <w:rsid w:val="00D20D47"/>
    <w:rsid w:val="00D2120F"/>
    <w:rsid w:val="00D21256"/>
    <w:rsid w:val="00D212E0"/>
    <w:rsid w:val="00D2142E"/>
    <w:rsid w:val="00D216E0"/>
    <w:rsid w:val="00D21819"/>
    <w:rsid w:val="00D21B06"/>
    <w:rsid w:val="00D21EC6"/>
    <w:rsid w:val="00D21F3E"/>
    <w:rsid w:val="00D22277"/>
    <w:rsid w:val="00D223C8"/>
    <w:rsid w:val="00D223C9"/>
    <w:rsid w:val="00D2261C"/>
    <w:rsid w:val="00D22CA4"/>
    <w:rsid w:val="00D23108"/>
    <w:rsid w:val="00D23123"/>
    <w:rsid w:val="00D23175"/>
    <w:rsid w:val="00D23615"/>
    <w:rsid w:val="00D23E70"/>
    <w:rsid w:val="00D24DD7"/>
    <w:rsid w:val="00D25353"/>
    <w:rsid w:val="00D253BA"/>
    <w:rsid w:val="00D253E4"/>
    <w:rsid w:val="00D25413"/>
    <w:rsid w:val="00D254A1"/>
    <w:rsid w:val="00D25617"/>
    <w:rsid w:val="00D25924"/>
    <w:rsid w:val="00D25A99"/>
    <w:rsid w:val="00D25B87"/>
    <w:rsid w:val="00D25C7F"/>
    <w:rsid w:val="00D25DC8"/>
    <w:rsid w:val="00D25DED"/>
    <w:rsid w:val="00D25E9A"/>
    <w:rsid w:val="00D260FE"/>
    <w:rsid w:val="00D2612B"/>
    <w:rsid w:val="00D2623F"/>
    <w:rsid w:val="00D26370"/>
    <w:rsid w:val="00D264A4"/>
    <w:rsid w:val="00D2654B"/>
    <w:rsid w:val="00D26787"/>
    <w:rsid w:val="00D26906"/>
    <w:rsid w:val="00D26A88"/>
    <w:rsid w:val="00D26CD5"/>
    <w:rsid w:val="00D26D51"/>
    <w:rsid w:val="00D26F0E"/>
    <w:rsid w:val="00D26FF8"/>
    <w:rsid w:val="00D273EB"/>
    <w:rsid w:val="00D27664"/>
    <w:rsid w:val="00D277BA"/>
    <w:rsid w:val="00D2785A"/>
    <w:rsid w:val="00D27A43"/>
    <w:rsid w:val="00D27A5C"/>
    <w:rsid w:val="00D27DDE"/>
    <w:rsid w:val="00D27E93"/>
    <w:rsid w:val="00D30094"/>
    <w:rsid w:val="00D300ED"/>
    <w:rsid w:val="00D30650"/>
    <w:rsid w:val="00D3065D"/>
    <w:rsid w:val="00D30A17"/>
    <w:rsid w:val="00D30D25"/>
    <w:rsid w:val="00D30DF2"/>
    <w:rsid w:val="00D310B0"/>
    <w:rsid w:val="00D31255"/>
    <w:rsid w:val="00D31693"/>
    <w:rsid w:val="00D318AB"/>
    <w:rsid w:val="00D31C20"/>
    <w:rsid w:val="00D31CC3"/>
    <w:rsid w:val="00D31E65"/>
    <w:rsid w:val="00D3267E"/>
    <w:rsid w:val="00D32AFC"/>
    <w:rsid w:val="00D32D07"/>
    <w:rsid w:val="00D32E86"/>
    <w:rsid w:val="00D33084"/>
    <w:rsid w:val="00D331F6"/>
    <w:rsid w:val="00D3331B"/>
    <w:rsid w:val="00D3344F"/>
    <w:rsid w:val="00D33582"/>
    <w:rsid w:val="00D33A91"/>
    <w:rsid w:val="00D33BFC"/>
    <w:rsid w:val="00D33FEB"/>
    <w:rsid w:val="00D34475"/>
    <w:rsid w:val="00D34755"/>
    <w:rsid w:val="00D34A9B"/>
    <w:rsid w:val="00D34C09"/>
    <w:rsid w:val="00D34C36"/>
    <w:rsid w:val="00D34CC4"/>
    <w:rsid w:val="00D353AB"/>
    <w:rsid w:val="00D355EC"/>
    <w:rsid w:val="00D35983"/>
    <w:rsid w:val="00D35A82"/>
    <w:rsid w:val="00D35D71"/>
    <w:rsid w:val="00D35D7F"/>
    <w:rsid w:val="00D35E2C"/>
    <w:rsid w:val="00D35F24"/>
    <w:rsid w:val="00D36549"/>
    <w:rsid w:val="00D3671F"/>
    <w:rsid w:val="00D36742"/>
    <w:rsid w:val="00D3682C"/>
    <w:rsid w:val="00D36964"/>
    <w:rsid w:val="00D36B0C"/>
    <w:rsid w:val="00D36F93"/>
    <w:rsid w:val="00D371E0"/>
    <w:rsid w:val="00D3732C"/>
    <w:rsid w:val="00D37769"/>
    <w:rsid w:val="00D379FD"/>
    <w:rsid w:val="00D37FD3"/>
    <w:rsid w:val="00D4001E"/>
    <w:rsid w:val="00D401BD"/>
    <w:rsid w:val="00D4034C"/>
    <w:rsid w:val="00D4046A"/>
    <w:rsid w:val="00D405F3"/>
    <w:rsid w:val="00D40860"/>
    <w:rsid w:val="00D408A7"/>
    <w:rsid w:val="00D41088"/>
    <w:rsid w:val="00D4110C"/>
    <w:rsid w:val="00D4113F"/>
    <w:rsid w:val="00D4125F"/>
    <w:rsid w:val="00D418AC"/>
    <w:rsid w:val="00D41EC2"/>
    <w:rsid w:val="00D41FC5"/>
    <w:rsid w:val="00D41FEC"/>
    <w:rsid w:val="00D4201F"/>
    <w:rsid w:val="00D4212F"/>
    <w:rsid w:val="00D42876"/>
    <w:rsid w:val="00D4298C"/>
    <w:rsid w:val="00D42D9D"/>
    <w:rsid w:val="00D42DFC"/>
    <w:rsid w:val="00D43166"/>
    <w:rsid w:val="00D43387"/>
    <w:rsid w:val="00D43870"/>
    <w:rsid w:val="00D438AE"/>
    <w:rsid w:val="00D4439F"/>
    <w:rsid w:val="00D446B6"/>
    <w:rsid w:val="00D44C7D"/>
    <w:rsid w:val="00D44D97"/>
    <w:rsid w:val="00D44E68"/>
    <w:rsid w:val="00D4523B"/>
    <w:rsid w:val="00D454D2"/>
    <w:rsid w:val="00D455EC"/>
    <w:rsid w:val="00D459F2"/>
    <w:rsid w:val="00D45B62"/>
    <w:rsid w:val="00D45C11"/>
    <w:rsid w:val="00D45C87"/>
    <w:rsid w:val="00D45E38"/>
    <w:rsid w:val="00D45EC6"/>
    <w:rsid w:val="00D45EDF"/>
    <w:rsid w:val="00D4600D"/>
    <w:rsid w:val="00D46097"/>
    <w:rsid w:val="00D46277"/>
    <w:rsid w:val="00D462FA"/>
    <w:rsid w:val="00D46620"/>
    <w:rsid w:val="00D46B05"/>
    <w:rsid w:val="00D46E3B"/>
    <w:rsid w:val="00D46EAB"/>
    <w:rsid w:val="00D46FA5"/>
    <w:rsid w:val="00D46FF8"/>
    <w:rsid w:val="00D47076"/>
    <w:rsid w:val="00D470A7"/>
    <w:rsid w:val="00D47514"/>
    <w:rsid w:val="00D47798"/>
    <w:rsid w:val="00D47AE7"/>
    <w:rsid w:val="00D47C14"/>
    <w:rsid w:val="00D47D2F"/>
    <w:rsid w:val="00D47E3E"/>
    <w:rsid w:val="00D50944"/>
    <w:rsid w:val="00D509A8"/>
    <w:rsid w:val="00D50E65"/>
    <w:rsid w:val="00D50FF3"/>
    <w:rsid w:val="00D5122B"/>
    <w:rsid w:val="00D5125B"/>
    <w:rsid w:val="00D51501"/>
    <w:rsid w:val="00D51958"/>
    <w:rsid w:val="00D51972"/>
    <w:rsid w:val="00D519C6"/>
    <w:rsid w:val="00D5223C"/>
    <w:rsid w:val="00D528B8"/>
    <w:rsid w:val="00D52B3F"/>
    <w:rsid w:val="00D52E99"/>
    <w:rsid w:val="00D52F8C"/>
    <w:rsid w:val="00D530F3"/>
    <w:rsid w:val="00D5336A"/>
    <w:rsid w:val="00D533C3"/>
    <w:rsid w:val="00D533CE"/>
    <w:rsid w:val="00D5356D"/>
    <w:rsid w:val="00D53C34"/>
    <w:rsid w:val="00D53EAE"/>
    <w:rsid w:val="00D54790"/>
    <w:rsid w:val="00D54A51"/>
    <w:rsid w:val="00D54C7B"/>
    <w:rsid w:val="00D54EE6"/>
    <w:rsid w:val="00D55345"/>
    <w:rsid w:val="00D55612"/>
    <w:rsid w:val="00D55CD7"/>
    <w:rsid w:val="00D55D57"/>
    <w:rsid w:val="00D56482"/>
    <w:rsid w:val="00D564ED"/>
    <w:rsid w:val="00D565B6"/>
    <w:rsid w:val="00D56618"/>
    <w:rsid w:val="00D56694"/>
    <w:rsid w:val="00D56732"/>
    <w:rsid w:val="00D56AFF"/>
    <w:rsid w:val="00D56B33"/>
    <w:rsid w:val="00D5749D"/>
    <w:rsid w:val="00D575AF"/>
    <w:rsid w:val="00D57606"/>
    <w:rsid w:val="00D57903"/>
    <w:rsid w:val="00D57969"/>
    <w:rsid w:val="00D57A35"/>
    <w:rsid w:val="00D57C1E"/>
    <w:rsid w:val="00D57C60"/>
    <w:rsid w:val="00D57EA0"/>
    <w:rsid w:val="00D60010"/>
    <w:rsid w:val="00D60012"/>
    <w:rsid w:val="00D6007C"/>
    <w:rsid w:val="00D6008B"/>
    <w:rsid w:val="00D601D4"/>
    <w:rsid w:val="00D60207"/>
    <w:rsid w:val="00D604A9"/>
    <w:rsid w:val="00D6075C"/>
    <w:rsid w:val="00D6078C"/>
    <w:rsid w:val="00D60968"/>
    <w:rsid w:val="00D60B7E"/>
    <w:rsid w:val="00D60BF3"/>
    <w:rsid w:val="00D60C88"/>
    <w:rsid w:val="00D60DF0"/>
    <w:rsid w:val="00D61090"/>
    <w:rsid w:val="00D61A09"/>
    <w:rsid w:val="00D61B27"/>
    <w:rsid w:val="00D61B90"/>
    <w:rsid w:val="00D61C27"/>
    <w:rsid w:val="00D61CE1"/>
    <w:rsid w:val="00D61E99"/>
    <w:rsid w:val="00D61F78"/>
    <w:rsid w:val="00D62A55"/>
    <w:rsid w:val="00D62B3D"/>
    <w:rsid w:val="00D62CAC"/>
    <w:rsid w:val="00D62F4D"/>
    <w:rsid w:val="00D6379D"/>
    <w:rsid w:val="00D637BC"/>
    <w:rsid w:val="00D63C40"/>
    <w:rsid w:val="00D63ED6"/>
    <w:rsid w:val="00D63FA3"/>
    <w:rsid w:val="00D63FEF"/>
    <w:rsid w:val="00D64005"/>
    <w:rsid w:val="00D6463E"/>
    <w:rsid w:val="00D6465B"/>
    <w:rsid w:val="00D64A06"/>
    <w:rsid w:val="00D64E57"/>
    <w:rsid w:val="00D651FA"/>
    <w:rsid w:val="00D6547F"/>
    <w:rsid w:val="00D656B4"/>
    <w:rsid w:val="00D6596A"/>
    <w:rsid w:val="00D65992"/>
    <w:rsid w:val="00D65ACD"/>
    <w:rsid w:val="00D65BC2"/>
    <w:rsid w:val="00D66255"/>
    <w:rsid w:val="00D66401"/>
    <w:rsid w:val="00D66524"/>
    <w:rsid w:val="00D66558"/>
    <w:rsid w:val="00D6655D"/>
    <w:rsid w:val="00D66964"/>
    <w:rsid w:val="00D66A3F"/>
    <w:rsid w:val="00D66AC5"/>
    <w:rsid w:val="00D66C15"/>
    <w:rsid w:val="00D66E0D"/>
    <w:rsid w:val="00D66F70"/>
    <w:rsid w:val="00D67066"/>
    <w:rsid w:val="00D676CD"/>
    <w:rsid w:val="00D679DB"/>
    <w:rsid w:val="00D67A51"/>
    <w:rsid w:val="00D67D99"/>
    <w:rsid w:val="00D67E43"/>
    <w:rsid w:val="00D70016"/>
    <w:rsid w:val="00D70096"/>
    <w:rsid w:val="00D700F7"/>
    <w:rsid w:val="00D704F6"/>
    <w:rsid w:val="00D706B5"/>
    <w:rsid w:val="00D70C47"/>
    <w:rsid w:val="00D70C62"/>
    <w:rsid w:val="00D70D6C"/>
    <w:rsid w:val="00D70F0D"/>
    <w:rsid w:val="00D714DD"/>
    <w:rsid w:val="00D71590"/>
    <w:rsid w:val="00D71A39"/>
    <w:rsid w:val="00D71B66"/>
    <w:rsid w:val="00D71FA7"/>
    <w:rsid w:val="00D7220B"/>
    <w:rsid w:val="00D72387"/>
    <w:rsid w:val="00D72770"/>
    <w:rsid w:val="00D72F99"/>
    <w:rsid w:val="00D72FF1"/>
    <w:rsid w:val="00D7304E"/>
    <w:rsid w:val="00D7327A"/>
    <w:rsid w:val="00D733F2"/>
    <w:rsid w:val="00D73BD1"/>
    <w:rsid w:val="00D73C1A"/>
    <w:rsid w:val="00D740CE"/>
    <w:rsid w:val="00D740CF"/>
    <w:rsid w:val="00D7415A"/>
    <w:rsid w:val="00D74357"/>
    <w:rsid w:val="00D7437E"/>
    <w:rsid w:val="00D743B8"/>
    <w:rsid w:val="00D745DA"/>
    <w:rsid w:val="00D74BCA"/>
    <w:rsid w:val="00D74F66"/>
    <w:rsid w:val="00D750FD"/>
    <w:rsid w:val="00D75453"/>
    <w:rsid w:val="00D7552B"/>
    <w:rsid w:val="00D7593A"/>
    <w:rsid w:val="00D75CE7"/>
    <w:rsid w:val="00D76368"/>
    <w:rsid w:val="00D76715"/>
    <w:rsid w:val="00D7688E"/>
    <w:rsid w:val="00D76916"/>
    <w:rsid w:val="00D76C74"/>
    <w:rsid w:val="00D76CE9"/>
    <w:rsid w:val="00D77182"/>
    <w:rsid w:val="00D7729A"/>
    <w:rsid w:val="00D774FD"/>
    <w:rsid w:val="00D77551"/>
    <w:rsid w:val="00D775B6"/>
    <w:rsid w:val="00D778CC"/>
    <w:rsid w:val="00D7795B"/>
    <w:rsid w:val="00D77A80"/>
    <w:rsid w:val="00D77BA9"/>
    <w:rsid w:val="00D77EE1"/>
    <w:rsid w:val="00D80492"/>
    <w:rsid w:val="00D807B4"/>
    <w:rsid w:val="00D80B22"/>
    <w:rsid w:val="00D80CD8"/>
    <w:rsid w:val="00D80F75"/>
    <w:rsid w:val="00D818E9"/>
    <w:rsid w:val="00D81981"/>
    <w:rsid w:val="00D81B75"/>
    <w:rsid w:val="00D81E03"/>
    <w:rsid w:val="00D81E1C"/>
    <w:rsid w:val="00D81E5B"/>
    <w:rsid w:val="00D82060"/>
    <w:rsid w:val="00D82747"/>
    <w:rsid w:val="00D82C05"/>
    <w:rsid w:val="00D82F81"/>
    <w:rsid w:val="00D831FF"/>
    <w:rsid w:val="00D834A6"/>
    <w:rsid w:val="00D83E6D"/>
    <w:rsid w:val="00D84117"/>
    <w:rsid w:val="00D84374"/>
    <w:rsid w:val="00D845D2"/>
    <w:rsid w:val="00D8485C"/>
    <w:rsid w:val="00D84C55"/>
    <w:rsid w:val="00D84E3B"/>
    <w:rsid w:val="00D84EF4"/>
    <w:rsid w:val="00D84F99"/>
    <w:rsid w:val="00D85088"/>
    <w:rsid w:val="00D8589B"/>
    <w:rsid w:val="00D859FB"/>
    <w:rsid w:val="00D85A09"/>
    <w:rsid w:val="00D85A20"/>
    <w:rsid w:val="00D85ADD"/>
    <w:rsid w:val="00D85D8C"/>
    <w:rsid w:val="00D85E31"/>
    <w:rsid w:val="00D85E7D"/>
    <w:rsid w:val="00D85FC7"/>
    <w:rsid w:val="00D860DA"/>
    <w:rsid w:val="00D86240"/>
    <w:rsid w:val="00D862D2"/>
    <w:rsid w:val="00D865A4"/>
    <w:rsid w:val="00D866B7"/>
    <w:rsid w:val="00D8674C"/>
    <w:rsid w:val="00D8690F"/>
    <w:rsid w:val="00D86921"/>
    <w:rsid w:val="00D869A6"/>
    <w:rsid w:val="00D8718C"/>
    <w:rsid w:val="00D872EE"/>
    <w:rsid w:val="00D8751C"/>
    <w:rsid w:val="00D87741"/>
    <w:rsid w:val="00D877B2"/>
    <w:rsid w:val="00D8789E"/>
    <w:rsid w:val="00D879E8"/>
    <w:rsid w:val="00D87CB1"/>
    <w:rsid w:val="00D87D2C"/>
    <w:rsid w:val="00D87EEA"/>
    <w:rsid w:val="00D90069"/>
    <w:rsid w:val="00D905FC"/>
    <w:rsid w:val="00D906E5"/>
    <w:rsid w:val="00D90726"/>
    <w:rsid w:val="00D9075B"/>
    <w:rsid w:val="00D90827"/>
    <w:rsid w:val="00D90AB4"/>
    <w:rsid w:val="00D910E0"/>
    <w:rsid w:val="00D910E5"/>
    <w:rsid w:val="00D91445"/>
    <w:rsid w:val="00D914DF"/>
    <w:rsid w:val="00D916A4"/>
    <w:rsid w:val="00D9177C"/>
    <w:rsid w:val="00D91D49"/>
    <w:rsid w:val="00D9201B"/>
    <w:rsid w:val="00D9240C"/>
    <w:rsid w:val="00D92515"/>
    <w:rsid w:val="00D92765"/>
    <w:rsid w:val="00D927B0"/>
    <w:rsid w:val="00D92973"/>
    <w:rsid w:val="00D92B18"/>
    <w:rsid w:val="00D92B29"/>
    <w:rsid w:val="00D92BF0"/>
    <w:rsid w:val="00D92D85"/>
    <w:rsid w:val="00D92EF5"/>
    <w:rsid w:val="00D92FDA"/>
    <w:rsid w:val="00D93057"/>
    <w:rsid w:val="00D932FE"/>
    <w:rsid w:val="00D9359A"/>
    <w:rsid w:val="00D937AA"/>
    <w:rsid w:val="00D93A0A"/>
    <w:rsid w:val="00D93A80"/>
    <w:rsid w:val="00D93E14"/>
    <w:rsid w:val="00D9415E"/>
    <w:rsid w:val="00D94192"/>
    <w:rsid w:val="00D9449E"/>
    <w:rsid w:val="00D94606"/>
    <w:rsid w:val="00D94702"/>
    <w:rsid w:val="00D948B5"/>
    <w:rsid w:val="00D94E1B"/>
    <w:rsid w:val="00D95130"/>
    <w:rsid w:val="00D95164"/>
    <w:rsid w:val="00D95297"/>
    <w:rsid w:val="00D954A9"/>
    <w:rsid w:val="00D954D3"/>
    <w:rsid w:val="00D9571D"/>
    <w:rsid w:val="00D95738"/>
    <w:rsid w:val="00D95D36"/>
    <w:rsid w:val="00D96017"/>
    <w:rsid w:val="00D964F4"/>
    <w:rsid w:val="00D9665E"/>
    <w:rsid w:val="00D969DF"/>
    <w:rsid w:val="00D96D25"/>
    <w:rsid w:val="00D96D66"/>
    <w:rsid w:val="00D96F26"/>
    <w:rsid w:val="00D97209"/>
    <w:rsid w:val="00D973E1"/>
    <w:rsid w:val="00D974F2"/>
    <w:rsid w:val="00D9768A"/>
    <w:rsid w:val="00D97850"/>
    <w:rsid w:val="00D97B6F"/>
    <w:rsid w:val="00D97B98"/>
    <w:rsid w:val="00D97C26"/>
    <w:rsid w:val="00DA0234"/>
    <w:rsid w:val="00DA0274"/>
    <w:rsid w:val="00DA034D"/>
    <w:rsid w:val="00DA0402"/>
    <w:rsid w:val="00DA086B"/>
    <w:rsid w:val="00DA08D2"/>
    <w:rsid w:val="00DA090B"/>
    <w:rsid w:val="00DA098B"/>
    <w:rsid w:val="00DA09F5"/>
    <w:rsid w:val="00DA0B2E"/>
    <w:rsid w:val="00DA0CB4"/>
    <w:rsid w:val="00DA0D5B"/>
    <w:rsid w:val="00DA0E61"/>
    <w:rsid w:val="00DA0EF7"/>
    <w:rsid w:val="00DA1027"/>
    <w:rsid w:val="00DA1053"/>
    <w:rsid w:val="00DA163C"/>
    <w:rsid w:val="00DA16E5"/>
    <w:rsid w:val="00DA1B6E"/>
    <w:rsid w:val="00DA1CA4"/>
    <w:rsid w:val="00DA1D30"/>
    <w:rsid w:val="00DA1D76"/>
    <w:rsid w:val="00DA1E38"/>
    <w:rsid w:val="00DA2083"/>
    <w:rsid w:val="00DA2120"/>
    <w:rsid w:val="00DA25A3"/>
    <w:rsid w:val="00DA2928"/>
    <w:rsid w:val="00DA2A11"/>
    <w:rsid w:val="00DA2AA0"/>
    <w:rsid w:val="00DA2AC1"/>
    <w:rsid w:val="00DA2FAB"/>
    <w:rsid w:val="00DA3053"/>
    <w:rsid w:val="00DA30FD"/>
    <w:rsid w:val="00DA36C3"/>
    <w:rsid w:val="00DA36D8"/>
    <w:rsid w:val="00DA3C8D"/>
    <w:rsid w:val="00DA3DB0"/>
    <w:rsid w:val="00DA3DC4"/>
    <w:rsid w:val="00DA3F4C"/>
    <w:rsid w:val="00DA3FCB"/>
    <w:rsid w:val="00DA41C8"/>
    <w:rsid w:val="00DA470A"/>
    <w:rsid w:val="00DA4850"/>
    <w:rsid w:val="00DA4866"/>
    <w:rsid w:val="00DA48BC"/>
    <w:rsid w:val="00DA4A12"/>
    <w:rsid w:val="00DA4CE2"/>
    <w:rsid w:val="00DA4D1B"/>
    <w:rsid w:val="00DA4EED"/>
    <w:rsid w:val="00DA51B8"/>
    <w:rsid w:val="00DA5211"/>
    <w:rsid w:val="00DA5525"/>
    <w:rsid w:val="00DA55CB"/>
    <w:rsid w:val="00DA55CF"/>
    <w:rsid w:val="00DA56AC"/>
    <w:rsid w:val="00DA5A6A"/>
    <w:rsid w:val="00DA5B47"/>
    <w:rsid w:val="00DA5EB9"/>
    <w:rsid w:val="00DA5F54"/>
    <w:rsid w:val="00DA6313"/>
    <w:rsid w:val="00DA63AF"/>
    <w:rsid w:val="00DA653F"/>
    <w:rsid w:val="00DA68CC"/>
    <w:rsid w:val="00DA6917"/>
    <w:rsid w:val="00DA6A6A"/>
    <w:rsid w:val="00DA6CF3"/>
    <w:rsid w:val="00DA6F92"/>
    <w:rsid w:val="00DA70FB"/>
    <w:rsid w:val="00DA7C2E"/>
    <w:rsid w:val="00DA7DE9"/>
    <w:rsid w:val="00DA7F41"/>
    <w:rsid w:val="00DB0570"/>
    <w:rsid w:val="00DB05DD"/>
    <w:rsid w:val="00DB07D2"/>
    <w:rsid w:val="00DB175C"/>
    <w:rsid w:val="00DB1BCE"/>
    <w:rsid w:val="00DB1C30"/>
    <w:rsid w:val="00DB1C7F"/>
    <w:rsid w:val="00DB1D82"/>
    <w:rsid w:val="00DB1E47"/>
    <w:rsid w:val="00DB2177"/>
    <w:rsid w:val="00DB2206"/>
    <w:rsid w:val="00DB2571"/>
    <w:rsid w:val="00DB26D8"/>
    <w:rsid w:val="00DB2C41"/>
    <w:rsid w:val="00DB2C68"/>
    <w:rsid w:val="00DB30E8"/>
    <w:rsid w:val="00DB31D6"/>
    <w:rsid w:val="00DB3288"/>
    <w:rsid w:val="00DB36AA"/>
    <w:rsid w:val="00DB3814"/>
    <w:rsid w:val="00DB3C3C"/>
    <w:rsid w:val="00DB41FE"/>
    <w:rsid w:val="00DB4201"/>
    <w:rsid w:val="00DB43BC"/>
    <w:rsid w:val="00DB4407"/>
    <w:rsid w:val="00DB4644"/>
    <w:rsid w:val="00DB472E"/>
    <w:rsid w:val="00DB47FC"/>
    <w:rsid w:val="00DB4C30"/>
    <w:rsid w:val="00DB4CDE"/>
    <w:rsid w:val="00DB4D91"/>
    <w:rsid w:val="00DB4FF2"/>
    <w:rsid w:val="00DB5229"/>
    <w:rsid w:val="00DB549D"/>
    <w:rsid w:val="00DB57A5"/>
    <w:rsid w:val="00DB580D"/>
    <w:rsid w:val="00DB588A"/>
    <w:rsid w:val="00DB5958"/>
    <w:rsid w:val="00DB5A48"/>
    <w:rsid w:val="00DB5D01"/>
    <w:rsid w:val="00DB5D58"/>
    <w:rsid w:val="00DB5E08"/>
    <w:rsid w:val="00DB65DC"/>
    <w:rsid w:val="00DB66EE"/>
    <w:rsid w:val="00DB6702"/>
    <w:rsid w:val="00DB6A9C"/>
    <w:rsid w:val="00DB6E74"/>
    <w:rsid w:val="00DB6F3A"/>
    <w:rsid w:val="00DB6F70"/>
    <w:rsid w:val="00DB707E"/>
    <w:rsid w:val="00DB71E6"/>
    <w:rsid w:val="00DB73E2"/>
    <w:rsid w:val="00DB7664"/>
    <w:rsid w:val="00DB783F"/>
    <w:rsid w:val="00DB7C19"/>
    <w:rsid w:val="00DB7C6C"/>
    <w:rsid w:val="00DB7CD9"/>
    <w:rsid w:val="00DB7D3E"/>
    <w:rsid w:val="00DB7E73"/>
    <w:rsid w:val="00DB7EA7"/>
    <w:rsid w:val="00DB7F10"/>
    <w:rsid w:val="00DC007A"/>
    <w:rsid w:val="00DC00B3"/>
    <w:rsid w:val="00DC0192"/>
    <w:rsid w:val="00DC02EF"/>
    <w:rsid w:val="00DC0806"/>
    <w:rsid w:val="00DC086C"/>
    <w:rsid w:val="00DC0C64"/>
    <w:rsid w:val="00DC0CF3"/>
    <w:rsid w:val="00DC0D38"/>
    <w:rsid w:val="00DC0D88"/>
    <w:rsid w:val="00DC2275"/>
    <w:rsid w:val="00DC23DF"/>
    <w:rsid w:val="00DC243F"/>
    <w:rsid w:val="00DC25DD"/>
    <w:rsid w:val="00DC26A6"/>
    <w:rsid w:val="00DC2D91"/>
    <w:rsid w:val="00DC2DA5"/>
    <w:rsid w:val="00DC2DC7"/>
    <w:rsid w:val="00DC3083"/>
    <w:rsid w:val="00DC3457"/>
    <w:rsid w:val="00DC3628"/>
    <w:rsid w:val="00DC367F"/>
    <w:rsid w:val="00DC36F8"/>
    <w:rsid w:val="00DC3A31"/>
    <w:rsid w:val="00DC3AFD"/>
    <w:rsid w:val="00DC3F08"/>
    <w:rsid w:val="00DC3F39"/>
    <w:rsid w:val="00DC42FF"/>
    <w:rsid w:val="00DC45DF"/>
    <w:rsid w:val="00DC476F"/>
    <w:rsid w:val="00DC4BB3"/>
    <w:rsid w:val="00DC4BBF"/>
    <w:rsid w:val="00DC4CD4"/>
    <w:rsid w:val="00DC5175"/>
    <w:rsid w:val="00DC52D9"/>
    <w:rsid w:val="00DC5431"/>
    <w:rsid w:val="00DC54BD"/>
    <w:rsid w:val="00DC61EF"/>
    <w:rsid w:val="00DC61F9"/>
    <w:rsid w:val="00DC6303"/>
    <w:rsid w:val="00DC642E"/>
    <w:rsid w:val="00DC65DB"/>
    <w:rsid w:val="00DC65E9"/>
    <w:rsid w:val="00DC686F"/>
    <w:rsid w:val="00DC693B"/>
    <w:rsid w:val="00DC6C41"/>
    <w:rsid w:val="00DC6D37"/>
    <w:rsid w:val="00DC6E8D"/>
    <w:rsid w:val="00DC7017"/>
    <w:rsid w:val="00DC778B"/>
    <w:rsid w:val="00DC791D"/>
    <w:rsid w:val="00DC7A03"/>
    <w:rsid w:val="00DC7B12"/>
    <w:rsid w:val="00DC7B45"/>
    <w:rsid w:val="00DC7DC6"/>
    <w:rsid w:val="00DD025A"/>
    <w:rsid w:val="00DD0509"/>
    <w:rsid w:val="00DD0670"/>
    <w:rsid w:val="00DD0754"/>
    <w:rsid w:val="00DD09A6"/>
    <w:rsid w:val="00DD0A02"/>
    <w:rsid w:val="00DD1002"/>
    <w:rsid w:val="00DD100F"/>
    <w:rsid w:val="00DD124F"/>
    <w:rsid w:val="00DD1592"/>
    <w:rsid w:val="00DD15D3"/>
    <w:rsid w:val="00DD1638"/>
    <w:rsid w:val="00DD1890"/>
    <w:rsid w:val="00DD1B1E"/>
    <w:rsid w:val="00DD1C60"/>
    <w:rsid w:val="00DD1F27"/>
    <w:rsid w:val="00DD2425"/>
    <w:rsid w:val="00DD28B0"/>
    <w:rsid w:val="00DD2AD4"/>
    <w:rsid w:val="00DD2B30"/>
    <w:rsid w:val="00DD2F1D"/>
    <w:rsid w:val="00DD303A"/>
    <w:rsid w:val="00DD3575"/>
    <w:rsid w:val="00DD3AA7"/>
    <w:rsid w:val="00DD3D00"/>
    <w:rsid w:val="00DD3E15"/>
    <w:rsid w:val="00DD4383"/>
    <w:rsid w:val="00DD452D"/>
    <w:rsid w:val="00DD4707"/>
    <w:rsid w:val="00DD476E"/>
    <w:rsid w:val="00DD47D7"/>
    <w:rsid w:val="00DD49B9"/>
    <w:rsid w:val="00DD4C52"/>
    <w:rsid w:val="00DD4CBA"/>
    <w:rsid w:val="00DD4EB9"/>
    <w:rsid w:val="00DD4F25"/>
    <w:rsid w:val="00DD5114"/>
    <w:rsid w:val="00DD51B5"/>
    <w:rsid w:val="00DD537C"/>
    <w:rsid w:val="00DD540A"/>
    <w:rsid w:val="00DD5762"/>
    <w:rsid w:val="00DD576D"/>
    <w:rsid w:val="00DD580B"/>
    <w:rsid w:val="00DD5985"/>
    <w:rsid w:val="00DD5A6B"/>
    <w:rsid w:val="00DD5B84"/>
    <w:rsid w:val="00DD5D60"/>
    <w:rsid w:val="00DD5E9F"/>
    <w:rsid w:val="00DD5EDD"/>
    <w:rsid w:val="00DD5EE3"/>
    <w:rsid w:val="00DD6323"/>
    <w:rsid w:val="00DD64C9"/>
    <w:rsid w:val="00DD652C"/>
    <w:rsid w:val="00DD6546"/>
    <w:rsid w:val="00DD67B5"/>
    <w:rsid w:val="00DD6817"/>
    <w:rsid w:val="00DD68A2"/>
    <w:rsid w:val="00DD6AF1"/>
    <w:rsid w:val="00DD6C7F"/>
    <w:rsid w:val="00DD6C85"/>
    <w:rsid w:val="00DD6F8E"/>
    <w:rsid w:val="00DD7017"/>
    <w:rsid w:val="00DD74B4"/>
    <w:rsid w:val="00DD7608"/>
    <w:rsid w:val="00DD7669"/>
    <w:rsid w:val="00DD786F"/>
    <w:rsid w:val="00DD7950"/>
    <w:rsid w:val="00DD7BEB"/>
    <w:rsid w:val="00DD7F41"/>
    <w:rsid w:val="00DE0109"/>
    <w:rsid w:val="00DE0141"/>
    <w:rsid w:val="00DE016D"/>
    <w:rsid w:val="00DE03A5"/>
    <w:rsid w:val="00DE0598"/>
    <w:rsid w:val="00DE067A"/>
    <w:rsid w:val="00DE08E4"/>
    <w:rsid w:val="00DE0940"/>
    <w:rsid w:val="00DE0956"/>
    <w:rsid w:val="00DE09D1"/>
    <w:rsid w:val="00DE09D7"/>
    <w:rsid w:val="00DE0A12"/>
    <w:rsid w:val="00DE0B2F"/>
    <w:rsid w:val="00DE0EFA"/>
    <w:rsid w:val="00DE0FD4"/>
    <w:rsid w:val="00DE1031"/>
    <w:rsid w:val="00DE10C9"/>
    <w:rsid w:val="00DE13AA"/>
    <w:rsid w:val="00DE13F3"/>
    <w:rsid w:val="00DE143A"/>
    <w:rsid w:val="00DE1540"/>
    <w:rsid w:val="00DE1600"/>
    <w:rsid w:val="00DE1836"/>
    <w:rsid w:val="00DE198B"/>
    <w:rsid w:val="00DE2702"/>
    <w:rsid w:val="00DE2DCE"/>
    <w:rsid w:val="00DE3100"/>
    <w:rsid w:val="00DE311E"/>
    <w:rsid w:val="00DE31A8"/>
    <w:rsid w:val="00DE344C"/>
    <w:rsid w:val="00DE3581"/>
    <w:rsid w:val="00DE37A4"/>
    <w:rsid w:val="00DE37E9"/>
    <w:rsid w:val="00DE3B26"/>
    <w:rsid w:val="00DE3BEE"/>
    <w:rsid w:val="00DE3C97"/>
    <w:rsid w:val="00DE3E7F"/>
    <w:rsid w:val="00DE4596"/>
    <w:rsid w:val="00DE45A3"/>
    <w:rsid w:val="00DE4720"/>
    <w:rsid w:val="00DE48F8"/>
    <w:rsid w:val="00DE4AE9"/>
    <w:rsid w:val="00DE4B86"/>
    <w:rsid w:val="00DE4BDB"/>
    <w:rsid w:val="00DE4C17"/>
    <w:rsid w:val="00DE4EF8"/>
    <w:rsid w:val="00DE4F70"/>
    <w:rsid w:val="00DE549A"/>
    <w:rsid w:val="00DE5615"/>
    <w:rsid w:val="00DE569D"/>
    <w:rsid w:val="00DE570B"/>
    <w:rsid w:val="00DE5768"/>
    <w:rsid w:val="00DE5A9E"/>
    <w:rsid w:val="00DE60B2"/>
    <w:rsid w:val="00DE6498"/>
    <w:rsid w:val="00DE6503"/>
    <w:rsid w:val="00DE65C5"/>
    <w:rsid w:val="00DE6744"/>
    <w:rsid w:val="00DE6AF0"/>
    <w:rsid w:val="00DE6BC2"/>
    <w:rsid w:val="00DE6DD0"/>
    <w:rsid w:val="00DE6E89"/>
    <w:rsid w:val="00DE75C8"/>
    <w:rsid w:val="00DE79B5"/>
    <w:rsid w:val="00DE79CC"/>
    <w:rsid w:val="00DE7BF1"/>
    <w:rsid w:val="00DF00E2"/>
    <w:rsid w:val="00DF0102"/>
    <w:rsid w:val="00DF0209"/>
    <w:rsid w:val="00DF0350"/>
    <w:rsid w:val="00DF0376"/>
    <w:rsid w:val="00DF057B"/>
    <w:rsid w:val="00DF0934"/>
    <w:rsid w:val="00DF0A93"/>
    <w:rsid w:val="00DF0CBE"/>
    <w:rsid w:val="00DF0EB9"/>
    <w:rsid w:val="00DF0EBF"/>
    <w:rsid w:val="00DF0F51"/>
    <w:rsid w:val="00DF105B"/>
    <w:rsid w:val="00DF110F"/>
    <w:rsid w:val="00DF12EF"/>
    <w:rsid w:val="00DF1530"/>
    <w:rsid w:val="00DF162E"/>
    <w:rsid w:val="00DF167B"/>
    <w:rsid w:val="00DF173A"/>
    <w:rsid w:val="00DF1853"/>
    <w:rsid w:val="00DF19C5"/>
    <w:rsid w:val="00DF1AD7"/>
    <w:rsid w:val="00DF1C39"/>
    <w:rsid w:val="00DF2128"/>
    <w:rsid w:val="00DF23AE"/>
    <w:rsid w:val="00DF2471"/>
    <w:rsid w:val="00DF2479"/>
    <w:rsid w:val="00DF248E"/>
    <w:rsid w:val="00DF25BC"/>
    <w:rsid w:val="00DF27DB"/>
    <w:rsid w:val="00DF2B7E"/>
    <w:rsid w:val="00DF2C38"/>
    <w:rsid w:val="00DF2CC2"/>
    <w:rsid w:val="00DF2FA0"/>
    <w:rsid w:val="00DF2FBF"/>
    <w:rsid w:val="00DF340F"/>
    <w:rsid w:val="00DF348E"/>
    <w:rsid w:val="00DF36C7"/>
    <w:rsid w:val="00DF3CB4"/>
    <w:rsid w:val="00DF3F27"/>
    <w:rsid w:val="00DF413F"/>
    <w:rsid w:val="00DF4324"/>
    <w:rsid w:val="00DF4450"/>
    <w:rsid w:val="00DF480F"/>
    <w:rsid w:val="00DF4C87"/>
    <w:rsid w:val="00DF4FA3"/>
    <w:rsid w:val="00DF512E"/>
    <w:rsid w:val="00DF52E9"/>
    <w:rsid w:val="00DF53D4"/>
    <w:rsid w:val="00DF56A7"/>
    <w:rsid w:val="00DF593F"/>
    <w:rsid w:val="00DF5957"/>
    <w:rsid w:val="00DF5984"/>
    <w:rsid w:val="00DF5B87"/>
    <w:rsid w:val="00DF5C94"/>
    <w:rsid w:val="00DF5F19"/>
    <w:rsid w:val="00DF66F0"/>
    <w:rsid w:val="00DF6753"/>
    <w:rsid w:val="00DF6916"/>
    <w:rsid w:val="00DF6B4B"/>
    <w:rsid w:val="00DF71FB"/>
    <w:rsid w:val="00DF7219"/>
    <w:rsid w:val="00DF7B02"/>
    <w:rsid w:val="00DF7CDE"/>
    <w:rsid w:val="00E00283"/>
    <w:rsid w:val="00E00705"/>
    <w:rsid w:val="00E0081E"/>
    <w:rsid w:val="00E00BCD"/>
    <w:rsid w:val="00E00E61"/>
    <w:rsid w:val="00E01448"/>
    <w:rsid w:val="00E01907"/>
    <w:rsid w:val="00E01911"/>
    <w:rsid w:val="00E01AAA"/>
    <w:rsid w:val="00E0218C"/>
    <w:rsid w:val="00E027AA"/>
    <w:rsid w:val="00E02B76"/>
    <w:rsid w:val="00E02D97"/>
    <w:rsid w:val="00E02DB0"/>
    <w:rsid w:val="00E0342C"/>
    <w:rsid w:val="00E034E8"/>
    <w:rsid w:val="00E03691"/>
    <w:rsid w:val="00E03DCB"/>
    <w:rsid w:val="00E03E54"/>
    <w:rsid w:val="00E03EC0"/>
    <w:rsid w:val="00E04256"/>
    <w:rsid w:val="00E044B8"/>
    <w:rsid w:val="00E0477B"/>
    <w:rsid w:val="00E048B0"/>
    <w:rsid w:val="00E04CE0"/>
    <w:rsid w:val="00E04E20"/>
    <w:rsid w:val="00E04F9F"/>
    <w:rsid w:val="00E05073"/>
    <w:rsid w:val="00E05096"/>
    <w:rsid w:val="00E054DB"/>
    <w:rsid w:val="00E05575"/>
    <w:rsid w:val="00E05883"/>
    <w:rsid w:val="00E0591C"/>
    <w:rsid w:val="00E05F09"/>
    <w:rsid w:val="00E05F6D"/>
    <w:rsid w:val="00E06357"/>
    <w:rsid w:val="00E063EA"/>
    <w:rsid w:val="00E063F1"/>
    <w:rsid w:val="00E06528"/>
    <w:rsid w:val="00E06642"/>
    <w:rsid w:val="00E069FE"/>
    <w:rsid w:val="00E06A0F"/>
    <w:rsid w:val="00E06AA8"/>
    <w:rsid w:val="00E06C3A"/>
    <w:rsid w:val="00E0718F"/>
    <w:rsid w:val="00E07221"/>
    <w:rsid w:val="00E07245"/>
    <w:rsid w:val="00E07288"/>
    <w:rsid w:val="00E0732A"/>
    <w:rsid w:val="00E073EE"/>
    <w:rsid w:val="00E07546"/>
    <w:rsid w:val="00E0786D"/>
    <w:rsid w:val="00E07C66"/>
    <w:rsid w:val="00E07EDC"/>
    <w:rsid w:val="00E10284"/>
    <w:rsid w:val="00E107F1"/>
    <w:rsid w:val="00E10BF3"/>
    <w:rsid w:val="00E10FC6"/>
    <w:rsid w:val="00E110EE"/>
    <w:rsid w:val="00E1124B"/>
    <w:rsid w:val="00E1135A"/>
    <w:rsid w:val="00E11D20"/>
    <w:rsid w:val="00E11E56"/>
    <w:rsid w:val="00E11F4E"/>
    <w:rsid w:val="00E12164"/>
    <w:rsid w:val="00E12900"/>
    <w:rsid w:val="00E12943"/>
    <w:rsid w:val="00E12989"/>
    <w:rsid w:val="00E12D75"/>
    <w:rsid w:val="00E12D87"/>
    <w:rsid w:val="00E131C2"/>
    <w:rsid w:val="00E13608"/>
    <w:rsid w:val="00E137D2"/>
    <w:rsid w:val="00E13801"/>
    <w:rsid w:val="00E13962"/>
    <w:rsid w:val="00E13A05"/>
    <w:rsid w:val="00E13B1D"/>
    <w:rsid w:val="00E13CD1"/>
    <w:rsid w:val="00E13E18"/>
    <w:rsid w:val="00E14007"/>
    <w:rsid w:val="00E1445E"/>
    <w:rsid w:val="00E14755"/>
    <w:rsid w:val="00E148C7"/>
    <w:rsid w:val="00E14C4B"/>
    <w:rsid w:val="00E14DFF"/>
    <w:rsid w:val="00E14E51"/>
    <w:rsid w:val="00E150E1"/>
    <w:rsid w:val="00E15295"/>
    <w:rsid w:val="00E15637"/>
    <w:rsid w:val="00E15680"/>
    <w:rsid w:val="00E15B2E"/>
    <w:rsid w:val="00E15BD3"/>
    <w:rsid w:val="00E15D9A"/>
    <w:rsid w:val="00E16014"/>
    <w:rsid w:val="00E16044"/>
    <w:rsid w:val="00E1616B"/>
    <w:rsid w:val="00E162AE"/>
    <w:rsid w:val="00E163ED"/>
    <w:rsid w:val="00E164A3"/>
    <w:rsid w:val="00E169D6"/>
    <w:rsid w:val="00E16F1E"/>
    <w:rsid w:val="00E1725D"/>
    <w:rsid w:val="00E175FB"/>
    <w:rsid w:val="00E17989"/>
    <w:rsid w:val="00E17AA1"/>
    <w:rsid w:val="00E17D38"/>
    <w:rsid w:val="00E17E4E"/>
    <w:rsid w:val="00E17E60"/>
    <w:rsid w:val="00E17EF2"/>
    <w:rsid w:val="00E17F3C"/>
    <w:rsid w:val="00E17FCD"/>
    <w:rsid w:val="00E202B3"/>
    <w:rsid w:val="00E202DD"/>
    <w:rsid w:val="00E20791"/>
    <w:rsid w:val="00E207F5"/>
    <w:rsid w:val="00E20915"/>
    <w:rsid w:val="00E20A9E"/>
    <w:rsid w:val="00E2139C"/>
    <w:rsid w:val="00E2148A"/>
    <w:rsid w:val="00E214F3"/>
    <w:rsid w:val="00E215B4"/>
    <w:rsid w:val="00E2178F"/>
    <w:rsid w:val="00E217F4"/>
    <w:rsid w:val="00E218EA"/>
    <w:rsid w:val="00E21933"/>
    <w:rsid w:val="00E21A06"/>
    <w:rsid w:val="00E21E58"/>
    <w:rsid w:val="00E21F53"/>
    <w:rsid w:val="00E2205F"/>
    <w:rsid w:val="00E221DC"/>
    <w:rsid w:val="00E2231A"/>
    <w:rsid w:val="00E22446"/>
    <w:rsid w:val="00E227BB"/>
    <w:rsid w:val="00E227DE"/>
    <w:rsid w:val="00E228AA"/>
    <w:rsid w:val="00E22F98"/>
    <w:rsid w:val="00E23019"/>
    <w:rsid w:val="00E230A0"/>
    <w:rsid w:val="00E230B9"/>
    <w:rsid w:val="00E2342F"/>
    <w:rsid w:val="00E235D8"/>
    <w:rsid w:val="00E23615"/>
    <w:rsid w:val="00E23BBC"/>
    <w:rsid w:val="00E23E21"/>
    <w:rsid w:val="00E23E96"/>
    <w:rsid w:val="00E24058"/>
    <w:rsid w:val="00E2431A"/>
    <w:rsid w:val="00E243AB"/>
    <w:rsid w:val="00E2441B"/>
    <w:rsid w:val="00E2449B"/>
    <w:rsid w:val="00E244EA"/>
    <w:rsid w:val="00E247A1"/>
    <w:rsid w:val="00E24934"/>
    <w:rsid w:val="00E24F22"/>
    <w:rsid w:val="00E2517A"/>
    <w:rsid w:val="00E2549C"/>
    <w:rsid w:val="00E254B5"/>
    <w:rsid w:val="00E25627"/>
    <w:rsid w:val="00E25AC1"/>
    <w:rsid w:val="00E25E2E"/>
    <w:rsid w:val="00E25EFF"/>
    <w:rsid w:val="00E2623A"/>
    <w:rsid w:val="00E262E9"/>
    <w:rsid w:val="00E262EE"/>
    <w:rsid w:val="00E26515"/>
    <w:rsid w:val="00E268C7"/>
    <w:rsid w:val="00E269E6"/>
    <w:rsid w:val="00E26BAC"/>
    <w:rsid w:val="00E26C38"/>
    <w:rsid w:val="00E26F6B"/>
    <w:rsid w:val="00E271E6"/>
    <w:rsid w:val="00E271EC"/>
    <w:rsid w:val="00E272B7"/>
    <w:rsid w:val="00E272DD"/>
    <w:rsid w:val="00E276D7"/>
    <w:rsid w:val="00E27A07"/>
    <w:rsid w:val="00E27A13"/>
    <w:rsid w:val="00E27B61"/>
    <w:rsid w:val="00E27C62"/>
    <w:rsid w:val="00E30025"/>
    <w:rsid w:val="00E300E0"/>
    <w:rsid w:val="00E301E1"/>
    <w:rsid w:val="00E3038D"/>
    <w:rsid w:val="00E3056D"/>
    <w:rsid w:val="00E30674"/>
    <w:rsid w:val="00E30BD5"/>
    <w:rsid w:val="00E30C3D"/>
    <w:rsid w:val="00E30DAE"/>
    <w:rsid w:val="00E3103E"/>
    <w:rsid w:val="00E311C3"/>
    <w:rsid w:val="00E31425"/>
    <w:rsid w:val="00E31468"/>
    <w:rsid w:val="00E316F6"/>
    <w:rsid w:val="00E317B9"/>
    <w:rsid w:val="00E3192F"/>
    <w:rsid w:val="00E31FC2"/>
    <w:rsid w:val="00E32090"/>
    <w:rsid w:val="00E324E5"/>
    <w:rsid w:val="00E3265F"/>
    <w:rsid w:val="00E32B0E"/>
    <w:rsid w:val="00E32C5F"/>
    <w:rsid w:val="00E32F43"/>
    <w:rsid w:val="00E331BE"/>
    <w:rsid w:val="00E3355F"/>
    <w:rsid w:val="00E33CBE"/>
    <w:rsid w:val="00E3408D"/>
    <w:rsid w:val="00E341B6"/>
    <w:rsid w:val="00E342AC"/>
    <w:rsid w:val="00E3461C"/>
    <w:rsid w:val="00E346AB"/>
    <w:rsid w:val="00E34862"/>
    <w:rsid w:val="00E34873"/>
    <w:rsid w:val="00E34D77"/>
    <w:rsid w:val="00E34E50"/>
    <w:rsid w:val="00E34F7D"/>
    <w:rsid w:val="00E34F87"/>
    <w:rsid w:val="00E3503F"/>
    <w:rsid w:val="00E350B0"/>
    <w:rsid w:val="00E355A4"/>
    <w:rsid w:val="00E35856"/>
    <w:rsid w:val="00E35B61"/>
    <w:rsid w:val="00E35C09"/>
    <w:rsid w:val="00E3601D"/>
    <w:rsid w:val="00E36041"/>
    <w:rsid w:val="00E36044"/>
    <w:rsid w:val="00E361A1"/>
    <w:rsid w:val="00E361E1"/>
    <w:rsid w:val="00E36422"/>
    <w:rsid w:val="00E364AE"/>
    <w:rsid w:val="00E3664D"/>
    <w:rsid w:val="00E36A0E"/>
    <w:rsid w:val="00E36C22"/>
    <w:rsid w:val="00E36EB1"/>
    <w:rsid w:val="00E36EC6"/>
    <w:rsid w:val="00E36F61"/>
    <w:rsid w:val="00E371D8"/>
    <w:rsid w:val="00E372FF"/>
    <w:rsid w:val="00E37790"/>
    <w:rsid w:val="00E37802"/>
    <w:rsid w:val="00E37B9B"/>
    <w:rsid w:val="00E37BF7"/>
    <w:rsid w:val="00E37D42"/>
    <w:rsid w:val="00E37F41"/>
    <w:rsid w:val="00E4036C"/>
    <w:rsid w:val="00E403A4"/>
    <w:rsid w:val="00E4040A"/>
    <w:rsid w:val="00E404D2"/>
    <w:rsid w:val="00E40824"/>
    <w:rsid w:val="00E40A31"/>
    <w:rsid w:val="00E40C7F"/>
    <w:rsid w:val="00E40E2A"/>
    <w:rsid w:val="00E40EAF"/>
    <w:rsid w:val="00E40ED6"/>
    <w:rsid w:val="00E40FBE"/>
    <w:rsid w:val="00E40FC7"/>
    <w:rsid w:val="00E4154F"/>
    <w:rsid w:val="00E41554"/>
    <w:rsid w:val="00E415D0"/>
    <w:rsid w:val="00E4164C"/>
    <w:rsid w:val="00E41668"/>
    <w:rsid w:val="00E416AB"/>
    <w:rsid w:val="00E41901"/>
    <w:rsid w:val="00E419BC"/>
    <w:rsid w:val="00E41CB9"/>
    <w:rsid w:val="00E41D31"/>
    <w:rsid w:val="00E41D89"/>
    <w:rsid w:val="00E424F7"/>
    <w:rsid w:val="00E42586"/>
    <w:rsid w:val="00E42680"/>
    <w:rsid w:val="00E42986"/>
    <w:rsid w:val="00E42E24"/>
    <w:rsid w:val="00E42E5D"/>
    <w:rsid w:val="00E43184"/>
    <w:rsid w:val="00E43191"/>
    <w:rsid w:val="00E435B5"/>
    <w:rsid w:val="00E43AAF"/>
    <w:rsid w:val="00E43FB6"/>
    <w:rsid w:val="00E440ED"/>
    <w:rsid w:val="00E442F4"/>
    <w:rsid w:val="00E4437C"/>
    <w:rsid w:val="00E44400"/>
    <w:rsid w:val="00E44A68"/>
    <w:rsid w:val="00E44D00"/>
    <w:rsid w:val="00E44F92"/>
    <w:rsid w:val="00E451F8"/>
    <w:rsid w:val="00E45298"/>
    <w:rsid w:val="00E4560E"/>
    <w:rsid w:val="00E45AD4"/>
    <w:rsid w:val="00E45E7D"/>
    <w:rsid w:val="00E45F99"/>
    <w:rsid w:val="00E4686D"/>
    <w:rsid w:val="00E46D04"/>
    <w:rsid w:val="00E47327"/>
    <w:rsid w:val="00E473A7"/>
    <w:rsid w:val="00E4751D"/>
    <w:rsid w:val="00E477FB"/>
    <w:rsid w:val="00E47DF7"/>
    <w:rsid w:val="00E50054"/>
    <w:rsid w:val="00E50115"/>
    <w:rsid w:val="00E505E5"/>
    <w:rsid w:val="00E509AE"/>
    <w:rsid w:val="00E509F7"/>
    <w:rsid w:val="00E51274"/>
    <w:rsid w:val="00E5134E"/>
    <w:rsid w:val="00E513E6"/>
    <w:rsid w:val="00E51553"/>
    <w:rsid w:val="00E51558"/>
    <w:rsid w:val="00E51707"/>
    <w:rsid w:val="00E51A41"/>
    <w:rsid w:val="00E51C6B"/>
    <w:rsid w:val="00E51DCF"/>
    <w:rsid w:val="00E5206F"/>
    <w:rsid w:val="00E5234C"/>
    <w:rsid w:val="00E52383"/>
    <w:rsid w:val="00E52750"/>
    <w:rsid w:val="00E52A2B"/>
    <w:rsid w:val="00E52AA8"/>
    <w:rsid w:val="00E52D5F"/>
    <w:rsid w:val="00E52EEF"/>
    <w:rsid w:val="00E530D8"/>
    <w:rsid w:val="00E5311C"/>
    <w:rsid w:val="00E5345E"/>
    <w:rsid w:val="00E53504"/>
    <w:rsid w:val="00E538CF"/>
    <w:rsid w:val="00E5391C"/>
    <w:rsid w:val="00E53C4A"/>
    <w:rsid w:val="00E53DC4"/>
    <w:rsid w:val="00E53EA2"/>
    <w:rsid w:val="00E53FD5"/>
    <w:rsid w:val="00E54026"/>
    <w:rsid w:val="00E54445"/>
    <w:rsid w:val="00E54468"/>
    <w:rsid w:val="00E54486"/>
    <w:rsid w:val="00E54615"/>
    <w:rsid w:val="00E54705"/>
    <w:rsid w:val="00E54C78"/>
    <w:rsid w:val="00E54F5C"/>
    <w:rsid w:val="00E55012"/>
    <w:rsid w:val="00E5540F"/>
    <w:rsid w:val="00E55441"/>
    <w:rsid w:val="00E554B1"/>
    <w:rsid w:val="00E55563"/>
    <w:rsid w:val="00E555BE"/>
    <w:rsid w:val="00E55720"/>
    <w:rsid w:val="00E5572B"/>
    <w:rsid w:val="00E5578C"/>
    <w:rsid w:val="00E55A4E"/>
    <w:rsid w:val="00E55F12"/>
    <w:rsid w:val="00E55F4A"/>
    <w:rsid w:val="00E560A3"/>
    <w:rsid w:val="00E561F3"/>
    <w:rsid w:val="00E5632A"/>
    <w:rsid w:val="00E5653B"/>
    <w:rsid w:val="00E56612"/>
    <w:rsid w:val="00E566AB"/>
    <w:rsid w:val="00E566B2"/>
    <w:rsid w:val="00E56861"/>
    <w:rsid w:val="00E56A07"/>
    <w:rsid w:val="00E56F7D"/>
    <w:rsid w:val="00E56F98"/>
    <w:rsid w:val="00E57082"/>
    <w:rsid w:val="00E5709C"/>
    <w:rsid w:val="00E570B7"/>
    <w:rsid w:val="00E57536"/>
    <w:rsid w:val="00E57776"/>
    <w:rsid w:val="00E57B95"/>
    <w:rsid w:val="00E57BCD"/>
    <w:rsid w:val="00E57E00"/>
    <w:rsid w:val="00E57E32"/>
    <w:rsid w:val="00E57F57"/>
    <w:rsid w:val="00E60372"/>
    <w:rsid w:val="00E60454"/>
    <w:rsid w:val="00E60680"/>
    <w:rsid w:val="00E60714"/>
    <w:rsid w:val="00E60994"/>
    <w:rsid w:val="00E60AF9"/>
    <w:rsid w:val="00E60B19"/>
    <w:rsid w:val="00E60CDA"/>
    <w:rsid w:val="00E60D3D"/>
    <w:rsid w:val="00E60D7E"/>
    <w:rsid w:val="00E61115"/>
    <w:rsid w:val="00E6135A"/>
    <w:rsid w:val="00E615C9"/>
    <w:rsid w:val="00E616FE"/>
    <w:rsid w:val="00E617FF"/>
    <w:rsid w:val="00E61C19"/>
    <w:rsid w:val="00E61C85"/>
    <w:rsid w:val="00E61F2E"/>
    <w:rsid w:val="00E61F47"/>
    <w:rsid w:val="00E62400"/>
    <w:rsid w:val="00E624FA"/>
    <w:rsid w:val="00E6256C"/>
    <w:rsid w:val="00E62706"/>
    <w:rsid w:val="00E62915"/>
    <w:rsid w:val="00E62A71"/>
    <w:rsid w:val="00E62C3A"/>
    <w:rsid w:val="00E62E04"/>
    <w:rsid w:val="00E6314D"/>
    <w:rsid w:val="00E63592"/>
    <w:rsid w:val="00E63981"/>
    <w:rsid w:val="00E63A7F"/>
    <w:rsid w:val="00E63DBA"/>
    <w:rsid w:val="00E6413F"/>
    <w:rsid w:val="00E644CA"/>
    <w:rsid w:val="00E647B7"/>
    <w:rsid w:val="00E64972"/>
    <w:rsid w:val="00E64AF8"/>
    <w:rsid w:val="00E64E9F"/>
    <w:rsid w:val="00E64EC7"/>
    <w:rsid w:val="00E65437"/>
    <w:rsid w:val="00E6557D"/>
    <w:rsid w:val="00E6582F"/>
    <w:rsid w:val="00E6590C"/>
    <w:rsid w:val="00E65ADF"/>
    <w:rsid w:val="00E65DEC"/>
    <w:rsid w:val="00E665BF"/>
    <w:rsid w:val="00E66646"/>
    <w:rsid w:val="00E66811"/>
    <w:rsid w:val="00E66B5E"/>
    <w:rsid w:val="00E66C18"/>
    <w:rsid w:val="00E66FA8"/>
    <w:rsid w:val="00E6710A"/>
    <w:rsid w:val="00E671DA"/>
    <w:rsid w:val="00E67202"/>
    <w:rsid w:val="00E673A0"/>
    <w:rsid w:val="00E674A7"/>
    <w:rsid w:val="00E675F6"/>
    <w:rsid w:val="00E67764"/>
    <w:rsid w:val="00E67903"/>
    <w:rsid w:val="00E701FE"/>
    <w:rsid w:val="00E7027A"/>
    <w:rsid w:val="00E7039B"/>
    <w:rsid w:val="00E7051B"/>
    <w:rsid w:val="00E70887"/>
    <w:rsid w:val="00E70894"/>
    <w:rsid w:val="00E70896"/>
    <w:rsid w:val="00E70A5C"/>
    <w:rsid w:val="00E70B17"/>
    <w:rsid w:val="00E70B9F"/>
    <w:rsid w:val="00E70C86"/>
    <w:rsid w:val="00E70E01"/>
    <w:rsid w:val="00E70EC2"/>
    <w:rsid w:val="00E70ED0"/>
    <w:rsid w:val="00E70FEC"/>
    <w:rsid w:val="00E713CF"/>
    <w:rsid w:val="00E7164D"/>
    <w:rsid w:val="00E71742"/>
    <w:rsid w:val="00E71AC6"/>
    <w:rsid w:val="00E71E50"/>
    <w:rsid w:val="00E720FA"/>
    <w:rsid w:val="00E7221E"/>
    <w:rsid w:val="00E72269"/>
    <w:rsid w:val="00E722BE"/>
    <w:rsid w:val="00E72482"/>
    <w:rsid w:val="00E729E1"/>
    <w:rsid w:val="00E72A71"/>
    <w:rsid w:val="00E72B54"/>
    <w:rsid w:val="00E72CC8"/>
    <w:rsid w:val="00E72E55"/>
    <w:rsid w:val="00E72E6E"/>
    <w:rsid w:val="00E72F27"/>
    <w:rsid w:val="00E73250"/>
    <w:rsid w:val="00E73422"/>
    <w:rsid w:val="00E735A9"/>
    <w:rsid w:val="00E7377F"/>
    <w:rsid w:val="00E737B3"/>
    <w:rsid w:val="00E737F0"/>
    <w:rsid w:val="00E73EA9"/>
    <w:rsid w:val="00E7400E"/>
    <w:rsid w:val="00E74676"/>
    <w:rsid w:val="00E749AE"/>
    <w:rsid w:val="00E749E3"/>
    <w:rsid w:val="00E74B9B"/>
    <w:rsid w:val="00E74F9F"/>
    <w:rsid w:val="00E75153"/>
    <w:rsid w:val="00E752A0"/>
    <w:rsid w:val="00E7540F"/>
    <w:rsid w:val="00E75566"/>
    <w:rsid w:val="00E75978"/>
    <w:rsid w:val="00E75A38"/>
    <w:rsid w:val="00E75D29"/>
    <w:rsid w:val="00E75DF0"/>
    <w:rsid w:val="00E760E4"/>
    <w:rsid w:val="00E762E1"/>
    <w:rsid w:val="00E76367"/>
    <w:rsid w:val="00E76399"/>
    <w:rsid w:val="00E766A7"/>
    <w:rsid w:val="00E768B0"/>
    <w:rsid w:val="00E76AA0"/>
    <w:rsid w:val="00E76FCB"/>
    <w:rsid w:val="00E771A3"/>
    <w:rsid w:val="00E7724E"/>
    <w:rsid w:val="00E77302"/>
    <w:rsid w:val="00E7743A"/>
    <w:rsid w:val="00E7746F"/>
    <w:rsid w:val="00E77629"/>
    <w:rsid w:val="00E77694"/>
    <w:rsid w:val="00E776DA"/>
    <w:rsid w:val="00E77764"/>
    <w:rsid w:val="00E77A95"/>
    <w:rsid w:val="00E80294"/>
    <w:rsid w:val="00E802E4"/>
    <w:rsid w:val="00E80752"/>
    <w:rsid w:val="00E80AC3"/>
    <w:rsid w:val="00E80C11"/>
    <w:rsid w:val="00E80E16"/>
    <w:rsid w:val="00E810BA"/>
    <w:rsid w:val="00E81103"/>
    <w:rsid w:val="00E81393"/>
    <w:rsid w:val="00E818DF"/>
    <w:rsid w:val="00E81A4F"/>
    <w:rsid w:val="00E81AB9"/>
    <w:rsid w:val="00E81C21"/>
    <w:rsid w:val="00E820C8"/>
    <w:rsid w:val="00E8225B"/>
    <w:rsid w:val="00E8226B"/>
    <w:rsid w:val="00E82276"/>
    <w:rsid w:val="00E82400"/>
    <w:rsid w:val="00E82683"/>
    <w:rsid w:val="00E8280D"/>
    <w:rsid w:val="00E831CB"/>
    <w:rsid w:val="00E832DC"/>
    <w:rsid w:val="00E83805"/>
    <w:rsid w:val="00E83BB2"/>
    <w:rsid w:val="00E83C73"/>
    <w:rsid w:val="00E83E21"/>
    <w:rsid w:val="00E83FA3"/>
    <w:rsid w:val="00E84019"/>
    <w:rsid w:val="00E847B6"/>
    <w:rsid w:val="00E84F3F"/>
    <w:rsid w:val="00E851B5"/>
    <w:rsid w:val="00E8536F"/>
    <w:rsid w:val="00E8551C"/>
    <w:rsid w:val="00E85590"/>
    <w:rsid w:val="00E85619"/>
    <w:rsid w:val="00E858DB"/>
    <w:rsid w:val="00E85AC9"/>
    <w:rsid w:val="00E85D40"/>
    <w:rsid w:val="00E85E70"/>
    <w:rsid w:val="00E85F2F"/>
    <w:rsid w:val="00E85F31"/>
    <w:rsid w:val="00E860F6"/>
    <w:rsid w:val="00E86170"/>
    <w:rsid w:val="00E8619C"/>
    <w:rsid w:val="00E862F6"/>
    <w:rsid w:val="00E86325"/>
    <w:rsid w:val="00E86382"/>
    <w:rsid w:val="00E8645D"/>
    <w:rsid w:val="00E86C38"/>
    <w:rsid w:val="00E86F63"/>
    <w:rsid w:val="00E87152"/>
    <w:rsid w:val="00E8757A"/>
    <w:rsid w:val="00E87784"/>
    <w:rsid w:val="00E87C4A"/>
    <w:rsid w:val="00E87FDF"/>
    <w:rsid w:val="00E90022"/>
    <w:rsid w:val="00E90231"/>
    <w:rsid w:val="00E902AC"/>
    <w:rsid w:val="00E903F2"/>
    <w:rsid w:val="00E9061E"/>
    <w:rsid w:val="00E9076A"/>
    <w:rsid w:val="00E90C0B"/>
    <w:rsid w:val="00E91252"/>
    <w:rsid w:val="00E91255"/>
    <w:rsid w:val="00E912E2"/>
    <w:rsid w:val="00E914B8"/>
    <w:rsid w:val="00E91530"/>
    <w:rsid w:val="00E91897"/>
    <w:rsid w:val="00E91BE4"/>
    <w:rsid w:val="00E92395"/>
    <w:rsid w:val="00E9239B"/>
    <w:rsid w:val="00E9246D"/>
    <w:rsid w:val="00E92669"/>
    <w:rsid w:val="00E927A4"/>
    <w:rsid w:val="00E92920"/>
    <w:rsid w:val="00E92AE8"/>
    <w:rsid w:val="00E92B0E"/>
    <w:rsid w:val="00E92D06"/>
    <w:rsid w:val="00E933C9"/>
    <w:rsid w:val="00E93706"/>
    <w:rsid w:val="00E937D8"/>
    <w:rsid w:val="00E938B0"/>
    <w:rsid w:val="00E93994"/>
    <w:rsid w:val="00E93D3F"/>
    <w:rsid w:val="00E93E1E"/>
    <w:rsid w:val="00E93FEE"/>
    <w:rsid w:val="00E9462B"/>
    <w:rsid w:val="00E949A4"/>
    <w:rsid w:val="00E94A0E"/>
    <w:rsid w:val="00E94ACB"/>
    <w:rsid w:val="00E94B02"/>
    <w:rsid w:val="00E951F7"/>
    <w:rsid w:val="00E954C3"/>
    <w:rsid w:val="00E9573E"/>
    <w:rsid w:val="00E95926"/>
    <w:rsid w:val="00E95F4E"/>
    <w:rsid w:val="00E960E5"/>
    <w:rsid w:val="00E9612E"/>
    <w:rsid w:val="00E96144"/>
    <w:rsid w:val="00E962FE"/>
    <w:rsid w:val="00E965D7"/>
    <w:rsid w:val="00E9670D"/>
    <w:rsid w:val="00E96836"/>
    <w:rsid w:val="00E96BCE"/>
    <w:rsid w:val="00E96CDD"/>
    <w:rsid w:val="00E96E10"/>
    <w:rsid w:val="00E96E12"/>
    <w:rsid w:val="00E96E7E"/>
    <w:rsid w:val="00E97221"/>
    <w:rsid w:val="00E97227"/>
    <w:rsid w:val="00E972E8"/>
    <w:rsid w:val="00E9736A"/>
    <w:rsid w:val="00E9752D"/>
    <w:rsid w:val="00E9774D"/>
    <w:rsid w:val="00E97952"/>
    <w:rsid w:val="00E979B9"/>
    <w:rsid w:val="00E97EE6"/>
    <w:rsid w:val="00EA0011"/>
    <w:rsid w:val="00EA0157"/>
    <w:rsid w:val="00EA0BC0"/>
    <w:rsid w:val="00EA0C6D"/>
    <w:rsid w:val="00EA0D87"/>
    <w:rsid w:val="00EA0E8F"/>
    <w:rsid w:val="00EA0EA8"/>
    <w:rsid w:val="00EA122D"/>
    <w:rsid w:val="00EA1262"/>
    <w:rsid w:val="00EA14A3"/>
    <w:rsid w:val="00EA15B0"/>
    <w:rsid w:val="00EA17FE"/>
    <w:rsid w:val="00EA1997"/>
    <w:rsid w:val="00EA19AC"/>
    <w:rsid w:val="00EA1B77"/>
    <w:rsid w:val="00EA28C8"/>
    <w:rsid w:val="00EA2A21"/>
    <w:rsid w:val="00EA2BED"/>
    <w:rsid w:val="00EA2CB2"/>
    <w:rsid w:val="00EA2DB7"/>
    <w:rsid w:val="00EA2E40"/>
    <w:rsid w:val="00EA2E4E"/>
    <w:rsid w:val="00EA31EC"/>
    <w:rsid w:val="00EA32B6"/>
    <w:rsid w:val="00EA3564"/>
    <w:rsid w:val="00EA3664"/>
    <w:rsid w:val="00EA3736"/>
    <w:rsid w:val="00EA37D3"/>
    <w:rsid w:val="00EA389B"/>
    <w:rsid w:val="00EA3BB4"/>
    <w:rsid w:val="00EA3D9C"/>
    <w:rsid w:val="00EA3F85"/>
    <w:rsid w:val="00EA3FBA"/>
    <w:rsid w:val="00EA401E"/>
    <w:rsid w:val="00EA43F6"/>
    <w:rsid w:val="00EA46DD"/>
    <w:rsid w:val="00EA47BD"/>
    <w:rsid w:val="00EA484A"/>
    <w:rsid w:val="00EA4D74"/>
    <w:rsid w:val="00EA4EA1"/>
    <w:rsid w:val="00EA5050"/>
    <w:rsid w:val="00EA5109"/>
    <w:rsid w:val="00EA51B9"/>
    <w:rsid w:val="00EA5779"/>
    <w:rsid w:val="00EA5CD1"/>
    <w:rsid w:val="00EA6256"/>
    <w:rsid w:val="00EA650C"/>
    <w:rsid w:val="00EA653A"/>
    <w:rsid w:val="00EA65AD"/>
    <w:rsid w:val="00EA68A8"/>
    <w:rsid w:val="00EA698A"/>
    <w:rsid w:val="00EA6C5C"/>
    <w:rsid w:val="00EA6F7F"/>
    <w:rsid w:val="00EA70B6"/>
    <w:rsid w:val="00EA73F3"/>
    <w:rsid w:val="00EA75F4"/>
    <w:rsid w:val="00EA78A6"/>
    <w:rsid w:val="00EA7A13"/>
    <w:rsid w:val="00EA7C25"/>
    <w:rsid w:val="00EA7E0F"/>
    <w:rsid w:val="00EA7F3D"/>
    <w:rsid w:val="00EA7FFB"/>
    <w:rsid w:val="00EB00E7"/>
    <w:rsid w:val="00EB0288"/>
    <w:rsid w:val="00EB02C5"/>
    <w:rsid w:val="00EB03CD"/>
    <w:rsid w:val="00EB0425"/>
    <w:rsid w:val="00EB04DD"/>
    <w:rsid w:val="00EB05C9"/>
    <w:rsid w:val="00EB06A6"/>
    <w:rsid w:val="00EB0926"/>
    <w:rsid w:val="00EB0BDD"/>
    <w:rsid w:val="00EB0DE1"/>
    <w:rsid w:val="00EB0FAA"/>
    <w:rsid w:val="00EB16CB"/>
    <w:rsid w:val="00EB1A28"/>
    <w:rsid w:val="00EB1A8B"/>
    <w:rsid w:val="00EB2140"/>
    <w:rsid w:val="00EB21DA"/>
    <w:rsid w:val="00EB2209"/>
    <w:rsid w:val="00EB22B7"/>
    <w:rsid w:val="00EB293E"/>
    <w:rsid w:val="00EB29E1"/>
    <w:rsid w:val="00EB2BC4"/>
    <w:rsid w:val="00EB2DEB"/>
    <w:rsid w:val="00EB2E9B"/>
    <w:rsid w:val="00EB2FB6"/>
    <w:rsid w:val="00EB3177"/>
    <w:rsid w:val="00EB33C9"/>
    <w:rsid w:val="00EB3645"/>
    <w:rsid w:val="00EB3CE9"/>
    <w:rsid w:val="00EB3E29"/>
    <w:rsid w:val="00EB3E2C"/>
    <w:rsid w:val="00EB4169"/>
    <w:rsid w:val="00EB4422"/>
    <w:rsid w:val="00EB4622"/>
    <w:rsid w:val="00EB4952"/>
    <w:rsid w:val="00EB5073"/>
    <w:rsid w:val="00EB5263"/>
    <w:rsid w:val="00EB5264"/>
    <w:rsid w:val="00EB52FB"/>
    <w:rsid w:val="00EB5752"/>
    <w:rsid w:val="00EB5885"/>
    <w:rsid w:val="00EB58BA"/>
    <w:rsid w:val="00EB5CA8"/>
    <w:rsid w:val="00EB5DFA"/>
    <w:rsid w:val="00EB5FDF"/>
    <w:rsid w:val="00EB618C"/>
    <w:rsid w:val="00EB6217"/>
    <w:rsid w:val="00EB62CE"/>
    <w:rsid w:val="00EB633D"/>
    <w:rsid w:val="00EB67E5"/>
    <w:rsid w:val="00EB6A4F"/>
    <w:rsid w:val="00EB6C4D"/>
    <w:rsid w:val="00EB6DC3"/>
    <w:rsid w:val="00EB6FDB"/>
    <w:rsid w:val="00EB723F"/>
    <w:rsid w:val="00EB7377"/>
    <w:rsid w:val="00EB7EFB"/>
    <w:rsid w:val="00EC00ED"/>
    <w:rsid w:val="00EC0192"/>
    <w:rsid w:val="00EC04E6"/>
    <w:rsid w:val="00EC0CBC"/>
    <w:rsid w:val="00EC1034"/>
    <w:rsid w:val="00EC1158"/>
    <w:rsid w:val="00EC119B"/>
    <w:rsid w:val="00EC1465"/>
    <w:rsid w:val="00EC18DD"/>
    <w:rsid w:val="00EC1979"/>
    <w:rsid w:val="00EC1D6E"/>
    <w:rsid w:val="00EC20D4"/>
    <w:rsid w:val="00EC2170"/>
    <w:rsid w:val="00EC2292"/>
    <w:rsid w:val="00EC24E7"/>
    <w:rsid w:val="00EC2647"/>
    <w:rsid w:val="00EC2C38"/>
    <w:rsid w:val="00EC2E32"/>
    <w:rsid w:val="00EC2FFE"/>
    <w:rsid w:val="00EC3102"/>
    <w:rsid w:val="00EC3194"/>
    <w:rsid w:val="00EC3326"/>
    <w:rsid w:val="00EC34FE"/>
    <w:rsid w:val="00EC3767"/>
    <w:rsid w:val="00EC3850"/>
    <w:rsid w:val="00EC3BA8"/>
    <w:rsid w:val="00EC3CAA"/>
    <w:rsid w:val="00EC3DF2"/>
    <w:rsid w:val="00EC3F0C"/>
    <w:rsid w:val="00EC4116"/>
    <w:rsid w:val="00EC4200"/>
    <w:rsid w:val="00EC4525"/>
    <w:rsid w:val="00EC47EB"/>
    <w:rsid w:val="00EC482E"/>
    <w:rsid w:val="00EC499C"/>
    <w:rsid w:val="00EC4C1F"/>
    <w:rsid w:val="00EC4F40"/>
    <w:rsid w:val="00EC55B7"/>
    <w:rsid w:val="00EC55E3"/>
    <w:rsid w:val="00EC5AD9"/>
    <w:rsid w:val="00EC5B94"/>
    <w:rsid w:val="00EC5C93"/>
    <w:rsid w:val="00EC62E4"/>
    <w:rsid w:val="00EC6300"/>
    <w:rsid w:val="00EC63DA"/>
    <w:rsid w:val="00EC673A"/>
    <w:rsid w:val="00EC67BA"/>
    <w:rsid w:val="00EC68AD"/>
    <w:rsid w:val="00EC6954"/>
    <w:rsid w:val="00EC6A0C"/>
    <w:rsid w:val="00EC6ABD"/>
    <w:rsid w:val="00EC6D89"/>
    <w:rsid w:val="00EC6FF2"/>
    <w:rsid w:val="00EC7097"/>
    <w:rsid w:val="00EC75E4"/>
    <w:rsid w:val="00EC7619"/>
    <w:rsid w:val="00EC76D7"/>
    <w:rsid w:val="00EC798B"/>
    <w:rsid w:val="00EC7D1B"/>
    <w:rsid w:val="00EC7E97"/>
    <w:rsid w:val="00ED0001"/>
    <w:rsid w:val="00ED0181"/>
    <w:rsid w:val="00ED024E"/>
    <w:rsid w:val="00ED02CB"/>
    <w:rsid w:val="00ED04C3"/>
    <w:rsid w:val="00ED074F"/>
    <w:rsid w:val="00ED097A"/>
    <w:rsid w:val="00ED0BAF"/>
    <w:rsid w:val="00ED0CC2"/>
    <w:rsid w:val="00ED0D1E"/>
    <w:rsid w:val="00ED0E1C"/>
    <w:rsid w:val="00ED0F95"/>
    <w:rsid w:val="00ED129D"/>
    <w:rsid w:val="00ED151F"/>
    <w:rsid w:val="00ED15A4"/>
    <w:rsid w:val="00ED1719"/>
    <w:rsid w:val="00ED191E"/>
    <w:rsid w:val="00ED1D8C"/>
    <w:rsid w:val="00ED2604"/>
    <w:rsid w:val="00ED276D"/>
    <w:rsid w:val="00ED291A"/>
    <w:rsid w:val="00ED2A23"/>
    <w:rsid w:val="00ED2AE6"/>
    <w:rsid w:val="00ED2DC6"/>
    <w:rsid w:val="00ED2F23"/>
    <w:rsid w:val="00ED3052"/>
    <w:rsid w:val="00ED30BF"/>
    <w:rsid w:val="00ED314C"/>
    <w:rsid w:val="00ED3427"/>
    <w:rsid w:val="00ED35CA"/>
    <w:rsid w:val="00ED3992"/>
    <w:rsid w:val="00ED3DB1"/>
    <w:rsid w:val="00ED3DF5"/>
    <w:rsid w:val="00ED3FAB"/>
    <w:rsid w:val="00ED425B"/>
    <w:rsid w:val="00ED435D"/>
    <w:rsid w:val="00ED44A5"/>
    <w:rsid w:val="00ED466D"/>
    <w:rsid w:val="00ED4A9D"/>
    <w:rsid w:val="00ED4E60"/>
    <w:rsid w:val="00ED4E6C"/>
    <w:rsid w:val="00ED5125"/>
    <w:rsid w:val="00ED5233"/>
    <w:rsid w:val="00ED52E4"/>
    <w:rsid w:val="00ED55C7"/>
    <w:rsid w:val="00ED57E3"/>
    <w:rsid w:val="00ED5BBF"/>
    <w:rsid w:val="00ED5D8B"/>
    <w:rsid w:val="00ED614A"/>
    <w:rsid w:val="00ED633C"/>
    <w:rsid w:val="00ED6903"/>
    <w:rsid w:val="00ED7C03"/>
    <w:rsid w:val="00ED7C18"/>
    <w:rsid w:val="00ED7ECF"/>
    <w:rsid w:val="00EE0182"/>
    <w:rsid w:val="00EE0188"/>
    <w:rsid w:val="00EE056F"/>
    <w:rsid w:val="00EE07AB"/>
    <w:rsid w:val="00EE0C35"/>
    <w:rsid w:val="00EE0C8A"/>
    <w:rsid w:val="00EE1025"/>
    <w:rsid w:val="00EE1035"/>
    <w:rsid w:val="00EE17D5"/>
    <w:rsid w:val="00EE1DD5"/>
    <w:rsid w:val="00EE1F25"/>
    <w:rsid w:val="00EE1FF3"/>
    <w:rsid w:val="00EE2475"/>
    <w:rsid w:val="00EE26E8"/>
    <w:rsid w:val="00EE2D34"/>
    <w:rsid w:val="00EE2E37"/>
    <w:rsid w:val="00EE2F45"/>
    <w:rsid w:val="00EE339C"/>
    <w:rsid w:val="00EE34E8"/>
    <w:rsid w:val="00EE352E"/>
    <w:rsid w:val="00EE35EE"/>
    <w:rsid w:val="00EE3836"/>
    <w:rsid w:val="00EE3882"/>
    <w:rsid w:val="00EE3B09"/>
    <w:rsid w:val="00EE3E6C"/>
    <w:rsid w:val="00EE3F7F"/>
    <w:rsid w:val="00EE40F8"/>
    <w:rsid w:val="00EE42E1"/>
    <w:rsid w:val="00EE48B8"/>
    <w:rsid w:val="00EE4B02"/>
    <w:rsid w:val="00EE551C"/>
    <w:rsid w:val="00EE56DA"/>
    <w:rsid w:val="00EE5873"/>
    <w:rsid w:val="00EE59EE"/>
    <w:rsid w:val="00EE5BA4"/>
    <w:rsid w:val="00EE5CD3"/>
    <w:rsid w:val="00EE5E0E"/>
    <w:rsid w:val="00EE5E94"/>
    <w:rsid w:val="00EE6009"/>
    <w:rsid w:val="00EE600C"/>
    <w:rsid w:val="00EE632C"/>
    <w:rsid w:val="00EE6448"/>
    <w:rsid w:val="00EE6701"/>
    <w:rsid w:val="00EE67AB"/>
    <w:rsid w:val="00EE67AE"/>
    <w:rsid w:val="00EE6879"/>
    <w:rsid w:val="00EE698B"/>
    <w:rsid w:val="00EE7213"/>
    <w:rsid w:val="00EE725E"/>
    <w:rsid w:val="00EE7803"/>
    <w:rsid w:val="00EE7B1C"/>
    <w:rsid w:val="00EE7C58"/>
    <w:rsid w:val="00EE7CB9"/>
    <w:rsid w:val="00EE7DE2"/>
    <w:rsid w:val="00EE7DF1"/>
    <w:rsid w:val="00EF0941"/>
    <w:rsid w:val="00EF0C01"/>
    <w:rsid w:val="00EF11F2"/>
    <w:rsid w:val="00EF14A0"/>
    <w:rsid w:val="00EF169E"/>
    <w:rsid w:val="00EF186E"/>
    <w:rsid w:val="00EF1A28"/>
    <w:rsid w:val="00EF1DB0"/>
    <w:rsid w:val="00EF1F56"/>
    <w:rsid w:val="00EF24BC"/>
    <w:rsid w:val="00EF25CA"/>
    <w:rsid w:val="00EF28D8"/>
    <w:rsid w:val="00EF28E2"/>
    <w:rsid w:val="00EF2AD1"/>
    <w:rsid w:val="00EF2C4C"/>
    <w:rsid w:val="00EF2D70"/>
    <w:rsid w:val="00EF2ECE"/>
    <w:rsid w:val="00EF2FC2"/>
    <w:rsid w:val="00EF305C"/>
    <w:rsid w:val="00EF3197"/>
    <w:rsid w:val="00EF34AD"/>
    <w:rsid w:val="00EF34CA"/>
    <w:rsid w:val="00EF360D"/>
    <w:rsid w:val="00EF3616"/>
    <w:rsid w:val="00EF3861"/>
    <w:rsid w:val="00EF38BF"/>
    <w:rsid w:val="00EF39B4"/>
    <w:rsid w:val="00EF3AA8"/>
    <w:rsid w:val="00EF3ADB"/>
    <w:rsid w:val="00EF3B11"/>
    <w:rsid w:val="00EF3D71"/>
    <w:rsid w:val="00EF3ED4"/>
    <w:rsid w:val="00EF3F08"/>
    <w:rsid w:val="00EF4418"/>
    <w:rsid w:val="00EF479E"/>
    <w:rsid w:val="00EF4C2E"/>
    <w:rsid w:val="00EF5005"/>
    <w:rsid w:val="00EF509B"/>
    <w:rsid w:val="00EF53D7"/>
    <w:rsid w:val="00EF5448"/>
    <w:rsid w:val="00EF5857"/>
    <w:rsid w:val="00EF5871"/>
    <w:rsid w:val="00EF589A"/>
    <w:rsid w:val="00EF5B95"/>
    <w:rsid w:val="00EF5C58"/>
    <w:rsid w:val="00EF5D93"/>
    <w:rsid w:val="00EF5FDD"/>
    <w:rsid w:val="00EF61CC"/>
    <w:rsid w:val="00EF6231"/>
    <w:rsid w:val="00EF6274"/>
    <w:rsid w:val="00EF64A4"/>
    <w:rsid w:val="00EF656C"/>
    <w:rsid w:val="00EF6579"/>
    <w:rsid w:val="00EF6CC3"/>
    <w:rsid w:val="00EF6D4D"/>
    <w:rsid w:val="00EF6DFC"/>
    <w:rsid w:val="00EF6E1F"/>
    <w:rsid w:val="00EF71D4"/>
    <w:rsid w:val="00EF71DD"/>
    <w:rsid w:val="00EF725A"/>
    <w:rsid w:val="00EF77D6"/>
    <w:rsid w:val="00EF7985"/>
    <w:rsid w:val="00EF7AEC"/>
    <w:rsid w:val="00EF7E5C"/>
    <w:rsid w:val="00EF7F34"/>
    <w:rsid w:val="00EF7FBD"/>
    <w:rsid w:val="00EF7FD4"/>
    <w:rsid w:val="00F00255"/>
    <w:rsid w:val="00F00AA5"/>
    <w:rsid w:val="00F00AAC"/>
    <w:rsid w:val="00F00E73"/>
    <w:rsid w:val="00F0139F"/>
    <w:rsid w:val="00F01459"/>
    <w:rsid w:val="00F0152B"/>
    <w:rsid w:val="00F01564"/>
    <w:rsid w:val="00F01C5E"/>
    <w:rsid w:val="00F01DBA"/>
    <w:rsid w:val="00F01DEF"/>
    <w:rsid w:val="00F0219E"/>
    <w:rsid w:val="00F02376"/>
    <w:rsid w:val="00F02472"/>
    <w:rsid w:val="00F02534"/>
    <w:rsid w:val="00F027F3"/>
    <w:rsid w:val="00F02A26"/>
    <w:rsid w:val="00F02C56"/>
    <w:rsid w:val="00F0345F"/>
    <w:rsid w:val="00F03498"/>
    <w:rsid w:val="00F04418"/>
    <w:rsid w:val="00F045A8"/>
    <w:rsid w:val="00F045F0"/>
    <w:rsid w:val="00F04641"/>
    <w:rsid w:val="00F046E6"/>
    <w:rsid w:val="00F0471D"/>
    <w:rsid w:val="00F0489C"/>
    <w:rsid w:val="00F049DB"/>
    <w:rsid w:val="00F04B33"/>
    <w:rsid w:val="00F04B4B"/>
    <w:rsid w:val="00F04EBC"/>
    <w:rsid w:val="00F04F26"/>
    <w:rsid w:val="00F04F69"/>
    <w:rsid w:val="00F04FA4"/>
    <w:rsid w:val="00F05019"/>
    <w:rsid w:val="00F052D6"/>
    <w:rsid w:val="00F055E5"/>
    <w:rsid w:val="00F056DA"/>
    <w:rsid w:val="00F05880"/>
    <w:rsid w:val="00F05BA7"/>
    <w:rsid w:val="00F05CC8"/>
    <w:rsid w:val="00F05DA7"/>
    <w:rsid w:val="00F05FDB"/>
    <w:rsid w:val="00F061A8"/>
    <w:rsid w:val="00F0657B"/>
    <w:rsid w:val="00F066AC"/>
    <w:rsid w:val="00F06936"/>
    <w:rsid w:val="00F06F5E"/>
    <w:rsid w:val="00F0745B"/>
    <w:rsid w:val="00F07777"/>
    <w:rsid w:val="00F07CCB"/>
    <w:rsid w:val="00F07E3B"/>
    <w:rsid w:val="00F07EA6"/>
    <w:rsid w:val="00F100AC"/>
    <w:rsid w:val="00F10274"/>
    <w:rsid w:val="00F105CA"/>
    <w:rsid w:val="00F106A9"/>
    <w:rsid w:val="00F10C55"/>
    <w:rsid w:val="00F11287"/>
    <w:rsid w:val="00F117F8"/>
    <w:rsid w:val="00F1188D"/>
    <w:rsid w:val="00F11B3E"/>
    <w:rsid w:val="00F12272"/>
    <w:rsid w:val="00F12614"/>
    <w:rsid w:val="00F126B7"/>
    <w:rsid w:val="00F12716"/>
    <w:rsid w:val="00F12C64"/>
    <w:rsid w:val="00F12C6C"/>
    <w:rsid w:val="00F12F64"/>
    <w:rsid w:val="00F130CA"/>
    <w:rsid w:val="00F132D9"/>
    <w:rsid w:val="00F13441"/>
    <w:rsid w:val="00F1360A"/>
    <w:rsid w:val="00F136F7"/>
    <w:rsid w:val="00F137A9"/>
    <w:rsid w:val="00F137AA"/>
    <w:rsid w:val="00F13982"/>
    <w:rsid w:val="00F13D16"/>
    <w:rsid w:val="00F13F1A"/>
    <w:rsid w:val="00F14020"/>
    <w:rsid w:val="00F14092"/>
    <w:rsid w:val="00F14524"/>
    <w:rsid w:val="00F147D0"/>
    <w:rsid w:val="00F1493F"/>
    <w:rsid w:val="00F1498A"/>
    <w:rsid w:val="00F1499E"/>
    <w:rsid w:val="00F14E63"/>
    <w:rsid w:val="00F153D5"/>
    <w:rsid w:val="00F155B1"/>
    <w:rsid w:val="00F155C5"/>
    <w:rsid w:val="00F159B9"/>
    <w:rsid w:val="00F15A34"/>
    <w:rsid w:val="00F15D8C"/>
    <w:rsid w:val="00F15DFB"/>
    <w:rsid w:val="00F15E20"/>
    <w:rsid w:val="00F15E26"/>
    <w:rsid w:val="00F15FCA"/>
    <w:rsid w:val="00F161D2"/>
    <w:rsid w:val="00F16277"/>
    <w:rsid w:val="00F16398"/>
    <w:rsid w:val="00F16512"/>
    <w:rsid w:val="00F16BBE"/>
    <w:rsid w:val="00F16CF6"/>
    <w:rsid w:val="00F16E13"/>
    <w:rsid w:val="00F16E69"/>
    <w:rsid w:val="00F16EC3"/>
    <w:rsid w:val="00F17063"/>
    <w:rsid w:val="00F17400"/>
    <w:rsid w:val="00F174C4"/>
    <w:rsid w:val="00F1760D"/>
    <w:rsid w:val="00F177DD"/>
    <w:rsid w:val="00F179E9"/>
    <w:rsid w:val="00F17C7A"/>
    <w:rsid w:val="00F204D0"/>
    <w:rsid w:val="00F205D1"/>
    <w:rsid w:val="00F206E9"/>
    <w:rsid w:val="00F20F8A"/>
    <w:rsid w:val="00F20FA3"/>
    <w:rsid w:val="00F21006"/>
    <w:rsid w:val="00F21098"/>
    <w:rsid w:val="00F213EB"/>
    <w:rsid w:val="00F21739"/>
    <w:rsid w:val="00F2195C"/>
    <w:rsid w:val="00F219F9"/>
    <w:rsid w:val="00F22123"/>
    <w:rsid w:val="00F223FA"/>
    <w:rsid w:val="00F226A6"/>
    <w:rsid w:val="00F22953"/>
    <w:rsid w:val="00F22A33"/>
    <w:rsid w:val="00F22AF8"/>
    <w:rsid w:val="00F22C05"/>
    <w:rsid w:val="00F22C17"/>
    <w:rsid w:val="00F230D6"/>
    <w:rsid w:val="00F232CB"/>
    <w:rsid w:val="00F23425"/>
    <w:rsid w:val="00F2355C"/>
    <w:rsid w:val="00F235B7"/>
    <w:rsid w:val="00F235F6"/>
    <w:rsid w:val="00F23722"/>
    <w:rsid w:val="00F241E7"/>
    <w:rsid w:val="00F24A59"/>
    <w:rsid w:val="00F24C94"/>
    <w:rsid w:val="00F250C2"/>
    <w:rsid w:val="00F254CB"/>
    <w:rsid w:val="00F2587D"/>
    <w:rsid w:val="00F25DAF"/>
    <w:rsid w:val="00F26242"/>
    <w:rsid w:val="00F26268"/>
    <w:rsid w:val="00F267F0"/>
    <w:rsid w:val="00F26990"/>
    <w:rsid w:val="00F26E4E"/>
    <w:rsid w:val="00F27054"/>
    <w:rsid w:val="00F27063"/>
    <w:rsid w:val="00F2734D"/>
    <w:rsid w:val="00F2737F"/>
    <w:rsid w:val="00F27382"/>
    <w:rsid w:val="00F27666"/>
    <w:rsid w:val="00F276AF"/>
    <w:rsid w:val="00F27A97"/>
    <w:rsid w:val="00F27C07"/>
    <w:rsid w:val="00F27DD9"/>
    <w:rsid w:val="00F30045"/>
    <w:rsid w:val="00F30321"/>
    <w:rsid w:val="00F30966"/>
    <w:rsid w:val="00F30A7D"/>
    <w:rsid w:val="00F30ABC"/>
    <w:rsid w:val="00F30C97"/>
    <w:rsid w:val="00F31ACB"/>
    <w:rsid w:val="00F31B6F"/>
    <w:rsid w:val="00F31E0C"/>
    <w:rsid w:val="00F31FC4"/>
    <w:rsid w:val="00F3202D"/>
    <w:rsid w:val="00F32086"/>
    <w:rsid w:val="00F321CF"/>
    <w:rsid w:val="00F32219"/>
    <w:rsid w:val="00F327AD"/>
    <w:rsid w:val="00F32BBA"/>
    <w:rsid w:val="00F32C49"/>
    <w:rsid w:val="00F32CB2"/>
    <w:rsid w:val="00F32D47"/>
    <w:rsid w:val="00F3324C"/>
    <w:rsid w:val="00F33258"/>
    <w:rsid w:val="00F3325F"/>
    <w:rsid w:val="00F335BB"/>
    <w:rsid w:val="00F3377E"/>
    <w:rsid w:val="00F3383E"/>
    <w:rsid w:val="00F33975"/>
    <w:rsid w:val="00F33B01"/>
    <w:rsid w:val="00F33B4F"/>
    <w:rsid w:val="00F33B88"/>
    <w:rsid w:val="00F33C7A"/>
    <w:rsid w:val="00F33CC8"/>
    <w:rsid w:val="00F33D9F"/>
    <w:rsid w:val="00F33E04"/>
    <w:rsid w:val="00F34226"/>
    <w:rsid w:val="00F34978"/>
    <w:rsid w:val="00F34A64"/>
    <w:rsid w:val="00F34A9B"/>
    <w:rsid w:val="00F355BF"/>
    <w:rsid w:val="00F35752"/>
    <w:rsid w:val="00F35BEF"/>
    <w:rsid w:val="00F36083"/>
    <w:rsid w:val="00F361A6"/>
    <w:rsid w:val="00F36639"/>
    <w:rsid w:val="00F36B06"/>
    <w:rsid w:val="00F36BA0"/>
    <w:rsid w:val="00F36F5E"/>
    <w:rsid w:val="00F370AA"/>
    <w:rsid w:val="00F372D8"/>
    <w:rsid w:val="00F37450"/>
    <w:rsid w:val="00F374A9"/>
    <w:rsid w:val="00F37B77"/>
    <w:rsid w:val="00F37D98"/>
    <w:rsid w:val="00F37E5A"/>
    <w:rsid w:val="00F37EAB"/>
    <w:rsid w:val="00F37F04"/>
    <w:rsid w:val="00F37F8E"/>
    <w:rsid w:val="00F37FA9"/>
    <w:rsid w:val="00F402B8"/>
    <w:rsid w:val="00F402CB"/>
    <w:rsid w:val="00F40694"/>
    <w:rsid w:val="00F4070A"/>
    <w:rsid w:val="00F40850"/>
    <w:rsid w:val="00F40892"/>
    <w:rsid w:val="00F408A9"/>
    <w:rsid w:val="00F40BB7"/>
    <w:rsid w:val="00F4106D"/>
    <w:rsid w:val="00F414CE"/>
    <w:rsid w:val="00F4162F"/>
    <w:rsid w:val="00F416A3"/>
    <w:rsid w:val="00F418CF"/>
    <w:rsid w:val="00F41CE7"/>
    <w:rsid w:val="00F41CFB"/>
    <w:rsid w:val="00F41E84"/>
    <w:rsid w:val="00F41EBF"/>
    <w:rsid w:val="00F421FE"/>
    <w:rsid w:val="00F42208"/>
    <w:rsid w:val="00F423F5"/>
    <w:rsid w:val="00F4245F"/>
    <w:rsid w:val="00F424BA"/>
    <w:rsid w:val="00F429C2"/>
    <w:rsid w:val="00F42C7A"/>
    <w:rsid w:val="00F42ECC"/>
    <w:rsid w:val="00F42F54"/>
    <w:rsid w:val="00F42F58"/>
    <w:rsid w:val="00F430D3"/>
    <w:rsid w:val="00F430FA"/>
    <w:rsid w:val="00F43172"/>
    <w:rsid w:val="00F4390F"/>
    <w:rsid w:val="00F43B6B"/>
    <w:rsid w:val="00F43CA1"/>
    <w:rsid w:val="00F441BA"/>
    <w:rsid w:val="00F444E9"/>
    <w:rsid w:val="00F444F1"/>
    <w:rsid w:val="00F4473D"/>
    <w:rsid w:val="00F44B1A"/>
    <w:rsid w:val="00F44F1C"/>
    <w:rsid w:val="00F44F9F"/>
    <w:rsid w:val="00F453E3"/>
    <w:rsid w:val="00F459C3"/>
    <w:rsid w:val="00F45B06"/>
    <w:rsid w:val="00F45D8F"/>
    <w:rsid w:val="00F45DA5"/>
    <w:rsid w:val="00F45EA2"/>
    <w:rsid w:val="00F460E8"/>
    <w:rsid w:val="00F46704"/>
    <w:rsid w:val="00F467B5"/>
    <w:rsid w:val="00F46A96"/>
    <w:rsid w:val="00F46B8C"/>
    <w:rsid w:val="00F46B98"/>
    <w:rsid w:val="00F46DD2"/>
    <w:rsid w:val="00F4717D"/>
    <w:rsid w:val="00F471BB"/>
    <w:rsid w:val="00F472AA"/>
    <w:rsid w:val="00F47374"/>
    <w:rsid w:val="00F476A8"/>
    <w:rsid w:val="00F47899"/>
    <w:rsid w:val="00F479A2"/>
    <w:rsid w:val="00F47CEC"/>
    <w:rsid w:val="00F47ECB"/>
    <w:rsid w:val="00F47FE6"/>
    <w:rsid w:val="00F504E0"/>
    <w:rsid w:val="00F50560"/>
    <w:rsid w:val="00F50803"/>
    <w:rsid w:val="00F50809"/>
    <w:rsid w:val="00F5097B"/>
    <w:rsid w:val="00F50994"/>
    <w:rsid w:val="00F50CF2"/>
    <w:rsid w:val="00F5109B"/>
    <w:rsid w:val="00F510BC"/>
    <w:rsid w:val="00F510EA"/>
    <w:rsid w:val="00F513CD"/>
    <w:rsid w:val="00F5178B"/>
    <w:rsid w:val="00F5183C"/>
    <w:rsid w:val="00F5197C"/>
    <w:rsid w:val="00F51A3E"/>
    <w:rsid w:val="00F51AC5"/>
    <w:rsid w:val="00F5230C"/>
    <w:rsid w:val="00F5279A"/>
    <w:rsid w:val="00F52A66"/>
    <w:rsid w:val="00F52B13"/>
    <w:rsid w:val="00F52CC9"/>
    <w:rsid w:val="00F531C2"/>
    <w:rsid w:val="00F531E2"/>
    <w:rsid w:val="00F531EE"/>
    <w:rsid w:val="00F53528"/>
    <w:rsid w:val="00F536E1"/>
    <w:rsid w:val="00F53CE3"/>
    <w:rsid w:val="00F53E8E"/>
    <w:rsid w:val="00F54177"/>
    <w:rsid w:val="00F541FC"/>
    <w:rsid w:val="00F54251"/>
    <w:rsid w:val="00F5429A"/>
    <w:rsid w:val="00F5454E"/>
    <w:rsid w:val="00F54650"/>
    <w:rsid w:val="00F54661"/>
    <w:rsid w:val="00F54773"/>
    <w:rsid w:val="00F54845"/>
    <w:rsid w:val="00F54AA8"/>
    <w:rsid w:val="00F54D25"/>
    <w:rsid w:val="00F54F05"/>
    <w:rsid w:val="00F54F0F"/>
    <w:rsid w:val="00F54FA4"/>
    <w:rsid w:val="00F54FAB"/>
    <w:rsid w:val="00F5513F"/>
    <w:rsid w:val="00F5598F"/>
    <w:rsid w:val="00F55CE3"/>
    <w:rsid w:val="00F55DF0"/>
    <w:rsid w:val="00F55E31"/>
    <w:rsid w:val="00F55EDC"/>
    <w:rsid w:val="00F55F2A"/>
    <w:rsid w:val="00F56009"/>
    <w:rsid w:val="00F566A6"/>
    <w:rsid w:val="00F566F7"/>
    <w:rsid w:val="00F5671A"/>
    <w:rsid w:val="00F567D4"/>
    <w:rsid w:val="00F56802"/>
    <w:rsid w:val="00F5682E"/>
    <w:rsid w:val="00F56962"/>
    <w:rsid w:val="00F56A4F"/>
    <w:rsid w:val="00F56C55"/>
    <w:rsid w:val="00F56F3E"/>
    <w:rsid w:val="00F5767D"/>
    <w:rsid w:val="00F5778D"/>
    <w:rsid w:val="00F5791C"/>
    <w:rsid w:val="00F5798A"/>
    <w:rsid w:val="00F6000D"/>
    <w:rsid w:val="00F6018C"/>
    <w:rsid w:val="00F6084A"/>
    <w:rsid w:val="00F60909"/>
    <w:rsid w:val="00F60F85"/>
    <w:rsid w:val="00F613C7"/>
    <w:rsid w:val="00F61761"/>
    <w:rsid w:val="00F61B5B"/>
    <w:rsid w:val="00F61D0E"/>
    <w:rsid w:val="00F61DCD"/>
    <w:rsid w:val="00F61F09"/>
    <w:rsid w:val="00F6224C"/>
    <w:rsid w:val="00F629F1"/>
    <w:rsid w:val="00F62C69"/>
    <w:rsid w:val="00F62DA2"/>
    <w:rsid w:val="00F62EAB"/>
    <w:rsid w:val="00F63783"/>
    <w:rsid w:val="00F637F2"/>
    <w:rsid w:val="00F6380F"/>
    <w:rsid w:val="00F63EDD"/>
    <w:rsid w:val="00F6403B"/>
    <w:rsid w:val="00F640B1"/>
    <w:rsid w:val="00F64194"/>
    <w:rsid w:val="00F644C5"/>
    <w:rsid w:val="00F645B8"/>
    <w:rsid w:val="00F645DE"/>
    <w:rsid w:val="00F64689"/>
    <w:rsid w:val="00F6478F"/>
    <w:rsid w:val="00F6482E"/>
    <w:rsid w:val="00F64A44"/>
    <w:rsid w:val="00F64C78"/>
    <w:rsid w:val="00F64D90"/>
    <w:rsid w:val="00F65047"/>
    <w:rsid w:val="00F65274"/>
    <w:rsid w:val="00F65437"/>
    <w:rsid w:val="00F655B8"/>
    <w:rsid w:val="00F6569C"/>
    <w:rsid w:val="00F657F5"/>
    <w:rsid w:val="00F65B08"/>
    <w:rsid w:val="00F65FA5"/>
    <w:rsid w:val="00F65FED"/>
    <w:rsid w:val="00F6645D"/>
    <w:rsid w:val="00F664C4"/>
    <w:rsid w:val="00F6676C"/>
    <w:rsid w:val="00F668E3"/>
    <w:rsid w:val="00F66B5E"/>
    <w:rsid w:val="00F66BFC"/>
    <w:rsid w:val="00F6713C"/>
    <w:rsid w:val="00F6731A"/>
    <w:rsid w:val="00F677B3"/>
    <w:rsid w:val="00F677DC"/>
    <w:rsid w:val="00F67C7E"/>
    <w:rsid w:val="00F67E3F"/>
    <w:rsid w:val="00F67E8B"/>
    <w:rsid w:val="00F67EC3"/>
    <w:rsid w:val="00F67ED8"/>
    <w:rsid w:val="00F70016"/>
    <w:rsid w:val="00F701F3"/>
    <w:rsid w:val="00F70721"/>
    <w:rsid w:val="00F70788"/>
    <w:rsid w:val="00F708F5"/>
    <w:rsid w:val="00F70934"/>
    <w:rsid w:val="00F7095D"/>
    <w:rsid w:val="00F70C38"/>
    <w:rsid w:val="00F70DD0"/>
    <w:rsid w:val="00F70EF1"/>
    <w:rsid w:val="00F70F6A"/>
    <w:rsid w:val="00F7100F"/>
    <w:rsid w:val="00F71357"/>
    <w:rsid w:val="00F717A0"/>
    <w:rsid w:val="00F718A5"/>
    <w:rsid w:val="00F71A6B"/>
    <w:rsid w:val="00F72256"/>
    <w:rsid w:val="00F723A0"/>
    <w:rsid w:val="00F7258F"/>
    <w:rsid w:val="00F729FA"/>
    <w:rsid w:val="00F72DEF"/>
    <w:rsid w:val="00F72E4E"/>
    <w:rsid w:val="00F7313F"/>
    <w:rsid w:val="00F733C9"/>
    <w:rsid w:val="00F73A14"/>
    <w:rsid w:val="00F73A31"/>
    <w:rsid w:val="00F73AE2"/>
    <w:rsid w:val="00F73B5E"/>
    <w:rsid w:val="00F73E38"/>
    <w:rsid w:val="00F73F21"/>
    <w:rsid w:val="00F73F78"/>
    <w:rsid w:val="00F74515"/>
    <w:rsid w:val="00F746C3"/>
    <w:rsid w:val="00F74A8C"/>
    <w:rsid w:val="00F74AD9"/>
    <w:rsid w:val="00F74C64"/>
    <w:rsid w:val="00F74D25"/>
    <w:rsid w:val="00F74D43"/>
    <w:rsid w:val="00F74F6A"/>
    <w:rsid w:val="00F75042"/>
    <w:rsid w:val="00F750B4"/>
    <w:rsid w:val="00F7517A"/>
    <w:rsid w:val="00F753D1"/>
    <w:rsid w:val="00F75D2C"/>
    <w:rsid w:val="00F76100"/>
    <w:rsid w:val="00F7637A"/>
    <w:rsid w:val="00F76380"/>
    <w:rsid w:val="00F76413"/>
    <w:rsid w:val="00F76D66"/>
    <w:rsid w:val="00F76FBA"/>
    <w:rsid w:val="00F778B1"/>
    <w:rsid w:val="00F77920"/>
    <w:rsid w:val="00F779C3"/>
    <w:rsid w:val="00F77A1E"/>
    <w:rsid w:val="00F77A6E"/>
    <w:rsid w:val="00F77BFA"/>
    <w:rsid w:val="00F77E0C"/>
    <w:rsid w:val="00F77F7D"/>
    <w:rsid w:val="00F80159"/>
    <w:rsid w:val="00F8017A"/>
    <w:rsid w:val="00F80366"/>
    <w:rsid w:val="00F804F6"/>
    <w:rsid w:val="00F80585"/>
    <w:rsid w:val="00F8062E"/>
    <w:rsid w:val="00F8075A"/>
    <w:rsid w:val="00F80DDE"/>
    <w:rsid w:val="00F81147"/>
    <w:rsid w:val="00F81264"/>
    <w:rsid w:val="00F814D9"/>
    <w:rsid w:val="00F81B74"/>
    <w:rsid w:val="00F81D04"/>
    <w:rsid w:val="00F81DCE"/>
    <w:rsid w:val="00F81FB1"/>
    <w:rsid w:val="00F82310"/>
    <w:rsid w:val="00F82360"/>
    <w:rsid w:val="00F828FB"/>
    <w:rsid w:val="00F82B68"/>
    <w:rsid w:val="00F82E3D"/>
    <w:rsid w:val="00F83063"/>
    <w:rsid w:val="00F831D4"/>
    <w:rsid w:val="00F832F7"/>
    <w:rsid w:val="00F834B0"/>
    <w:rsid w:val="00F83C62"/>
    <w:rsid w:val="00F83D1F"/>
    <w:rsid w:val="00F840BF"/>
    <w:rsid w:val="00F842F5"/>
    <w:rsid w:val="00F8472A"/>
    <w:rsid w:val="00F8489B"/>
    <w:rsid w:val="00F84DB4"/>
    <w:rsid w:val="00F84DEF"/>
    <w:rsid w:val="00F84E33"/>
    <w:rsid w:val="00F85298"/>
    <w:rsid w:val="00F852D3"/>
    <w:rsid w:val="00F852E9"/>
    <w:rsid w:val="00F855F2"/>
    <w:rsid w:val="00F858D8"/>
    <w:rsid w:val="00F859D2"/>
    <w:rsid w:val="00F859F3"/>
    <w:rsid w:val="00F85B89"/>
    <w:rsid w:val="00F86009"/>
    <w:rsid w:val="00F86065"/>
    <w:rsid w:val="00F86373"/>
    <w:rsid w:val="00F86381"/>
    <w:rsid w:val="00F86D5A"/>
    <w:rsid w:val="00F86ED7"/>
    <w:rsid w:val="00F872C7"/>
    <w:rsid w:val="00F87351"/>
    <w:rsid w:val="00F875C7"/>
    <w:rsid w:val="00F8760B"/>
    <w:rsid w:val="00F87728"/>
    <w:rsid w:val="00F87A65"/>
    <w:rsid w:val="00F87AE9"/>
    <w:rsid w:val="00F87B25"/>
    <w:rsid w:val="00F87BDA"/>
    <w:rsid w:val="00F87C27"/>
    <w:rsid w:val="00F87D58"/>
    <w:rsid w:val="00F87FC4"/>
    <w:rsid w:val="00F906F8"/>
    <w:rsid w:val="00F908E8"/>
    <w:rsid w:val="00F909FA"/>
    <w:rsid w:val="00F90B6C"/>
    <w:rsid w:val="00F90CD1"/>
    <w:rsid w:val="00F91073"/>
    <w:rsid w:val="00F910BD"/>
    <w:rsid w:val="00F91210"/>
    <w:rsid w:val="00F91723"/>
    <w:rsid w:val="00F91A2F"/>
    <w:rsid w:val="00F91A5E"/>
    <w:rsid w:val="00F91C49"/>
    <w:rsid w:val="00F91C5E"/>
    <w:rsid w:val="00F91DAF"/>
    <w:rsid w:val="00F91FAE"/>
    <w:rsid w:val="00F92358"/>
    <w:rsid w:val="00F92702"/>
    <w:rsid w:val="00F92776"/>
    <w:rsid w:val="00F92808"/>
    <w:rsid w:val="00F92A7A"/>
    <w:rsid w:val="00F92C2C"/>
    <w:rsid w:val="00F92DC7"/>
    <w:rsid w:val="00F93154"/>
    <w:rsid w:val="00F933EE"/>
    <w:rsid w:val="00F934BD"/>
    <w:rsid w:val="00F9372A"/>
    <w:rsid w:val="00F93838"/>
    <w:rsid w:val="00F93954"/>
    <w:rsid w:val="00F93B23"/>
    <w:rsid w:val="00F93C02"/>
    <w:rsid w:val="00F93C31"/>
    <w:rsid w:val="00F93C7D"/>
    <w:rsid w:val="00F944A9"/>
    <w:rsid w:val="00F94689"/>
    <w:rsid w:val="00F94792"/>
    <w:rsid w:val="00F948BF"/>
    <w:rsid w:val="00F94952"/>
    <w:rsid w:val="00F94BAE"/>
    <w:rsid w:val="00F94BC2"/>
    <w:rsid w:val="00F94EBB"/>
    <w:rsid w:val="00F94EE4"/>
    <w:rsid w:val="00F950B9"/>
    <w:rsid w:val="00F9542A"/>
    <w:rsid w:val="00F9565C"/>
    <w:rsid w:val="00F95760"/>
    <w:rsid w:val="00F959C0"/>
    <w:rsid w:val="00F95C9C"/>
    <w:rsid w:val="00F95E29"/>
    <w:rsid w:val="00F96249"/>
    <w:rsid w:val="00F96420"/>
    <w:rsid w:val="00F964B7"/>
    <w:rsid w:val="00F966B4"/>
    <w:rsid w:val="00F966C0"/>
    <w:rsid w:val="00F9686A"/>
    <w:rsid w:val="00F96C62"/>
    <w:rsid w:val="00F96D0D"/>
    <w:rsid w:val="00F97026"/>
    <w:rsid w:val="00F97129"/>
    <w:rsid w:val="00F97336"/>
    <w:rsid w:val="00F97908"/>
    <w:rsid w:val="00F9790F"/>
    <w:rsid w:val="00F97A8E"/>
    <w:rsid w:val="00F97BDA"/>
    <w:rsid w:val="00F97CF0"/>
    <w:rsid w:val="00F97D9B"/>
    <w:rsid w:val="00FA0126"/>
    <w:rsid w:val="00FA0235"/>
    <w:rsid w:val="00FA0463"/>
    <w:rsid w:val="00FA0B43"/>
    <w:rsid w:val="00FA0BFF"/>
    <w:rsid w:val="00FA10D4"/>
    <w:rsid w:val="00FA12C2"/>
    <w:rsid w:val="00FA13FE"/>
    <w:rsid w:val="00FA1741"/>
    <w:rsid w:val="00FA19A9"/>
    <w:rsid w:val="00FA19C1"/>
    <w:rsid w:val="00FA1E77"/>
    <w:rsid w:val="00FA1EE6"/>
    <w:rsid w:val="00FA1F56"/>
    <w:rsid w:val="00FA221F"/>
    <w:rsid w:val="00FA2406"/>
    <w:rsid w:val="00FA25D1"/>
    <w:rsid w:val="00FA284B"/>
    <w:rsid w:val="00FA29B1"/>
    <w:rsid w:val="00FA2B51"/>
    <w:rsid w:val="00FA2B88"/>
    <w:rsid w:val="00FA2B9F"/>
    <w:rsid w:val="00FA2F38"/>
    <w:rsid w:val="00FA30BA"/>
    <w:rsid w:val="00FA310C"/>
    <w:rsid w:val="00FA32AB"/>
    <w:rsid w:val="00FA3387"/>
    <w:rsid w:val="00FA33F1"/>
    <w:rsid w:val="00FA346D"/>
    <w:rsid w:val="00FA35A5"/>
    <w:rsid w:val="00FA3889"/>
    <w:rsid w:val="00FA3CD3"/>
    <w:rsid w:val="00FA3D75"/>
    <w:rsid w:val="00FA3F71"/>
    <w:rsid w:val="00FA3FC5"/>
    <w:rsid w:val="00FA42A4"/>
    <w:rsid w:val="00FA4430"/>
    <w:rsid w:val="00FA4474"/>
    <w:rsid w:val="00FA473F"/>
    <w:rsid w:val="00FA4768"/>
    <w:rsid w:val="00FA47A0"/>
    <w:rsid w:val="00FA4AE4"/>
    <w:rsid w:val="00FA4B32"/>
    <w:rsid w:val="00FA4CB9"/>
    <w:rsid w:val="00FA50CA"/>
    <w:rsid w:val="00FA521C"/>
    <w:rsid w:val="00FA533D"/>
    <w:rsid w:val="00FA5639"/>
    <w:rsid w:val="00FA58BD"/>
    <w:rsid w:val="00FA5ECC"/>
    <w:rsid w:val="00FA5FF0"/>
    <w:rsid w:val="00FA63B4"/>
    <w:rsid w:val="00FA6431"/>
    <w:rsid w:val="00FA6537"/>
    <w:rsid w:val="00FA6667"/>
    <w:rsid w:val="00FA6735"/>
    <w:rsid w:val="00FA67C5"/>
    <w:rsid w:val="00FA6D40"/>
    <w:rsid w:val="00FA700F"/>
    <w:rsid w:val="00FA70C9"/>
    <w:rsid w:val="00FA70ED"/>
    <w:rsid w:val="00FA7591"/>
    <w:rsid w:val="00FA76F5"/>
    <w:rsid w:val="00FA78E1"/>
    <w:rsid w:val="00FA7DDD"/>
    <w:rsid w:val="00FA7F05"/>
    <w:rsid w:val="00FB008C"/>
    <w:rsid w:val="00FB0604"/>
    <w:rsid w:val="00FB061E"/>
    <w:rsid w:val="00FB079D"/>
    <w:rsid w:val="00FB0CE0"/>
    <w:rsid w:val="00FB0D0D"/>
    <w:rsid w:val="00FB0EA4"/>
    <w:rsid w:val="00FB10F1"/>
    <w:rsid w:val="00FB1296"/>
    <w:rsid w:val="00FB161C"/>
    <w:rsid w:val="00FB17AD"/>
    <w:rsid w:val="00FB1AC5"/>
    <w:rsid w:val="00FB1C39"/>
    <w:rsid w:val="00FB1C99"/>
    <w:rsid w:val="00FB1C9D"/>
    <w:rsid w:val="00FB1E63"/>
    <w:rsid w:val="00FB2008"/>
    <w:rsid w:val="00FB2307"/>
    <w:rsid w:val="00FB232C"/>
    <w:rsid w:val="00FB239E"/>
    <w:rsid w:val="00FB24DA"/>
    <w:rsid w:val="00FB28BE"/>
    <w:rsid w:val="00FB29FD"/>
    <w:rsid w:val="00FB2A7F"/>
    <w:rsid w:val="00FB2AD8"/>
    <w:rsid w:val="00FB2B5D"/>
    <w:rsid w:val="00FB3012"/>
    <w:rsid w:val="00FB3069"/>
    <w:rsid w:val="00FB3212"/>
    <w:rsid w:val="00FB3232"/>
    <w:rsid w:val="00FB35CF"/>
    <w:rsid w:val="00FB366B"/>
    <w:rsid w:val="00FB3818"/>
    <w:rsid w:val="00FB38C9"/>
    <w:rsid w:val="00FB3964"/>
    <w:rsid w:val="00FB3A21"/>
    <w:rsid w:val="00FB3B15"/>
    <w:rsid w:val="00FB3CB0"/>
    <w:rsid w:val="00FB3D85"/>
    <w:rsid w:val="00FB3EE0"/>
    <w:rsid w:val="00FB403B"/>
    <w:rsid w:val="00FB41F7"/>
    <w:rsid w:val="00FB46D1"/>
    <w:rsid w:val="00FB491C"/>
    <w:rsid w:val="00FB4B19"/>
    <w:rsid w:val="00FB4B4A"/>
    <w:rsid w:val="00FB4D1C"/>
    <w:rsid w:val="00FB4DFF"/>
    <w:rsid w:val="00FB4F95"/>
    <w:rsid w:val="00FB5329"/>
    <w:rsid w:val="00FB534C"/>
    <w:rsid w:val="00FB5AB0"/>
    <w:rsid w:val="00FB5B54"/>
    <w:rsid w:val="00FB5C6A"/>
    <w:rsid w:val="00FB5E66"/>
    <w:rsid w:val="00FB60DB"/>
    <w:rsid w:val="00FB6282"/>
    <w:rsid w:val="00FB64DD"/>
    <w:rsid w:val="00FB671E"/>
    <w:rsid w:val="00FB6881"/>
    <w:rsid w:val="00FB6911"/>
    <w:rsid w:val="00FB6E22"/>
    <w:rsid w:val="00FB7187"/>
    <w:rsid w:val="00FB7240"/>
    <w:rsid w:val="00FB753D"/>
    <w:rsid w:val="00FB7B03"/>
    <w:rsid w:val="00FB7D17"/>
    <w:rsid w:val="00FB7F3E"/>
    <w:rsid w:val="00FB7F88"/>
    <w:rsid w:val="00FC0273"/>
    <w:rsid w:val="00FC0459"/>
    <w:rsid w:val="00FC05AB"/>
    <w:rsid w:val="00FC0720"/>
    <w:rsid w:val="00FC0897"/>
    <w:rsid w:val="00FC09E8"/>
    <w:rsid w:val="00FC09EF"/>
    <w:rsid w:val="00FC09FA"/>
    <w:rsid w:val="00FC0A71"/>
    <w:rsid w:val="00FC0DC2"/>
    <w:rsid w:val="00FC0F35"/>
    <w:rsid w:val="00FC1130"/>
    <w:rsid w:val="00FC116A"/>
    <w:rsid w:val="00FC127B"/>
    <w:rsid w:val="00FC12E3"/>
    <w:rsid w:val="00FC14A6"/>
    <w:rsid w:val="00FC155D"/>
    <w:rsid w:val="00FC1708"/>
    <w:rsid w:val="00FC173C"/>
    <w:rsid w:val="00FC193F"/>
    <w:rsid w:val="00FC19EC"/>
    <w:rsid w:val="00FC1C38"/>
    <w:rsid w:val="00FC1E10"/>
    <w:rsid w:val="00FC1EB5"/>
    <w:rsid w:val="00FC2163"/>
    <w:rsid w:val="00FC2266"/>
    <w:rsid w:val="00FC240C"/>
    <w:rsid w:val="00FC24BE"/>
    <w:rsid w:val="00FC28AF"/>
    <w:rsid w:val="00FC2927"/>
    <w:rsid w:val="00FC2BBB"/>
    <w:rsid w:val="00FC2CC3"/>
    <w:rsid w:val="00FC304F"/>
    <w:rsid w:val="00FC3081"/>
    <w:rsid w:val="00FC32AD"/>
    <w:rsid w:val="00FC337D"/>
    <w:rsid w:val="00FC344C"/>
    <w:rsid w:val="00FC380F"/>
    <w:rsid w:val="00FC39C3"/>
    <w:rsid w:val="00FC3C67"/>
    <w:rsid w:val="00FC3FDF"/>
    <w:rsid w:val="00FC410B"/>
    <w:rsid w:val="00FC4118"/>
    <w:rsid w:val="00FC43DB"/>
    <w:rsid w:val="00FC455F"/>
    <w:rsid w:val="00FC48BB"/>
    <w:rsid w:val="00FC49C4"/>
    <w:rsid w:val="00FC4BBE"/>
    <w:rsid w:val="00FC5030"/>
    <w:rsid w:val="00FC529C"/>
    <w:rsid w:val="00FC5424"/>
    <w:rsid w:val="00FC57CD"/>
    <w:rsid w:val="00FC5A74"/>
    <w:rsid w:val="00FC5C69"/>
    <w:rsid w:val="00FC5D4B"/>
    <w:rsid w:val="00FC6384"/>
    <w:rsid w:val="00FC669D"/>
    <w:rsid w:val="00FC693B"/>
    <w:rsid w:val="00FC6BD2"/>
    <w:rsid w:val="00FC6E6A"/>
    <w:rsid w:val="00FC7227"/>
    <w:rsid w:val="00FC7264"/>
    <w:rsid w:val="00FC7B19"/>
    <w:rsid w:val="00FC7C5A"/>
    <w:rsid w:val="00FC7C5D"/>
    <w:rsid w:val="00FC7C8F"/>
    <w:rsid w:val="00FC7F29"/>
    <w:rsid w:val="00FD024B"/>
    <w:rsid w:val="00FD03D0"/>
    <w:rsid w:val="00FD0482"/>
    <w:rsid w:val="00FD0617"/>
    <w:rsid w:val="00FD0740"/>
    <w:rsid w:val="00FD0939"/>
    <w:rsid w:val="00FD0963"/>
    <w:rsid w:val="00FD0B67"/>
    <w:rsid w:val="00FD0F8B"/>
    <w:rsid w:val="00FD1071"/>
    <w:rsid w:val="00FD1164"/>
    <w:rsid w:val="00FD1209"/>
    <w:rsid w:val="00FD1215"/>
    <w:rsid w:val="00FD122B"/>
    <w:rsid w:val="00FD176A"/>
    <w:rsid w:val="00FD1869"/>
    <w:rsid w:val="00FD1943"/>
    <w:rsid w:val="00FD1B31"/>
    <w:rsid w:val="00FD237B"/>
    <w:rsid w:val="00FD2736"/>
    <w:rsid w:val="00FD2774"/>
    <w:rsid w:val="00FD29E2"/>
    <w:rsid w:val="00FD2BE4"/>
    <w:rsid w:val="00FD3047"/>
    <w:rsid w:val="00FD3191"/>
    <w:rsid w:val="00FD32D1"/>
    <w:rsid w:val="00FD3632"/>
    <w:rsid w:val="00FD386D"/>
    <w:rsid w:val="00FD3967"/>
    <w:rsid w:val="00FD3A8F"/>
    <w:rsid w:val="00FD3E62"/>
    <w:rsid w:val="00FD3FA9"/>
    <w:rsid w:val="00FD41BB"/>
    <w:rsid w:val="00FD432D"/>
    <w:rsid w:val="00FD4410"/>
    <w:rsid w:val="00FD4588"/>
    <w:rsid w:val="00FD46D1"/>
    <w:rsid w:val="00FD48C3"/>
    <w:rsid w:val="00FD4C26"/>
    <w:rsid w:val="00FD4C41"/>
    <w:rsid w:val="00FD4C77"/>
    <w:rsid w:val="00FD4D41"/>
    <w:rsid w:val="00FD4D52"/>
    <w:rsid w:val="00FD4E5E"/>
    <w:rsid w:val="00FD4EB2"/>
    <w:rsid w:val="00FD4EC7"/>
    <w:rsid w:val="00FD56B8"/>
    <w:rsid w:val="00FD5A00"/>
    <w:rsid w:val="00FD5A6D"/>
    <w:rsid w:val="00FD5E87"/>
    <w:rsid w:val="00FD5ECA"/>
    <w:rsid w:val="00FD6557"/>
    <w:rsid w:val="00FD65B1"/>
    <w:rsid w:val="00FD65D6"/>
    <w:rsid w:val="00FD680E"/>
    <w:rsid w:val="00FD6D19"/>
    <w:rsid w:val="00FD6DF3"/>
    <w:rsid w:val="00FD6F85"/>
    <w:rsid w:val="00FD707F"/>
    <w:rsid w:val="00FD714A"/>
    <w:rsid w:val="00FD71A9"/>
    <w:rsid w:val="00FD7623"/>
    <w:rsid w:val="00FD7CDA"/>
    <w:rsid w:val="00FD7EA1"/>
    <w:rsid w:val="00FD7F28"/>
    <w:rsid w:val="00FE0062"/>
    <w:rsid w:val="00FE04E6"/>
    <w:rsid w:val="00FE05C4"/>
    <w:rsid w:val="00FE08D7"/>
    <w:rsid w:val="00FE0A38"/>
    <w:rsid w:val="00FE0AEE"/>
    <w:rsid w:val="00FE0FA8"/>
    <w:rsid w:val="00FE0FD5"/>
    <w:rsid w:val="00FE10A5"/>
    <w:rsid w:val="00FE116A"/>
    <w:rsid w:val="00FE124C"/>
    <w:rsid w:val="00FE150E"/>
    <w:rsid w:val="00FE15B2"/>
    <w:rsid w:val="00FE1CDD"/>
    <w:rsid w:val="00FE2249"/>
    <w:rsid w:val="00FE279E"/>
    <w:rsid w:val="00FE3031"/>
    <w:rsid w:val="00FE3307"/>
    <w:rsid w:val="00FE3404"/>
    <w:rsid w:val="00FE36F8"/>
    <w:rsid w:val="00FE3719"/>
    <w:rsid w:val="00FE3899"/>
    <w:rsid w:val="00FE3966"/>
    <w:rsid w:val="00FE39B9"/>
    <w:rsid w:val="00FE3BF5"/>
    <w:rsid w:val="00FE4310"/>
    <w:rsid w:val="00FE458C"/>
    <w:rsid w:val="00FE4738"/>
    <w:rsid w:val="00FE48FB"/>
    <w:rsid w:val="00FE4AA9"/>
    <w:rsid w:val="00FE4BC2"/>
    <w:rsid w:val="00FE4F89"/>
    <w:rsid w:val="00FE510A"/>
    <w:rsid w:val="00FE515B"/>
    <w:rsid w:val="00FE53E0"/>
    <w:rsid w:val="00FE54CD"/>
    <w:rsid w:val="00FE575A"/>
    <w:rsid w:val="00FE5AAE"/>
    <w:rsid w:val="00FE5ACC"/>
    <w:rsid w:val="00FE5B5B"/>
    <w:rsid w:val="00FE5C54"/>
    <w:rsid w:val="00FE6123"/>
    <w:rsid w:val="00FE6508"/>
    <w:rsid w:val="00FE6AB0"/>
    <w:rsid w:val="00FE6F5C"/>
    <w:rsid w:val="00FE70A0"/>
    <w:rsid w:val="00FE712E"/>
    <w:rsid w:val="00FE7D4A"/>
    <w:rsid w:val="00FF00AB"/>
    <w:rsid w:val="00FF02E5"/>
    <w:rsid w:val="00FF04DB"/>
    <w:rsid w:val="00FF05F7"/>
    <w:rsid w:val="00FF0A3F"/>
    <w:rsid w:val="00FF0AE6"/>
    <w:rsid w:val="00FF0B7C"/>
    <w:rsid w:val="00FF0BD7"/>
    <w:rsid w:val="00FF0C2E"/>
    <w:rsid w:val="00FF0E77"/>
    <w:rsid w:val="00FF1092"/>
    <w:rsid w:val="00FF167D"/>
    <w:rsid w:val="00FF18D2"/>
    <w:rsid w:val="00FF196B"/>
    <w:rsid w:val="00FF1AD4"/>
    <w:rsid w:val="00FF1EF4"/>
    <w:rsid w:val="00FF1F4C"/>
    <w:rsid w:val="00FF22D2"/>
    <w:rsid w:val="00FF2953"/>
    <w:rsid w:val="00FF2BEE"/>
    <w:rsid w:val="00FF2D5A"/>
    <w:rsid w:val="00FF33BE"/>
    <w:rsid w:val="00FF33F9"/>
    <w:rsid w:val="00FF3523"/>
    <w:rsid w:val="00FF39E5"/>
    <w:rsid w:val="00FF3DCE"/>
    <w:rsid w:val="00FF4485"/>
    <w:rsid w:val="00FF489B"/>
    <w:rsid w:val="00FF4C76"/>
    <w:rsid w:val="00FF5084"/>
    <w:rsid w:val="00FF50DF"/>
    <w:rsid w:val="00FF5659"/>
    <w:rsid w:val="00FF58D5"/>
    <w:rsid w:val="00FF59AA"/>
    <w:rsid w:val="00FF5D7B"/>
    <w:rsid w:val="00FF609B"/>
    <w:rsid w:val="00FF664F"/>
    <w:rsid w:val="00FF6B03"/>
    <w:rsid w:val="00FF6BC6"/>
    <w:rsid w:val="00FF6CE2"/>
    <w:rsid w:val="00FF6D83"/>
    <w:rsid w:val="00FF710B"/>
    <w:rsid w:val="00FF7332"/>
    <w:rsid w:val="00FF764B"/>
    <w:rsid w:val="00FF7B68"/>
  </w:rsids>
  <m:mathPr>
    <m:mathFont m:val="Cambria Math"/>
    <m:brkBin m:val="before"/>
    <m:brkBinSub m:val="--"/>
    <m:smallFrac m:val="off"/>
    <m:dispDef/>
    <m:lMargin m:val="0"/>
    <m:rMargin m:val="0"/>
    <m:defJc m:val="centerGroup"/>
    <m:wrapIndent m:val="1440"/>
    <m:intLim m:val="subSup"/>
    <m:naryLim m:val="undOvr"/>
  </m:mathPr>
  <w:themeFontLang w:val="en-US" w:bidi="te-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qFormat="1"/>
    <w:lsdException w:name="heading 9" w:semiHidden="1" w:unhideWhenUsed="1" w:qFormat="1"/>
    <w:lsdException w:name="header" w:uiPriority="99"/>
    <w:lsdException w:name="caption" w:semiHidden="1" w:unhideWhenUsed="1" w:qFormat="1"/>
    <w:lsdException w:name="Title" w:uiPriority="10" w:qFormat="1"/>
    <w:lsdException w:name="Subtitle" w:uiPriority="11"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81B05"/>
    <w:rPr>
      <w:sz w:val="24"/>
      <w:szCs w:val="24"/>
    </w:rPr>
  </w:style>
  <w:style w:type="paragraph" w:styleId="Heading1">
    <w:name w:val="heading 1"/>
    <w:basedOn w:val="Normal"/>
    <w:next w:val="Normal"/>
    <w:link w:val="Heading1Char"/>
    <w:qFormat/>
    <w:rsid w:val="00BC02C2"/>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qFormat/>
    <w:rsid w:val="00ED0F95"/>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681B05"/>
    <w:pPr>
      <w:keepNext/>
      <w:spacing w:before="240" w:after="60"/>
      <w:outlineLvl w:val="2"/>
    </w:pPr>
    <w:rPr>
      <w:rFonts w:ascii="Arial" w:hAnsi="Arial"/>
      <w:szCs w:val="20"/>
    </w:rPr>
  </w:style>
  <w:style w:type="paragraph" w:styleId="Heading4">
    <w:name w:val="heading 4"/>
    <w:basedOn w:val="Normal"/>
    <w:next w:val="Normal"/>
    <w:link w:val="Heading4Char"/>
    <w:semiHidden/>
    <w:unhideWhenUsed/>
    <w:qFormat/>
    <w:rsid w:val="00F65437"/>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semiHidden/>
    <w:unhideWhenUsed/>
    <w:qFormat/>
    <w:rsid w:val="003F42B0"/>
    <w:pPr>
      <w:keepNext/>
      <w:keepLines/>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qFormat/>
    <w:rsid w:val="00681B05"/>
    <w:pPr>
      <w:keepNext/>
      <w:jc w:val="both"/>
      <w:outlineLvl w:val="5"/>
    </w:pPr>
    <w:rPr>
      <w:b/>
      <w:szCs w:val="20"/>
    </w:rPr>
  </w:style>
  <w:style w:type="paragraph" w:styleId="Heading7">
    <w:name w:val="heading 7"/>
    <w:basedOn w:val="Normal"/>
    <w:next w:val="Normal"/>
    <w:link w:val="Heading7Char"/>
    <w:semiHidden/>
    <w:unhideWhenUsed/>
    <w:qFormat/>
    <w:rsid w:val="00FC48BB"/>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qFormat/>
    <w:rsid w:val="000A6906"/>
    <w:pPr>
      <w:spacing w:before="240" w:after="60"/>
      <w:outlineLvl w:val="7"/>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rsid w:val="00681B05"/>
    <w:rPr>
      <w:szCs w:val="20"/>
    </w:rPr>
  </w:style>
  <w:style w:type="paragraph" w:styleId="BodyText">
    <w:name w:val="Body Text"/>
    <w:basedOn w:val="Normal"/>
    <w:link w:val="BodyTextChar"/>
    <w:rsid w:val="00681B05"/>
    <w:pPr>
      <w:jc w:val="both"/>
    </w:pPr>
    <w:rPr>
      <w:szCs w:val="20"/>
    </w:rPr>
  </w:style>
  <w:style w:type="paragraph" w:customStyle="1" w:styleId="Lastprinted">
    <w:name w:val="Last printed"/>
    <w:rsid w:val="00681B05"/>
    <w:rPr>
      <w:sz w:val="24"/>
      <w:szCs w:val="24"/>
    </w:rPr>
  </w:style>
  <w:style w:type="paragraph" w:customStyle="1" w:styleId="Paragraph">
    <w:name w:val="* Paragraph"/>
    <w:aliases w:val="left-aligned1"/>
    <w:rsid w:val="00332C41"/>
    <w:pPr>
      <w:widowControl w:val="0"/>
      <w:autoSpaceDE w:val="0"/>
      <w:autoSpaceDN w:val="0"/>
      <w:adjustRightInd w:val="0"/>
      <w:spacing w:line="240" w:lineRule="atLeast"/>
    </w:pPr>
    <w:rPr>
      <w:rFonts w:ascii="Courier New" w:hAnsi="Courier New" w:cs="Courier New"/>
      <w:sz w:val="24"/>
      <w:szCs w:val="24"/>
    </w:rPr>
  </w:style>
  <w:style w:type="paragraph" w:styleId="Header">
    <w:name w:val="header"/>
    <w:basedOn w:val="Normal"/>
    <w:link w:val="HeaderChar"/>
    <w:uiPriority w:val="99"/>
    <w:rsid w:val="00FE510A"/>
    <w:pPr>
      <w:tabs>
        <w:tab w:val="center" w:pos="4320"/>
        <w:tab w:val="right" w:pos="8640"/>
      </w:tabs>
    </w:pPr>
  </w:style>
  <w:style w:type="paragraph" w:styleId="Footer">
    <w:name w:val="footer"/>
    <w:basedOn w:val="Normal"/>
    <w:rsid w:val="00FE510A"/>
    <w:pPr>
      <w:tabs>
        <w:tab w:val="center" w:pos="4320"/>
        <w:tab w:val="right" w:pos="8640"/>
      </w:tabs>
    </w:pPr>
  </w:style>
  <w:style w:type="paragraph" w:styleId="BalloonText">
    <w:name w:val="Balloon Text"/>
    <w:basedOn w:val="Normal"/>
    <w:semiHidden/>
    <w:rsid w:val="00577D43"/>
    <w:rPr>
      <w:rFonts w:ascii="Tahoma" w:hAnsi="Tahoma" w:cs="Tahoma"/>
      <w:sz w:val="16"/>
      <w:szCs w:val="16"/>
    </w:rPr>
  </w:style>
  <w:style w:type="character" w:customStyle="1" w:styleId="Heading1Char">
    <w:name w:val="Heading 1 Char"/>
    <w:basedOn w:val="DefaultParagraphFont"/>
    <w:link w:val="Heading1"/>
    <w:rsid w:val="00BC02C2"/>
    <w:rPr>
      <w:rFonts w:ascii="Cambria" w:hAnsi="Cambria"/>
      <w:b/>
      <w:bCs/>
      <w:kern w:val="32"/>
      <w:sz w:val="32"/>
      <w:szCs w:val="32"/>
      <w:lang w:val="en-US" w:eastAsia="en-US" w:bidi="ar-SA"/>
    </w:rPr>
  </w:style>
  <w:style w:type="character" w:customStyle="1" w:styleId="Heading3Char">
    <w:name w:val="Heading 3 Char"/>
    <w:basedOn w:val="DefaultParagraphFont"/>
    <w:link w:val="Heading3"/>
    <w:rsid w:val="006926E9"/>
    <w:rPr>
      <w:rFonts w:ascii="Arial" w:hAnsi="Arial"/>
      <w:sz w:val="24"/>
      <w:lang w:val="en-US" w:eastAsia="en-US" w:bidi="ar-SA"/>
    </w:rPr>
  </w:style>
  <w:style w:type="character" w:customStyle="1" w:styleId="Heading6Char">
    <w:name w:val="Heading 6 Char"/>
    <w:basedOn w:val="DefaultParagraphFont"/>
    <w:link w:val="Heading6"/>
    <w:rsid w:val="006926E9"/>
    <w:rPr>
      <w:b/>
      <w:sz w:val="24"/>
      <w:lang w:val="en-US" w:eastAsia="en-US" w:bidi="ar-SA"/>
    </w:rPr>
  </w:style>
  <w:style w:type="character" w:customStyle="1" w:styleId="BodyText2Char">
    <w:name w:val="Body Text 2 Char"/>
    <w:basedOn w:val="DefaultParagraphFont"/>
    <w:link w:val="BodyText2"/>
    <w:rsid w:val="006926E9"/>
    <w:rPr>
      <w:sz w:val="24"/>
      <w:lang w:val="en-US" w:eastAsia="en-US" w:bidi="ar-SA"/>
    </w:rPr>
  </w:style>
  <w:style w:type="character" w:customStyle="1" w:styleId="BodyTextChar">
    <w:name w:val="Body Text Char"/>
    <w:basedOn w:val="DefaultParagraphFont"/>
    <w:link w:val="BodyText"/>
    <w:rsid w:val="006926E9"/>
    <w:rPr>
      <w:sz w:val="24"/>
      <w:lang w:val="en-US" w:eastAsia="en-US" w:bidi="ar-SA"/>
    </w:rPr>
  </w:style>
  <w:style w:type="character" w:customStyle="1" w:styleId="CharChar1">
    <w:name w:val="Char Char1"/>
    <w:basedOn w:val="DefaultParagraphFont"/>
    <w:rsid w:val="0079421F"/>
    <w:rPr>
      <w:sz w:val="24"/>
      <w:lang w:val="en-US" w:eastAsia="en-US" w:bidi="ar-SA"/>
    </w:rPr>
  </w:style>
  <w:style w:type="character" w:styleId="Emphasis">
    <w:name w:val="Emphasis"/>
    <w:basedOn w:val="DefaultParagraphFont"/>
    <w:qFormat/>
    <w:rsid w:val="00BF6EF4"/>
    <w:rPr>
      <w:i/>
      <w:iCs/>
    </w:rPr>
  </w:style>
  <w:style w:type="character" w:customStyle="1" w:styleId="Heading2Char">
    <w:name w:val="Heading 2 Char"/>
    <w:basedOn w:val="DefaultParagraphFont"/>
    <w:link w:val="Heading2"/>
    <w:rsid w:val="00FA6667"/>
    <w:rPr>
      <w:rFonts w:ascii="Arial" w:hAnsi="Arial" w:cs="Arial"/>
      <w:b/>
      <w:bCs/>
      <w:i/>
      <w:iCs/>
      <w:sz w:val="28"/>
      <w:szCs w:val="28"/>
    </w:rPr>
  </w:style>
  <w:style w:type="paragraph" w:styleId="NoSpacing">
    <w:name w:val="No Spacing"/>
    <w:uiPriority w:val="1"/>
    <w:qFormat/>
    <w:rsid w:val="00A37529"/>
    <w:rPr>
      <w:sz w:val="24"/>
      <w:szCs w:val="24"/>
    </w:rPr>
  </w:style>
  <w:style w:type="paragraph" w:styleId="BodyTextIndent2">
    <w:name w:val="Body Text Indent 2"/>
    <w:basedOn w:val="Normal"/>
    <w:link w:val="BodyTextIndent2Char"/>
    <w:rsid w:val="0094197C"/>
    <w:pPr>
      <w:spacing w:after="120" w:line="480" w:lineRule="auto"/>
      <w:ind w:left="360"/>
    </w:pPr>
  </w:style>
  <w:style w:type="character" w:customStyle="1" w:styleId="BodyTextIndent2Char">
    <w:name w:val="Body Text Indent 2 Char"/>
    <w:basedOn w:val="DefaultParagraphFont"/>
    <w:link w:val="BodyTextIndent2"/>
    <w:rsid w:val="0094197C"/>
    <w:rPr>
      <w:sz w:val="24"/>
      <w:szCs w:val="24"/>
    </w:rPr>
  </w:style>
  <w:style w:type="paragraph" w:styleId="Salutation">
    <w:name w:val="Salutation"/>
    <w:basedOn w:val="Normal"/>
    <w:next w:val="Normal"/>
    <w:link w:val="SalutationChar"/>
    <w:rsid w:val="0094197C"/>
    <w:pPr>
      <w:suppressAutoHyphens/>
      <w:autoSpaceDN w:val="0"/>
      <w:textAlignment w:val="baseline"/>
    </w:pPr>
    <w:rPr>
      <w:lang w:val="en-GB"/>
    </w:rPr>
  </w:style>
  <w:style w:type="character" w:customStyle="1" w:styleId="SalutationChar">
    <w:name w:val="Salutation Char"/>
    <w:basedOn w:val="DefaultParagraphFont"/>
    <w:link w:val="Salutation"/>
    <w:rsid w:val="0094197C"/>
    <w:rPr>
      <w:sz w:val="24"/>
      <w:szCs w:val="24"/>
      <w:lang w:val="en-GB"/>
    </w:rPr>
  </w:style>
  <w:style w:type="paragraph" w:styleId="Title">
    <w:name w:val="Title"/>
    <w:basedOn w:val="Normal"/>
    <w:link w:val="TitleChar"/>
    <w:uiPriority w:val="10"/>
    <w:qFormat/>
    <w:rsid w:val="0094197C"/>
    <w:pPr>
      <w:suppressAutoHyphens/>
      <w:autoSpaceDN w:val="0"/>
      <w:spacing w:before="240" w:after="60"/>
      <w:jc w:val="center"/>
      <w:textAlignment w:val="baseline"/>
      <w:outlineLvl w:val="0"/>
    </w:pPr>
    <w:rPr>
      <w:rFonts w:ascii="Arial" w:hAnsi="Arial" w:cs="Arial"/>
      <w:b/>
      <w:bCs/>
      <w:kern w:val="3"/>
      <w:sz w:val="32"/>
      <w:szCs w:val="32"/>
      <w:lang w:val="en-GB"/>
    </w:rPr>
  </w:style>
  <w:style w:type="character" w:customStyle="1" w:styleId="TitleChar">
    <w:name w:val="Title Char"/>
    <w:basedOn w:val="DefaultParagraphFont"/>
    <w:link w:val="Title"/>
    <w:uiPriority w:val="10"/>
    <w:rsid w:val="0094197C"/>
    <w:rPr>
      <w:rFonts w:ascii="Arial" w:hAnsi="Arial" w:cs="Arial"/>
      <w:b/>
      <w:bCs/>
      <w:kern w:val="3"/>
      <w:sz w:val="32"/>
      <w:szCs w:val="32"/>
      <w:lang w:val="en-GB"/>
    </w:rPr>
  </w:style>
  <w:style w:type="paragraph" w:styleId="BodyTextIndent">
    <w:name w:val="Body Text Indent"/>
    <w:basedOn w:val="Normal"/>
    <w:link w:val="BodyTextIndentChar"/>
    <w:rsid w:val="0094197C"/>
    <w:pPr>
      <w:suppressAutoHyphens/>
      <w:autoSpaceDN w:val="0"/>
      <w:spacing w:after="120"/>
      <w:ind w:left="360"/>
      <w:textAlignment w:val="baseline"/>
    </w:pPr>
    <w:rPr>
      <w:lang w:val="en-GB"/>
    </w:rPr>
  </w:style>
  <w:style w:type="character" w:customStyle="1" w:styleId="BodyTextIndentChar">
    <w:name w:val="Body Text Indent Char"/>
    <w:basedOn w:val="DefaultParagraphFont"/>
    <w:link w:val="BodyTextIndent"/>
    <w:rsid w:val="0094197C"/>
    <w:rPr>
      <w:sz w:val="24"/>
      <w:szCs w:val="24"/>
      <w:lang w:val="en-GB"/>
    </w:rPr>
  </w:style>
  <w:style w:type="paragraph" w:customStyle="1" w:styleId="Byline">
    <w:name w:val="Byline"/>
    <w:basedOn w:val="BodyText"/>
    <w:rsid w:val="0094197C"/>
    <w:pPr>
      <w:suppressAutoHyphens/>
      <w:autoSpaceDN w:val="0"/>
      <w:spacing w:after="120"/>
      <w:jc w:val="left"/>
      <w:textAlignment w:val="baseline"/>
    </w:pPr>
    <w:rPr>
      <w:szCs w:val="24"/>
      <w:lang w:val="en-GB"/>
    </w:rPr>
  </w:style>
  <w:style w:type="table" w:styleId="TableGrid">
    <w:name w:val="Table Grid"/>
    <w:basedOn w:val="TableNormal"/>
    <w:uiPriority w:val="59"/>
    <w:rsid w:val="0094197C"/>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34"/>
    <w:qFormat/>
    <w:rsid w:val="00162698"/>
    <w:pPr>
      <w:ind w:left="720"/>
    </w:pPr>
  </w:style>
  <w:style w:type="character" w:customStyle="1" w:styleId="HeaderChar">
    <w:name w:val="Header Char"/>
    <w:basedOn w:val="DefaultParagraphFont"/>
    <w:link w:val="Header"/>
    <w:uiPriority w:val="99"/>
    <w:rsid w:val="00162698"/>
    <w:rPr>
      <w:sz w:val="24"/>
      <w:szCs w:val="24"/>
      <w:lang w:bidi="ar-SA"/>
    </w:rPr>
  </w:style>
  <w:style w:type="character" w:customStyle="1" w:styleId="Heading7Char">
    <w:name w:val="Heading 7 Char"/>
    <w:basedOn w:val="DefaultParagraphFont"/>
    <w:link w:val="Heading7"/>
    <w:semiHidden/>
    <w:rsid w:val="00FC48BB"/>
    <w:rPr>
      <w:rFonts w:asciiTheme="majorHAnsi" w:eastAsiaTheme="majorEastAsia" w:hAnsiTheme="majorHAnsi" w:cstheme="majorBidi"/>
      <w:i/>
      <w:iCs/>
      <w:color w:val="404040" w:themeColor="text1" w:themeTint="BF"/>
      <w:sz w:val="24"/>
      <w:szCs w:val="24"/>
    </w:rPr>
  </w:style>
  <w:style w:type="paragraph" w:customStyle="1" w:styleId="xl59">
    <w:name w:val="xl59"/>
    <w:basedOn w:val="Normal"/>
    <w:rsid w:val="00FC48BB"/>
    <w:pPr>
      <w:spacing w:before="100" w:beforeAutospacing="1" w:after="100" w:afterAutospacing="1"/>
      <w:textAlignment w:val="center"/>
    </w:pPr>
  </w:style>
  <w:style w:type="character" w:customStyle="1" w:styleId="Heading5Char">
    <w:name w:val="Heading 5 Char"/>
    <w:basedOn w:val="DefaultParagraphFont"/>
    <w:link w:val="Heading5"/>
    <w:uiPriority w:val="99"/>
    <w:rsid w:val="003F42B0"/>
    <w:rPr>
      <w:rFonts w:asciiTheme="majorHAnsi" w:eastAsiaTheme="majorEastAsia" w:hAnsiTheme="majorHAnsi" w:cstheme="majorBidi"/>
      <w:color w:val="243F60" w:themeColor="accent1" w:themeShade="7F"/>
      <w:sz w:val="24"/>
      <w:szCs w:val="24"/>
    </w:rPr>
  </w:style>
  <w:style w:type="character" w:customStyle="1" w:styleId="Heading4Char">
    <w:name w:val="Heading 4 Char"/>
    <w:basedOn w:val="DefaultParagraphFont"/>
    <w:link w:val="Heading4"/>
    <w:semiHidden/>
    <w:rsid w:val="00F65437"/>
    <w:rPr>
      <w:rFonts w:asciiTheme="majorHAnsi" w:eastAsiaTheme="majorEastAsia" w:hAnsiTheme="majorHAnsi" w:cstheme="majorBidi"/>
      <w:b/>
      <w:bCs/>
      <w:i/>
      <w:iCs/>
      <w:color w:val="4F81BD" w:themeColor="accent1"/>
      <w:sz w:val="24"/>
      <w:szCs w:val="24"/>
    </w:rPr>
  </w:style>
  <w:style w:type="paragraph" w:styleId="BodyText3">
    <w:name w:val="Body Text 3"/>
    <w:basedOn w:val="Normal"/>
    <w:link w:val="BodyText3Char"/>
    <w:rsid w:val="00F65437"/>
    <w:pPr>
      <w:spacing w:after="120"/>
    </w:pPr>
    <w:rPr>
      <w:sz w:val="16"/>
      <w:szCs w:val="16"/>
    </w:rPr>
  </w:style>
  <w:style w:type="character" w:customStyle="1" w:styleId="BodyText3Char">
    <w:name w:val="Body Text 3 Char"/>
    <w:basedOn w:val="DefaultParagraphFont"/>
    <w:link w:val="BodyText3"/>
    <w:rsid w:val="00F65437"/>
    <w:rPr>
      <w:sz w:val="16"/>
      <w:szCs w:val="16"/>
    </w:rPr>
  </w:style>
  <w:style w:type="paragraph" w:styleId="Subtitle">
    <w:name w:val="Subtitle"/>
    <w:basedOn w:val="Normal"/>
    <w:link w:val="SubtitleChar"/>
    <w:uiPriority w:val="11"/>
    <w:qFormat/>
    <w:rsid w:val="00F65437"/>
    <w:pPr>
      <w:jc w:val="center"/>
    </w:pPr>
    <w:rPr>
      <w:b/>
      <w:bCs/>
      <w:sz w:val="28"/>
      <w:szCs w:val="28"/>
    </w:rPr>
  </w:style>
  <w:style w:type="character" w:customStyle="1" w:styleId="SubtitleChar">
    <w:name w:val="Subtitle Char"/>
    <w:basedOn w:val="DefaultParagraphFont"/>
    <w:link w:val="Subtitle"/>
    <w:uiPriority w:val="11"/>
    <w:rsid w:val="00F65437"/>
    <w:rPr>
      <w:b/>
      <w:bCs/>
      <w:sz w:val="28"/>
      <w:szCs w:val="28"/>
    </w:rPr>
  </w:style>
</w:styles>
</file>

<file path=word/webSettings.xml><?xml version="1.0" encoding="utf-8"?>
<w:webSettings xmlns:r="http://schemas.openxmlformats.org/officeDocument/2006/relationships" xmlns:w="http://schemas.openxmlformats.org/wordprocessingml/2006/main">
  <w:divs>
    <w:div w:id="282526">
      <w:bodyDiv w:val="1"/>
      <w:marLeft w:val="0"/>
      <w:marRight w:val="0"/>
      <w:marTop w:val="0"/>
      <w:marBottom w:val="0"/>
      <w:divBdr>
        <w:top w:val="none" w:sz="0" w:space="0" w:color="auto"/>
        <w:left w:val="none" w:sz="0" w:space="0" w:color="auto"/>
        <w:bottom w:val="none" w:sz="0" w:space="0" w:color="auto"/>
        <w:right w:val="none" w:sz="0" w:space="0" w:color="auto"/>
      </w:divBdr>
    </w:div>
    <w:div w:id="44109506">
      <w:bodyDiv w:val="1"/>
      <w:marLeft w:val="0"/>
      <w:marRight w:val="0"/>
      <w:marTop w:val="0"/>
      <w:marBottom w:val="0"/>
      <w:divBdr>
        <w:top w:val="none" w:sz="0" w:space="0" w:color="auto"/>
        <w:left w:val="none" w:sz="0" w:space="0" w:color="auto"/>
        <w:bottom w:val="none" w:sz="0" w:space="0" w:color="auto"/>
        <w:right w:val="none" w:sz="0" w:space="0" w:color="auto"/>
      </w:divBdr>
    </w:div>
    <w:div w:id="56172237">
      <w:bodyDiv w:val="1"/>
      <w:marLeft w:val="0"/>
      <w:marRight w:val="0"/>
      <w:marTop w:val="0"/>
      <w:marBottom w:val="0"/>
      <w:divBdr>
        <w:top w:val="none" w:sz="0" w:space="0" w:color="auto"/>
        <w:left w:val="none" w:sz="0" w:space="0" w:color="auto"/>
        <w:bottom w:val="none" w:sz="0" w:space="0" w:color="auto"/>
        <w:right w:val="none" w:sz="0" w:space="0" w:color="auto"/>
      </w:divBdr>
    </w:div>
    <w:div w:id="94064196">
      <w:bodyDiv w:val="1"/>
      <w:marLeft w:val="0"/>
      <w:marRight w:val="0"/>
      <w:marTop w:val="0"/>
      <w:marBottom w:val="0"/>
      <w:divBdr>
        <w:top w:val="none" w:sz="0" w:space="0" w:color="auto"/>
        <w:left w:val="none" w:sz="0" w:space="0" w:color="auto"/>
        <w:bottom w:val="none" w:sz="0" w:space="0" w:color="auto"/>
        <w:right w:val="none" w:sz="0" w:space="0" w:color="auto"/>
      </w:divBdr>
    </w:div>
    <w:div w:id="153841434">
      <w:bodyDiv w:val="1"/>
      <w:marLeft w:val="0"/>
      <w:marRight w:val="0"/>
      <w:marTop w:val="0"/>
      <w:marBottom w:val="0"/>
      <w:divBdr>
        <w:top w:val="none" w:sz="0" w:space="0" w:color="auto"/>
        <w:left w:val="none" w:sz="0" w:space="0" w:color="auto"/>
        <w:bottom w:val="none" w:sz="0" w:space="0" w:color="auto"/>
        <w:right w:val="none" w:sz="0" w:space="0" w:color="auto"/>
      </w:divBdr>
    </w:div>
    <w:div w:id="172889498">
      <w:bodyDiv w:val="1"/>
      <w:marLeft w:val="0"/>
      <w:marRight w:val="0"/>
      <w:marTop w:val="0"/>
      <w:marBottom w:val="0"/>
      <w:divBdr>
        <w:top w:val="none" w:sz="0" w:space="0" w:color="auto"/>
        <w:left w:val="none" w:sz="0" w:space="0" w:color="auto"/>
        <w:bottom w:val="none" w:sz="0" w:space="0" w:color="auto"/>
        <w:right w:val="none" w:sz="0" w:space="0" w:color="auto"/>
      </w:divBdr>
    </w:div>
    <w:div w:id="203181006">
      <w:bodyDiv w:val="1"/>
      <w:marLeft w:val="0"/>
      <w:marRight w:val="0"/>
      <w:marTop w:val="0"/>
      <w:marBottom w:val="0"/>
      <w:divBdr>
        <w:top w:val="none" w:sz="0" w:space="0" w:color="auto"/>
        <w:left w:val="none" w:sz="0" w:space="0" w:color="auto"/>
        <w:bottom w:val="none" w:sz="0" w:space="0" w:color="auto"/>
        <w:right w:val="none" w:sz="0" w:space="0" w:color="auto"/>
      </w:divBdr>
    </w:div>
    <w:div w:id="226233096">
      <w:bodyDiv w:val="1"/>
      <w:marLeft w:val="0"/>
      <w:marRight w:val="0"/>
      <w:marTop w:val="0"/>
      <w:marBottom w:val="0"/>
      <w:divBdr>
        <w:top w:val="none" w:sz="0" w:space="0" w:color="auto"/>
        <w:left w:val="none" w:sz="0" w:space="0" w:color="auto"/>
        <w:bottom w:val="none" w:sz="0" w:space="0" w:color="auto"/>
        <w:right w:val="none" w:sz="0" w:space="0" w:color="auto"/>
      </w:divBdr>
    </w:div>
    <w:div w:id="241455607">
      <w:bodyDiv w:val="1"/>
      <w:marLeft w:val="0"/>
      <w:marRight w:val="0"/>
      <w:marTop w:val="0"/>
      <w:marBottom w:val="0"/>
      <w:divBdr>
        <w:top w:val="none" w:sz="0" w:space="0" w:color="auto"/>
        <w:left w:val="none" w:sz="0" w:space="0" w:color="auto"/>
        <w:bottom w:val="none" w:sz="0" w:space="0" w:color="auto"/>
        <w:right w:val="none" w:sz="0" w:space="0" w:color="auto"/>
      </w:divBdr>
    </w:div>
    <w:div w:id="362630318">
      <w:bodyDiv w:val="1"/>
      <w:marLeft w:val="0"/>
      <w:marRight w:val="0"/>
      <w:marTop w:val="0"/>
      <w:marBottom w:val="0"/>
      <w:divBdr>
        <w:top w:val="none" w:sz="0" w:space="0" w:color="auto"/>
        <w:left w:val="none" w:sz="0" w:space="0" w:color="auto"/>
        <w:bottom w:val="none" w:sz="0" w:space="0" w:color="auto"/>
        <w:right w:val="none" w:sz="0" w:space="0" w:color="auto"/>
      </w:divBdr>
    </w:div>
    <w:div w:id="373887443">
      <w:bodyDiv w:val="1"/>
      <w:marLeft w:val="0"/>
      <w:marRight w:val="0"/>
      <w:marTop w:val="0"/>
      <w:marBottom w:val="0"/>
      <w:divBdr>
        <w:top w:val="none" w:sz="0" w:space="0" w:color="auto"/>
        <w:left w:val="none" w:sz="0" w:space="0" w:color="auto"/>
        <w:bottom w:val="none" w:sz="0" w:space="0" w:color="auto"/>
        <w:right w:val="none" w:sz="0" w:space="0" w:color="auto"/>
      </w:divBdr>
    </w:div>
    <w:div w:id="386610279">
      <w:bodyDiv w:val="1"/>
      <w:marLeft w:val="0"/>
      <w:marRight w:val="0"/>
      <w:marTop w:val="0"/>
      <w:marBottom w:val="0"/>
      <w:divBdr>
        <w:top w:val="none" w:sz="0" w:space="0" w:color="auto"/>
        <w:left w:val="none" w:sz="0" w:space="0" w:color="auto"/>
        <w:bottom w:val="none" w:sz="0" w:space="0" w:color="auto"/>
        <w:right w:val="none" w:sz="0" w:space="0" w:color="auto"/>
      </w:divBdr>
    </w:div>
    <w:div w:id="551771161">
      <w:bodyDiv w:val="1"/>
      <w:marLeft w:val="0"/>
      <w:marRight w:val="0"/>
      <w:marTop w:val="0"/>
      <w:marBottom w:val="0"/>
      <w:divBdr>
        <w:top w:val="none" w:sz="0" w:space="0" w:color="auto"/>
        <w:left w:val="none" w:sz="0" w:space="0" w:color="auto"/>
        <w:bottom w:val="none" w:sz="0" w:space="0" w:color="auto"/>
        <w:right w:val="none" w:sz="0" w:space="0" w:color="auto"/>
      </w:divBdr>
    </w:div>
    <w:div w:id="647250914">
      <w:bodyDiv w:val="1"/>
      <w:marLeft w:val="0"/>
      <w:marRight w:val="0"/>
      <w:marTop w:val="0"/>
      <w:marBottom w:val="0"/>
      <w:divBdr>
        <w:top w:val="none" w:sz="0" w:space="0" w:color="auto"/>
        <w:left w:val="none" w:sz="0" w:space="0" w:color="auto"/>
        <w:bottom w:val="none" w:sz="0" w:space="0" w:color="auto"/>
        <w:right w:val="none" w:sz="0" w:space="0" w:color="auto"/>
      </w:divBdr>
    </w:div>
    <w:div w:id="705569698">
      <w:bodyDiv w:val="1"/>
      <w:marLeft w:val="0"/>
      <w:marRight w:val="0"/>
      <w:marTop w:val="0"/>
      <w:marBottom w:val="0"/>
      <w:divBdr>
        <w:top w:val="none" w:sz="0" w:space="0" w:color="auto"/>
        <w:left w:val="none" w:sz="0" w:space="0" w:color="auto"/>
        <w:bottom w:val="none" w:sz="0" w:space="0" w:color="auto"/>
        <w:right w:val="none" w:sz="0" w:space="0" w:color="auto"/>
      </w:divBdr>
    </w:div>
    <w:div w:id="744061682">
      <w:bodyDiv w:val="1"/>
      <w:marLeft w:val="0"/>
      <w:marRight w:val="0"/>
      <w:marTop w:val="0"/>
      <w:marBottom w:val="0"/>
      <w:divBdr>
        <w:top w:val="none" w:sz="0" w:space="0" w:color="auto"/>
        <w:left w:val="none" w:sz="0" w:space="0" w:color="auto"/>
        <w:bottom w:val="none" w:sz="0" w:space="0" w:color="auto"/>
        <w:right w:val="none" w:sz="0" w:space="0" w:color="auto"/>
      </w:divBdr>
    </w:div>
    <w:div w:id="751389249">
      <w:bodyDiv w:val="1"/>
      <w:marLeft w:val="0"/>
      <w:marRight w:val="0"/>
      <w:marTop w:val="0"/>
      <w:marBottom w:val="0"/>
      <w:divBdr>
        <w:top w:val="none" w:sz="0" w:space="0" w:color="auto"/>
        <w:left w:val="none" w:sz="0" w:space="0" w:color="auto"/>
        <w:bottom w:val="none" w:sz="0" w:space="0" w:color="auto"/>
        <w:right w:val="none" w:sz="0" w:space="0" w:color="auto"/>
      </w:divBdr>
    </w:div>
    <w:div w:id="792477750">
      <w:bodyDiv w:val="1"/>
      <w:marLeft w:val="0"/>
      <w:marRight w:val="0"/>
      <w:marTop w:val="0"/>
      <w:marBottom w:val="0"/>
      <w:divBdr>
        <w:top w:val="none" w:sz="0" w:space="0" w:color="auto"/>
        <w:left w:val="none" w:sz="0" w:space="0" w:color="auto"/>
        <w:bottom w:val="none" w:sz="0" w:space="0" w:color="auto"/>
        <w:right w:val="none" w:sz="0" w:space="0" w:color="auto"/>
      </w:divBdr>
    </w:div>
    <w:div w:id="813841059">
      <w:bodyDiv w:val="1"/>
      <w:marLeft w:val="0"/>
      <w:marRight w:val="0"/>
      <w:marTop w:val="0"/>
      <w:marBottom w:val="0"/>
      <w:divBdr>
        <w:top w:val="none" w:sz="0" w:space="0" w:color="auto"/>
        <w:left w:val="none" w:sz="0" w:space="0" w:color="auto"/>
        <w:bottom w:val="none" w:sz="0" w:space="0" w:color="auto"/>
        <w:right w:val="none" w:sz="0" w:space="0" w:color="auto"/>
      </w:divBdr>
    </w:div>
    <w:div w:id="825241394">
      <w:bodyDiv w:val="1"/>
      <w:marLeft w:val="0"/>
      <w:marRight w:val="0"/>
      <w:marTop w:val="0"/>
      <w:marBottom w:val="0"/>
      <w:divBdr>
        <w:top w:val="none" w:sz="0" w:space="0" w:color="auto"/>
        <w:left w:val="none" w:sz="0" w:space="0" w:color="auto"/>
        <w:bottom w:val="none" w:sz="0" w:space="0" w:color="auto"/>
        <w:right w:val="none" w:sz="0" w:space="0" w:color="auto"/>
      </w:divBdr>
    </w:div>
    <w:div w:id="828058519">
      <w:bodyDiv w:val="1"/>
      <w:marLeft w:val="0"/>
      <w:marRight w:val="0"/>
      <w:marTop w:val="0"/>
      <w:marBottom w:val="0"/>
      <w:divBdr>
        <w:top w:val="none" w:sz="0" w:space="0" w:color="auto"/>
        <w:left w:val="none" w:sz="0" w:space="0" w:color="auto"/>
        <w:bottom w:val="none" w:sz="0" w:space="0" w:color="auto"/>
        <w:right w:val="none" w:sz="0" w:space="0" w:color="auto"/>
      </w:divBdr>
    </w:div>
    <w:div w:id="869999952">
      <w:bodyDiv w:val="1"/>
      <w:marLeft w:val="0"/>
      <w:marRight w:val="0"/>
      <w:marTop w:val="0"/>
      <w:marBottom w:val="0"/>
      <w:divBdr>
        <w:top w:val="none" w:sz="0" w:space="0" w:color="auto"/>
        <w:left w:val="none" w:sz="0" w:space="0" w:color="auto"/>
        <w:bottom w:val="none" w:sz="0" w:space="0" w:color="auto"/>
        <w:right w:val="none" w:sz="0" w:space="0" w:color="auto"/>
      </w:divBdr>
    </w:div>
    <w:div w:id="886139293">
      <w:bodyDiv w:val="1"/>
      <w:marLeft w:val="0"/>
      <w:marRight w:val="0"/>
      <w:marTop w:val="0"/>
      <w:marBottom w:val="0"/>
      <w:divBdr>
        <w:top w:val="none" w:sz="0" w:space="0" w:color="auto"/>
        <w:left w:val="none" w:sz="0" w:space="0" w:color="auto"/>
        <w:bottom w:val="none" w:sz="0" w:space="0" w:color="auto"/>
        <w:right w:val="none" w:sz="0" w:space="0" w:color="auto"/>
      </w:divBdr>
    </w:div>
    <w:div w:id="908350274">
      <w:bodyDiv w:val="1"/>
      <w:marLeft w:val="0"/>
      <w:marRight w:val="0"/>
      <w:marTop w:val="0"/>
      <w:marBottom w:val="0"/>
      <w:divBdr>
        <w:top w:val="none" w:sz="0" w:space="0" w:color="auto"/>
        <w:left w:val="none" w:sz="0" w:space="0" w:color="auto"/>
        <w:bottom w:val="none" w:sz="0" w:space="0" w:color="auto"/>
        <w:right w:val="none" w:sz="0" w:space="0" w:color="auto"/>
      </w:divBdr>
    </w:div>
    <w:div w:id="918518984">
      <w:bodyDiv w:val="1"/>
      <w:marLeft w:val="0"/>
      <w:marRight w:val="0"/>
      <w:marTop w:val="0"/>
      <w:marBottom w:val="0"/>
      <w:divBdr>
        <w:top w:val="none" w:sz="0" w:space="0" w:color="auto"/>
        <w:left w:val="none" w:sz="0" w:space="0" w:color="auto"/>
        <w:bottom w:val="none" w:sz="0" w:space="0" w:color="auto"/>
        <w:right w:val="none" w:sz="0" w:space="0" w:color="auto"/>
      </w:divBdr>
    </w:div>
    <w:div w:id="938486886">
      <w:bodyDiv w:val="1"/>
      <w:marLeft w:val="0"/>
      <w:marRight w:val="0"/>
      <w:marTop w:val="0"/>
      <w:marBottom w:val="0"/>
      <w:divBdr>
        <w:top w:val="none" w:sz="0" w:space="0" w:color="auto"/>
        <w:left w:val="none" w:sz="0" w:space="0" w:color="auto"/>
        <w:bottom w:val="none" w:sz="0" w:space="0" w:color="auto"/>
        <w:right w:val="none" w:sz="0" w:space="0" w:color="auto"/>
      </w:divBdr>
    </w:div>
    <w:div w:id="940799891">
      <w:bodyDiv w:val="1"/>
      <w:marLeft w:val="0"/>
      <w:marRight w:val="0"/>
      <w:marTop w:val="0"/>
      <w:marBottom w:val="0"/>
      <w:divBdr>
        <w:top w:val="none" w:sz="0" w:space="0" w:color="auto"/>
        <w:left w:val="none" w:sz="0" w:space="0" w:color="auto"/>
        <w:bottom w:val="none" w:sz="0" w:space="0" w:color="auto"/>
        <w:right w:val="none" w:sz="0" w:space="0" w:color="auto"/>
      </w:divBdr>
    </w:div>
    <w:div w:id="952369420">
      <w:bodyDiv w:val="1"/>
      <w:marLeft w:val="0"/>
      <w:marRight w:val="0"/>
      <w:marTop w:val="0"/>
      <w:marBottom w:val="0"/>
      <w:divBdr>
        <w:top w:val="none" w:sz="0" w:space="0" w:color="auto"/>
        <w:left w:val="none" w:sz="0" w:space="0" w:color="auto"/>
        <w:bottom w:val="none" w:sz="0" w:space="0" w:color="auto"/>
        <w:right w:val="none" w:sz="0" w:space="0" w:color="auto"/>
      </w:divBdr>
    </w:div>
    <w:div w:id="981083679">
      <w:bodyDiv w:val="1"/>
      <w:marLeft w:val="0"/>
      <w:marRight w:val="0"/>
      <w:marTop w:val="0"/>
      <w:marBottom w:val="0"/>
      <w:divBdr>
        <w:top w:val="none" w:sz="0" w:space="0" w:color="auto"/>
        <w:left w:val="none" w:sz="0" w:space="0" w:color="auto"/>
        <w:bottom w:val="none" w:sz="0" w:space="0" w:color="auto"/>
        <w:right w:val="none" w:sz="0" w:space="0" w:color="auto"/>
      </w:divBdr>
    </w:div>
    <w:div w:id="1003360050">
      <w:bodyDiv w:val="1"/>
      <w:marLeft w:val="0"/>
      <w:marRight w:val="0"/>
      <w:marTop w:val="0"/>
      <w:marBottom w:val="0"/>
      <w:divBdr>
        <w:top w:val="none" w:sz="0" w:space="0" w:color="auto"/>
        <w:left w:val="none" w:sz="0" w:space="0" w:color="auto"/>
        <w:bottom w:val="none" w:sz="0" w:space="0" w:color="auto"/>
        <w:right w:val="none" w:sz="0" w:space="0" w:color="auto"/>
      </w:divBdr>
    </w:div>
    <w:div w:id="1027367254">
      <w:bodyDiv w:val="1"/>
      <w:marLeft w:val="0"/>
      <w:marRight w:val="0"/>
      <w:marTop w:val="0"/>
      <w:marBottom w:val="0"/>
      <w:divBdr>
        <w:top w:val="none" w:sz="0" w:space="0" w:color="auto"/>
        <w:left w:val="none" w:sz="0" w:space="0" w:color="auto"/>
        <w:bottom w:val="none" w:sz="0" w:space="0" w:color="auto"/>
        <w:right w:val="none" w:sz="0" w:space="0" w:color="auto"/>
      </w:divBdr>
    </w:div>
    <w:div w:id="1050809169">
      <w:bodyDiv w:val="1"/>
      <w:marLeft w:val="0"/>
      <w:marRight w:val="0"/>
      <w:marTop w:val="0"/>
      <w:marBottom w:val="0"/>
      <w:divBdr>
        <w:top w:val="none" w:sz="0" w:space="0" w:color="auto"/>
        <w:left w:val="none" w:sz="0" w:space="0" w:color="auto"/>
        <w:bottom w:val="none" w:sz="0" w:space="0" w:color="auto"/>
        <w:right w:val="none" w:sz="0" w:space="0" w:color="auto"/>
      </w:divBdr>
    </w:div>
    <w:div w:id="1060208487">
      <w:bodyDiv w:val="1"/>
      <w:marLeft w:val="0"/>
      <w:marRight w:val="0"/>
      <w:marTop w:val="0"/>
      <w:marBottom w:val="0"/>
      <w:divBdr>
        <w:top w:val="none" w:sz="0" w:space="0" w:color="auto"/>
        <w:left w:val="none" w:sz="0" w:space="0" w:color="auto"/>
        <w:bottom w:val="none" w:sz="0" w:space="0" w:color="auto"/>
        <w:right w:val="none" w:sz="0" w:space="0" w:color="auto"/>
      </w:divBdr>
    </w:div>
    <w:div w:id="1062943997">
      <w:bodyDiv w:val="1"/>
      <w:marLeft w:val="0"/>
      <w:marRight w:val="0"/>
      <w:marTop w:val="0"/>
      <w:marBottom w:val="0"/>
      <w:divBdr>
        <w:top w:val="none" w:sz="0" w:space="0" w:color="auto"/>
        <w:left w:val="none" w:sz="0" w:space="0" w:color="auto"/>
        <w:bottom w:val="none" w:sz="0" w:space="0" w:color="auto"/>
        <w:right w:val="none" w:sz="0" w:space="0" w:color="auto"/>
      </w:divBdr>
    </w:div>
    <w:div w:id="1070811725">
      <w:bodyDiv w:val="1"/>
      <w:marLeft w:val="0"/>
      <w:marRight w:val="0"/>
      <w:marTop w:val="0"/>
      <w:marBottom w:val="0"/>
      <w:divBdr>
        <w:top w:val="none" w:sz="0" w:space="0" w:color="auto"/>
        <w:left w:val="none" w:sz="0" w:space="0" w:color="auto"/>
        <w:bottom w:val="none" w:sz="0" w:space="0" w:color="auto"/>
        <w:right w:val="none" w:sz="0" w:space="0" w:color="auto"/>
      </w:divBdr>
    </w:div>
    <w:div w:id="1092122875">
      <w:bodyDiv w:val="1"/>
      <w:marLeft w:val="0"/>
      <w:marRight w:val="0"/>
      <w:marTop w:val="0"/>
      <w:marBottom w:val="0"/>
      <w:divBdr>
        <w:top w:val="none" w:sz="0" w:space="0" w:color="auto"/>
        <w:left w:val="none" w:sz="0" w:space="0" w:color="auto"/>
        <w:bottom w:val="none" w:sz="0" w:space="0" w:color="auto"/>
        <w:right w:val="none" w:sz="0" w:space="0" w:color="auto"/>
      </w:divBdr>
    </w:div>
    <w:div w:id="1123502045">
      <w:bodyDiv w:val="1"/>
      <w:marLeft w:val="0"/>
      <w:marRight w:val="0"/>
      <w:marTop w:val="0"/>
      <w:marBottom w:val="0"/>
      <w:divBdr>
        <w:top w:val="none" w:sz="0" w:space="0" w:color="auto"/>
        <w:left w:val="none" w:sz="0" w:space="0" w:color="auto"/>
        <w:bottom w:val="none" w:sz="0" w:space="0" w:color="auto"/>
        <w:right w:val="none" w:sz="0" w:space="0" w:color="auto"/>
      </w:divBdr>
    </w:div>
    <w:div w:id="1148789660">
      <w:bodyDiv w:val="1"/>
      <w:marLeft w:val="0"/>
      <w:marRight w:val="0"/>
      <w:marTop w:val="0"/>
      <w:marBottom w:val="0"/>
      <w:divBdr>
        <w:top w:val="none" w:sz="0" w:space="0" w:color="auto"/>
        <w:left w:val="none" w:sz="0" w:space="0" w:color="auto"/>
        <w:bottom w:val="none" w:sz="0" w:space="0" w:color="auto"/>
        <w:right w:val="none" w:sz="0" w:space="0" w:color="auto"/>
      </w:divBdr>
    </w:div>
    <w:div w:id="1151363634">
      <w:bodyDiv w:val="1"/>
      <w:marLeft w:val="0"/>
      <w:marRight w:val="0"/>
      <w:marTop w:val="0"/>
      <w:marBottom w:val="0"/>
      <w:divBdr>
        <w:top w:val="none" w:sz="0" w:space="0" w:color="auto"/>
        <w:left w:val="none" w:sz="0" w:space="0" w:color="auto"/>
        <w:bottom w:val="none" w:sz="0" w:space="0" w:color="auto"/>
        <w:right w:val="none" w:sz="0" w:space="0" w:color="auto"/>
      </w:divBdr>
    </w:div>
    <w:div w:id="1224484591">
      <w:bodyDiv w:val="1"/>
      <w:marLeft w:val="0"/>
      <w:marRight w:val="0"/>
      <w:marTop w:val="0"/>
      <w:marBottom w:val="0"/>
      <w:divBdr>
        <w:top w:val="none" w:sz="0" w:space="0" w:color="auto"/>
        <w:left w:val="none" w:sz="0" w:space="0" w:color="auto"/>
        <w:bottom w:val="none" w:sz="0" w:space="0" w:color="auto"/>
        <w:right w:val="none" w:sz="0" w:space="0" w:color="auto"/>
      </w:divBdr>
    </w:div>
    <w:div w:id="1280143606">
      <w:bodyDiv w:val="1"/>
      <w:marLeft w:val="0"/>
      <w:marRight w:val="0"/>
      <w:marTop w:val="0"/>
      <w:marBottom w:val="0"/>
      <w:divBdr>
        <w:top w:val="none" w:sz="0" w:space="0" w:color="auto"/>
        <w:left w:val="none" w:sz="0" w:space="0" w:color="auto"/>
        <w:bottom w:val="none" w:sz="0" w:space="0" w:color="auto"/>
        <w:right w:val="none" w:sz="0" w:space="0" w:color="auto"/>
      </w:divBdr>
    </w:div>
    <w:div w:id="1304307809">
      <w:bodyDiv w:val="1"/>
      <w:marLeft w:val="0"/>
      <w:marRight w:val="0"/>
      <w:marTop w:val="0"/>
      <w:marBottom w:val="0"/>
      <w:divBdr>
        <w:top w:val="none" w:sz="0" w:space="0" w:color="auto"/>
        <w:left w:val="none" w:sz="0" w:space="0" w:color="auto"/>
        <w:bottom w:val="none" w:sz="0" w:space="0" w:color="auto"/>
        <w:right w:val="none" w:sz="0" w:space="0" w:color="auto"/>
      </w:divBdr>
    </w:div>
    <w:div w:id="1355693409">
      <w:bodyDiv w:val="1"/>
      <w:marLeft w:val="0"/>
      <w:marRight w:val="0"/>
      <w:marTop w:val="0"/>
      <w:marBottom w:val="0"/>
      <w:divBdr>
        <w:top w:val="none" w:sz="0" w:space="0" w:color="auto"/>
        <w:left w:val="none" w:sz="0" w:space="0" w:color="auto"/>
        <w:bottom w:val="none" w:sz="0" w:space="0" w:color="auto"/>
        <w:right w:val="none" w:sz="0" w:space="0" w:color="auto"/>
      </w:divBdr>
    </w:div>
    <w:div w:id="1372535077">
      <w:bodyDiv w:val="1"/>
      <w:marLeft w:val="0"/>
      <w:marRight w:val="0"/>
      <w:marTop w:val="0"/>
      <w:marBottom w:val="0"/>
      <w:divBdr>
        <w:top w:val="none" w:sz="0" w:space="0" w:color="auto"/>
        <w:left w:val="none" w:sz="0" w:space="0" w:color="auto"/>
        <w:bottom w:val="none" w:sz="0" w:space="0" w:color="auto"/>
        <w:right w:val="none" w:sz="0" w:space="0" w:color="auto"/>
      </w:divBdr>
    </w:div>
    <w:div w:id="1409645938">
      <w:bodyDiv w:val="1"/>
      <w:marLeft w:val="0"/>
      <w:marRight w:val="0"/>
      <w:marTop w:val="0"/>
      <w:marBottom w:val="0"/>
      <w:divBdr>
        <w:top w:val="none" w:sz="0" w:space="0" w:color="auto"/>
        <w:left w:val="none" w:sz="0" w:space="0" w:color="auto"/>
        <w:bottom w:val="none" w:sz="0" w:space="0" w:color="auto"/>
        <w:right w:val="none" w:sz="0" w:space="0" w:color="auto"/>
      </w:divBdr>
    </w:div>
    <w:div w:id="1443040014">
      <w:bodyDiv w:val="1"/>
      <w:marLeft w:val="0"/>
      <w:marRight w:val="0"/>
      <w:marTop w:val="0"/>
      <w:marBottom w:val="0"/>
      <w:divBdr>
        <w:top w:val="none" w:sz="0" w:space="0" w:color="auto"/>
        <w:left w:val="none" w:sz="0" w:space="0" w:color="auto"/>
        <w:bottom w:val="none" w:sz="0" w:space="0" w:color="auto"/>
        <w:right w:val="none" w:sz="0" w:space="0" w:color="auto"/>
      </w:divBdr>
    </w:div>
    <w:div w:id="1445613180">
      <w:bodyDiv w:val="1"/>
      <w:marLeft w:val="0"/>
      <w:marRight w:val="0"/>
      <w:marTop w:val="0"/>
      <w:marBottom w:val="0"/>
      <w:divBdr>
        <w:top w:val="none" w:sz="0" w:space="0" w:color="auto"/>
        <w:left w:val="none" w:sz="0" w:space="0" w:color="auto"/>
        <w:bottom w:val="none" w:sz="0" w:space="0" w:color="auto"/>
        <w:right w:val="none" w:sz="0" w:space="0" w:color="auto"/>
      </w:divBdr>
    </w:div>
    <w:div w:id="1445689932">
      <w:bodyDiv w:val="1"/>
      <w:marLeft w:val="0"/>
      <w:marRight w:val="0"/>
      <w:marTop w:val="0"/>
      <w:marBottom w:val="0"/>
      <w:divBdr>
        <w:top w:val="none" w:sz="0" w:space="0" w:color="auto"/>
        <w:left w:val="none" w:sz="0" w:space="0" w:color="auto"/>
        <w:bottom w:val="none" w:sz="0" w:space="0" w:color="auto"/>
        <w:right w:val="none" w:sz="0" w:space="0" w:color="auto"/>
      </w:divBdr>
    </w:div>
    <w:div w:id="1446343904">
      <w:bodyDiv w:val="1"/>
      <w:marLeft w:val="0"/>
      <w:marRight w:val="0"/>
      <w:marTop w:val="0"/>
      <w:marBottom w:val="0"/>
      <w:divBdr>
        <w:top w:val="none" w:sz="0" w:space="0" w:color="auto"/>
        <w:left w:val="none" w:sz="0" w:space="0" w:color="auto"/>
        <w:bottom w:val="none" w:sz="0" w:space="0" w:color="auto"/>
        <w:right w:val="none" w:sz="0" w:space="0" w:color="auto"/>
      </w:divBdr>
    </w:div>
    <w:div w:id="1449856150">
      <w:bodyDiv w:val="1"/>
      <w:marLeft w:val="0"/>
      <w:marRight w:val="0"/>
      <w:marTop w:val="0"/>
      <w:marBottom w:val="0"/>
      <w:divBdr>
        <w:top w:val="none" w:sz="0" w:space="0" w:color="auto"/>
        <w:left w:val="none" w:sz="0" w:space="0" w:color="auto"/>
        <w:bottom w:val="none" w:sz="0" w:space="0" w:color="auto"/>
        <w:right w:val="none" w:sz="0" w:space="0" w:color="auto"/>
      </w:divBdr>
    </w:div>
    <w:div w:id="1450977851">
      <w:bodyDiv w:val="1"/>
      <w:marLeft w:val="0"/>
      <w:marRight w:val="0"/>
      <w:marTop w:val="0"/>
      <w:marBottom w:val="0"/>
      <w:divBdr>
        <w:top w:val="none" w:sz="0" w:space="0" w:color="auto"/>
        <w:left w:val="none" w:sz="0" w:space="0" w:color="auto"/>
        <w:bottom w:val="none" w:sz="0" w:space="0" w:color="auto"/>
        <w:right w:val="none" w:sz="0" w:space="0" w:color="auto"/>
      </w:divBdr>
    </w:div>
    <w:div w:id="1472865133">
      <w:bodyDiv w:val="1"/>
      <w:marLeft w:val="0"/>
      <w:marRight w:val="0"/>
      <w:marTop w:val="0"/>
      <w:marBottom w:val="0"/>
      <w:divBdr>
        <w:top w:val="none" w:sz="0" w:space="0" w:color="auto"/>
        <w:left w:val="none" w:sz="0" w:space="0" w:color="auto"/>
        <w:bottom w:val="none" w:sz="0" w:space="0" w:color="auto"/>
        <w:right w:val="none" w:sz="0" w:space="0" w:color="auto"/>
      </w:divBdr>
    </w:div>
    <w:div w:id="1472944072">
      <w:bodyDiv w:val="1"/>
      <w:marLeft w:val="0"/>
      <w:marRight w:val="0"/>
      <w:marTop w:val="0"/>
      <w:marBottom w:val="0"/>
      <w:divBdr>
        <w:top w:val="none" w:sz="0" w:space="0" w:color="auto"/>
        <w:left w:val="none" w:sz="0" w:space="0" w:color="auto"/>
        <w:bottom w:val="none" w:sz="0" w:space="0" w:color="auto"/>
        <w:right w:val="none" w:sz="0" w:space="0" w:color="auto"/>
      </w:divBdr>
    </w:div>
    <w:div w:id="1484539322">
      <w:bodyDiv w:val="1"/>
      <w:marLeft w:val="0"/>
      <w:marRight w:val="0"/>
      <w:marTop w:val="0"/>
      <w:marBottom w:val="0"/>
      <w:divBdr>
        <w:top w:val="none" w:sz="0" w:space="0" w:color="auto"/>
        <w:left w:val="none" w:sz="0" w:space="0" w:color="auto"/>
        <w:bottom w:val="none" w:sz="0" w:space="0" w:color="auto"/>
        <w:right w:val="none" w:sz="0" w:space="0" w:color="auto"/>
      </w:divBdr>
    </w:div>
    <w:div w:id="1491674665">
      <w:bodyDiv w:val="1"/>
      <w:marLeft w:val="0"/>
      <w:marRight w:val="0"/>
      <w:marTop w:val="0"/>
      <w:marBottom w:val="0"/>
      <w:divBdr>
        <w:top w:val="none" w:sz="0" w:space="0" w:color="auto"/>
        <w:left w:val="none" w:sz="0" w:space="0" w:color="auto"/>
        <w:bottom w:val="none" w:sz="0" w:space="0" w:color="auto"/>
        <w:right w:val="none" w:sz="0" w:space="0" w:color="auto"/>
      </w:divBdr>
    </w:div>
    <w:div w:id="1502429816">
      <w:bodyDiv w:val="1"/>
      <w:marLeft w:val="0"/>
      <w:marRight w:val="0"/>
      <w:marTop w:val="0"/>
      <w:marBottom w:val="0"/>
      <w:divBdr>
        <w:top w:val="none" w:sz="0" w:space="0" w:color="auto"/>
        <w:left w:val="none" w:sz="0" w:space="0" w:color="auto"/>
        <w:bottom w:val="none" w:sz="0" w:space="0" w:color="auto"/>
        <w:right w:val="none" w:sz="0" w:space="0" w:color="auto"/>
      </w:divBdr>
    </w:div>
    <w:div w:id="1513646798">
      <w:bodyDiv w:val="1"/>
      <w:marLeft w:val="0"/>
      <w:marRight w:val="0"/>
      <w:marTop w:val="0"/>
      <w:marBottom w:val="0"/>
      <w:divBdr>
        <w:top w:val="none" w:sz="0" w:space="0" w:color="auto"/>
        <w:left w:val="none" w:sz="0" w:space="0" w:color="auto"/>
        <w:bottom w:val="none" w:sz="0" w:space="0" w:color="auto"/>
        <w:right w:val="none" w:sz="0" w:space="0" w:color="auto"/>
      </w:divBdr>
    </w:div>
    <w:div w:id="1515419384">
      <w:bodyDiv w:val="1"/>
      <w:marLeft w:val="0"/>
      <w:marRight w:val="0"/>
      <w:marTop w:val="0"/>
      <w:marBottom w:val="0"/>
      <w:divBdr>
        <w:top w:val="none" w:sz="0" w:space="0" w:color="auto"/>
        <w:left w:val="none" w:sz="0" w:space="0" w:color="auto"/>
        <w:bottom w:val="none" w:sz="0" w:space="0" w:color="auto"/>
        <w:right w:val="none" w:sz="0" w:space="0" w:color="auto"/>
      </w:divBdr>
    </w:div>
    <w:div w:id="1527405690">
      <w:bodyDiv w:val="1"/>
      <w:marLeft w:val="0"/>
      <w:marRight w:val="0"/>
      <w:marTop w:val="0"/>
      <w:marBottom w:val="0"/>
      <w:divBdr>
        <w:top w:val="none" w:sz="0" w:space="0" w:color="auto"/>
        <w:left w:val="none" w:sz="0" w:space="0" w:color="auto"/>
        <w:bottom w:val="none" w:sz="0" w:space="0" w:color="auto"/>
        <w:right w:val="none" w:sz="0" w:space="0" w:color="auto"/>
      </w:divBdr>
    </w:div>
    <w:div w:id="1589382996">
      <w:bodyDiv w:val="1"/>
      <w:marLeft w:val="0"/>
      <w:marRight w:val="0"/>
      <w:marTop w:val="0"/>
      <w:marBottom w:val="0"/>
      <w:divBdr>
        <w:top w:val="none" w:sz="0" w:space="0" w:color="auto"/>
        <w:left w:val="none" w:sz="0" w:space="0" w:color="auto"/>
        <w:bottom w:val="none" w:sz="0" w:space="0" w:color="auto"/>
        <w:right w:val="none" w:sz="0" w:space="0" w:color="auto"/>
      </w:divBdr>
    </w:div>
    <w:div w:id="1595894768">
      <w:bodyDiv w:val="1"/>
      <w:marLeft w:val="0"/>
      <w:marRight w:val="0"/>
      <w:marTop w:val="0"/>
      <w:marBottom w:val="0"/>
      <w:divBdr>
        <w:top w:val="none" w:sz="0" w:space="0" w:color="auto"/>
        <w:left w:val="none" w:sz="0" w:space="0" w:color="auto"/>
        <w:bottom w:val="none" w:sz="0" w:space="0" w:color="auto"/>
        <w:right w:val="none" w:sz="0" w:space="0" w:color="auto"/>
      </w:divBdr>
    </w:div>
    <w:div w:id="1614821661">
      <w:bodyDiv w:val="1"/>
      <w:marLeft w:val="0"/>
      <w:marRight w:val="0"/>
      <w:marTop w:val="0"/>
      <w:marBottom w:val="0"/>
      <w:divBdr>
        <w:top w:val="none" w:sz="0" w:space="0" w:color="auto"/>
        <w:left w:val="none" w:sz="0" w:space="0" w:color="auto"/>
        <w:bottom w:val="none" w:sz="0" w:space="0" w:color="auto"/>
        <w:right w:val="none" w:sz="0" w:space="0" w:color="auto"/>
      </w:divBdr>
    </w:div>
    <w:div w:id="1615480096">
      <w:bodyDiv w:val="1"/>
      <w:marLeft w:val="0"/>
      <w:marRight w:val="0"/>
      <w:marTop w:val="0"/>
      <w:marBottom w:val="0"/>
      <w:divBdr>
        <w:top w:val="none" w:sz="0" w:space="0" w:color="auto"/>
        <w:left w:val="none" w:sz="0" w:space="0" w:color="auto"/>
        <w:bottom w:val="none" w:sz="0" w:space="0" w:color="auto"/>
        <w:right w:val="none" w:sz="0" w:space="0" w:color="auto"/>
      </w:divBdr>
    </w:div>
    <w:div w:id="1623926894">
      <w:bodyDiv w:val="1"/>
      <w:marLeft w:val="0"/>
      <w:marRight w:val="0"/>
      <w:marTop w:val="0"/>
      <w:marBottom w:val="0"/>
      <w:divBdr>
        <w:top w:val="none" w:sz="0" w:space="0" w:color="auto"/>
        <w:left w:val="none" w:sz="0" w:space="0" w:color="auto"/>
        <w:bottom w:val="none" w:sz="0" w:space="0" w:color="auto"/>
        <w:right w:val="none" w:sz="0" w:space="0" w:color="auto"/>
      </w:divBdr>
    </w:div>
    <w:div w:id="1637221017">
      <w:bodyDiv w:val="1"/>
      <w:marLeft w:val="0"/>
      <w:marRight w:val="0"/>
      <w:marTop w:val="0"/>
      <w:marBottom w:val="0"/>
      <w:divBdr>
        <w:top w:val="none" w:sz="0" w:space="0" w:color="auto"/>
        <w:left w:val="none" w:sz="0" w:space="0" w:color="auto"/>
        <w:bottom w:val="none" w:sz="0" w:space="0" w:color="auto"/>
        <w:right w:val="none" w:sz="0" w:space="0" w:color="auto"/>
      </w:divBdr>
    </w:div>
    <w:div w:id="1638340062">
      <w:bodyDiv w:val="1"/>
      <w:marLeft w:val="0"/>
      <w:marRight w:val="0"/>
      <w:marTop w:val="0"/>
      <w:marBottom w:val="0"/>
      <w:divBdr>
        <w:top w:val="none" w:sz="0" w:space="0" w:color="auto"/>
        <w:left w:val="none" w:sz="0" w:space="0" w:color="auto"/>
        <w:bottom w:val="none" w:sz="0" w:space="0" w:color="auto"/>
        <w:right w:val="none" w:sz="0" w:space="0" w:color="auto"/>
      </w:divBdr>
    </w:div>
    <w:div w:id="1695613985">
      <w:bodyDiv w:val="1"/>
      <w:marLeft w:val="0"/>
      <w:marRight w:val="0"/>
      <w:marTop w:val="0"/>
      <w:marBottom w:val="0"/>
      <w:divBdr>
        <w:top w:val="none" w:sz="0" w:space="0" w:color="auto"/>
        <w:left w:val="none" w:sz="0" w:space="0" w:color="auto"/>
        <w:bottom w:val="none" w:sz="0" w:space="0" w:color="auto"/>
        <w:right w:val="none" w:sz="0" w:space="0" w:color="auto"/>
      </w:divBdr>
    </w:div>
    <w:div w:id="1723169691">
      <w:bodyDiv w:val="1"/>
      <w:marLeft w:val="0"/>
      <w:marRight w:val="0"/>
      <w:marTop w:val="0"/>
      <w:marBottom w:val="0"/>
      <w:divBdr>
        <w:top w:val="none" w:sz="0" w:space="0" w:color="auto"/>
        <w:left w:val="none" w:sz="0" w:space="0" w:color="auto"/>
        <w:bottom w:val="none" w:sz="0" w:space="0" w:color="auto"/>
        <w:right w:val="none" w:sz="0" w:space="0" w:color="auto"/>
      </w:divBdr>
    </w:div>
    <w:div w:id="1741757207">
      <w:bodyDiv w:val="1"/>
      <w:marLeft w:val="0"/>
      <w:marRight w:val="0"/>
      <w:marTop w:val="0"/>
      <w:marBottom w:val="0"/>
      <w:divBdr>
        <w:top w:val="none" w:sz="0" w:space="0" w:color="auto"/>
        <w:left w:val="none" w:sz="0" w:space="0" w:color="auto"/>
        <w:bottom w:val="none" w:sz="0" w:space="0" w:color="auto"/>
        <w:right w:val="none" w:sz="0" w:space="0" w:color="auto"/>
      </w:divBdr>
    </w:div>
    <w:div w:id="1748114440">
      <w:bodyDiv w:val="1"/>
      <w:marLeft w:val="0"/>
      <w:marRight w:val="0"/>
      <w:marTop w:val="0"/>
      <w:marBottom w:val="0"/>
      <w:divBdr>
        <w:top w:val="none" w:sz="0" w:space="0" w:color="auto"/>
        <w:left w:val="none" w:sz="0" w:space="0" w:color="auto"/>
        <w:bottom w:val="none" w:sz="0" w:space="0" w:color="auto"/>
        <w:right w:val="none" w:sz="0" w:space="0" w:color="auto"/>
      </w:divBdr>
    </w:div>
    <w:div w:id="1784610908">
      <w:bodyDiv w:val="1"/>
      <w:marLeft w:val="0"/>
      <w:marRight w:val="0"/>
      <w:marTop w:val="0"/>
      <w:marBottom w:val="0"/>
      <w:divBdr>
        <w:top w:val="none" w:sz="0" w:space="0" w:color="auto"/>
        <w:left w:val="none" w:sz="0" w:space="0" w:color="auto"/>
        <w:bottom w:val="none" w:sz="0" w:space="0" w:color="auto"/>
        <w:right w:val="none" w:sz="0" w:space="0" w:color="auto"/>
      </w:divBdr>
    </w:div>
    <w:div w:id="1801802910">
      <w:bodyDiv w:val="1"/>
      <w:marLeft w:val="0"/>
      <w:marRight w:val="0"/>
      <w:marTop w:val="0"/>
      <w:marBottom w:val="0"/>
      <w:divBdr>
        <w:top w:val="none" w:sz="0" w:space="0" w:color="auto"/>
        <w:left w:val="none" w:sz="0" w:space="0" w:color="auto"/>
        <w:bottom w:val="none" w:sz="0" w:space="0" w:color="auto"/>
        <w:right w:val="none" w:sz="0" w:space="0" w:color="auto"/>
      </w:divBdr>
    </w:div>
    <w:div w:id="1822963036">
      <w:bodyDiv w:val="1"/>
      <w:marLeft w:val="0"/>
      <w:marRight w:val="0"/>
      <w:marTop w:val="0"/>
      <w:marBottom w:val="0"/>
      <w:divBdr>
        <w:top w:val="none" w:sz="0" w:space="0" w:color="auto"/>
        <w:left w:val="none" w:sz="0" w:space="0" w:color="auto"/>
        <w:bottom w:val="none" w:sz="0" w:space="0" w:color="auto"/>
        <w:right w:val="none" w:sz="0" w:space="0" w:color="auto"/>
      </w:divBdr>
    </w:div>
    <w:div w:id="1831022596">
      <w:bodyDiv w:val="1"/>
      <w:marLeft w:val="0"/>
      <w:marRight w:val="0"/>
      <w:marTop w:val="0"/>
      <w:marBottom w:val="0"/>
      <w:divBdr>
        <w:top w:val="none" w:sz="0" w:space="0" w:color="auto"/>
        <w:left w:val="none" w:sz="0" w:space="0" w:color="auto"/>
        <w:bottom w:val="none" w:sz="0" w:space="0" w:color="auto"/>
        <w:right w:val="none" w:sz="0" w:space="0" w:color="auto"/>
      </w:divBdr>
    </w:div>
    <w:div w:id="1833989106">
      <w:bodyDiv w:val="1"/>
      <w:marLeft w:val="0"/>
      <w:marRight w:val="0"/>
      <w:marTop w:val="0"/>
      <w:marBottom w:val="0"/>
      <w:divBdr>
        <w:top w:val="none" w:sz="0" w:space="0" w:color="auto"/>
        <w:left w:val="none" w:sz="0" w:space="0" w:color="auto"/>
        <w:bottom w:val="none" w:sz="0" w:space="0" w:color="auto"/>
        <w:right w:val="none" w:sz="0" w:space="0" w:color="auto"/>
      </w:divBdr>
    </w:div>
    <w:div w:id="1834949740">
      <w:bodyDiv w:val="1"/>
      <w:marLeft w:val="0"/>
      <w:marRight w:val="0"/>
      <w:marTop w:val="0"/>
      <w:marBottom w:val="0"/>
      <w:divBdr>
        <w:top w:val="none" w:sz="0" w:space="0" w:color="auto"/>
        <w:left w:val="none" w:sz="0" w:space="0" w:color="auto"/>
        <w:bottom w:val="none" w:sz="0" w:space="0" w:color="auto"/>
        <w:right w:val="none" w:sz="0" w:space="0" w:color="auto"/>
      </w:divBdr>
    </w:div>
    <w:div w:id="1849172136">
      <w:bodyDiv w:val="1"/>
      <w:marLeft w:val="0"/>
      <w:marRight w:val="0"/>
      <w:marTop w:val="0"/>
      <w:marBottom w:val="0"/>
      <w:divBdr>
        <w:top w:val="none" w:sz="0" w:space="0" w:color="auto"/>
        <w:left w:val="none" w:sz="0" w:space="0" w:color="auto"/>
        <w:bottom w:val="none" w:sz="0" w:space="0" w:color="auto"/>
        <w:right w:val="none" w:sz="0" w:space="0" w:color="auto"/>
      </w:divBdr>
    </w:div>
    <w:div w:id="1863473353">
      <w:bodyDiv w:val="1"/>
      <w:marLeft w:val="0"/>
      <w:marRight w:val="0"/>
      <w:marTop w:val="0"/>
      <w:marBottom w:val="0"/>
      <w:divBdr>
        <w:top w:val="none" w:sz="0" w:space="0" w:color="auto"/>
        <w:left w:val="none" w:sz="0" w:space="0" w:color="auto"/>
        <w:bottom w:val="none" w:sz="0" w:space="0" w:color="auto"/>
        <w:right w:val="none" w:sz="0" w:space="0" w:color="auto"/>
      </w:divBdr>
    </w:div>
    <w:div w:id="1874146345">
      <w:bodyDiv w:val="1"/>
      <w:marLeft w:val="0"/>
      <w:marRight w:val="0"/>
      <w:marTop w:val="0"/>
      <w:marBottom w:val="0"/>
      <w:divBdr>
        <w:top w:val="none" w:sz="0" w:space="0" w:color="auto"/>
        <w:left w:val="none" w:sz="0" w:space="0" w:color="auto"/>
        <w:bottom w:val="none" w:sz="0" w:space="0" w:color="auto"/>
        <w:right w:val="none" w:sz="0" w:space="0" w:color="auto"/>
      </w:divBdr>
    </w:div>
    <w:div w:id="1882743894">
      <w:bodyDiv w:val="1"/>
      <w:marLeft w:val="0"/>
      <w:marRight w:val="0"/>
      <w:marTop w:val="0"/>
      <w:marBottom w:val="0"/>
      <w:divBdr>
        <w:top w:val="none" w:sz="0" w:space="0" w:color="auto"/>
        <w:left w:val="none" w:sz="0" w:space="0" w:color="auto"/>
        <w:bottom w:val="none" w:sz="0" w:space="0" w:color="auto"/>
        <w:right w:val="none" w:sz="0" w:space="0" w:color="auto"/>
      </w:divBdr>
    </w:div>
    <w:div w:id="1886137253">
      <w:bodyDiv w:val="1"/>
      <w:marLeft w:val="0"/>
      <w:marRight w:val="0"/>
      <w:marTop w:val="0"/>
      <w:marBottom w:val="0"/>
      <w:divBdr>
        <w:top w:val="none" w:sz="0" w:space="0" w:color="auto"/>
        <w:left w:val="none" w:sz="0" w:space="0" w:color="auto"/>
        <w:bottom w:val="none" w:sz="0" w:space="0" w:color="auto"/>
        <w:right w:val="none" w:sz="0" w:space="0" w:color="auto"/>
      </w:divBdr>
    </w:div>
    <w:div w:id="1908028467">
      <w:bodyDiv w:val="1"/>
      <w:marLeft w:val="0"/>
      <w:marRight w:val="0"/>
      <w:marTop w:val="0"/>
      <w:marBottom w:val="0"/>
      <w:divBdr>
        <w:top w:val="none" w:sz="0" w:space="0" w:color="auto"/>
        <w:left w:val="none" w:sz="0" w:space="0" w:color="auto"/>
        <w:bottom w:val="none" w:sz="0" w:space="0" w:color="auto"/>
        <w:right w:val="none" w:sz="0" w:space="0" w:color="auto"/>
      </w:divBdr>
    </w:div>
    <w:div w:id="1945071258">
      <w:bodyDiv w:val="1"/>
      <w:marLeft w:val="0"/>
      <w:marRight w:val="0"/>
      <w:marTop w:val="0"/>
      <w:marBottom w:val="0"/>
      <w:divBdr>
        <w:top w:val="none" w:sz="0" w:space="0" w:color="auto"/>
        <w:left w:val="none" w:sz="0" w:space="0" w:color="auto"/>
        <w:bottom w:val="none" w:sz="0" w:space="0" w:color="auto"/>
        <w:right w:val="none" w:sz="0" w:space="0" w:color="auto"/>
      </w:divBdr>
    </w:div>
    <w:div w:id="1952856113">
      <w:bodyDiv w:val="1"/>
      <w:marLeft w:val="0"/>
      <w:marRight w:val="0"/>
      <w:marTop w:val="0"/>
      <w:marBottom w:val="0"/>
      <w:divBdr>
        <w:top w:val="none" w:sz="0" w:space="0" w:color="auto"/>
        <w:left w:val="none" w:sz="0" w:space="0" w:color="auto"/>
        <w:bottom w:val="none" w:sz="0" w:space="0" w:color="auto"/>
        <w:right w:val="none" w:sz="0" w:space="0" w:color="auto"/>
      </w:divBdr>
    </w:div>
    <w:div w:id="1970621461">
      <w:bodyDiv w:val="1"/>
      <w:marLeft w:val="0"/>
      <w:marRight w:val="0"/>
      <w:marTop w:val="0"/>
      <w:marBottom w:val="0"/>
      <w:divBdr>
        <w:top w:val="none" w:sz="0" w:space="0" w:color="auto"/>
        <w:left w:val="none" w:sz="0" w:space="0" w:color="auto"/>
        <w:bottom w:val="none" w:sz="0" w:space="0" w:color="auto"/>
        <w:right w:val="none" w:sz="0" w:space="0" w:color="auto"/>
      </w:divBdr>
    </w:div>
    <w:div w:id="1985042292">
      <w:bodyDiv w:val="1"/>
      <w:marLeft w:val="0"/>
      <w:marRight w:val="0"/>
      <w:marTop w:val="0"/>
      <w:marBottom w:val="0"/>
      <w:divBdr>
        <w:top w:val="none" w:sz="0" w:space="0" w:color="auto"/>
        <w:left w:val="none" w:sz="0" w:space="0" w:color="auto"/>
        <w:bottom w:val="none" w:sz="0" w:space="0" w:color="auto"/>
        <w:right w:val="none" w:sz="0" w:space="0" w:color="auto"/>
      </w:divBdr>
    </w:div>
    <w:div w:id="1988127606">
      <w:bodyDiv w:val="1"/>
      <w:marLeft w:val="0"/>
      <w:marRight w:val="0"/>
      <w:marTop w:val="0"/>
      <w:marBottom w:val="0"/>
      <w:divBdr>
        <w:top w:val="none" w:sz="0" w:space="0" w:color="auto"/>
        <w:left w:val="none" w:sz="0" w:space="0" w:color="auto"/>
        <w:bottom w:val="none" w:sz="0" w:space="0" w:color="auto"/>
        <w:right w:val="none" w:sz="0" w:space="0" w:color="auto"/>
      </w:divBdr>
    </w:div>
    <w:div w:id="2011133730">
      <w:bodyDiv w:val="1"/>
      <w:marLeft w:val="0"/>
      <w:marRight w:val="0"/>
      <w:marTop w:val="0"/>
      <w:marBottom w:val="0"/>
      <w:divBdr>
        <w:top w:val="none" w:sz="0" w:space="0" w:color="auto"/>
        <w:left w:val="none" w:sz="0" w:space="0" w:color="auto"/>
        <w:bottom w:val="none" w:sz="0" w:space="0" w:color="auto"/>
        <w:right w:val="none" w:sz="0" w:space="0" w:color="auto"/>
      </w:divBdr>
    </w:div>
    <w:div w:id="2015716358">
      <w:bodyDiv w:val="1"/>
      <w:marLeft w:val="0"/>
      <w:marRight w:val="0"/>
      <w:marTop w:val="0"/>
      <w:marBottom w:val="0"/>
      <w:divBdr>
        <w:top w:val="none" w:sz="0" w:space="0" w:color="auto"/>
        <w:left w:val="none" w:sz="0" w:space="0" w:color="auto"/>
        <w:bottom w:val="none" w:sz="0" w:space="0" w:color="auto"/>
        <w:right w:val="none" w:sz="0" w:space="0" w:color="auto"/>
      </w:divBdr>
    </w:div>
    <w:div w:id="2034453842">
      <w:bodyDiv w:val="1"/>
      <w:marLeft w:val="0"/>
      <w:marRight w:val="0"/>
      <w:marTop w:val="0"/>
      <w:marBottom w:val="0"/>
      <w:divBdr>
        <w:top w:val="none" w:sz="0" w:space="0" w:color="auto"/>
        <w:left w:val="none" w:sz="0" w:space="0" w:color="auto"/>
        <w:bottom w:val="none" w:sz="0" w:space="0" w:color="auto"/>
        <w:right w:val="none" w:sz="0" w:space="0" w:color="auto"/>
      </w:divBdr>
    </w:div>
    <w:div w:id="2108454448">
      <w:bodyDiv w:val="1"/>
      <w:marLeft w:val="0"/>
      <w:marRight w:val="0"/>
      <w:marTop w:val="0"/>
      <w:marBottom w:val="0"/>
      <w:divBdr>
        <w:top w:val="none" w:sz="0" w:space="0" w:color="auto"/>
        <w:left w:val="none" w:sz="0" w:space="0" w:color="auto"/>
        <w:bottom w:val="none" w:sz="0" w:space="0" w:color="auto"/>
        <w:right w:val="none" w:sz="0" w:space="0" w:color="auto"/>
      </w:divBdr>
    </w:div>
    <w:div w:id="2118989191">
      <w:bodyDiv w:val="1"/>
      <w:marLeft w:val="0"/>
      <w:marRight w:val="0"/>
      <w:marTop w:val="0"/>
      <w:marBottom w:val="0"/>
      <w:divBdr>
        <w:top w:val="none" w:sz="0" w:space="0" w:color="auto"/>
        <w:left w:val="none" w:sz="0" w:space="0" w:color="auto"/>
        <w:bottom w:val="none" w:sz="0" w:space="0" w:color="auto"/>
        <w:right w:val="none" w:sz="0" w:space="0" w:color="auto"/>
      </w:divBdr>
    </w:div>
    <w:div w:id="21444251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SSPDCL\Desktop\OT-07-Secbad%20div.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XSL" StyleName="ISO 690 - First Element and Date"/>
</file>

<file path=customXml/itemProps1.xml><?xml version="1.0" encoding="utf-8"?>
<ds:datastoreItem xmlns:ds="http://schemas.openxmlformats.org/officeDocument/2006/customXml" ds:itemID="{E5753C54-E1A4-4FD1-9A1E-25EB1EA413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OT-07-Secbad div</Template>
  <TotalTime>82</TotalTime>
  <Pages>16</Pages>
  <Words>4007</Words>
  <Characters>22840</Characters>
  <Application>Microsoft Office Word</Application>
  <DocSecurity>0</DocSecurity>
  <Lines>190</Lines>
  <Paragraphs>53</Paragraphs>
  <ScaleCrop>false</ScaleCrop>
  <HeadingPairs>
    <vt:vector size="2" baseType="variant">
      <vt:variant>
        <vt:lpstr>Title</vt:lpstr>
      </vt:variant>
      <vt:variant>
        <vt:i4>1</vt:i4>
      </vt:variant>
    </vt:vector>
  </HeadingPairs>
  <TitlesOfParts>
    <vt:vector size="1" baseType="lpstr">
      <vt:lpstr>CENTRAL POWER DISTRIBUTION COMPANY OF A</vt:lpstr>
    </vt:vector>
  </TitlesOfParts>
  <Company>&lt;egyptian hak&gt;</Company>
  <LinksUpToDate>false</LinksUpToDate>
  <CharactersWithSpaces>26794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CENTRAL POWER DISTRIBUTION COMPANY OF A</dc:title>
  <dc:creator>TSSPDCL</dc:creator>
  <cp:lastModifiedBy>tsspdcl</cp:lastModifiedBy>
  <cp:revision>7</cp:revision>
  <cp:lastPrinted>2022-07-13T09:11:00Z</cp:lastPrinted>
  <dcterms:created xsi:type="dcterms:W3CDTF">2023-06-17T08:08:00Z</dcterms:created>
  <dcterms:modified xsi:type="dcterms:W3CDTF">2023-07-06T07:31:00Z</dcterms:modified>
</cp:coreProperties>
</file>